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6A1B38" w14:textId="072511D8" w:rsidR="007E7DDF" w:rsidRPr="00487265" w:rsidRDefault="00953A1A" w:rsidP="00D26928">
      <w:pPr>
        <w:pStyle w:val="Antrat1"/>
        <w:spacing w:before="120"/>
        <w:jc w:val="center"/>
        <w:rPr>
          <w:rFonts w:cstheme="minorHAnsi"/>
          <w:color w:val="auto"/>
          <w:sz w:val="24"/>
          <w:szCs w:val="24"/>
          <w:lang w:val="lt-LT"/>
        </w:rPr>
      </w:pPr>
      <w:r>
        <w:rPr>
          <w:rFonts w:cstheme="minorHAnsi"/>
          <w:color w:val="auto"/>
          <w:sz w:val="24"/>
          <w:szCs w:val="24"/>
          <w:lang w:val="lt-LT"/>
        </w:rPr>
        <w:t xml:space="preserve">TEKINIMO IR FREZAVIMO PLOKŠTELIŲ PIRKIMO </w:t>
      </w:r>
      <w:r w:rsidR="007E7DDF" w:rsidRPr="00487265">
        <w:rPr>
          <w:rFonts w:cstheme="minorHAnsi"/>
          <w:color w:val="auto"/>
          <w:sz w:val="24"/>
          <w:szCs w:val="24"/>
          <w:lang w:val="lt-LT"/>
        </w:rPr>
        <w:t>TECHNINĖ SPECIFIKACIJA</w:t>
      </w:r>
    </w:p>
    <w:p w14:paraId="24920EB9" w14:textId="79FF3650" w:rsidR="00F123F3" w:rsidRPr="00487265" w:rsidRDefault="00F123F3" w:rsidP="00F27F86">
      <w:pPr>
        <w:pStyle w:val="Antrat2"/>
        <w:numPr>
          <w:ilvl w:val="0"/>
          <w:numId w:val="2"/>
        </w:numPr>
        <w:rPr>
          <w:rFonts w:cstheme="minorHAnsi"/>
          <w:color w:val="auto"/>
          <w:lang w:val="lt-LT"/>
        </w:rPr>
      </w:pPr>
      <w:r w:rsidRPr="00487265">
        <w:rPr>
          <w:rFonts w:cstheme="minorHAnsi"/>
          <w:color w:val="auto"/>
          <w:lang w:val="lt-LT"/>
        </w:rPr>
        <w:t>Pirkimo objektas</w:t>
      </w:r>
    </w:p>
    <w:p w14:paraId="20BFE35A" w14:textId="723C9FD1" w:rsidR="00D951BA" w:rsidRPr="000C5D4B" w:rsidRDefault="00D951BA" w:rsidP="000C5D4B">
      <w:pPr>
        <w:spacing w:after="0"/>
        <w:rPr>
          <w:rFonts w:cstheme="minorHAnsi"/>
          <w:bCs/>
          <w:color w:val="auto"/>
          <w:sz w:val="20"/>
          <w:szCs w:val="20"/>
          <w:lang w:val="lt-LT"/>
        </w:rPr>
      </w:pPr>
      <w:r w:rsidRPr="00487265">
        <w:rPr>
          <w:rFonts w:cstheme="minorHAnsi"/>
          <w:color w:val="auto"/>
          <w:sz w:val="20"/>
          <w:szCs w:val="20"/>
          <w:lang w:val="lt-LT"/>
        </w:rPr>
        <w:t>Metalo apdirbimo reikmenys</w:t>
      </w:r>
      <w:r w:rsidRPr="00487265">
        <w:rPr>
          <w:rFonts w:cstheme="minorHAnsi"/>
          <w:bCs/>
          <w:color w:val="auto"/>
          <w:sz w:val="20"/>
          <w:szCs w:val="20"/>
          <w:lang w:val="lt-LT"/>
        </w:rPr>
        <w:t>:</w:t>
      </w:r>
      <w:r w:rsidRPr="000C5D4B">
        <w:rPr>
          <w:rFonts w:cstheme="minorHAnsi"/>
          <w:bCs/>
          <w:color w:val="auto"/>
          <w:sz w:val="20"/>
          <w:szCs w:val="20"/>
          <w:lang w:val="lt-LT"/>
        </w:rPr>
        <w:t xml:space="preserve"> aširačių aptekinimo reikmenys</w:t>
      </w:r>
      <w:r w:rsidR="000C5D4B">
        <w:rPr>
          <w:rFonts w:cstheme="minorHAnsi"/>
          <w:bCs/>
          <w:color w:val="auto"/>
          <w:sz w:val="20"/>
          <w:szCs w:val="20"/>
          <w:lang w:val="lt-LT"/>
        </w:rPr>
        <w:t xml:space="preserve"> bei </w:t>
      </w:r>
      <w:r w:rsidRPr="000C5D4B">
        <w:rPr>
          <w:rFonts w:cstheme="minorHAnsi"/>
          <w:bCs/>
          <w:color w:val="auto"/>
          <w:sz w:val="20"/>
          <w:szCs w:val="20"/>
          <w:lang w:val="lt-LT"/>
        </w:rPr>
        <w:t>kiti metalo apdirbimo reikmenys.</w:t>
      </w:r>
    </w:p>
    <w:p w14:paraId="02D18654" w14:textId="315CD9C5" w:rsidR="00FE544D" w:rsidRPr="000C5D4B" w:rsidRDefault="006D4DA6" w:rsidP="000C5D4B">
      <w:pPr>
        <w:pStyle w:val="Antrat2"/>
        <w:numPr>
          <w:ilvl w:val="0"/>
          <w:numId w:val="21"/>
        </w:numPr>
        <w:rPr>
          <w:rFonts w:cstheme="minorHAnsi"/>
          <w:color w:val="auto"/>
          <w:sz w:val="20"/>
          <w:szCs w:val="20"/>
          <w:lang w:val="lt-LT"/>
        </w:rPr>
      </w:pPr>
      <w:r w:rsidRPr="00487265">
        <w:rPr>
          <w:rFonts w:cstheme="minorHAnsi"/>
          <w:color w:val="auto"/>
          <w:sz w:val="20"/>
          <w:szCs w:val="20"/>
          <w:lang w:val="lt-LT"/>
        </w:rPr>
        <w:t>Pirkimo objekto apimtys</w:t>
      </w:r>
    </w:p>
    <w:tbl>
      <w:tblPr>
        <w:tblStyle w:val="TableGrid1"/>
        <w:tblW w:w="5000" w:type="pct"/>
        <w:tblLook w:val="04A0" w:firstRow="1" w:lastRow="0" w:firstColumn="1" w:lastColumn="0" w:noHBand="0" w:noVBand="1"/>
      </w:tblPr>
      <w:tblGrid>
        <w:gridCol w:w="548"/>
        <w:gridCol w:w="6480"/>
        <w:gridCol w:w="1092"/>
        <w:gridCol w:w="1230"/>
      </w:tblGrid>
      <w:tr w:rsidR="000F3162" w:rsidRPr="00487265" w14:paraId="1927DF86" w14:textId="77777777" w:rsidTr="00AA31AA">
        <w:tc>
          <w:tcPr>
            <w:tcW w:w="293" w:type="pct"/>
            <w:vAlign w:val="center"/>
          </w:tcPr>
          <w:p w14:paraId="0B66F9DF" w14:textId="77777777" w:rsidR="000F3162" w:rsidRPr="00487265" w:rsidRDefault="000F3162" w:rsidP="00AA31AA">
            <w:pPr>
              <w:spacing w:before="60" w:after="60"/>
              <w:jc w:val="center"/>
              <w:rPr>
                <w:rFonts w:asciiTheme="minorHAnsi" w:eastAsiaTheme="minorHAnsi" w:hAnsiTheme="minorHAnsi" w:cstheme="minorHAnsi"/>
                <w:b/>
                <w:color w:val="FF0000"/>
              </w:rPr>
            </w:pPr>
            <w:r w:rsidRPr="00487265">
              <w:rPr>
                <w:rFonts w:asciiTheme="minorHAnsi" w:eastAsiaTheme="minorHAnsi" w:hAnsiTheme="minorHAnsi" w:cstheme="minorHAnsi"/>
                <w:b/>
              </w:rPr>
              <w:t>Eil. Nr.</w:t>
            </w:r>
          </w:p>
        </w:tc>
        <w:tc>
          <w:tcPr>
            <w:tcW w:w="3465" w:type="pct"/>
            <w:vAlign w:val="center"/>
          </w:tcPr>
          <w:p w14:paraId="088C95E4" w14:textId="77777777" w:rsidR="000F3162" w:rsidRPr="00487265" w:rsidRDefault="000F3162" w:rsidP="00AA31AA">
            <w:pPr>
              <w:spacing w:before="60" w:after="60"/>
              <w:jc w:val="center"/>
              <w:rPr>
                <w:rFonts w:asciiTheme="minorHAnsi" w:eastAsiaTheme="minorHAnsi" w:hAnsiTheme="minorHAnsi" w:cstheme="minorHAnsi"/>
                <w:b/>
              </w:rPr>
            </w:pPr>
            <w:r w:rsidRPr="00487265">
              <w:rPr>
                <w:rFonts w:asciiTheme="minorHAnsi" w:eastAsiaTheme="minorHAnsi" w:hAnsiTheme="minorHAnsi" w:cstheme="minorHAnsi"/>
                <w:b/>
              </w:rPr>
              <w:t>Pavadinimas</w:t>
            </w:r>
          </w:p>
        </w:tc>
        <w:tc>
          <w:tcPr>
            <w:tcW w:w="584" w:type="pct"/>
            <w:vAlign w:val="center"/>
          </w:tcPr>
          <w:p w14:paraId="5718373F" w14:textId="0FF4B562" w:rsidR="000F3162" w:rsidRPr="00487265" w:rsidRDefault="000F3162" w:rsidP="00AA31AA">
            <w:pPr>
              <w:spacing w:before="60" w:after="60"/>
              <w:jc w:val="center"/>
              <w:rPr>
                <w:rFonts w:asciiTheme="minorHAnsi" w:hAnsiTheme="minorHAnsi" w:cstheme="minorHAnsi"/>
                <w:b/>
              </w:rPr>
            </w:pPr>
            <w:r w:rsidRPr="00487265">
              <w:rPr>
                <w:rFonts w:asciiTheme="minorHAnsi" w:eastAsiaTheme="minorHAnsi" w:hAnsiTheme="minorHAnsi" w:cstheme="minorHAnsi"/>
                <w:b/>
              </w:rPr>
              <w:t>Kiekis</w:t>
            </w:r>
            <w:r w:rsidR="00BF207B" w:rsidRPr="00487265">
              <w:rPr>
                <w:rFonts w:asciiTheme="minorHAnsi" w:eastAsiaTheme="minorHAnsi" w:hAnsiTheme="minorHAnsi" w:cstheme="minorHAnsi"/>
                <w:b/>
              </w:rPr>
              <w:t xml:space="preserve"> </w:t>
            </w:r>
            <w:r w:rsidR="00512081" w:rsidRPr="00487265">
              <w:rPr>
                <w:rFonts w:asciiTheme="minorHAnsi" w:eastAsiaTheme="minorHAnsi" w:hAnsiTheme="minorHAnsi" w:cstheme="minorHAnsi"/>
                <w:b/>
              </w:rPr>
              <w:t>(</w:t>
            </w:r>
            <w:r w:rsidR="00BF207B" w:rsidRPr="00487265">
              <w:rPr>
                <w:rFonts w:asciiTheme="minorHAnsi" w:eastAsiaTheme="minorHAnsi" w:hAnsiTheme="minorHAnsi" w:cstheme="minorHAnsi"/>
                <w:b/>
              </w:rPr>
              <w:t>apimtis</w:t>
            </w:r>
            <w:r w:rsidR="00512081" w:rsidRPr="00487265">
              <w:rPr>
                <w:rFonts w:asciiTheme="minorHAnsi" w:eastAsiaTheme="minorHAnsi" w:hAnsiTheme="minorHAnsi" w:cstheme="minorHAnsi"/>
                <w:b/>
              </w:rPr>
              <w:t>)</w:t>
            </w:r>
          </w:p>
        </w:tc>
        <w:tc>
          <w:tcPr>
            <w:tcW w:w="658" w:type="pct"/>
            <w:vAlign w:val="center"/>
          </w:tcPr>
          <w:p w14:paraId="2000213C" w14:textId="61676846" w:rsidR="000F3162" w:rsidRPr="00487265" w:rsidRDefault="000F3162" w:rsidP="00AA31AA">
            <w:pPr>
              <w:spacing w:before="60" w:after="60"/>
              <w:jc w:val="center"/>
              <w:rPr>
                <w:rFonts w:asciiTheme="minorHAnsi" w:hAnsiTheme="minorHAnsi" w:cstheme="minorHAnsi"/>
                <w:b/>
              </w:rPr>
            </w:pPr>
            <w:r w:rsidRPr="00487265">
              <w:rPr>
                <w:rFonts w:asciiTheme="minorHAnsi" w:hAnsiTheme="minorHAnsi" w:cstheme="minorHAnsi"/>
                <w:b/>
              </w:rPr>
              <w:t>Matavimo vnt.</w:t>
            </w:r>
          </w:p>
        </w:tc>
      </w:tr>
      <w:tr w:rsidR="00F1024B" w:rsidRPr="00487265" w14:paraId="21EE904E" w14:textId="77777777" w:rsidTr="0082584A">
        <w:tc>
          <w:tcPr>
            <w:tcW w:w="293" w:type="pct"/>
          </w:tcPr>
          <w:p w14:paraId="14717734" w14:textId="463AC3D0" w:rsidR="00F1024B" w:rsidRPr="00487265" w:rsidRDefault="00B84FE2" w:rsidP="00F1024B">
            <w:pPr>
              <w:spacing w:before="60" w:after="60"/>
              <w:jc w:val="center"/>
              <w:rPr>
                <w:rFonts w:asciiTheme="minorHAnsi" w:eastAsiaTheme="minorHAnsi" w:hAnsiTheme="minorHAnsi" w:cstheme="minorHAnsi"/>
              </w:rPr>
            </w:pPr>
            <w:r w:rsidRPr="00487265">
              <w:rPr>
                <w:rFonts w:asciiTheme="minorHAnsi" w:eastAsiaTheme="minorHAnsi" w:hAnsiTheme="minorHAnsi" w:cstheme="minorHAnsi"/>
              </w:rPr>
              <w:t>1</w:t>
            </w:r>
          </w:p>
        </w:tc>
        <w:tc>
          <w:tcPr>
            <w:tcW w:w="3465" w:type="pct"/>
            <w:vAlign w:val="bottom"/>
          </w:tcPr>
          <w:p w14:paraId="5FF6B791" w14:textId="159F03E9" w:rsidR="00F1024B" w:rsidRPr="000C5D4B" w:rsidRDefault="0081389B" w:rsidP="00F1024B">
            <w:pPr>
              <w:spacing w:before="60" w:after="60"/>
              <w:rPr>
                <w:rFonts w:asciiTheme="minorHAnsi" w:eastAsiaTheme="minorHAnsi" w:hAnsiTheme="minorHAnsi" w:cstheme="minorHAnsi"/>
              </w:rPr>
            </w:pPr>
            <w:r w:rsidRPr="000C5D4B">
              <w:rPr>
                <w:rFonts w:asciiTheme="minorHAnsi" w:hAnsiTheme="minorHAnsi" w:cstheme="minorHAnsi"/>
              </w:rPr>
              <w:t>Tekinimo plokštelė</w:t>
            </w:r>
          </w:p>
        </w:tc>
        <w:tc>
          <w:tcPr>
            <w:tcW w:w="584" w:type="pct"/>
            <w:shd w:val="clear" w:color="auto" w:fill="auto"/>
          </w:tcPr>
          <w:p w14:paraId="3CB7C5FF" w14:textId="26ACB8CA" w:rsidR="00F1024B" w:rsidRPr="000C5D4B" w:rsidRDefault="0082584A" w:rsidP="00F1024B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  <w:r w:rsidRPr="000C5D4B">
              <w:rPr>
                <w:rFonts w:asciiTheme="minorHAnsi" w:hAnsiTheme="minorHAnsi" w:cstheme="minorHAnsi"/>
              </w:rPr>
              <w:t>100</w:t>
            </w:r>
          </w:p>
        </w:tc>
        <w:tc>
          <w:tcPr>
            <w:tcW w:w="658" w:type="pct"/>
          </w:tcPr>
          <w:p w14:paraId="47DC8F00" w14:textId="7D8DA507" w:rsidR="00F1024B" w:rsidRPr="000C5D4B" w:rsidRDefault="0081389B" w:rsidP="00F1024B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  <w:r w:rsidRPr="000C5D4B">
              <w:rPr>
                <w:rFonts w:asciiTheme="minorHAnsi" w:hAnsiTheme="minorHAnsi" w:cstheme="minorHAnsi"/>
              </w:rPr>
              <w:t>vnt.</w:t>
            </w:r>
          </w:p>
        </w:tc>
      </w:tr>
      <w:tr w:rsidR="00DF5376" w:rsidRPr="00487265" w14:paraId="0313828A" w14:textId="77777777" w:rsidTr="0082584A">
        <w:tc>
          <w:tcPr>
            <w:tcW w:w="293" w:type="pct"/>
          </w:tcPr>
          <w:p w14:paraId="0B218A74" w14:textId="32EADC9E" w:rsidR="00DF5376" w:rsidRPr="00487265" w:rsidRDefault="00DF5376" w:rsidP="00DF5376">
            <w:pPr>
              <w:spacing w:before="60" w:after="60"/>
              <w:jc w:val="center"/>
              <w:rPr>
                <w:rFonts w:asciiTheme="minorHAnsi" w:eastAsiaTheme="minorHAnsi" w:hAnsiTheme="minorHAnsi" w:cstheme="minorHAnsi"/>
              </w:rPr>
            </w:pPr>
            <w:r w:rsidRPr="00487265">
              <w:rPr>
                <w:rFonts w:asciiTheme="minorHAnsi" w:eastAsiaTheme="minorHAnsi" w:hAnsiTheme="minorHAnsi" w:cstheme="minorHAnsi"/>
              </w:rPr>
              <w:t>2</w:t>
            </w:r>
          </w:p>
        </w:tc>
        <w:tc>
          <w:tcPr>
            <w:tcW w:w="3465" w:type="pct"/>
            <w:vAlign w:val="center"/>
          </w:tcPr>
          <w:p w14:paraId="20C943C2" w14:textId="556DA1F8" w:rsidR="00DF5376" w:rsidRPr="000C5D4B" w:rsidRDefault="00DF5376" w:rsidP="00DF5376">
            <w:pPr>
              <w:spacing w:before="60" w:after="60"/>
              <w:rPr>
                <w:rFonts w:asciiTheme="minorHAnsi" w:hAnsiTheme="minorHAnsi" w:cstheme="minorHAnsi"/>
              </w:rPr>
            </w:pPr>
            <w:r w:rsidRPr="000C5D4B">
              <w:rPr>
                <w:rFonts w:asciiTheme="minorHAnsi" w:hAnsiTheme="minorHAnsi" w:cstheme="minorHAnsi"/>
              </w:rPr>
              <w:t>Laikiklis (kairinis)</w:t>
            </w:r>
          </w:p>
        </w:tc>
        <w:tc>
          <w:tcPr>
            <w:tcW w:w="584" w:type="pct"/>
            <w:shd w:val="clear" w:color="auto" w:fill="auto"/>
          </w:tcPr>
          <w:p w14:paraId="6439251E" w14:textId="070DD711" w:rsidR="00DF5376" w:rsidRPr="000C5D4B" w:rsidRDefault="0082584A" w:rsidP="00DF5376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  <w:r w:rsidRPr="000C5D4B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658" w:type="pct"/>
          </w:tcPr>
          <w:p w14:paraId="7F51E036" w14:textId="38BBC7E2" w:rsidR="00DF5376" w:rsidRPr="000C5D4B" w:rsidRDefault="00DF5376" w:rsidP="00DF5376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  <w:r w:rsidRPr="000C5D4B">
              <w:rPr>
                <w:rFonts w:asciiTheme="minorHAnsi" w:hAnsiTheme="minorHAnsi" w:cstheme="minorHAnsi"/>
              </w:rPr>
              <w:t>vnt.</w:t>
            </w:r>
          </w:p>
        </w:tc>
      </w:tr>
      <w:tr w:rsidR="00DF5376" w:rsidRPr="00487265" w14:paraId="5411E99F" w14:textId="77777777" w:rsidTr="0082584A">
        <w:tc>
          <w:tcPr>
            <w:tcW w:w="293" w:type="pct"/>
          </w:tcPr>
          <w:p w14:paraId="14D7D6B4" w14:textId="3880D32C" w:rsidR="00DF5376" w:rsidRPr="00487265" w:rsidRDefault="00DF5376" w:rsidP="00DF5376">
            <w:pPr>
              <w:spacing w:before="60" w:after="60"/>
              <w:jc w:val="center"/>
              <w:rPr>
                <w:rFonts w:asciiTheme="minorHAnsi" w:eastAsiaTheme="minorHAnsi" w:hAnsiTheme="minorHAnsi" w:cstheme="minorHAnsi"/>
              </w:rPr>
            </w:pPr>
            <w:r w:rsidRPr="00487265">
              <w:rPr>
                <w:rFonts w:asciiTheme="minorHAnsi" w:eastAsiaTheme="minorHAnsi" w:hAnsiTheme="minorHAnsi" w:cstheme="minorHAnsi"/>
              </w:rPr>
              <w:t>3</w:t>
            </w:r>
          </w:p>
        </w:tc>
        <w:tc>
          <w:tcPr>
            <w:tcW w:w="3465" w:type="pct"/>
            <w:vAlign w:val="center"/>
          </w:tcPr>
          <w:p w14:paraId="375467CC" w14:textId="4F2F63CD" w:rsidR="00DF5376" w:rsidRPr="000C5D4B" w:rsidRDefault="00DF5376" w:rsidP="00DF5376">
            <w:pPr>
              <w:spacing w:before="60" w:after="60"/>
              <w:rPr>
                <w:rFonts w:asciiTheme="minorHAnsi" w:hAnsiTheme="minorHAnsi" w:cstheme="minorHAnsi"/>
              </w:rPr>
            </w:pPr>
            <w:r w:rsidRPr="000C5D4B">
              <w:rPr>
                <w:rFonts w:asciiTheme="minorHAnsi" w:hAnsiTheme="minorHAnsi" w:cstheme="minorHAnsi"/>
              </w:rPr>
              <w:t>Laikiklis (dešininis)</w:t>
            </w:r>
          </w:p>
        </w:tc>
        <w:tc>
          <w:tcPr>
            <w:tcW w:w="584" w:type="pct"/>
            <w:shd w:val="clear" w:color="auto" w:fill="auto"/>
          </w:tcPr>
          <w:p w14:paraId="3C1EBDA0" w14:textId="5F65D609" w:rsidR="00DF5376" w:rsidRPr="000C5D4B" w:rsidRDefault="0082584A" w:rsidP="00DF5376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  <w:r w:rsidRPr="000C5D4B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658" w:type="pct"/>
          </w:tcPr>
          <w:p w14:paraId="025D65AA" w14:textId="16F0039E" w:rsidR="00DF5376" w:rsidRPr="000C5D4B" w:rsidRDefault="00DF5376" w:rsidP="00DF5376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  <w:r w:rsidRPr="000C5D4B">
              <w:rPr>
                <w:rFonts w:asciiTheme="minorHAnsi" w:hAnsiTheme="minorHAnsi" w:cstheme="minorHAnsi"/>
              </w:rPr>
              <w:t>vnt.</w:t>
            </w:r>
          </w:p>
        </w:tc>
      </w:tr>
      <w:tr w:rsidR="00DF5376" w:rsidRPr="00487265" w14:paraId="7F07F97B" w14:textId="77777777" w:rsidTr="0082584A">
        <w:tc>
          <w:tcPr>
            <w:tcW w:w="293" w:type="pct"/>
          </w:tcPr>
          <w:p w14:paraId="4041B3E9" w14:textId="0AAFC5B5" w:rsidR="00DF5376" w:rsidRPr="000C5D4B" w:rsidRDefault="000C5D4B" w:rsidP="00DF5376">
            <w:pPr>
              <w:spacing w:before="60" w:after="60"/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</w:rPr>
              <w:t>4</w:t>
            </w:r>
          </w:p>
        </w:tc>
        <w:tc>
          <w:tcPr>
            <w:tcW w:w="3465" w:type="pct"/>
            <w:vAlign w:val="center"/>
          </w:tcPr>
          <w:p w14:paraId="339FCD22" w14:textId="28656781" w:rsidR="00DF5376" w:rsidRPr="000C5D4B" w:rsidRDefault="00B75AB9" w:rsidP="00DF5376">
            <w:pPr>
              <w:spacing w:before="60" w:after="60"/>
              <w:rPr>
                <w:rFonts w:asciiTheme="minorHAnsi" w:hAnsiTheme="minorHAnsi" w:cstheme="minorHAnsi"/>
              </w:rPr>
            </w:pPr>
            <w:r w:rsidRPr="000C5D4B">
              <w:rPr>
                <w:rFonts w:asciiTheme="minorHAnsi" w:hAnsiTheme="minorHAnsi" w:cstheme="minorHAnsi"/>
              </w:rPr>
              <w:t>Frezavimo plokštelė</w:t>
            </w:r>
          </w:p>
        </w:tc>
        <w:tc>
          <w:tcPr>
            <w:tcW w:w="584" w:type="pct"/>
            <w:shd w:val="clear" w:color="auto" w:fill="auto"/>
          </w:tcPr>
          <w:p w14:paraId="148D62E0" w14:textId="2F1B96F9" w:rsidR="00DF5376" w:rsidRPr="000C5D4B" w:rsidRDefault="0082584A" w:rsidP="00DF5376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  <w:r w:rsidRPr="000C5D4B">
              <w:rPr>
                <w:rFonts w:asciiTheme="minorHAnsi" w:hAnsiTheme="minorHAnsi" w:cstheme="minorHAnsi"/>
              </w:rPr>
              <w:t>100</w:t>
            </w:r>
          </w:p>
        </w:tc>
        <w:tc>
          <w:tcPr>
            <w:tcW w:w="658" w:type="pct"/>
          </w:tcPr>
          <w:p w14:paraId="0F16F6D5" w14:textId="65D41C33" w:rsidR="00DF5376" w:rsidRPr="000C5D4B" w:rsidRDefault="00DF5376" w:rsidP="00DF5376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  <w:r w:rsidRPr="000C5D4B">
              <w:rPr>
                <w:rFonts w:asciiTheme="minorHAnsi" w:hAnsiTheme="minorHAnsi" w:cstheme="minorHAnsi"/>
              </w:rPr>
              <w:t>vnt.</w:t>
            </w:r>
          </w:p>
        </w:tc>
      </w:tr>
      <w:tr w:rsidR="00DF5376" w:rsidRPr="00487265" w14:paraId="7085E078" w14:textId="77777777" w:rsidTr="0082584A">
        <w:tc>
          <w:tcPr>
            <w:tcW w:w="293" w:type="pct"/>
          </w:tcPr>
          <w:p w14:paraId="4F65F0B4" w14:textId="531CDEAB" w:rsidR="00DF5376" w:rsidRPr="00487265" w:rsidRDefault="000C5D4B" w:rsidP="00DF5376">
            <w:pPr>
              <w:spacing w:before="60" w:after="6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  <w:tc>
          <w:tcPr>
            <w:tcW w:w="3465" w:type="pct"/>
            <w:vAlign w:val="center"/>
          </w:tcPr>
          <w:p w14:paraId="14CFF632" w14:textId="6F15915F" w:rsidR="00DF5376" w:rsidRPr="000C5D4B" w:rsidRDefault="006846D3" w:rsidP="00DF5376">
            <w:pPr>
              <w:spacing w:before="60" w:after="60"/>
              <w:rPr>
                <w:rFonts w:asciiTheme="minorHAnsi" w:hAnsiTheme="minorHAnsi" w:cstheme="minorHAnsi"/>
              </w:rPr>
            </w:pPr>
            <w:r w:rsidRPr="000C5D4B">
              <w:rPr>
                <w:rFonts w:asciiTheme="minorHAnsi" w:hAnsiTheme="minorHAnsi" w:cstheme="minorHAnsi"/>
              </w:rPr>
              <w:t>Varžtų rinkinys keičiamoms plokštelėms</w:t>
            </w:r>
          </w:p>
        </w:tc>
        <w:tc>
          <w:tcPr>
            <w:tcW w:w="584" w:type="pct"/>
            <w:shd w:val="clear" w:color="auto" w:fill="auto"/>
          </w:tcPr>
          <w:p w14:paraId="0924969D" w14:textId="2F006ACE" w:rsidR="00DF5376" w:rsidRPr="000C5D4B" w:rsidRDefault="0082584A" w:rsidP="00DF5376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  <w:r w:rsidRPr="000C5D4B">
              <w:rPr>
                <w:rFonts w:asciiTheme="minorHAnsi" w:hAnsiTheme="minorHAnsi" w:cstheme="minorHAnsi"/>
              </w:rPr>
              <w:t>30</w:t>
            </w:r>
          </w:p>
        </w:tc>
        <w:tc>
          <w:tcPr>
            <w:tcW w:w="658" w:type="pct"/>
          </w:tcPr>
          <w:p w14:paraId="5BB2AC39" w14:textId="70229F87" w:rsidR="00DF5376" w:rsidRPr="000C5D4B" w:rsidRDefault="00DF5376" w:rsidP="00DF5376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  <w:r w:rsidRPr="000C5D4B">
              <w:rPr>
                <w:rFonts w:asciiTheme="minorHAnsi" w:hAnsiTheme="minorHAnsi" w:cstheme="minorHAnsi"/>
              </w:rPr>
              <w:t>vnt.</w:t>
            </w:r>
          </w:p>
        </w:tc>
      </w:tr>
      <w:tr w:rsidR="00DF5376" w:rsidRPr="00487265" w14:paraId="60B8A8A6" w14:textId="77777777" w:rsidTr="0082584A">
        <w:tc>
          <w:tcPr>
            <w:tcW w:w="293" w:type="pct"/>
          </w:tcPr>
          <w:p w14:paraId="7AA6699A" w14:textId="6460F321" w:rsidR="00DF5376" w:rsidRPr="00487265" w:rsidRDefault="000C5D4B" w:rsidP="00DF5376">
            <w:pPr>
              <w:spacing w:before="60" w:after="6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  <w:tc>
          <w:tcPr>
            <w:tcW w:w="3465" w:type="pct"/>
            <w:vAlign w:val="center"/>
          </w:tcPr>
          <w:p w14:paraId="5D2E2969" w14:textId="6C8F8190" w:rsidR="00DF5376" w:rsidRPr="000C5D4B" w:rsidRDefault="0064065B" w:rsidP="00DF5376">
            <w:pPr>
              <w:spacing w:before="60" w:after="60"/>
              <w:rPr>
                <w:rFonts w:asciiTheme="minorHAnsi" w:hAnsiTheme="minorHAnsi" w:cstheme="minorHAnsi"/>
              </w:rPr>
            </w:pPr>
            <w:r w:rsidRPr="000C5D4B">
              <w:rPr>
                <w:rFonts w:asciiTheme="minorHAnsi" w:hAnsiTheme="minorHAnsi" w:cstheme="minorHAnsi"/>
              </w:rPr>
              <w:t xml:space="preserve">Varžtų rinkinys keičiamoms plokštelėms </w:t>
            </w:r>
          </w:p>
        </w:tc>
        <w:tc>
          <w:tcPr>
            <w:tcW w:w="584" w:type="pct"/>
            <w:shd w:val="clear" w:color="auto" w:fill="auto"/>
          </w:tcPr>
          <w:p w14:paraId="4EF793B6" w14:textId="41C89DB6" w:rsidR="00DF5376" w:rsidRPr="000C5D4B" w:rsidRDefault="0082584A" w:rsidP="00DF5376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  <w:r w:rsidRPr="000C5D4B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658" w:type="pct"/>
          </w:tcPr>
          <w:p w14:paraId="0AEA7C8B" w14:textId="1FB071BE" w:rsidR="00DF5376" w:rsidRPr="000C5D4B" w:rsidRDefault="00DF5376" w:rsidP="00DF5376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  <w:r w:rsidRPr="000C5D4B">
              <w:rPr>
                <w:rFonts w:asciiTheme="minorHAnsi" w:hAnsiTheme="minorHAnsi" w:cstheme="minorHAnsi"/>
              </w:rPr>
              <w:t>vnt.</w:t>
            </w:r>
          </w:p>
        </w:tc>
      </w:tr>
      <w:tr w:rsidR="0064065B" w:rsidRPr="00487265" w14:paraId="25CCDE44" w14:textId="77777777" w:rsidTr="0082584A">
        <w:tc>
          <w:tcPr>
            <w:tcW w:w="293" w:type="pct"/>
          </w:tcPr>
          <w:p w14:paraId="5399872A" w14:textId="4719EBDE" w:rsidR="0064065B" w:rsidRDefault="000C5D4B" w:rsidP="00DF5376">
            <w:pPr>
              <w:spacing w:before="60" w:after="6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7</w:t>
            </w:r>
          </w:p>
        </w:tc>
        <w:tc>
          <w:tcPr>
            <w:tcW w:w="3465" w:type="pct"/>
            <w:vAlign w:val="center"/>
          </w:tcPr>
          <w:p w14:paraId="43E33FAF" w14:textId="2D1AAF3E" w:rsidR="0064065B" w:rsidRPr="000C5D4B" w:rsidRDefault="00CB6F7D" w:rsidP="00DF5376">
            <w:pPr>
              <w:spacing w:before="60" w:after="60"/>
              <w:rPr>
                <w:rFonts w:asciiTheme="minorHAnsi" w:hAnsiTheme="minorHAnsi" w:cstheme="minorHAnsi"/>
              </w:rPr>
            </w:pPr>
            <w:r w:rsidRPr="000C5D4B">
              <w:rPr>
                <w:rFonts w:asciiTheme="minorHAnsi" w:hAnsiTheme="minorHAnsi" w:cstheme="minorHAnsi"/>
              </w:rPr>
              <w:t>Plokštelė išoriniam sriegimui</w:t>
            </w:r>
          </w:p>
        </w:tc>
        <w:tc>
          <w:tcPr>
            <w:tcW w:w="584" w:type="pct"/>
            <w:shd w:val="clear" w:color="auto" w:fill="auto"/>
          </w:tcPr>
          <w:p w14:paraId="000EE5DC" w14:textId="4398014C" w:rsidR="0064065B" w:rsidRPr="000C5D4B" w:rsidRDefault="0082584A" w:rsidP="00DF5376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  <w:r w:rsidRPr="000C5D4B">
              <w:rPr>
                <w:rFonts w:asciiTheme="minorHAnsi" w:hAnsiTheme="minorHAnsi" w:cstheme="minorHAnsi"/>
              </w:rPr>
              <w:t>100</w:t>
            </w:r>
          </w:p>
        </w:tc>
        <w:tc>
          <w:tcPr>
            <w:tcW w:w="658" w:type="pct"/>
          </w:tcPr>
          <w:p w14:paraId="5694CEC2" w14:textId="69E85B70" w:rsidR="0064065B" w:rsidRPr="000C5D4B" w:rsidRDefault="0064065B" w:rsidP="00DF5376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  <w:r w:rsidRPr="000C5D4B">
              <w:rPr>
                <w:rFonts w:asciiTheme="minorHAnsi" w:hAnsiTheme="minorHAnsi" w:cstheme="minorHAnsi"/>
              </w:rPr>
              <w:t>vnt.</w:t>
            </w:r>
          </w:p>
        </w:tc>
      </w:tr>
    </w:tbl>
    <w:p w14:paraId="558C77B4" w14:textId="77777777" w:rsidR="00D26928" w:rsidRPr="00487265" w:rsidRDefault="00D26928" w:rsidP="009510F5">
      <w:pPr>
        <w:rPr>
          <w:rFonts w:cstheme="minorHAnsi"/>
          <w:color w:val="auto"/>
          <w:sz w:val="20"/>
          <w:szCs w:val="20"/>
          <w:lang w:val="lt-LT"/>
        </w:rPr>
      </w:pPr>
    </w:p>
    <w:p w14:paraId="011D9E45" w14:textId="177747C3" w:rsidR="00CD2542" w:rsidRPr="00487265" w:rsidRDefault="00136855" w:rsidP="448AF65C">
      <w:pPr>
        <w:spacing w:before="60" w:line="240" w:lineRule="auto"/>
        <w:jc w:val="both"/>
        <w:rPr>
          <w:noProof/>
          <w:color w:val="auto"/>
          <w:sz w:val="20"/>
          <w:szCs w:val="20"/>
          <w:lang w:val="lt-LT" w:eastAsia="en-US"/>
        </w:rPr>
      </w:pPr>
      <w:r w:rsidRPr="00487265">
        <w:rPr>
          <w:color w:val="auto"/>
          <w:sz w:val="20"/>
          <w:szCs w:val="20"/>
          <w:lang w:val="lt-LT"/>
        </w:rPr>
        <w:t>Nurodytas</w:t>
      </w:r>
    </w:p>
    <w:p w14:paraId="48164FEB" w14:textId="06B24BCA" w:rsidR="00CD2542" w:rsidRPr="00487265" w:rsidRDefault="00AE7398" w:rsidP="0020351C">
      <w:pPr>
        <w:spacing w:before="60" w:line="240" w:lineRule="auto"/>
        <w:jc w:val="both"/>
        <w:rPr>
          <w:noProof/>
          <w:color w:val="auto"/>
          <w:sz w:val="20"/>
          <w:szCs w:val="20"/>
          <w:lang w:val="lt-LT" w:eastAsia="en-US"/>
        </w:rPr>
      </w:pPr>
      <w:sdt>
        <w:sdtPr>
          <w:rPr>
            <w:rFonts w:cstheme="minorHAnsi"/>
            <w:sz w:val="20"/>
            <w:szCs w:val="20"/>
            <w:lang w:val="lt-LT"/>
          </w:rPr>
          <w:id w:val="-132997008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C5D4B">
            <w:rPr>
              <w:rFonts w:ascii="MS Gothic" w:eastAsia="MS Gothic" w:hAnsi="MS Gothic" w:cstheme="minorHAnsi" w:hint="eastAsia"/>
              <w:sz w:val="20"/>
              <w:szCs w:val="20"/>
              <w:lang w:val="lt-LT"/>
            </w:rPr>
            <w:t>☒</w:t>
          </w:r>
        </w:sdtContent>
      </w:sdt>
      <w:r w:rsidR="00796F04" w:rsidRPr="00487265">
        <w:rPr>
          <w:sz w:val="20"/>
          <w:szCs w:val="20"/>
          <w:lang w:val="lt-LT"/>
        </w:rPr>
        <w:t xml:space="preserve"> </w:t>
      </w:r>
      <w:r w:rsidR="00796F04" w:rsidRPr="00487265">
        <w:rPr>
          <w:color w:val="auto"/>
          <w:sz w:val="20"/>
          <w:szCs w:val="20"/>
          <w:lang w:val="lt-LT"/>
        </w:rPr>
        <w:t xml:space="preserve">konkretus </w:t>
      </w:r>
      <w:r w:rsidR="00546012" w:rsidRPr="00487265">
        <w:rPr>
          <w:noProof/>
          <w:color w:val="auto"/>
          <w:sz w:val="20"/>
          <w:szCs w:val="20"/>
          <w:lang w:val="lt-LT" w:eastAsia="en-US"/>
        </w:rPr>
        <w:t xml:space="preserve">planuojamas įsigyti kiekis, </w:t>
      </w:r>
      <w:r w:rsidR="00CD2542" w:rsidRPr="00487265">
        <w:rPr>
          <w:noProof/>
          <w:color w:val="auto"/>
          <w:sz w:val="20"/>
          <w:szCs w:val="20"/>
          <w:lang w:val="lt-LT" w:eastAsia="en-US"/>
        </w:rPr>
        <w:t>kurį Pirkėjas įsipareigoja išpirkti;</w:t>
      </w:r>
    </w:p>
    <w:p w14:paraId="78AFEA88" w14:textId="47CE9837" w:rsidR="00505A11" w:rsidRPr="00487265" w:rsidRDefault="001E4972" w:rsidP="00DD282A">
      <w:pPr>
        <w:pStyle w:val="Antrat2"/>
        <w:numPr>
          <w:ilvl w:val="0"/>
          <w:numId w:val="21"/>
        </w:numPr>
        <w:rPr>
          <w:rFonts w:cstheme="minorHAnsi"/>
          <w:color w:val="auto"/>
          <w:lang w:val="lt-LT"/>
        </w:rPr>
      </w:pPr>
      <w:r w:rsidRPr="00487265">
        <w:rPr>
          <w:rFonts w:cstheme="minorHAnsi"/>
          <w:color w:val="auto"/>
          <w:lang w:val="lt-LT"/>
        </w:rPr>
        <w:t xml:space="preserve">Sutarties </w:t>
      </w:r>
      <w:r w:rsidR="00FB440E" w:rsidRPr="00487265">
        <w:rPr>
          <w:rFonts w:cstheme="minorHAnsi"/>
          <w:color w:val="auto"/>
          <w:lang w:val="lt-LT"/>
        </w:rPr>
        <w:t>vykdymo vieta</w:t>
      </w:r>
      <w:r w:rsidRPr="00487265">
        <w:rPr>
          <w:rFonts w:cstheme="minorHAnsi"/>
          <w:color w:val="auto"/>
          <w:lang w:val="lt-LT"/>
        </w:rPr>
        <w:t>(-</w:t>
      </w:r>
      <w:proofErr w:type="spellStart"/>
      <w:r w:rsidRPr="00487265">
        <w:rPr>
          <w:rFonts w:cstheme="minorHAnsi"/>
          <w:color w:val="auto"/>
          <w:lang w:val="lt-LT"/>
        </w:rPr>
        <w:t>os</w:t>
      </w:r>
      <w:proofErr w:type="spellEnd"/>
      <w:r w:rsidRPr="00487265">
        <w:rPr>
          <w:rFonts w:cstheme="minorHAnsi"/>
          <w:color w:val="auto"/>
          <w:lang w:val="lt-LT"/>
        </w:rPr>
        <w:t>)</w:t>
      </w:r>
    </w:p>
    <w:sdt>
      <w:sdtPr>
        <w:rPr>
          <w:rFonts w:cstheme="minorHAnsi"/>
          <w:sz w:val="20"/>
          <w:szCs w:val="20"/>
          <w:lang w:val="lt-LT"/>
        </w:rPr>
        <w:id w:val="-572190996"/>
        <w:placeholder>
          <w:docPart w:val="33444160AC284213ABCFAB0D83D6A3CE"/>
        </w:placeholder>
      </w:sdtPr>
      <w:sdtEndPr/>
      <w:sdtContent>
        <w:p w14:paraId="2EE4A820" w14:textId="4761E0FE" w:rsidR="00487265" w:rsidRPr="0084472F" w:rsidRDefault="00DD282A" w:rsidP="00DD282A">
          <w:pPr>
            <w:pStyle w:val="Sraopastraipa"/>
            <w:numPr>
              <w:ilvl w:val="1"/>
              <w:numId w:val="21"/>
            </w:numPr>
            <w:shd w:val="clear" w:color="auto" w:fill="FFFFFF" w:themeFill="background1"/>
            <w:spacing w:before="60" w:after="60" w:line="240" w:lineRule="auto"/>
            <w:rPr>
              <w:rFonts w:cstheme="minorHAnsi"/>
              <w:sz w:val="20"/>
              <w:szCs w:val="20"/>
              <w:lang w:val="lt-LT"/>
            </w:rPr>
          </w:pPr>
          <w:r w:rsidRPr="0084472F">
            <w:rPr>
              <w:rFonts w:eastAsia="Calibri" w:cstheme="minorHAnsi"/>
              <w:bCs/>
              <w:color w:val="auto"/>
              <w:sz w:val="20"/>
              <w:szCs w:val="20"/>
              <w:lang w:val="lt-LT" w:eastAsia="ar-SA"/>
            </w:rPr>
            <w:t>Prekės pristatomos adres</w:t>
          </w:r>
          <w:r w:rsidR="000C5D4B">
            <w:rPr>
              <w:rFonts w:eastAsia="Calibri" w:cstheme="minorHAnsi"/>
              <w:bCs/>
              <w:color w:val="auto"/>
              <w:sz w:val="20"/>
              <w:szCs w:val="20"/>
              <w:lang w:val="lt-LT" w:eastAsia="ar-SA"/>
            </w:rPr>
            <w:t>u</w:t>
          </w:r>
          <w:r w:rsidRPr="0084472F">
            <w:rPr>
              <w:rFonts w:eastAsia="Calibri" w:cstheme="minorHAnsi"/>
              <w:bCs/>
              <w:color w:val="auto"/>
              <w:sz w:val="20"/>
              <w:szCs w:val="20"/>
              <w:lang w:val="lt-LT" w:eastAsia="ar-SA"/>
            </w:rPr>
            <w:t>: Puškino g. 1, Radviliškis</w:t>
          </w:r>
        </w:p>
      </w:sdtContent>
    </w:sdt>
    <w:p w14:paraId="3A5D902F" w14:textId="5352E9EA" w:rsidR="003D078C" w:rsidRPr="00487265" w:rsidRDefault="00DF6DD4" w:rsidP="00D951BA">
      <w:pPr>
        <w:pStyle w:val="Antrat2"/>
        <w:numPr>
          <w:ilvl w:val="0"/>
          <w:numId w:val="21"/>
        </w:numPr>
        <w:rPr>
          <w:rFonts w:cstheme="minorHAnsi"/>
          <w:color w:val="auto"/>
          <w:lang w:val="lt-LT"/>
        </w:rPr>
      </w:pPr>
      <w:r w:rsidRPr="00487265">
        <w:rPr>
          <w:rFonts w:cstheme="minorHAnsi"/>
          <w:color w:val="auto"/>
          <w:lang w:val="lt-LT"/>
        </w:rPr>
        <w:t>R</w:t>
      </w:r>
      <w:r w:rsidR="00275711" w:rsidRPr="00487265">
        <w:rPr>
          <w:rFonts w:cstheme="minorHAnsi"/>
          <w:color w:val="auto"/>
          <w:lang w:val="lt-LT"/>
        </w:rPr>
        <w:t>eikalavimai</w:t>
      </w:r>
      <w:r w:rsidR="009510F5" w:rsidRPr="00487265">
        <w:rPr>
          <w:rFonts w:cstheme="minorHAnsi"/>
          <w:color w:val="auto"/>
          <w:lang w:val="lt-LT"/>
        </w:rPr>
        <w:t xml:space="preserve"> Pirkimo objektui</w:t>
      </w:r>
    </w:p>
    <w:tbl>
      <w:tblPr>
        <w:tblW w:w="9350" w:type="dxa"/>
        <w:tblLook w:val="04A0" w:firstRow="1" w:lastRow="0" w:firstColumn="1" w:lastColumn="0" w:noHBand="0" w:noVBand="1"/>
      </w:tblPr>
      <w:tblGrid>
        <w:gridCol w:w="704"/>
        <w:gridCol w:w="2185"/>
        <w:gridCol w:w="6461"/>
      </w:tblGrid>
      <w:tr w:rsidR="00081C04" w:rsidRPr="00487265" w14:paraId="66E2CA48" w14:textId="77777777" w:rsidTr="00081C04">
        <w:trPr>
          <w:trHeight w:val="6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6333C" w14:textId="5AC41350" w:rsidR="00081C04" w:rsidRPr="00487265" w:rsidRDefault="00081C04" w:rsidP="00E66A52">
            <w:pPr>
              <w:spacing w:after="0"/>
              <w:jc w:val="center"/>
              <w:rPr>
                <w:rFonts w:cstheme="minorHAnsi"/>
                <w:lang w:val="lt-LT"/>
              </w:rPr>
            </w:pPr>
            <w:r>
              <w:rPr>
                <w:rFonts w:cstheme="minorHAnsi"/>
                <w:lang w:val="lt-LT"/>
              </w:rPr>
              <w:t>1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A97BB" w14:textId="2A332A9B" w:rsidR="00081C04" w:rsidRPr="00487265" w:rsidRDefault="00081C04" w:rsidP="00E66A52">
            <w:pPr>
              <w:spacing w:after="0"/>
              <w:jc w:val="center"/>
              <w:rPr>
                <w:rFonts w:cstheme="minorHAnsi"/>
                <w:lang w:val="lt-LT"/>
              </w:rPr>
            </w:pPr>
            <w:r w:rsidRPr="00487265">
              <w:rPr>
                <w:rFonts w:cstheme="minorHAnsi"/>
                <w:lang w:val="lt-LT"/>
              </w:rPr>
              <w:t>Tekinimo plokštelė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BB348" w14:textId="77777777" w:rsidR="00081C04" w:rsidRPr="00487265" w:rsidRDefault="00081C04" w:rsidP="00487265">
            <w:pPr>
              <w:pStyle w:val="Sraopastraipa"/>
              <w:numPr>
                <w:ilvl w:val="0"/>
                <w:numId w:val="22"/>
              </w:numPr>
              <w:suppressAutoHyphens/>
              <w:spacing w:after="0" w:line="276" w:lineRule="auto"/>
              <w:contextualSpacing w:val="0"/>
              <w:rPr>
                <w:rFonts w:cstheme="minorHAnsi"/>
                <w:lang w:val="lt-LT"/>
              </w:rPr>
            </w:pPr>
            <w:r w:rsidRPr="00487265">
              <w:rPr>
                <w:rFonts w:cstheme="minorHAnsi"/>
                <w:lang w:val="lt-LT"/>
              </w:rPr>
              <w:t>Tekinimo plokštelė LNMX 191940-PM 4325 arba lygiavertė;</w:t>
            </w:r>
          </w:p>
          <w:p w14:paraId="68099C88" w14:textId="77777777" w:rsidR="00081C04" w:rsidRPr="00487265" w:rsidRDefault="00081C04" w:rsidP="00487265">
            <w:pPr>
              <w:pStyle w:val="Sraopastraipa"/>
              <w:numPr>
                <w:ilvl w:val="0"/>
                <w:numId w:val="22"/>
              </w:numPr>
              <w:suppressAutoHyphens/>
              <w:spacing w:after="0" w:line="276" w:lineRule="auto"/>
              <w:contextualSpacing w:val="0"/>
              <w:rPr>
                <w:rFonts w:cstheme="minorHAnsi"/>
                <w:lang w:val="lt-LT"/>
              </w:rPr>
            </w:pPr>
            <w:r w:rsidRPr="00487265">
              <w:rPr>
                <w:rFonts w:cstheme="minorHAnsi"/>
                <w:lang w:val="lt-LT"/>
              </w:rPr>
              <w:t>Turi tikti prekinio vagono aširačio antbriauniui aptekinti;</w:t>
            </w:r>
          </w:p>
          <w:p w14:paraId="53C70344" w14:textId="77777777" w:rsidR="00081C04" w:rsidRPr="00487265" w:rsidRDefault="00081C04" w:rsidP="00487265">
            <w:pPr>
              <w:pStyle w:val="Sraopastraipa"/>
              <w:numPr>
                <w:ilvl w:val="0"/>
                <w:numId w:val="22"/>
              </w:numPr>
              <w:suppressAutoHyphens/>
              <w:spacing w:after="0" w:line="276" w:lineRule="auto"/>
              <w:contextualSpacing w:val="0"/>
              <w:rPr>
                <w:rFonts w:cstheme="minorHAnsi"/>
                <w:lang w:val="lt-LT"/>
              </w:rPr>
            </w:pPr>
            <w:r w:rsidRPr="00487265">
              <w:rPr>
                <w:rFonts w:cstheme="minorHAnsi"/>
                <w:lang w:val="lt-LT"/>
              </w:rPr>
              <w:t xml:space="preserve"> Plokštelės turi būti skirtos tiek naujiems, tiek padėvėtiems aširačiams;</w:t>
            </w:r>
          </w:p>
          <w:p w14:paraId="14D53D32" w14:textId="77777777" w:rsidR="00081C04" w:rsidRPr="00487265" w:rsidRDefault="00081C04" w:rsidP="00487265">
            <w:pPr>
              <w:pStyle w:val="Sraopastraipa"/>
              <w:numPr>
                <w:ilvl w:val="0"/>
                <w:numId w:val="22"/>
              </w:numPr>
              <w:suppressAutoHyphens/>
              <w:spacing w:after="0" w:line="276" w:lineRule="auto"/>
              <w:contextualSpacing w:val="0"/>
              <w:rPr>
                <w:rFonts w:cstheme="minorHAnsi"/>
                <w:lang w:val="lt-LT"/>
              </w:rPr>
            </w:pPr>
            <w:r w:rsidRPr="00487265">
              <w:rPr>
                <w:rFonts w:cstheme="minorHAnsi"/>
                <w:lang w:val="lt-LT"/>
              </w:rPr>
              <w:t>Turi būti atsparios smūgiams;</w:t>
            </w:r>
          </w:p>
          <w:p w14:paraId="53995372" w14:textId="77777777" w:rsidR="00081C04" w:rsidRPr="00487265" w:rsidRDefault="00081C04" w:rsidP="00487265">
            <w:pPr>
              <w:pStyle w:val="Sraopastraipa"/>
              <w:numPr>
                <w:ilvl w:val="0"/>
                <w:numId w:val="22"/>
              </w:numPr>
              <w:suppressAutoHyphens/>
              <w:spacing w:after="0" w:line="276" w:lineRule="auto"/>
              <w:contextualSpacing w:val="0"/>
              <w:rPr>
                <w:rFonts w:cstheme="minorHAnsi"/>
                <w:lang w:val="lt-LT"/>
              </w:rPr>
            </w:pPr>
            <w:r w:rsidRPr="00487265">
              <w:rPr>
                <w:rFonts w:cstheme="minorHAnsi"/>
                <w:lang w:val="lt-LT"/>
              </w:rPr>
              <w:t xml:space="preserve"> Plokštelės ir laikikliai (2 ir 3 </w:t>
            </w:r>
            <w:proofErr w:type="spellStart"/>
            <w:r w:rsidRPr="00487265">
              <w:rPr>
                <w:rFonts w:cstheme="minorHAnsi"/>
                <w:lang w:val="lt-LT"/>
              </w:rPr>
              <w:t>poz</w:t>
            </w:r>
            <w:proofErr w:type="spellEnd"/>
            <w:r w:rsidRPr="00487265">
              <w:rPr>
                <w:rFonts w:cstheme="minorHAnsi"/>
                <w:lang w:val="lt-LT"/>
              </w:rPr>
              <w:t>.) turi būti to paties gamintojo (plokštelės ir laikikliai perkama kaip viena pirkimo pozicija);</w:t>
            </w:r>
          </w:p>
          <w:p w14:paraId="3C2323AA" w14:textId="77777777" w:rsidR="00081C04" w:rsidRPr="00487265" w:rsidRDefault="00081C04" w:rsidP="00487265">
            <w:pPr>
              <w:pStyle w:val="Sraopastraipa"/>
              <w:numPr>
                <w:ilvl w:val="0"/>
                <w:numId w:val="22"/>
              </w:numPr>
              <w:suppressAutoHyphens/>
              <w:spacing w:after="0" w:line="276" w:lineRule="auto"/>
              <w:contextualSpacing w:val="0"/>
              <w:rPr>
                <w:rFonts w:cstheme="minorHAnsi"/>
                <w:lang w:val="lt-LT"/>
              </w:rPr>
            </w:pPr>
            <w:r w:rsidRPr="00487265">
              <w:rPr>
                <w:rFonts w:cstheme="minorHAnsi"/>
                <w:lang w:val="lt-LT"/>
              </w:rPr>
              <w:t xml:space="preserve"> Pateikiant analogą negalima pateikti žemesnės klasės (įskaitant geometrinius parametrus, dangą ir </w:t>
            </w:r>
            <w:proofErr w:type="spellStart"/>
            <w:r w:rsidRPr="00487265">
              <w:rPr>
                <w:rFonts w:cstheme="minorHAnsi"/>
                <w:lang w:val="lt-LT"/>
              </w:rPr>
              <w:t>drožlialaužį</w:t>
            </w:r>
            <w:proofErr w:type="spellEnd"/>
            <w:r w:rsidRPr="00487265">
              <w:rPr>
                <w:rFonts w:cstheme="minorHAnsi"/>
                <w:lang w:val="lt-LT"/>
              </w:rPr>
              <w:t>) plokšteles;</w:t>
            </w:r>
          </w:p>
          <w:p w14:paraId="2B1C1623" w14:textId="3097BE15" w:rsidR="00081C04" w:rsidRPr="00487265" w:rsidRDefault="00081C04" w:rsidP="00487265">
            <w:pPr>
              <w:pStyle w:val="Sraopastraipa"/>
              <w:numPr>
                <w:ilvl w:val="0"/>
                <w:numId w:val="22"/>
              </w:numPr>
              <w:suppressAutoHyphens/>
              <w:spacing w:after="0" w:line="276" w:lineRule="auto"/>
              <w:contextualSpacing w:val="0"/>
              <w:rPr>
                <w:rFonts w:cstheme="minorHAnsi"/>
                <w:lang w:val="lt-LT"/>
              </w:rPr>
            </w:pPr>
            <w:r w:rsidRPr="00487265">
              <w:rPr>
                <w:rFonts w:cstheme="minorHAnsi"/>
                <w:lang w:val="lt-LT"/>
              </w:rPr>
              <w:t xml:space="preserve"> Ant kiekvienos pristatytos tekinimo plokštelės turi būti išgraviruotas plokštelės dangos kodas (pvz. PM 4325)</w:t>
            </w:r>
            <w:r w:rsidR="0041038B">
              <w:rPr>
                <w:rFonts w:cstheme="minorHAnsi"/>
                <w:lang w:val="lt-LT"/>
              </w:rPr>
              <w:t>;</w:t>
            </w:r>
          </w:p>
          <w:p w14:paraId="6F8A0D56" w14:textId="097EFD3D" w:rsidR="00081C04" w:rsidRPr="00487265" w:rsidRDefault="00081C04" w:rsidP="00487265">
            <w:pPr>
              <w:pStyle w:val="Sraopastraipa"/>
              <w:numPr>
                <w:ilvl w:val="0"/>
                <w:numId w:val="22"/>
              </w:numPr>
              <w:suppressAutoHyphens/>
              <w:spacing w:after="0" w:line="276" w:lineRule="auto"/>
              <w:contextualSpacing w:val="0"/>
              <w:rPr>
                <w:rFonts w:cstheme="minorHAnsi"/>
                <w:lang w:val="lt-LT"/>
              </w:rPr>
            </w:pPr>
            <w:r w:rsidRPr="00487265">
              <w:rPr>
                <w:rFonts w:cstheme="minorHAnsi"/>
                <w:lang w:val="lt-LT"/>
              </w:rPr>
              <w:t xml:space="preserve"> Plokštelės plotis</w:t>
            </w:r>
            <w:r w:rsidR="005B049B">
              <w:rPr>
                <w:rFonts w:cstheme="minorHAnsi"/>
                <w:lang w:val="lt-LT"/>
              </w:rPr>
              <w:t xml:space="preserve"> (W1)</w:t>
            </w:r>
            <w:r w:rsidRPr="00487265">
              <w:rPr>
                <w:rFonts w:cstheme="minorHAnsi"/>
                <w:lang w:val="lt-LT"/>
              </w:rPr>
              <w:t xml:space="preserve"> 10 mm;</w:t>
            </w:r>
          </w:p>
          <w:p w14:paraId="1E2E872B" w14:textId="244DCAB0" w:rsidR="00081C04" w:rsidRPr="00487265" w:rsidRDefault="00081C04" w:rsidP="00487265">
            <w:pPr>
              <w:pStyle w:val="Sraopastraipa"/>
              <w:numPr>
                <w:ilvl w:val="0"/>
                <w:numId w:val="22"/>
              </w:numPr>
              <w:suppressAutoHyphens/>
              <w:spacing w:after="0" w:line="276" w:lineRule="auto"/>
              <w:contextualSpacing w:val="0"/>
              <w:rPr>
                <w:rFonts w:cstheme="minorHAnsi"/>
                <w:lang w:val="lt-LT"/>
              </w:rPr>
            </w:pPr>
            <w:r w:rsidRPr="00487265">
              <w:rPr>
                <w:rFonts w:cstheme="minorHAnsi"/>
                <w:lang w:val="lt-LT"/>
              </w:rPr>
              <w:t xml:space="preserve"> Plokštelės storis </w:t>
            </w:r>
            <w:r w:rsidR="00816E00">
              <w:rPr>
                <w:rFonts w:cstheme="minorHAnsi"/>
                <w:lang w:val="lt-LT"/>
              </w:rPr>
              <w:t xml:space="preserve"> (S) </w:t>
            </w:r>
            <w:r w:rsidRPr="00487265">
              <w:rPr>
                <w:rFonts w:cstheme="minorHAnsi"/>
                <w:lang w:val="lt-LT"/>
              </w:rPr>
              <w:t>19,05 mm;</w:t>
            </w:r>
          </w:p>
          <w:p w14:paraId="7A0437E3" w14:textId="05C3AE12" w:rsidR="00081C04" w:rsidRPr="00487265" w:rsidRDefault="00081C04" w:rsidP="00487265">
            <w:pPr>
              <w:pStyle w:val="Sraopastraipa"/>
              <w:numPr>
                <w:ilvl w:val="0"/>
                <w:numId w:val="22"/>
              </w:numPr>
              <w:suppressAutoHyphens/>
              <w:spacing w:after="0" w:line="276" w:lineRule="auto"/>
              <w:contextualSpacing w:val="0"/>
              <w:rPr>
                <w:rFonts w:cstheme="minorHAnsi"/>
                <w:lang w:val="lt-LT"/>
              </w:rPr>
            </w:pPr>
            <w:r w:rsidRPr="00487265">
              <w:rPr>
                <w:rFonts w:cstheme="minorHAnsi"/>
                <w:lang w:val="lt-LT"/>
              </w:rPr>
              <w:t>Kampo spindulys</w:t>
            </w:r>
            <w:r w:rsidR="00AA418B">
              <w:rPr>
                <w:rFonts w:cstheme="minorHAnsi"/>
                <w:lang w:val="lt-LT"/>
              </w:rPr>
              <w:t xml:space="preserve"> (RE)</w:t>
            </w:r>
            <w:r w:rsidRPr="00487265">
              <w:rPr>
                <w:rFonts w:cstheme="minorHAnsi"/>
                <w:lang w:val="lt-LT"/>
              </w:rPr>
              <w:t xml:space="preserve"> 4 mm</w:t>
            </w:r>
            <w:r w:rsidR="0041038B">
              <w:rPr>
                <w:rFonts w:cstheme="minorHAnsi"/>
                <w:lang w:val="lt-LT"/>
              </w:rPr>
              <w:t>;</w:t>
            </w:r>
          </w:p>
          <w:p w14:paraId="6F6E4C72" w14:textId="310978D3" w:rsidR="00081C04" w:rsidRDefault="00081C04" w:rsidP="00487265">
            <w:pPr>
              <w:pStyle w:val="Sraopastraipa"/>
              <w:numPr>
                <w:ilvl w:val="0"/>
                <w:numId w:val="22"/>
              </w:numPr>
              <w:suppressAutoHyphens/>
              <w:spacing w:after="0" w:line="276" w:lineRule="auto"/>
              <w:contextualSpacing w:val="0"/>
              <w:rPr>
                <w:rFonts w:cstheme="minorHAnsi"/>
                <w:lang w:val="lt-LT"/>
              </w:rPr>
            </w:pPr>
            <w:r w:rsidRPr="00487265">
              <w:rPr>
                <w:rFonts w:cstheme="minorHAnsi"/>
                <w:lang w:val="lt-LT"/>
              </w:rPr>
              <w:t>Pjovimo kampų kiekis 4</w:t>
            </w:r>
            <w:r w:rsidR="0041038B">
              <w:rPr>
                <w:rFonts w:cstheme="minorHAnsi"/>
                <w:lang w:val="lt-LT"/>
              </w:rPr>
              <w:t>.</w:t>
            </w:r>
          </w:p>
          <w:p w14:paraId="07E6E5FE" w14:textId="77777777" w:rsidR="003120EF" w:rsidRDefault="003120EF" w:rsidP="003120EF">
            <w:pPr>
              <w:pStyle w:val="Sraopastraipa"/>
              <w:suppressAutoHyphens/>
              <w:spacing w:after="0" w:line="276" w:lineRule="auto"/>
              <w:contextualSpacing w:val="0"/>
              <w:rPr>
                <w:rFonts w:cstheme="minorHAnsi"/>
                <w:lang w:val="lt-LT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5E4290C5" wp14:editId="69E03717">
                  <wp:extent cx="2327965" cy="1232452"/>
                  <wp:effectExtent l="0" t="0" r="0" b="635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7949" cy="12430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EE0F34F" w14:textId="16D86D54" w:rsidR="0041038B" w:rsidRPr="00487265" w:rsidRDefault="0041038B" w:rsidP="003120EF">
            <w:pPr>
              <w:pStyle w:val="Sraopastraipa"/>
              <w:suppressAutoHyphens/>
              <w:spacing w:after="0" w:line="276" w:lineRule="auto"/>
              <w:contextualSpacing w:val="0"/>
              <w:rPr>
                <w:rFonts w:cstheme="minorHAnsi"/>
                <w:lang w:val="lt-LT"/>
              </w:rPr>
            </w:pPr>
          </w:p>
        </w:tc>
      </w:tr>
      <w:tr w:rsidR="00081C04" w:rsidRPr="00487265" w14:paraId="1E5B5452" w14:textId="77777777" w:rsidTr="00081C04">
        <w:trPr>
          <w:trHeight w:val="6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1E3C6" w14:textId="2F25D01C" w:rsidR="00081C04" w:rsidRPr="00487265" w:rsidRDefault="00081C04" w:rsidP="00E66A52">
            <w:pPr>
              <w:spacing w:after="0"/>
              <w:jc w:val="center"/>
              <w:rPr>
                <w:rFonts w:cstheme="minorHAnsi"/>
                <w:lang w:val="lt-LT"/>
              </w:rPr>
            </w:pPr>
            <w:r>
              <w:rPr>
                <w:rFonts w:cstheme="minorHAnsi"/>
                <w:lang w:val="lt-LT"/>
              </w:rPr>
              <w:lastRenderedPageBreak/>
              <w:t>2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708EB" w14:textId="39B29BDB" w:rsidR="00081C04" w:rsidRPr="00487265" w:rsidRDefault="00081C04" w:rsidP="00E66A52">
            <w:pPr>
              <w:spacing w:after="0"/>
              <w:jc w:val="center"/>
              <w:rPr>
                <w:rFonts w:cstheme="minorHAnsi"/>
                <w:lang w:val="lt-LT"/>
              </w:rPr>
            </w:pPr>
            <w:r w:rsidRPr="00487265">
              <w:rPr>
                <w:rFonts w:cstheme="minorHAnsi"/>
                <w:lang w:val="lt-LT"/>
              </w:rPr>
              <w:t>Laikiklis</w:t>
            </w:r>
            <w:r>
              <w:rPr>
                <w:rFonts w:cstheme="minorHAnsi"/>
                <w:lang w:val="lt-LT"/>
              </w:rPr>
              <w:t xml:space="preserve"> (kairinis)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DF443" w14:textId="77777777" w:rsidR="00081C04" w:rsidRPr="00487265" w:rsidRDefault="00081C04" w:rsidP="00487265">
            <w:pPr>
              <w:pStyle w:val="Sraopastraipa"/>
              <w:numPr>
                <w:ilvl w:val="0"/>
                <w:numId w:val="23"/>
              </w:numPr>
              <w:suppressAutoHyphens/>
              <w:spacing w:after="0" w:line="276" w:lineRule="auto"/>
              <w:contextualSpacing w:val="0"/>
              <w:rPr>
                <w:rFonts w:cstheme="minorHAnsi"/>
                <w:lang w:val="lt-LT"/>
              </w:rPr>
            </w:pPr>
            <w:r w:rsidRPr="00487265">
              <w:rPr>
                <w:rFonts w:cstheme="minorHAnsi"/>
                <w:lang w:val="lt-LT"/>
              </w:rPr>
              <w:t>Laikiklis (komplekte su tekinimo plokštelėmis) L 177.32 - 3219 – 19 arba lygiavertis;</w:t>
            </w:r>
          </w:p>
          <w:p w14:paraId="60B0A6D3" w14:textId="48FC63EC" w:rsidR="00081C04" w:rsidRPr="00487265" w:rsidRDefault="00081C04" w:rsidP="00487265">
            <w:pPr>
              <w:pStyle w:val="Sraopastraipa"/>
              <w:numPr>
                <w:ilvl w:val="0"/>
                <w:numId w:val="23"/>
              </w:numPr>
              <w:suppressAutoHyphens/>
              <w:spacing w:after="0" w:line="276" w:lineRule="auto"/>
              <w:contextualSpacing w:val="0"/>
              <w:rPr>
                <w:rFonts w:cstheme="minorHAnsi"/>
                <w:lang w:val="lt-LT"/>
              </w:rPr>
            </w:pPr>
            <w:r w:rsidRPr="00487265">
              <w:rPr>
                <w:rFonts w:cstheme="minorHAnsi"/>
                <w:lang w:val="lt-LT"/>
              </w:rPr>
              <w:t xml:space="preserve">Koto plotis </w:t>
            </w:r>
            <w:r w:rsidR="000C4AAE">
              <w:rPr>
                <w:rFonts w:cstheme="minorHAnsi"/>
                <w:lang w:val="lt-LT"/>
              </w:rPr>
              <w:t xml:space="preserve">(B) </w:t>
            </w:r>
            <w:r w:rsidRPr="00487265">
              <w:rPr>
                <w:rFonts w:cstheme="minorHAnsi"/>
                <w:lang w:val="lt-LT"/>
              </w:rPr>
              <w:t>18,6 mm;</w:t>
            </w:r>
          </w:p>
          <w:p w14:paraId="73FCC97C" w14:textId="70ED573C" w:rsidR="00081C04" w:rsidRPr="00487265" w:rsidRDefault="00081C04" w:rsidP="00487265">
            <w:pPr>
              <w:pStyle w:val="Sraopastraipa"/>
              <w:numPr>
                <w:ilvl w:val="0"/>
                <w:numId w:val="23"/>
              </w:numPr>
              <w:suppressAutoHyphens/>
              <w:spacing w:after="0" w:line="276" w:lineRule="auto"/>
              <w:contextualSpacing w:val="0"/>
              <w:rPr>
                <w:rFonts w:cstheme="minorHAnsi"/>
                <w:lang w:val="lt-LT"/>
              </w:rPr>
            </w:pPr>
            <w:r w:rsidRPr="00487265">
              <w:rPr>
                <w:rFonts w:cstheme="minorHAnsi"/>
                <w:lang w:val="lt-LT"/>
              </w:rPr>
              <w:t>Koto aukštis</w:t>
            </w:r>
            <w:r w:rsidR="000C4AAE">
              <w:rPr>
                <w:rFonts w:cstheme="minorHAnsi"/>
                <w:lang w:val="lt-LT"/>
              </w:rPr>
              <w:t xml:space="preserve"> (H)</w:t>
            </w:r>
            <w:r w:rsidRPr="00487265">
              <w:rPr>
                <w:rFonts w:cstheme="minorHAnsi"/>
                <w:lang w:val="lt-LT"/>
              </w:rPr>
              <w:t xml:space="preserve"> 32 mm</w:t>
            </w:r>
          </w:p>
          <w:p w14:paraId="43CA9C46" w14:textId="6799A421" w:rsidR="00081C04" w:rsidRPr="00487265" w:rsidRDefault="00081C04" w:rsidP="00487265">
            <w:pPr>
              <w:pStyle w:val="Sraopastraipa"/>
              <w:numPr>
                <w:ilvl w:val="0"/>
                <w:numId w:val="23"/>
              </w:numPr>
              <w:suppressAutoHyphens/>
              <w:spacing w:after="0" w:line="276" w:lineRule="auto"/>
              <w:contextualSpacing w:val="0"/>
              <w:rPr>
                <w:rFonts w:cstheme="minorHAnsi"/>
                <w:lang w:val="lt-LT"/>
              </w:rPr>
            </w:pPr>
            <w:r w:rsidRPr="00487265">
              <w:rPr>
                <w:rFonts w:cstheme="minorHAnsi"/>
                <w:lang w:val="lt-LT"/>
              </w:rPr>
              <w:t>Funkcinis ilgis</w:t>
            </w:r>
            <w:r w:rsidR="000C4AAE">
              <w:rPr>
                <w:rFonts w:cstheme="minorHAnsi"/>
                <w:lang w:val="lt-LT"/>
              </w:rPr>
              <w:t xml:space="preserve"> (LF)</w:t>
            </w:r>
            <w:r w:rsidRPr="00487265">
              <w:rPr>
                <w:rFonts w:cstheme="minorHAnsi"/>
                <w:lang w:val="lt-LT"/>
              </w:rPr>
              <w:t xml:space="preserve"> 35 mm</w:t>
            </w:r>
          </w:p>
          <w:p w14:paraId="4ED9F794" w14:textId="753159E1" w:rsidR="00081C04" w:rsidRPr="00487265" w:rsidRDefault="00081C04" w:rsidP="00487265">
            <w:pPr>
              <w:pStyle w:val="Sraopastraipa"/>
              <w:numPr>
                <w:ilvl w:val="0"/>
                <w:numId w:val="23"/>
              </w:numPr>
              <w:suppressAutoHyphens/>
              <w:spacing w:after="0" w:line="276" w:lineRule="auto"/>
              <w:contextualSpacing w:val="0"/>
              <w:rPr>
                <w:rFonts w:cstheme="minorHAnsi"/>
                <w:lang w:val="lt-LT"/>
              </w:rPr>
            </w:pPr>
            <w:r w:rsidRPr="00487265">
              <w:rPr>
                <w:rFonts w:cstheme="minorHAnsi"/>
                <w:lang w:val="lt-LT"/>
              </w:rPr>
              <w:t>Funkcinis aukštis</w:t>
            </w:r>
            <w:r w:rsidR="000C4AAE">
              <w:rPr>
                <w:rFonts w:cstheme="minorHAnsi"/>
                <w:lang w:val="lt-LT"/>
              </w:rPr>
              <w:t xml:space="preserve"> (HF)</w:t>
            </w:r>
            <w:r w:rsidRPr="00487265">
              <w:rPr>
                <w:rFonts w:cstheme="minorHAnsi"/>
                <w:lang w:val="lt-LT"/>
              </w:rPr>
              <w:t xml:space="preserve"> 32 mm</w:t>
            </w:r>
          </w:p>
          <w:p w14:paraId="1AFBD3EA" w14:textId="77241B96" w:rsidR="00081C04" w:rsidRPr="00487265" w:rsidRDefault="00081C04" w:rsidP="00487265">
            <w:pPr>
              <w:pStyle w:val="Sraopastraipa"/>
              <w:numPr>
                <w:ilvl w:val="0"/>
                <w:numId w:val="23"/>
              </w:numPr>
              <w:suppressAutoHyphens/>
              <w:spacing w:after="0" w:line="276" w:lineRule="auto"/>
              <w:contextualSpacing w:val="0"/>
              <w:rPr>
                <w:rFonts w:cstheme="minorHAnsi"/>
                <w:lang w:val="lt-LT"/>
              </w:rPr>
            </w:pPr>
            <w:r w:rsidRPr="00487265">
              <w:rPr>
                <w:rFonts w:cstheme="minorHAnsi"/>
                <w:lang w:val="lt-LT"/>
              </w:rPr>
              <w:t>Funkcinis plotis</w:t>
            </w:r>
            <w:r w:rsidR="000C4AAE">
              <w:rPr>
                <w:rFonts w:cstheme="minorHAnsi"/>
                <w:lang w:val="lt-LT"/>
              </w:rPr>
              <w:t xml:space="preserve"> (</w:t>
            </w:r>
            <w:r w:rsidR="005D7CFB">
              <w:rPr>
                <w:rFonts w:cstheme="minorHAnsi"/>
                <w:lang w:val="lt-LT"/>
              </w:rPr>
              <w:t>WF)</w:t>
            </w:r>
            <w:r w:rsidRPr="00487265">
              <w:rPr>
                <w:rFonts w:cstheme="minorHAnsi"/>
                <w:lang w:val="lt-LT"/>
              </w:rPr>
              <w:t xml:space="preserve"> 19,1 mm;</w:t>
            </w:r>
          </w:p>
          <w:p w14:paraId="71002924" w14:textId="77777777" w:rsidR="00081C04" w:rsidRDefault="00081C04" w:rsidP="00487265">
            <w:pPr>
              <w:pStyle w:val="Sraopastraipa"/>
              <w:numPr>
                <w:ilvl w:val="0"/>
                <w:numId w:val="23"/>
              </w:numPr>
              <w:suppressAutoHyphens/>
              <w:spacing w:after="0" w:line="276" w:lineRule="auto"/>
              <w:contextualSpacing w:val="0"/>
              <w:rPr>
                <w:rFonts w:cstheme="minorHAnsi"/>
                <w:lang w:val="lt-LT"/>
              </w:rPr>
            </w:pPr>
            <w:r w:rsidRPr="00487265">
              <w:rPr>
                <w:rFonts w:cstheme="minorHAnsi"/>
                <w:lang w:val="lt-LT"/>
              </w:rPr>
              <w:t xml:space="preserve">Laikiklis turi būti tinkamas siūlomai plokštelei (1 </w:t>
            </w:r>
            <w:proofErr w:type="spellStart"/>
            <w:r w:rsidRPr="00487265">
              <w:rPr>
                <w:rFonts w:cstheme="minorHAnsi"/>
                <w:lang w:val="lt-LT"/>
              </w:rPr>
              <w:t>poz</w:t>
            </w:r>
            <w:proofErr w:type="spellEnd"/>
            <w:r w:rsidRPr="00487265">
              <w:rPr>
                <w:rFonts w:cstheme="minorHAnsi"/>
                <w:lang w:val="lt-LT"/>
              </w:rPr>
              <w:t>.) bei to paties gamintojo.</w:t>
            </w:r>
          </w:p>
          <w:p w14:paraId="49FD881B" w14:textId="2B417C75" w:rsidR="00D33A4E" w:rsidRPr="00487265" w:rsidRDefault="00D33A4E" w:rsidP="00D33A4E">
            <w:pPr>
              <w:pStyle w:val="Sraopastraipa"/>
              <w:suppressAutoHyphens/>
              <w:spacing w:after="0" w:line="276" w:lineRule="auto"/>
              <w:contextualSpacing w:val="0"/>
              <w:rPr>
                <w:rFonts w:cstheme="minorHAnsi"/>
                <w:lang w:val="lt-LT"/>
              </w:rPr>
            </w:pPr>
            <w:r>
              <w:rPr>
                <w:noProof/>
              </w:rPr>
              <w:drawing>
                <wp:inline distT="0" distB="0" distL="0" distR="0" wp14:anchorId="0A506CB3" wp14:editId="6D531611">
                  <wp:extent cx="1367625" cy="1509256"/>
                  <wp:effectExtent l="0" t="0" r="444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6417" cy="15189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81C04" w:rsidRPr="00487265" w14:paraId="36D9E50B" w14:textId="77777777" w:rsidTr="000C5D4B">
        <w:trPr>
          <w:trHeight w:val="6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2B488" w14:textId="58AD992A" w:rsidR="00081C04" w:rsidRPr="00487265" w:rsidRDefault="00081C04" w:rsidP="00E66A52">
            <w:pPr>
              <w:spacing w:after="0"/>
              <w:jc w:val="center"/>
              <w:rPr>
                <w:rFonts w:cstheme="minorHAnsi"/>
                <w:lang w:val="lt-LT"/>
              </w:rPr>
            </w:pPr>
            <w:r>
              <w:rPr>
                <w:rFonts w:cstheme="minorHAnsi"/>
                <w:lang w:val="lt-LT"/>
              </w:rPr>
              <w:t>3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E7F78" w14:textId="0C32325C" w:rsidR="00081C04" w:rsidRPr="00487265" w:rsidRDefault="00081C04" w:rsidP="00E66A52">
            <w:pPr>
              <w:spacing w:after="0"/>
              <w:jc w:val="center"/>
              <w:rPr>
                <w:rFonts w:cstheme="minorHAnsi"/>
                <w:lang w:val="lt-LT"/>
              </w:rPr>
            </w:pPr>
            <w:r w:rsidRPr="00487265">
              <w:rPr>
                <w:rFonts w:cstheme="minorHAnsi"/>
                <w:lang w:val="lt-LT"/>
              </w:rPr>
              <w:t>Laikiklis</w:t>
            </w:r>
            <w:r>
              <w:rPr>
                <w:rFonts w:cstheme="minorHAnsi"/>
                <w:lang w:val="lt-LT"/>
              </w:rPr>
              <w:t xml:space="preserve"> (dešininis)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CE27B" w14:textId="77777777" w:rsidR="00081C04" w:rsidRPr="00487265" w:rsidRDefault="00081C04" w:rsidP="00487265">
            <w:pPr>
              <w:pStyle w:val="Sraopastraipa"/>
              <w:numPr>
                <w:ilvl w:val="0"/>
                <w:numId w:val="24"/>
              </w:numPr>
              <w:suppressAutoHyphens/>
              <w:spacing w:after="0" w:line="276" w:lineRule="auto"/>
              <w:contextualSpacing w:val="0"/>
              <w:rPr>
                <w:rFonts w:cstheme="minorHAnsi"/>
                <w:lang w:val="lt-LT"/>
              </w:rPr>
            </w:pPr>
            <w:r w:rsidRPr="00487265">
              <w:rPr>
                <w:rFonts w:cstheme="minorHAnsi"/>
                <w:lang w:val="lt-LT"/>
              </w:rPr>
              <w:t>Laikiklis (komplekte su tekinimo plokštelėmis) R 177.32 - 3219 – 19 arba lygiavertis;</w:t>
            </w:r>
          </w:p>
          <w:p w14:paraId="2FF951E4" w14:textId="08A7C43E" w:rsidR="00081C04" w:rsidRPr="00487265" w:rsidRDefault="00081C04" w:rsidP="00487265">
            <w:pPr>
              <w:pStyle w:val="Sraopastraipa"/>
              <w:numPr>
                <w:ilvl w:val="0"/>
                <w:numId w:val="24"/>
              </w:numPr>
              <w:suppressAutoHyphens/>
              <w:spacing w:after="0" w:line="276" w:lineRule="auto"/>
              <w:contextualSpacing w:val="0"/>
              <w:rPr>
                <w:rFonts w:cstheme="minorHAnsi"/>
                <w:lang w:val="lt-LT"/>
              </w:rPr>
            </w:pPr>
            <w:r w:rsidRPr="00487265">
              <w:rPr>
                <w:rFonts w:cstheme="minorHAnsi"/>
                <w:lang w:val="lt-LT"/>
              </w:rPr>
              <w:t>Koto plotis</w:t>
            </w:r>
            <w:r w:rsidR="00BF5222">
              <w:rPr>
                <w:rFonts w:cstheme="minorHAnsi"/>
                <w:lang w:val="lt-LT"/>
              </w:rPr>
              <w:t xml:space="preserve"> (B)</w:t>
            </w:r>
            <w:r w:rsidRPr="00487265">
              <w:rPr>
                <w:rFonts w:cstheme="minorHAnsi"/>
                <w:lang w:val="lt-LT"/>
              </w:rPr>
              <w:t xml:space="preserve"> 18,6 mm;</w:t>
            </w:r>
          </w:p>
          <w:p w14:paraId="0AC75D11" w14:textId="03ECDEAB" w:rsidR="00081C04" w:rsidRPr="00487265" w:rsidRDefault="00081C04" w:rsidP="00487265">
            <w:pPr>
              <w:pStyle w:val="Sraopastraipa"/>
              <w:numPr>
                <w:ilvl w:val="0"/>
                <w:numId w:val="24"/>
              </w:numPr>
              <w:suppressAutoHyphens/>
              <w:spacing w:after="0" w:line="276" w:lineRule="auto"/>
              <w:contextualSpacing w:val="0"/>
              <w:rPr>
                <w:rFonts w:cstheme="minorHAnsi"/>
                <w:lang w:val="lt-LT"/>
              </w:rPr>
            </w:pPr>
            <w:r w:rsidRPr="00487265">
              <w:rPr>
                <w:rFonts w:cstheme="minorHAnsi"/>
                <w:lang w:val="lt-LT"/>
              </w:rPr>
              <w:t xml:space="preserve">Koto aukštis </w:t>
            </w:r>
            <w:r w:rsidR="00AC419A">
              <w:rPr>
                <w:rFonts w:cstheme="minorHAnsi"/>
                <w:lang w:val="lt-LT"/>
              </w:rPr>
              <w:t xml:space="preserve">(H) </w:t>
            </w:r>
            <w:r w:rsidRPr="00487265">
              <w:rPr>
                <w:rFonts w:cstheme="minorHAnsi"/>
                <w:lang w:val="lt-LT"/>
              </w:rPr>
              <w:t>32 mm;</w:t>
            </w:r>
          </w:p>
          <w:p w14:paraId="1D4A025C" w14:textId="7E9638ED" w:rsidR="00081C04" w:rsidRPr="00487265" w:rsidRDefault="00081C04" w:rsidP="00487265">
            <w:pPr>
              <w:pStyle w:val="Sraopastraipa"/>
              <w:numPr>
                <w:ilvl w:val="0"/>
                <w:numId w:val="24"/>
              </w:numPr>
              <w:suppressAutoHyphens/>
              <w:spacing w:after="0" w:line="276" w:lineRule="auto"/>
              <w:contextualSpacing w:val="0"/>
              <w:rPr>
                <w:rFonts w:cstheme="minorHAnsi"/>
                <w:lang w:val="lt-LT"/>
              </w:rPr>
            </w:pPr>
            <w:r w:rsidRPr="00487265">
              <w:rPr>
                <w:rFonts w:cstheme="minorHAnsi"/>
                <w:lang w:val="lt-LT"/>
              </w:rPr>
              <w:t>Funkcinis ilgis</w:t>
            </w:r>
            <w:r w:rsidR="00AC419A">
              <w:rPr>
                <w:rFonts w:cstheme="minorHAnsi"/>
                <w:lang w:val="lt-LT"/>
              </w:rPr>
              <w:t xml:space="preserve"> (LF)</w:t>
            </w:r>
            <w:r w:rsidRPr="00487265">
              <w:rPr>
                <w:rFonts w:cstheme="minorHAnsi"/>
                <w:lang w:val="lt-LT"/>
              </w:rPr>
              <w:t xml:space="preserve"> 35 mm;</w:t>
            </w:r>
          </w:p>
          <w:p w14:paraId="3B494B34" w14:textId="2130665A" w:rsidR="00081C04" w:rsidRPr="00487265" w:rsidRDefault="00081C04" w:rsidP="00487265">
            <w:pPr>
              <w:pStyle w:val="Sraopastraipa"/>
              <w:numPr>
                <w:ilvl w:val="0"/>
                <w:numId w:val="24"/>
              </w:numPr>
              <w:suppressAutoHyphens/>
              <w:spacing w:after="0" w:line="276" w:lineRule="auto"/>
              <w:contextualSpacing w:val="0"/>
              <w:rPr>
                <w:rFonts w:cstheme="minorHAnsi"/>
                <w:lang w:val="lt-LT"/>
              </w:rPr>
            </w:pPr>
            <w:r w:rsidRPr="00487265">
              <w:rPr>
                <w:rFonts w:cstheme="minorHAnsi"/>
                <w:lang w:val="lt-LT"/>
              </w:rPr>
              <w:t>Funkcinis aukštis</w:t>
            </w:r>
            <w:r w:rsidR="000D3EEF">
              <w:rPr>
                <w:rFonts w:cstheme="minorHAnsi"/>
                <w:lang w:val="lt-LT"/>
              </w:rPr>
              <w:t xml:space="preserve"> (HF)</w:t>
            </w:r>
            <w:r w:rsidRPr="00487265">
              <w:rPr>
                <w:rFonts w:cstheme="minorHAnsi"/>
                <w:lang w:val="lt-LT"/>
              </w:rPr>
              <w:t xml:space="preserve"> 32 mm;</w:t>
            </w:r>
          </w:p>
          <w:p w14:paraId="05D6E42F" w14:textId="77FF0FA1" w:rsidR="00081C04" w:rsidRPr="00487265" w:rsidRDefault="00081C04" w:rsidP="00487265">
            <w:pPr>
              <w:pStyle w:val="Sraopastraipa"/>
              <w:numPr>
                <w:ilvl w:val="0"/>
                <w:numId w:val="24"/>
              </w:numPr>
              <w:suppressAutoHyphens/>
              <w:spacing w:after="0" w:line="276" w:lineRule="auto"/>
              <w:contextualSpacing w:val="0"/>
              <w:rPr>
                <w:rFonts w:cstheme="minorHAnsi"/>
                <w:lang w:val="lt-LT"/>
              </w:rPr>
            </w:pPr>
            <w:r w:rsidRPr="00487265">
              <w:rPr>
                <w:rFonts w:cstheme="minorHAnsi"/>
                <w:lang w:val="lt-LT"/>
              </w:rPr>
              <w:t xml:space="preserve">Funkcinis plotis </w:t>
            </w:r>
            <w:r w:rsidR="000D3EEF">
              <w:rPr>
                <w:rFonts w:cstheme="minorHAnsi"/>
                <w:lang w:val="lt-LT"/>
              </w:rPr>
              <w:t xml:space="preserve">(WF) </w:t>
            </w:r>
            <w:r w:rsidRPr="00487265">
              <w:rPr>
                <w:rFonts w:cstheme="minorHAnsi"/>
                <w:lang w:val="lt-LT"/>
              </w:rPr>
              <w:t>19,1 mm.</w:t>
            </w:r>
          </w:p>
          <w:p w14:paraId="370EFFA9" w14:textId="77777777" w:rsidR="00081C04" w:rsidRDefault="00081C04" w:rsidP="00487265">
            <w:pPr>
              <w:pStyle w:val="Sraopastraipa"/>
              <w:numPr>
                <w:ilvl w:val="0"/>
                <w:numId w:val="24"/>
              </w:numPr>
              <w:suppressAutoHyphens/>
              <w:spacing w:after="0" w:line="276" w:lineRule="auto"/>
              <w:contextualSpacing w:val="0"/>
              <w:rPr>
                <w:rFonts w:cstheme="minorHAnsi"/>
                <w:lang w:val="lt-LT"/>
              </w:rPr>
            </w:pPr>
            <w:r w:rsidRPr="00487265">
              <w:rPr>
                <w:rFonts w:cstheme="minorHAnsi"/>
                <w:lang w:val="lt-LT"/>
              </w:rPr>
              <w:t xml:space="preserve">Laikiklis turi būti tinkamas siūlomai plokštelei (1 </w:t>
            </w:r>
            <w:proofErr w:type="spellStart"/>
            <w:r w:rsidRPr="00487265">
              <w:rPr>
                <w:rFonts w:cstheme="minorHAnsi"/>
                <w:lang w:val="lt-LT"/>
              </w:rPr>
              <w:t>poz</w:t>
            </w:r>
            <w:proofErr w:type="spellEnd"/>
            <w:r w:rsidRPr="00487265">
              <w:rPr>
                <w:rFonts w:cstheme="minorHAnsi"/>
                <w:lang w:val="lt-LT"/>
              </w:rPr>
              <w:t>.) bei to paties gamintojo</w:t>
            </w:r>
            <w:r w:rsidR="00BF5222">
              <w:rPr>
                <w:rFonts w:cstheme="minorHAnsi"/>
                <w:lang w:val="lt-LT"/>
              </w:rPr>
              <w:t>.</w:t>
            </w:r>
          </w:p>
          <w:p w14:paraId="1FFC8DD5" w14:textId="5572C6A4" w:rsidR="00BF5222" w:rsidRPr="00487265" w:rsidRDefault="00BF5222" w:rsidP="00BF5222">
            <w:pPr>
              <w:pStyle w:val="Sraopastraipa"/>
              <w:suppressAutoHyphens/>
              <w:spacing w:after="0" w:line="276" w:lineRule="auto"/>
              <w:contextualSpacing w:val="0"/>
              <w:rPr>
                <w:rFonts w:cstheme="minorHAnsi"/>
                <w:lang w:val="lt-LT"/>
              </w:rPr>
            </w:pPr>
            <w:r>
              <w:rPr>
                <w:noProof/>
              </w:rPr>
              <w:drawing>
                <wp:inline distT="0" distB="0" distL="0" distR="0" wp14:anchorId="2F3B7006" wp14:editId="164565FB">
                  <wp:extent cx="1367625" cy="1509256"/>
                  <wp:effectExtent l="0" t="0" r="4445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6417" cy="15189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81C04" w:rsidRPr="00487265" w14:paraId="37B59E49" w14:textId="77777777" w:rsidTr="000C5D4B">
        <w:trPr>
          <w:trHeight w:val="6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92A47" w14:textId="57C3A119" w:rsidR="00081C04" w:rsidRPr="00487265" w:rsidRDefault="000C5D4B" w:rsidP="00081C04">
            <w:pPr>
              <w:spacing w:after="0"/>
              <w:jc w:val="center"/>
              <w:rPr>
                <w:rFonts w:cstheme="minorHAnsi"/>
                <w:lang w:val="lt-LT"/>
              </w:rPr>
            </w:pPr>
            <w:r>
              <w:rPr>
                <w:rFonts w:cstheme="minorHAnsi"/>
                <w:lang w:val="lt-LT"/>
              </w:rPr>
              <w:t>4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9AE91" w14:textId="3D209BA2" w:rsidR="00081C04" w:rsidRPr="00487265" w:rsidRDefault="00081C04" w:rsidP="00081C04">
            <w:pPr>
              <w:spacing w:after="0"/>
              <w:rPr>
                <w:rFonts w:cstheme="minorHAnsi"/>
                <w:lang w:val="lt-LT"/>
              </w:rPr>
            </w:pPr>
            <w:r w:rsidRPr="00B75AB9">
              <w:rPr>
                <w:rFonts w:ascii="Arial" w:hAnsi="Arial" w:cs="Arial"/>
              </w:rPr>
              <w:t xml:space="preserve">Frezavimo </w:t>
            </w:r>
            <w:proofErr w:type="spellStart"/>
            <w:r w:rsidRPr="00B75AB9">
              <w:rPr>
                <w:rFonts w:ascii="Arial" w:hAnsi="Arial" w:cs="Arial"/>
              </w:rPr>
              <w:t>plokštelė</w:t>
            </w:r>
            <w:proofErr w:type="spellEnd"/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7EEF1" w14:textId="77777777" w:rsidR="00081C04" w:rsidRDefault="00F41020" w:rsidP="008470BD">
            <w:pPr>
              <w:pStyle w:val="Sraopastraipa"/>
              <w:numPr>
                <w:ilvl w:val="0"/>
                <w:numId w:val="25"/>
              </w:numPr>
              <w:spacing w:after="0"/>
              <w:rPr>
                <w:rFonts w:cstheme="minorHAnsi"/>
                <w:lang w:val="lt-LT"/>
              </w:rPr>
            </w:pPr>
            <w:r w:rsidRPr="008470BD">
              <w:rPr>
                <w:rFonts w:cstheme="minorHAnsi"/>
                <w:lang w:val="lt-LT"/>
              </w:rPr>
              <w:t>Frezavimo plokštelė APMT 180531 TR arba lygiavertė;</w:t>
            </w:r>
          </w:p>
          <w:p w14:paraId="49B75500" w14:textId="279826E7" w:rsidR="008470BD" w:rsidRPr="008470BD" w:rsidRDefault="008470BD" w:rsidP="008470BD">
            <w:pPr>
              <w:pStyle w:val="Sraopastraipa"/>
              <w:numPr>
                <w:ilvl w:val="0"/>
                <w:numId w:val="25"/>
              </w:numPr>
              <w:spacing w:after="0"/>
              <w:rPr>
                <w:rFonts w:cstheme="minorHAnsi"/>
                <w:lang w:val="lt-LT"/>
              </w:rPr>
            </w:pPr>
            <w:r w:rsidRPr="008470BD">
              <w:rPr>
                <w:rFonts w:cstheme="minorHAnsi"/>
                <w:lang w:val="lt-LT"/>
              </w:rPr>
              <w:t>Tipas: UNI</w:t>
            </w:r>
            <w:r>
              <w:rPr>
                <w:rFonts w:cstheme="minorHAnsi"/>
                <w:lang w:val="lt-LT"/>
              </w:rPr>
              <w:t>;</w:t>
            </w:r>
          </w:p>
          <w:p w14:paraId="1944BAB1" w14:textId="645163E9" w:rsidR="008470BD" w:rsidRPr="008470BD" w:rsidRDefault="008470BD" w:rsidP="008470BD">
            <w:pPr>
              <w:pStyle w:val="Sraopastraipa"/>
              <w:numPr>
                <w:ilvl w:val="0"/>
                <w:numId w:val="25"/>
              </w:numPr>
              <w:spacing w:after="0"/>
              <w:rPr>
                <w:rFonts w:cstheme="minorHAnsi"/>
                <w:lang w:val="lt-LT"/>
              </w:rPr>
            </w:pPr>
            <w:r w:rsidRPr="008470BD">
              <w:rPr>
                <w:rFonts w:cstheme="minorHAnsi"/>
                <w:lang w:val="lt-LT"/>
              </w:rPr>
              <w:t xml:space="preserve">Kampo spindulys </w:t>
            </w:r>
            <w:r w:rsidR="009D6ABA">
              <w:rPr>
                <w:rFonts w:cstheme="minorHAnsi"/>
                <w:lang w:val="lt-LT"/>
              </w:rPr>
              <w:t>3.1</w:t>
            </w:r>
            <w:r w:rsidRPr="008470BD">
              <w:rPr>
                <w:rFonts w:cstheme="minorHAnsi"/>
                <w:lang w:val="lt-LT"/>
              </w:rPr>
              <w:t xml:space="preserve"> mm</w:t>
            </w:r>
            <w:r>
              <w:rPr>
                <w:rFonts w:cstheme="minorHAnsi"/>
                <w:lang w:val="lt-LT"/>
              </w:rPr>
              <w:t>;</w:t>
            </w:r>
          </w:p>
          <w:p w14:paraId="1340ACED" w14:textId="77777777" w:rsidR="008470BD" w:rsidRDefault="008470BD" w:rsidP="008470BD">
            <w:pPr>
              <w:pStyle w:val="Sraopastraipa"/>
              <w:numPr>
                <w:ilvl w:val="0"/>
                <w:numId w:val="25"/>
              </w:numPr>
              <w:spacing w:after="0"/>
              <w:rPr>
                <w:rFonts w:cstheme="minorHAnsi"/>
                <w:lang w:val="lt-LT"/>
              </w:rPr>
            </w:pPr>
            <w:r w:rsidRPr="008470BD">
              <w:rPr>
                <w:rFonts w:cstheme="minorHAnsi"/>
                <w:lang w:val="lt-LT"/>
              </w:rPr>
              <w:t>Kietlydinis HB7520</w:t>
            </w:r>
            <w:r>
              <w:rPr>
                <w:rFonts w:cstheme="minorHAnsi"/>
                <w:lang w:val="lt-LT"/>
              </w:rPr>
              <w:t xml:space="preserve"> arba lygiavertis</w:t>
            </w:r>
          </w:p>
          <w:p w14:paraId="0D7AB670" w14:textId="278C14DC" w:rsidR="00AE0721" w:rsidRPr="008470BD" w:rsidRDefault="00AE0721" w:rsidP="00AE0721">
            <w:pPr>
              <w:pStyle w:val="Sraopastraipa"/>
              <w:spacing w:after="0"/>
              <w:rPr>
                <w:rFonts w:cstheme="minorHAnsi"/>
                <w:lang w:val="lt-LT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4408F910" wp14:editId="1BD51092">
                  <wp:extent cx="596348" cy="876266"/>
                  <wp:effectExtent l="0" t="0" r="0" b="63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2695" cy="8855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81C04" w:rsidRPr="00953A1A" w14:paraId="0B2D4993" w14:textId="77777777" w:rsidTr="00081C04">
        <w:trPr>
          <w:trHeight w:val="6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04DDB" w14:textId="5F2C0EA7" w:rsidR="00081C04" w:rsidRPr="00487265" w:rsidRDefault="000C5D4B" w:rsidP="00081C04">
            <w:pPr>
              <w:spacing w:after="0"/>
              <w:jc w:val="center"/>
              <w:rPr>
                <w:rFonts w:cstheme="minorHAnsi"/>
                <w:lang w:val="lt-LT"/>
              </w:rPr>
            </w:pPr>
            <w:r>
              <w:rPr>
                <w:rFonts w:cstheme="minorHAnsi"/>
                <w:lang w:val="lt-LT"/>
              </w:rPr>
              <w:lastRenderedPageBreak/>
              <w:t>5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627D1" w14:textId="26FF6D25" w:rsidR="00081C04" w:rsidRPr="00487265" w:rsidRDefault="00081C04" w:rsidP="00081C04">
            <w:pPr>
              <w:spacing w:after="0"/>
              <w:rPr>
                <w:rFonts w:cstheme="minorHAnsi"/>
                <w:lang w:val="lt-LT"/>
              </w:rPr>
            </w:pPr>
            <w:r>
              <w:rPr>
                <w:rFonts w:ascii="Arial" w:hAnsi="Arial" w:cs="Arial"/>
              </w:rPr>
              <w:t>V</w:t>
            </w:r>
            <w:r w:rsidRPr="006846D3">
              <w:rPr>
                <w:rFonts w:ascii="Arial" w:hAnsi="Arial" w:cs="Arial"/>
              </w:rPr>
              <w:t xml:space="preserve">aržtų </w:t>
            </w:r>
            <w:proofErr w:type="spellStart"/>
            <w:r w:rsidRPr="006846D3">
              <w:rPr>
                <w:rFonts w:ascii="Arial" w:hAnsi="Arial" w:cs="Arial"/>
              </w:rPr>
              <w:t>rinkinys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</w:t>
            </w:r>
            <w:r w:rsidRPr="006846D3">
              <w:rPr>
                <w:rFonts w:ascii="Arial" w:hAnsi="Arial" w:cs="Arial"/>
              </w:rPr>
              <w:t>eičiam</w:t>
            </w:r>
            <w:r>
              <w:rPr>
                <w:rFonts w:ascii="Arial" w:hAnsi="Arial" w:cs="Arial"/>
              </w:rPr>
              <w:t>oms</w:t>
            </w:r>
            <w:proofErr w:type="spellEnd"/>
            <w:r w:rsidRPr="006846D3">
              <w:rPr>
                <w:rFonts w:ascii="Arial" w:hAnsi="Arial" w:cs="Arial"/>
              </w:rPr>
              <w:t xml:space="preserve"> </w:t>
            </w:r>
            <w:proofErr w:type="spellStart"/>
            <w:r w:rsidRPr="006846D3">
              <w:rPr>
                <w:rFonts w:ascii="Arial" w:hAnsi="Arial" w:cs="Arial"/>
              </w:rPr>
              <w:t>plokštel</w:t>
            </w:r>
            <w:r>
              <w:rPr>
                <w:rFonts w:ascii="Arial" w:hAnsi="Arial" w:cs="Arial"/>
              </w:rPr>
              <w:t>ėms</w:t>
            </w:r>
            <w:proofErr w:type="spellEnd"/>
          </w:p>
        </w:tc>
        <w:tc>
          <w:tcPr>
            <w:tcW w:w="6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664BC" w14:textId="77777777" w:rsidR="002723DC" w:rsidRDefault="002723DC" w:rsidP="002723DC">
            <w:pPr>
              <w:pStyle w:val="Sraopastraipa"/>
              <w:numPr>
                <w:ilvl w:val="0"/>
                <w:numId w:val="26"/>
              </w:numPr>
              <w:spacing w:after="0"/>
              <w:rPr>
                <w:rFonts w:cstheme="minorHAnsi"/>
                <w:lang w:val="lt-LT"/>
              </w:rPr>
            </w:pPr>
            <w:r>
              <w:rPr>
                <w:rFonts w:cstheme="minorHAnsi"/>
                <w:lang w:val="lt-LT"/>
              </w:rPr>
              <w:t xml:space="preserve">Varžtas </w:t>
            </w:r>
            <w:r w:rsidRPr="002723DC">
              <w:rPr>
                <w:rFonts w:cstheme="minorHAnsi"/>
                <w:lang w:val="lt-LT"/>
              </w:rPr>
              <w:t>M4 5x10.6</w:t>
            </w:r>
            <w:r>
              <w:rPr>
                <w:rFonts w:cstheme="minorHAnsi"/>
                <w:lang w:val="lt-LT"/>
              </w:rPr>
              <w:t>;</w:t>
            </w:r>
          </w:p>
          <w:p w14:paraId="2EB259D7" w14:textId="12C0EC7E" w:rsidR="00081C04" w:rsidRPr="00487265" w:rsidRDefault="000533E7" w:rsidP="002723DC">
            <w:pPr>
              <w:pStyle w:val="Sraopastraipa"/>
              <w:numPr>
                <w:ilvl w:val="0"/>
                <w:numId w:val="26"/>
              </w:numPr>
              <w:spacing w:after="0"/>
              <w:rPr>
                <w:rFonts w:cstheme="minorHAnsi"/>
                <w:lang w:val="lt-LT"/>
              </w:rPr>
            </w:pPr>
            <w:r>
              <w:rPr>
                <w:rFonts w:cstheme="minorHAnsi"/>
                <w:lang w:val="lt-LT"/>
              </w:rPr>
              <w:t xml:space="preserve">Varžtai </w:t>
            </w:r>
            <w:r w:rsidR="002723DC" w:rsidRPr="002723DC">
              <w:rPr>
                <w:rFonts w:cstheme="minorHAnsi"/>
                <w:lang w:val="lt-LT"/>
              </w:rPr>
              <w:t>turi būti skirti plokštelėms APMT 180531 TR UNI</w:t>
            </w:r>
            <w:r>
              <w:rPr>
                <w:rFonts w:cstheme="minorHAnsi"/>
                <w:lang w:val="lt-LT"/>
              </w:rPr>
              <w:t>.</w:t>
            </w:r>
          </w:p>
        </w:tc>
      </w:tr>
      <w:tr w:rsidR="00081C04" w:rsidRPr="00487265" w14:paraId="2B187ED8" w14:textId="77777777" w:rsidTr="00081C04">
        <w:trPr>
          <w:trHeight w:val="6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4C07E" w14:textId="48C7CE22" w:rsidR="00081C04" w:rsidRPr="00487265" w:rsidRDefault="000C5D4B" w:rsidP="00081C04">
            <w:pPr>
              <w:spacing w:after="0"/>
              <w:jc w:val="center"/>
              <w:rPr>
                <w:rFonts w:cstheme="minorHAnsi"/>
                <w:lang w:val="lt-LT"/>
              </w:rPr>
            </w:pPr>
            <w:r>
              <w:rPr>
                <w:rFonts w:cstheme="minorHAnsi"/>
                <w:lang w:val="lt-LT"/>
              </w:rPr>
              <w:t>6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C5648" w14:textId="300AEF5F" w:rsidR="00081C04" w:rsidRPr="00487265" w:rsidRDefault="00081C04" w:rsidP="00081C04">
            <w:pPr>
              <w:spacing w:after="0"/>
              <w:rPr>
                <w:rFonts w:cstheme="minorHAnsi"/>
                <w:lang w:val="lt-LT"/>
              </w:rPr>
            </w:pPr>
            <w:r>
              <w:rPr>
                <w:rFonts w:ascii="Arial" w:hAnsi="Arial" w:cs="Arial"/>
              </w:rPr>
              <w:t>V</w:t>
            </w:r>
            <w:r w:rsidRPr="006846D3">
              <w:rPr>
                <w:rFonts w:ascii="Arial" w:hAnsi="Arial" w:cs="Arial"/>
              </w:rPr>
              <w:t xml:space="preserve">aržtų </w:t>
            </w:r>
            <w:proofErr w:type="spellStart"/>
            <w:r w:rsidRPr="006846D3">
              <w:rPr>
                <w:rFonts w:ascii="Arial" w:hAnsi="Arial" w:cs="Arial"/>
              </w:rPr>
              <w:t>rinkinys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</w:t>
            </w:r>
            <w:r w:rsidRPr="006846D3">
              <w:rPr>
                <w:rFonts w:ascii="Arial" w:hAnsi="Arial" w:cs="Arial"/>
              </w:rPr>
              <w:t>eičiam</w:t>
            </w:r>
            <w:r>
              <w:rPr>
                <w:rFonts w:ascii="Arial" w:hAnsi="Arial" w:cs="Arial"/>
              </w:rPr>
              <w:t>oms</w:t>
            </w:r>
            <w:proofErr w:type="spellEnd"/>
            <w:r w:rsidRPr="006846D3">
              <w:rPr>
                <w:rFonts w:ascii="Arial" w:hAnsi="Arial" w:cs="Arial"/>
              </w:rPr>
              <w:t xml:space="preserve"> </w:t>
            </w:r>
            <w:proofErr w:type="spellStart"/>
            <w:r w:rsidRPr="006846D3">
              <w:rPr>
                <w:rFonts w:ascii="Arial" w:hAnsi="Arial" w:cs="Arial"/>
              </w:rPr>
              <w:t>plokštel</w:t>
            </w:r>
            <w:r>
              <w:rPr>
                <w:rFonts w:ascii="Arial" w:hAnsi="Arial" w:cs="Arial"/>
              </w:rPr>
              <w:t>ėms</w:t>
            </w:r>
            <w:proofErr w:type="spellEnd"/>
            <w:r w:rsidRPr="00487265">
              <w:rPr>
                <w:rFonts w:cstheme="minorHAnsi"/>
              </w:rPr>
              <w:t xml:space="preserve"> 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38414" w14:textId="77777777" w:rsidR="00A33BBF" w:rsidRDefault="00DA526D" w:rsidP="00A33BBF">
            <w:pPr>
              <w:pStyle w:val="Sraopastraipa"/>
              <w:numPr>
                <w:ilvl w:val="0"/>
                <w:numId w:val="27"/>
              </w:numPr>
              <w:spacing w:after="0"/>
              <w:rPr>
                <w:rFonts w:cstheme="minorHAnsi"/>
                <w:lang w:val="lt-LT"/>
              </w:rPr>
            </w:pPr>
            <w:r>
              <w:rPr>
                <w:rFonts w:cstheme="minorHAnsi"/>
                <w:lang w:val="lt-LT"/>
              </w:rPr>
              <w:t xml:space="preserve">Varžtas </w:t>
            </w:r>
            <w:r w:rsidRPr="00DA526D">
              <w:rPr>
                <w:rFonts w:cstheme="minorHAnsi"/>
                <w:lang w:val="lt-LT"/>
              </w:rPr>
              <w:t>M3,5x8,6 T15</w:t>
            </w:r>
            <w:r w:rsidR="00A33BBF">
              <w:rPr>
                <w:rFonts w:cstheme="minorHAnsi"/>
                <w:lang w:val="lt-LT"/>
              </w:rPr>
              <w:t>;</w:t>
            </w:r>
          </w:p>
          <w:p w14:paraId="77C9FD39" w14:textId="77777777" w:rsidR="00081C04" w:rsidRDefault="00A33BBF" w:rsidP="00A33BBF">
            <w:pPr>
              <w:pStyle w:val="Sraopastraipa"/>
              <w:numPr>
                <w:ilvl w:val="0"/>
                <w:numId w:val="27"/>
              </w:numPr>
              <w:spacing w:after="0"/>
              <w:rPr>
                <w:rFonts w:cstheme="minorHAnsi"/>
                <w:lang w:val="lt-LT"/>
              </w:rPr>
            </w:pPr>
            <w:r>
              <w:rPr>
                <w:rFonts w:cstheme="minorHAnsi"/>
                <w:lang w:val="lt-LT"/>
              </w:rPr>
              <w:t xml:space="preserve">Varžtai </w:t>
            </w:r>
            <w:r w:rsidR="00DA526D" w:rsidRPr="00DA526D">
              <w:rPr>
                <w:rFonts w:cstheme="minorHAnsi"/>
                <w:lang w:val="lt-LT"/>
              </w:rPr>
              <w:t xml:space="preserve">turi būti skirti </w:t>
            </w:r>
            <w:r w:rsidR="00104C6E">
              <w:rPr>
                <w:rFonts w:cstheme="minorHAnsi"/>
                <w:lang w:val="lt-LT"/>
              </w:rPr>
              <w:t>įrankiui</w:t>
            </w:r>
            <w:r w:rsidR="00DA526D" w:rsidRPr="00DA526D">
              <w:rPr>
                <w:rFonts w:cstheme="minorHAnsi"/>
                <w:lang w:val="lt-LT"/>
              </w:rPr>
              <w:t xml:space="preserve"> APKT1003PDTRPM25</w:t>
            </w:r>
          </w:p>
          <w:p w14:paraId="4E36E5BE" w14:textId="401A833B" w:rsidR="00E2602A" w:rsidRPr="00487265" w:rsidRDefault="00E2602A" w:rsidP="00E2602A">
            <w:pPr>
              <w:pStyle w:val="Sraopastraipa"/>
              <w:spacing w:after="0"/>
              <w:rPr>
                <w:rFonts w:cstheme="minorHAnsi"/>
                <w:lang w:val="lt-LT"/>
              </w:rPr>
            </w:pPr>
            <w:r>
              <w:rPr>
                <w:noProof/>
              </w:rPr>
              <w:drawing>
                <wp:inline distT="0" distB="0" distL="0" distR="0" wp14:anchorId="54294EF1" wp14:editId="321C20B7">
                  <wp:extent cx="850790" cy="829626"/>
                  <wp:effectExtent l="0" t="0" r="6985" b="889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779" cy="8364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81C04" w:rsidRPr="00487265" w14:paraId="58CB434F" w14:textId="77777777" w:rsidTr="00081C04">
        <w:trPr>
          <w:trHeight w:val="6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69431" w14:textId="729BC711" w:rsidR="00081C04" w:rsidRDefault="000C5D4B" w:rsidP="00081C04">
            <w:pPr>
              <w:spacing w:after="0"/>
              <w:jc w:val="center"/>
              <w:rPr>
                <w:rFonts w:cstheme="minorHAnsi"/>
                <w:lang w:val="lt-LT"/>
              </w:rPr>
            </w:pPr>
            <w:r>
              <w:rPr>
                <w:rFonts w:cstheme="minorHAnsi"/>
                <w:lang w:val="lt-LT"/>
              </w:rPr>
              <w:t>7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FF111" w14:textId="2E8DDB91" w:rsidR="00081C04" w:rsidRPr="00487265" w:rsidRDefault="00081C04" w:rsidP="00081C04">
            <w:pPr>
              <w:spacing w:after="0"/>
              <w:rPr>
                <w:rFonts w:cstheme="minorHAnsi"/>
                <w:lang w:val="lt-LT"/>
              </w:rPr>
            </w:pPr>
            <w:proofErr w:type="spellStart"/>
            <w:r w:rsidRPr="00CB6F7D">
              <w:rPr>
                <w:rFonts w:ascii="Arial" w:hAnsi="Arial" w:cs="Arial"/>
              </w:rPr>
              <w:t>Plokštelė</w:t>
            </w:r>
            <w:proofErr w:type="spellEnd"/>
            <w:r w:rsidRPr="00CB6F7D">
              <w:rPr>
                <w:rFonts w:ascii="Arial" w:hAnsi="Arial" w:cs="Arial"/>
              </w:rPr>
              <w:t xml:space="preserve"> </w:t>
            </w:r>
            <w:proofErr w:type="spellStart"/>
            <w:r w:rsidRPr="00CB6F7D">
              <w:rPr>
                <w:rFonts w:ascii="Arial" w:hAnsi="Arial" w:cs="Arial"/>
              </w:rPr>
              <w:t>išoriniam</w:t>
            </w:r>
            <w:proofErr w:type="spellEnd"/>
            <w:r w:rsidRPr="00CB6F7D">
              <w:rPr>
                <w:rFonts w:ascii="Arial" w:hAnsi="Arial" w:cs="Arial"/>
              </w:rPr>
              <w:t xml:space="preserve"> </w:t>
            </w:r>
            <w:proofErr w:type="spellStart"/>
            <w:r w:rsidRPr="00CB6F7D">
              <w:rPr>
                <w:rFonts w:ascii="Arial" w:hAnsi="Arial" w:cs="Arial"/>
              </w:rPr>
              <w:t>sriegimui</w:t>
            </w:r>
            <w:proofErr w:type="spellEnd"/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88A29" w14:textId="25F18FA5" w:rsidR="003A6DEB" w:rsidRDefault="003A6DEB" w:rsidP="003A6DEB">
            <w:pPr>
              <w:pStyle w:val="Sraopastraipa"/>
              <w:numPr>
                <w:ilvl w:val="0"/>
                <w:numId w:val="28"/>
              </w:numPr>
              <w:spacing w:after="0"/>
              <w:rPr>
                <w:rFonts w:cstheme="minorHAnsi"/>
                <w:lang w:val="lt-LT"/>
              </w:rPr>
            </w:pPr>
            <w:r>
              <w:rPr>
                <w:rFonts w:cstheme="minorHAnsi"/>
                <w:lang w:val="lt-LT"/>
              </w:rPr>
              <w:t xml:space="preserve">Plokštelės </w:t>
            </w:r>
            <w:r w:rsidRPr="003A6DEB">
              <w:rPr>
                <w:rFonts w:cstheme="minorHAnsi"/>
                <w:lang w:val="lt-LT"/>
              </w:rPr>
              <w:t>kampas:</w:t>
            </w:r>
            <w:r>
              <w:rPr>
                <w:rFonts w:cstheme="minorHAnsi"/>
                <w:lang w:val="lt-LT"/>
              </w:rPr>
              <w:t xml:space="preserve"> </w:t>
            </w:r>
            <w:r w:rsidRPr="003A6DEB">
              <w:rPr>
                <w:rFonts w:cstheme="minorHAnsi"/>
                <w:lang w:val="lt-LT"/>
              </w:rPr>
              <w:t>60 laipsnių</w:t>
            </w:r>
            <w:r>
              <w:rPr>
                <w:rFonts w:cstheme="minorHAnsi"/>
                <w:lang w:val="lt-LT"/>
              </w:rPr>
              <w:t>;</w:t>
            </w:r>
          </w:p>
          <w:p w14:paraId="6B690EC0" w14:textId="02B5825D" w:rsidR="003A6DEB" w:rsidRPr="005837C3" w:rsidRDefault="005837C3" w:rsidP="005837C3">
            <w:pPr>
              <w:pStyle w:val="Sraopastraipa"/>
              <w:numPr>
                <w:ilvl w:val="0"/>
                <w:numId w:val="28"/>
              </w:numPr>
              <w:spacing w:after="0"/>
              <w:rPr>
                <w:rFonts w:cstheme="minorHAnsi"/>
                <w:lang w:val="lt-LT"/>
              </w:rPr>
            </w:pPr>
            <w:r>
              <w:rPr>
                <w:rFonts w:cstheme="minorHAnsi"/>
                <w:lang w:val="lt-LT"/>
              </w:rPr>
              <w:t>T</w:t>
            </w:r>
            <w:r w:rsidR="003A6DEB" w:rsidRPr="005837C3">
              <w:rPr>
                <w:rFonts w:cstheme="minorHAnsi"/>
                <w:lang w:val="lt-LT"/>
              </w:rPr>
              <w:t>ipas: išorinė, dešininė,</w:t>
            </w:r>
          </w:p>
          <w:p w14:paraId="3867BD02" w14:textId="03FD4494" w:rsidR="003A6DEB" w:rsidRPr="005837C3" w:rsidRDefault="003A6DEB" w:rsidP="005837C3">
            <w:pPr>
              <w:pStyle w:val="Sraopastraipa"/>
              <w:numPr>
                <w:ilvl w:val="0"/>
                <w:numId w:val="28"/>
              </w:numPr>
              <w:spacing w:after="0"/>
              <w:rPr>
                <w:rFonts w:cstheme="minorHAnsi"/>
                <w:lang w:val="lt-LT"/>
              </w:rPr>
            </w:pPr>
            <w:r w:rsidRPr="005837C3">
              <w:rPr>
                <w:rFonts w:cstheme="minorHAnsi"/>
                <w:lang w:val="lt-LT"/>
              </w:rPr>
              <w:t>Kietlydin</w:t>
            </w:r>
            <w:r w:rsidR="005837C3">
              <w:rPr>
                <w:rFonts w:cstheme="minorHAnsi"/>
                <w:lang w:val="lt-LT"/>
              </w:rPr>
              <w:t>i</w:t>
            </w:r>
            <w:r w:rsidRPr="005837C3">
              <w:rPr>
                <w:rFonts w:cstheme="minorHAnsi"/>
                <w:lang w:val="lt-LT"/>
              </w:rPr>
              <w:t>s HB7010</w:t>
            </w:r>
            <w:r w:rsidR="005837C3">
              <w:rPr>
                <w:rFonts w:cstheme="minorHAnsi"/>
                <w:lang w:val="lt-LT"/>
              </w:rPr>
              <w:t xml:space="preserve"> arba lygiavertis</w:t>
            </w:r>
          </w:p>
          <w:p w14:paraId="6CED42E3" w14:textId="421C4879" w:rsidR="00081C04" w:rsidRDefault="005837C3" w:rsidP="005837C3">
            <w:pPr>
              <w:pStyle w:val="Sraopastraipa"/>
              <w:numPr>
                <w:ilvl w:val="0"/>
                <w:numId w:val="28"/>
              </w:numPr>
              <w:spacing w:after="0"/>
              <w:rPr>
                <w:rFonts w:cstheme="minorHAnsi"/>
                <w:lang w:val="lt-LT"/>
              </w:rPr>
            </w:pPr>
            <w:r>
              <w:rPr>
                <w:rFonts w:cstheme="minorHAnsi"/>
                <w:lang w:val="lt-LT"/>
              </w:rPr>
              <w:t>T</w:t>
            </w:r>
            <w:r w:rsidR="003A6DEB" w:rsidRPr="005837C3">
              <w:rPr>
                <w:rFonts w:cstheme="minorHAnsi"/>
                <w:lang w:val="lt-LT"/>
              </w:rPr>
              <w:t>uri tikti laikikliui SRSCR3225P16</w:t>
            </w:r>
            <w:r w:rsidR="00AF0CEF">
              <w:rPr>
                <w:rFonts w:cstheme="minorHAnsi"/>
                <w:lang w:val="lt-LT"/>
              </w:rPr>
              <w:t>:</w:t>
            </w:r>
          </w:p>
          <w:p w14:paraId="07E5A979" w14:textId="77777777" w:rsidR="00151039" w:rsidRDefault="00151039" w:rsidP="00151039">
            <w:pPr>
              <w:pStyle w:val="Sraopastraipa"/>
              <w:spacing w:after="0"/>
              <w:rPr>
                <w:rFonts w:cstheme="minorHAnsi"/>
                <w:lang w:val="lt-LT"/>
              </w:rPr>
            </w:pPr>
            <w:r>
              <w:rPr>
                <w:noProof/>
              </w:rPr>
              <w:drawing>
                <wp:inline distT="0" distB="0" distL="0" distR="0" wp14:anchorId="7EAC8844" wp14:editId="64352363">
                  <wp:extent cx="1343771" cy="2570880"/>
                  <wp:effectExtent l="0" t="0" r="8890" b="127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7816" cy="25786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0BDC9D9" w14:textId="77777777" w:rsidR="00427970" w:rsidRDefault="00D92152" w:rsidP="00151039">
            <w:pPr>
              <w:pStyle w:val="Sraopastraipa"/>
              <w:spacing w:after="0"/>
              <w:rPr>
                <w:rFonts w:cstheme="minorHAnsi"/>
              </w:rPr>
            </w:pPr>
            <w:r>
              <w:rPr>
                <w:rFonts w:cstheme="minorHAnsi"/>
                <w:lang w:val="lt-LT"/>
              </w:rPr>
              <w:t>B</w:t>
            </w:r>
            <w:r w:rsidRPr="00DB0B65">
              <w:rPr>
                <w:rFonts w:cstheme="minorHAnsi"/>
              </w:rPr>
              <w:t xml:space="preserve">=25,0 </w:t>
            </w:r>
            <w:r>
              <w:rPr>
                <w:rFonts w:cstheme="minorHAnsi"/>
              </w:rPr>
              <w:t>mm;</w:t>
            </w:r>
          </w:p>
          <w:p w14:paraId="3FF4BBEC" w14:textId="77777777" w:rsidR="00D92152" w:rsidRDefault="00D92152" w:rsidP="00151039">
            <w:pPr>
              <w:pStyle w:val="Sraopastraipa"/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H=</w:t>
            </w:r>
            <w:r w:rsidR="004B1385">
              <w:rPr>
                <w:rFonts w:cstheme="minorHAnsi"/>
              </w:rPr>
              <w:t xml:space="preserve">32.0 </w:t>
            </w:r>
            <w:proofErr w:type="gramStart"/>
            <w:r w:rsidR="004B1385">
              <w:rPr>
                <w:rFonts w:cstheme="minorHAnsi"/>
              </w:rPr>
              <w:t>mm;</w:t>
            </w:r>
            <w:proofErr w:type="gramEnd"/>
          </w:p>
          <w:p w14:paraId="77EA6825" w14:textId="156A6616" w:rsidR="004B1385" w:rsidRDefault="004B1385" w:rsidP="00151039">
            <w:pPr>
              <w:pStyle w:val="Sraopastraipa"/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LF= 170.00</w:t>
            </w:r>
            <w:r w:rsidR="00A909EF">
              <w:rPr>
                <w:rFonts w:cstheme="minorHAnsi"/>
              </w:rPr>
              <w:t xml:space="preserve"> </w:t>
            </w:r>
            <w:proofErr w:type="gramStart"/>
            <w:r w:rsidR="00A909EF">
              <w:rPr>
                <w:rFonts w:cstheme="minorHAnsi"/>
              </w:rPr>
              <w:t>mm;</w:t>
            </w:r>
            <w:proofErr w:type="gramEnd"/>
          </w:p>
          <w:p w14:paraId="30200E24" w14:textId="7B38BA27" w:rsidR="005A3DE1" w:rsidRPr="00A67BF1" w:rsidRDefault="00405275" w:rsidP="00A67BF1">
            <w:pPr>
              <w:pStyle w:val="Sraopastraipa"/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 xml:space="preserve">WF= </w:t>
            </w:r>
            <w:r w:rsidR="005A3DE1">
              <w:rPr>
                <w:rFonts w:cstheme="minorHAnsi"/>
              </w:rPr>
              <w:t>32.0 mm;</w:t>
            </w:r>
          </w:p>
        </w:tc>
      </w:tr>
    </w:tbl>
    <w:p w14:paraId="3D8EB518" w14:textId="56B57EA7" w:rsidR="003D078C" w:rsidRPr="00487265" w:rsidRDefault="003D078C" w:rsidP="00AA31AA">
      <w:pPr>
        <w:spacing w:after="60" w:line="240" w:lineRule="auto"/>
        <w:rPr>
          <w:rFonts w:cstheme="minorHAnsi"/>
          <w:sz w:val="20"/>
          <w:szCs w:val="20"/>
          <w:lang w:val="lt-LT"/>
        </w:rPr>
      </w:pPr>
    </w:p>
    <w:sectPr w:rsidR="003D078C" w:rsidRPr="00487265" w:rsidSect="00A62B8D">
      <w:headerReference w:type="default" r:id="rId18"/>
      <w:footerReference w:type="default" r:id="rId19"/>
      <w:pgSz w:w="12240" w:h="15840" w:code="1"/>
      <w:pgMar w:top="1440" w:right="1440" w:bottom="1440" w:left="1440" w:header="737" w:footer="8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49BACA" w14:textId="77777777" w:rsidR="00475B64" w:rsidRDefault="00475B64">
      <w:pPr>
        <w:spacing w:after="0" w:line="240" w:lineRule="auto"/>
      </w:pPr>
      <w:r>
        <w:separator/>
      </w:r>
    </w:p>
  </w:endnote>
  <w:endnote w:type="continuationSeparator" w:id="0">
    <w:p w14:paraId="4A0AC659" w14:textId="77777777" w:rsidR="00475B64" w:rsidRDefault="00475B64">
      <w:pPr>
        <w:spacing w:after="0" w:line="240" w:lineRule="auto"/>
      </w:pPr>
      <w:r>
        <w:continuationSeparator/>
      </w:r>
    </w:p>
  </w:endnote>
  <w:endnote w:type="continuationNotice" w:id="1">
    <w:p w14:paraId="27A50C4C" w14:textId="77777777" w:rsidR="00475B64" w:rsidRDefault="00475B6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BA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EB5158" w14:textId="77777777" w:rsidR="004C7E8E" w:rsidRPr="006B1E33" w:rsidRDefault="004C7E8E" w:rsidP="0088175F">
    <w:pPr>
      <w:pStyle w:val="Porat"/>
      <w:rPr>
        <w:rFonts w:asciiTheme="minorHAnsi" w:hAnsiTheme="minorHAnsi" w:cstheme="minorHAnsi"/>
        <w:color w:val="auto"/>
      </w:rPr>
    </w:pPr>
    <w:r w:rsidRPr="006B1E33">
      <w:rPr>
        <w:rFonts w:asciiTheme="minorHAnsi" w:hAnsiTheme="minorHAnsi" w:cstheme="minorHAnsi"/>
        <w:color w:val="auto"/>
      </w:rPr>
      <w:fldChar w:fldCharType="begin"/>
    </w:r>
    <w:r w:rsidRPr="006B1E33">
      <w:rPr>
        <w:rFonts w:asciiTheme="minorHAnsi" w:hAnsiTheme="minorHAnsi" w:cstheme="minorHAnsi"/>
        <w:color w:val="auto"/>
      </w:rPr>
      <w:instrText xml:space="preserve"> PAGE   \* MERGEFORMAT </w:instrText>
    </w:r>
    <w:r w:rsidRPr="006B1E33">
      <w:rPr>
        <w:rFonts w:asciiTheme="minorHAnsi" w:hAnsiTheme="minorHAnsi" w:cstheme="minorHAnsi"/>
        <w:color w:val="auto"/>
      </w:rPr>
      <w:fldChar w:fldCharType="separate"/>
    </w:r>
    <w:r w:rsidRPr="006B1E33">
      <w:rPr>
        <w:rFonts w:asciiTheme="minorHAnsi" w:hAnsiTheme="minorHAnsi" w:cstheme="minorHAnsi"/>
        <w:color w:val="auto"/>
      </w:rPr>
      <w:t>1</w:t>
    </w:r>
    <w:r w:rsidRPr="006B1E33">
      <w:rPr>
        <w:rFonts w:asciiTheme="minorHAnsi" w:hAnsiTheme="minorHAnsi" w:cstheme="minorHAnsi"/>
        <w:color w:val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B11060" w14:textId="77777777" w:rsidR="00475B64" w:rsidRDefault="00475B64">
      <w:pPr>
        <w:spacing w:after="0" w:line="240" w:lineRule="auto"/>
      </w:pPr>
      <w:r>
        <w:separator/>
      </w:r>
    </w:p>
  </w:footnote>
  <w:footnote w:type="continuationSeparator" w:id="0">
    <w:p w14:paraId="06DE36B9" w14:textId="77777777" w:rsidR="00475B64" w:rsidRDefault="00475B64">
      <w:pPr>
        <w:spacing w:after="0" w:line="240" w:lineRule="auto"/>
      </w:pPr>
      <w:r>
        <w:continuationSeparator/>
      </w:r>
    </w:p>
  </w:footnote>
  <w:footnote w:type="continuationNotice" w:id="1">
    <w:p w14:paraId="32A54ABC" w14:textId="77777777" w:rsidR="00475B64" w:rsidRDefault="00475B6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8DD321" w14:textId="3D3502F8" w:rsidR="00A62B8D" w:rsidRPr="00A62B8D" w:rsidRDefault="00A62B8D" w:rsidP="00A62B8D">
    <w:pPr>
      <w:shd w:val="clear" w:color="auto" w:fill="FFFFFF" w:themeFill="background1"/>
      <w:spacing w:before="100" w:beforeAutospacing="1" w:after="0" w:line="240" w:lineRule="auto"/>
      <w:jc w:val="right"/>
      <w:rPr>
        <w:rFonts w:cstheme="minorHAnsi"/>
        <w:color w:val="auto"/>
        <w:lang w:val="lt-LT"/>
      </w:rPr>
    </w:pPr>
    <w:r w:rsidRPr="00A62B8D">
      <w:rPr>
        <w:rFonts w:cstheme="minorHAnsi"/>
        <w:color w:val="auto"/>
        <w:lang w:val="lt-LT"/>
      </w:rPr>
      <w:t>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01570"/>
    <w:multiLevelType w:val="hybridMultilevel"/>
    <w:tmpl w:val="C644AC5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45B8A"/>
    <w:multiLevelType w:val="hybridMultilevel"/>
    <w:tmpl w:val="F7B6A95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6F1D1F"/>
    <w:multiLevelType w:val="multilevel"/>
    <w:tmpl w:val="D918063C"/>
    <w:lvl w:ilvl="0">
      <w:start w:val="1"/>
      <w:numFmt w:val="decimal"/>
      <w:lvlText w:val="%1."/>
      <w:lvlJc w:val="left"/>
      <w:pPr>
        <w:ind w:left="1290" w:hanging="12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90" w:hanging="129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5451ECE"/>
    <w:multiLevelType w:val="hybridMultilevel"/>
    <w:tmpl w:val="D582946C"/>
    <w:lvl w:ilvl="0" w:tplc="042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8220260"/>
    <w:multiLevelType w:val="hybridMultilevel"/>
    <w:tmpl w:val="DB561432"/>
    <w:lvl w:ilvl="0" w:tplc="88EA0DA0">
      <w:start w:val="1"/>
      <w:numFmt w:val="decimal"/>
      <w:lvlText w:val="4.2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8D1641"/>
    <w:multiLevelType w:val="hybridMultilevel"/>
    <w:tmpl w:val="2F9CDC1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424588"/>
    <w:multiLevelType w:val="hybridMultilevel"/>
    <w:tmpl w:val="2F9CDC1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666D6B"/>
    <w:multiLevelType w:val="hybridMultilevel"/>
    <w:tmpl w:val="2F9CDC1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91E73"/>
    <w:multiLevelType w:val="hybridMultilevel"/>
    <w:tmpl w:val="76E23076"/>
    <w:lvl w:ilvl="0" w:tplc="042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81D1CDA"/>
    <w:multiLevelType w:val="hybridMultilevel"/>
    <w:tmpl w:val="36FA6268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2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8352E71"/>
    <w:multiLevelType w:val="multilevel"/>
    <w:tmpl w:val="C54A348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A1F2BA9"/>
    <w:multiLevelType w:val="hybridMultilevel"/>
    <w:tmpl w:val="D5FE27F6"/>
    <w:lvl w:ilvl="0" w:tplc="EDB28E6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8C71E9"/>
    <w:multiLevelType w:val="hybridMultilevel"/>
    <w:tmpl w:val="699AA6A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8A464D"/>
    <w:multiLevelType w:val="multilevel"/>
    <w:tmpl w:val="C54A348C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330347BC"/>
    <w:multiLevelType w:val="hybridMultilevel"/>
    <w:tmpl w:val="2F9CDC1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89478B"/>
    <w:multiLevelType w:val="hybridMultilevel"/>
    <w:tmpl w:val="2F9CDC1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B07121"/>
    <w:multiLevelType w:val="hybridMultilevel"/>
    <w:tmpl w:val="00C4CCD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D303BB"/>
    <w:multiLevelType w:val="hybridMultilevel"/>
    <w:tmpl w:val="2F9CDC1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976683"/>
    <w:multiLevelType w:val="hybridMultilevel"/>
    <w:tmpl w:val="2F9CDC1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0F4903"/>
    <w:multiLevelType w:val="hybridMultilevel"/>
    <w:tmpl w:val="8DC0AB1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97794C"/>
    <w:multiLevelType w:val="multilevel"/>
    <w:tmpl w:val="5296B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2741AB3"/>
    <w:multiLevelType w:val="multilevel"/>
    <w:tmpl w:val="FD3EBB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45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4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0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05" w:hanging="1440"/>
      </w:pPr>
      <w:rPr>
        <w:rFonts w:hint="default"/>
      </w:rPr>
    </w:lvl>
  </w:abstractNum>
  <w:abstractNum w:abstractNumId="22" w15:restartNumberingAfterBreak="0">
    <w:nsid w:val="4A7C288F"/>
    <w:multiLevelType w:val="hybridMultilevel"/>
    <w:tmpl w:val="8522E5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5C0076"/>
    <w:multiLevelType w:val="hybridMultilevel"/>
    <w:tmpl w:val="73CA6A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0C7FB5"/>
    <w:multiLevelType w:val="hybridMultilevel"/>
    <w:tmpl w:val="2F9CDC1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4E7268"/>
    <w:multiLevelType w:val="hybridMultilevel"/>
    <w:tmpl w:val="2F9CDC1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882D1A"/>
    <w:multiLevelType w:val="hybridMultilevel"/>
    <w:tmpl w:val="AD78435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7625A9"/>
    <w:multiLevelType w:val="multilevel"/>
    <w:tmpl w:val="D65E66F6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28" w15:restartNumberingAfterBreak="0">
    <w:nsid w:val="637A01B7"/>
    <w:multiLevelType w:val="hybridMultilevel"/>
    <w:tmpl w:val="2F9CDC1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0B17E4"/>
    <w:multiLevelType w:val="hybridMultilevel"/>
    <w:tmpl w:val="0D3C2EE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7E5D71"/>
    <w:multiLevelType w:val="hybridMultilevel"/>
    <w:tmpl w:val="4470CA90"/>
    <w:lvl w:ilvl="0" w:tplc="E2DA8656">
      <w:start w:val="1"/>
      <w:numFmt w:val="bullet"/>
      <w:pStyle w:val="Sraassuenkleliais"/>
      <w:lvlText w:val=""/>
      <w:lvlJc w:val="left"/>
      <w:pPr>
        <w:tabs>
          <w:tab w:val="num" w:pos="360"/>
        </w:tabs>
        <w:ind w:left="432" w:hanging="288"/>
      </w:pPr>
      <w:rPr>
        <w:rFonts w:ascii="Symbol" w:hAnsi="Symbol" w:hint="default"/>
        <w:color w:val="2E74B5" w:themeColor="accent1" w:themeShade="BF"/>
      </w:rPr>
    </w:lvl>
    <w:lvl w:ilvl="1" w:tplc="2CCE4DB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color w:val="2E74B5" w:themeColor="accent1" w:themeShade="BF"/>
      </w:rPr>
    </w:lvl>
    <w:lvl w:ilvl="2" w:tplc="3B44FD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color w:val="2E74B5" w:themeColor="accent1" w:themeShade="BF"/>
      </w:rPr>
    </w:lvl>
    <w:lvl w:ilvl="3" w:tplc="9A289EC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color w:val="2E74B5" w:themeColor="accent1" w:themeShade="BF"/>
      </w:rPr>
    </w:lvl>
    <w:lvl w:ilvl="4" w:tplc="AF1A0A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  <w:color w:val="2E74B5" w:themeColor="accent1" w:themeShade="BF"/>
      </w:rPr>
    </w:lvl>
    <w:lvl w:ilvl="5" w:tplc="8A0676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  <w:color w:val="2E74B5" w:themeColor="accent1" w:themeShade="BF"/>
      </w:rPr>
    </w:lvl>
    <w:lvl w:ilvl="6" w:tplc="D4CACB8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  <w:color w:val="2E74B5" w:themeColor="accent1" w:themeShade="BF"/>
      </w:rPr>
    </w:lvl>
    <w:lvl w:ilvl="7" w:tplc="C0E0DE4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  <w:color w:val="2E74B5" w:themeColor="accent1" w:themeShade="BF"/>
      </w:rPr>
    </w:lvl>
    <w:lvl w:ilvl="8" w:tplc="21AE83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  <w:color w:val="2E74B5" w:themeColor="accent1" w:themeShade="BF"/>
      </w:rPr>
    </w:lvl>
  </w:abstractNum>
  <w:abstractNum w:abstractNumId="31" w15:restartNumberingAfterBreak="0">
    <w:nsid w:val="65A944E1"/>
    <w:multiLevelType w:val="hybridMultilevel"/>
    <w:tmpl w:val="77603562"/>
    <w:lvl w:ilvl="0" w:tplc="042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BE510E2"/>
    <w:multiLevelType w:val="hybridMultilevel"/>
    <w:tmpl w:val="61405842"/>
    <w:lvl w:ilvl="0" w:tplc="88EA0DA0">
      <w:start w:val="1"/>
      <w:numFmt w:val="decimal"/>
      <w:lvlText w:val="4.2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E864C5"/>
    <w:multiLevelType w:val="hybridMultilevel"/>
    <w:tmpl w:val="3D067138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25E5C55"/>
    <w:multiLevelType w:val="hybridMultilevel"/>
    <w:tmpl w:val="C27E1242"/>
    <w:lvl w:ilvl="0" w:tplc="F4ECBA42">
      <w:start w:val="1"/>
      <w:numFmt w:val="decimal"/>
      <w:lvlText w:val="4.2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264DD5"/>
    <w:multiLevelType w:val="hybridMultilevel"/>
    <w:tmpl w:val="25CC6570"/>
    <w:lvl w:ilvl="0" w:tplc="0132280E">
      <w:start w:val="1"/>
      <w:numFmt w:val="decimal"/>
      <w:lvlText w:val="%1."/>
      <w:lvlJc w:val="left"/>
      <w:pPr>
        <w:ind w:left="717" w:hanging="360"/>
      </w:pPr>
      <w:rPr>
        <w:rFonts w:ascii="Calibri" w:eastAsia="Calibri" w:hAnsi="Calibri" w:cs="Arial"/>
        <w:i/>
        <w:color w:val="000000"/>
      </w:rPr>
    </w:lvl>
    <w:lvl w:ilvl="1" w:tplc="04270019">
      <w:start w:val="1"/>
      <w:numFmt w:val="lowerLetter"/>
      <w:lvlText w:val="%2."/>
      <w:lvlJc w:val="left"/>
      <w:pPr>
        <w:ind w:left="1437" w:hanging="360"/>
      </w:pPr>
    </w:lvl>
    <w:lvl w:ilvl="2" w:tplc="0427001B">
      <w:start w:val="1"/>
      <w:numFmt w:val="lowerRoman"/>
      <w:lvlText w:val="%3."/>
      <w:lvlJc w:val="right"/>
      <w:pPr>
        <w:ind w:left="2157" w:hanging="180"/>
      </w:pPr>
    </w:lvl>
    <w:lvl w:ilvl="3" w:tplc="0427000F">
      <w:start w:val="1"/>
      <w:numFmt w:val="decimal"/>
      <w:lvlText w:val="%4."/>
      <w:lvlJc w:val="left"/>
      <w:pPr>
        <w:ind w:left="2877" w:hanging="360"/>
      </w:pPr>
    </w:lvl>
    <w:lvl w:ilvl="4" w:tplc="04270019">
      <w:start w:val="1"/>
      <w:numFmt w:val="lowerLetter"/>
      <w:lvlText w:val="%5."/>
      <w:lvlJc w:val="left"/>
      <w:pPr>
        <w:ind w:left="3597" w:hanging="360"/>
      </w:pPr>
    </w:lvl>
    <w:lvl w:ilvl="5" w:tplc="0427001B">
      <w:start w:val="1"/>
      <w:numFmt w:val="lowerRoman"/>
      <w:lvlText w:val="%6."/>
      <w:lvlJc w:val="right"/>
      <w:pPr>
        <w:ind w:left="4317" w:hanging="180"/>
      </w:pPr>
    </w:lvl>
    <w:lvl w:ilvl="6" w:tplc="0427000F">
      <w:start w:val="1"/>
      <w:numFmt w:val="decimal"/>
      <w:lvlText w:val="%7."/>
      <w:lvlJc w:val="left"/>
      <w:pPr>
        <w:ind w:left="5037" w:hanging="360"/>
      </w:pPr>
    </w:lvl>
    <w:lvl w:ilvl="7" w:tplc="04270019">
      <w:start w:val="1"/>
      <w:numFmt w:val="lowerLetter"/>
      <w:lvlText w:val="%8."/>
      <w:lvlJc w:val="left"/>
      <w:pPr>
        <w:ind w:left="5757" w:hanging="360"/>
      </w:pPr>
    </w:lvl>
    <w:lvl w:ilvl="8" w:tplc="0427001B">
      <w:start w:val="1"/>
      <w:numFmt w:val="lowerRoman"/>
      <w:lvlText w:val="%9."/>
      <w:lvlJc w:val="right"/>
      <w:pPr>
        <w:ind w:left="6477" w:hanging="180"/>
      </w:pPr>
    </w:lvl>
  </w:abstractNum>
  <w:abstractNum w:abstractNumId="36" w15:restartNumberingAfterBreak="0">
    <w:nsid w:val="74D3164E"/>
    <w:multiLevelType w:val="hybridMultilevel"/>
    <w:tmpl w:val="84E239F8"/>
    <w:lvl w:ilvl="0" w:tplc="042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4F645D4"/>
    <w:multiLevelType w:val="hybridMultilevel"/>
    <w:tmpl w:val="00C4CCD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8A6653"/>
    <w:multiLevelType w:val="multilevel"/>
    <w:tmpl w:val="9300EF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39" w15:restartNumberingAfterBreak="0">
    <w:nsid w:val="7ADB0143"/>
    <w:multiLevelType w:val="hybridMultilevel"/>
    <w:tmpl w:val="D26284E4"/>
    <w:lvl w:ilvl="0" w:tplc="88EA0DA0">
      <w:start w:val="1"/>
      <w:numFmt w:val="decimal"/>
      <w:lvlText w:val="4.2.%1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59580A"/>
    <w:multiLevelType w:val="hybridMultilevel"/>
    <w:tmpl w:val="2F9CDC1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33"/>
  </w:num>
  <w:num w:numId="3">
    <w:abstractNumId w:val="31"/>
  </w:num>
  <w:num w:numId="4">
    <w:abstractNumId w:val="3"/>
  </w:num>
  <w:num w:numId="5">
    <w:abstractNumId w:val="36"/>
  </w:num>
  <w:num w:numId="6">
    <w:abstractNumId w:val="8"/>
  </w:num>
  <w:num w:numId="7">
    <w:abstractNumId w:val="11"/>
  </w:num>
  <w:num w:numId="8">
    <w:abstractNumId w:val="13"/>
  </w:num>
  <w:num w:numId="9">
    <w:abstractNumId w:val="29"/>
  </w:num>
  <w:num w:numId="10">
    <w:abstractNumId w:val="13"/>
  </w:num>
  <w:num w:numId="11">
    <w:abstractNumId w:val="10"/>
  </w:num>
  <w:num w:numId="12">
    <w:abstractNumId w:val="1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7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</w:num>
  <w:num w:numId="16">
    <w:abstractNumId w:val="9"/>
  </w:num>
  <w:num w:numId="17">
    <w:abstractNumId w:val="22"/>
  </w:num>
  <w:num w:numId="18">
    <w:abstractNumId w:val="1"/>
  </w:num>
  <w:num w:numId="19">
    <w:abstractNumId w:val="2"/>
  </w:num>
  <w:num w:numId="20">
    <w:abstractNumId w:val="38"/>
  </w:num>
  <w:num w:numId="21">
    <w:abstractNumId w:val="21"/>
  </w:num>
  <w:num w:numId="22">
    <w:abstractNumId w:val="18"/>
  </w:num>
  <w:num w:numId="23">
    <w:abstractNumId w:val="37"/>
  </w:num>
  <w:num w:numId="24">
    <w:abstractNumId w:val="26"/>
  </w:num>
  <w:num w:numId="25">
    <w:abstractNumId w:val="19"/>
  </w:num>
  <w:num w:numId="26">
    <w:abstractNumId w:val="0"/>
  </w:num>
  <w:num w:numId="27">
    <w:abstractNumId w:val="12"/>
  </w:num>
  <w:num w:numId="28">
    <w:abstractNumId w:val="23"/>
  </w:num>
  <w:num w:numId="29">
    <w:abstractNumId w:val="28"/>
  </w:num>
  <w:num w:numId="30">
    <w:abstractNumId w:val="5"/>
  </w:num>
  <w:num w:numId="31">
    <w:abstractNumId w:val="15"/>
  </w:num>
  <w:num w:numId="32">
    <w:abstractNumId w:val="40"/>
  </w:num>
  <w:num w:numId="33">
    <w:abstractNumId w:val="14"/>
  </w:num>
  <w:num w:numId="34">
    <w:abstractNumId w:val="6"/>
  </w:num>
  <w:num w:numId="35">
    <w:abstractNumId w:val="24"/>
  </w:num>
  <w:num w:numId="36">
    <w:abstractNumId w:val="7"/>
  </w:num>
  <w:num w:numId="37">
    <w:abstractNumId w:val="25"/>
  </w:num>
  <w:num w:numId="38">
    <w:abstractNumId w:val="17"/>
  </w:num>
  <w:num w:numId="39">
    <w:abstractNumId w:val="16"/>
  </w:num>
  <w:num w:numId="40">
    <w:abstractNumId w:val="39"/>
  </w:num>
  <w:num w:numId="41">
    <w:abstractNumId w:val="4"/>
  </w:num>
  <w:num w:numId="42">
    <w:abstractNumId w:val="32"/>
  </w:num>
  <w:num w:numId="43">
    <w:abstractNumId w:val="3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hyphenationZone w:val="396"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BD9"/>
    <w:rsid w:val="00003899"/>
    <w:rsid w:val="00003C33"/>
    <w:rsid w:val="0000501F"/>
    <w:rsid w:val="00006B92"/>
    <w:rsid w:val="00017B6E"/>
    <w:rsid w:val="00021CA8"/>
    <w:rsid w:val="00022770"/>
    <w:rsid w:val="000322BF"/>
    <w:rsid w:val="00032561"/>
    <w:rsid w:val="000405E7"/>
    <w:rsid w:val="0005209E"/>
    <w:rsid w:val="000533E7"/>
    <w:rsid w:val="00055519"/>
    <w:rsid w:val="0006062C"/>
    <w:rsid w:val="000661CC"/>
    <w:rsid w:val="00071D99"/>
    <w:rsid w:val="000728F8"/>
    <w:rsid w:val="00081C04"/>
    <w:rsid w:val="00086579"/>
    <w:rsid w:val="00091D83"/>
    <w:rsid w:val="00091EA6"/>
    <w:rsid w:val="00092931"/>
    <w:rsid w:val="000A0790"/>
    <w:rsid w:val="000A2946"/>
    <w:rsid w:val="000B296B"/>
    <w:rsid w:val="000B5BAD"/>
    <w:rsid w:val="000B72A3"/>
    <w:rsid w:val="000C4AAE"/>
    <w:rsid w:val="000C5D4B"/>
    <w:rsid w:val="000C6A97"/>
    <w:rsid w:val="000D3EEF"/>
    <w:rsid w:val="000E65DC"/>
    <w:rsid w:val="000E697B"/>
    <w:rsid w:val="000F230D"/>
    <w:rsid w:val="000F3162"/>
    <w:rsid w:val="000F64D1"/>
    <w:rsid w:val="000F7A23"/>
    <w:rsid w:val="00100D9C"/>
    <w:rsid w:val="00104C6E"/>
    <w:rsid w:val="00105158"/>
    <w:rsid w:val="00117948"/>
    <w:rsid w:val="00122948"/>
    <w:rsid w:val="001238BC"/>
    <w:rsid w:val="001262BF"/>
    <w:rsid w:val="00126569"/>
    <w:rsid w:val="001273C1"/>
    <w:rsid w:val="00132A41"/>
    <w:rsid w:val="00136855"/>
    <w:rsid w:val="00136861"/>
    <w:rsid w:val="00146A59"/>
    <w:rsid w:val="00151039"/>
    <w:rsid w:val="001541DD"/>
    <w:rsid w:val="00160D6D"/>
    <w:rsid w:val="0016776A"/>
    <w:rsid w:val="001755EF"/>
    <w:rsid w:val="001801F8"/>
    <w:rsid w:val="0018428F"/>
    <w:rsid w:val="00186C39"/>
    <w:rsid w:val="001912E5"/>
    <w:rsid w:val="001934BD"/>
    <w:rsid w:val="001A3AFD"/>
    <w:rsid w:val="001A62D8"/>
    <w:rsid w:val="001B792C"/>
    <w:rsid w:val="001C12FA"/>
    <w:rsid w:val="001C476E"/>
    <w:rsid w:val="001D5B3D"/>
    <w:rsid w:val="001E131C"/>
    <w:rsid w:val="001E4972"/>
    <w:rsid w:val="001E6BB4"/>
    <w:rsid w:val="00200078"/>
    <w:rsid w:val="00202227"/>
    <w:rsid w:val="0020351C"/>
    <w:rsid w:val="00205258"/>
    <w:rsid w:val="0021171B"/>
    <w:rsid w:val="002129B0"/>
    <w:rsid w:val="0021673F"/>
    <w:rsid w:val="00216E2C"/>
    <w:rsid w:val="00217A2B"/>
    <w:rsid w:val="002351E2"/>
    <w:rsid w:val="0024377F"/>
    <w:rsid w:val="00245612"/>
    <w:rsid w:val="00253F41"/>
    <w:rsid w:val="0026470C"/>
    <w:rsid w:val="00270C57"/>
    <w:rsid w:val="002723DC"/>
    <w:rsid w:val="00275711"/>
    <w:rsid w:val="002776B8"/>
    <w:rsid w:val="00281743"/>
    <w:rsid w:val="00282472"/>
    <w:rsid w:val="00294A80"/>
    <w:rsid w:val="00295C0C"/>
    <w:rsid w:val="002A04F7"/>
    <w:rsid w:val="002A6A49"/>
    <w:rsid w:val="002B14D1"/>
    <w:rsid w:val="002C13BA"/>
    <w:rsid w:val="002C6429"/>
    <w:rsid w:val="002C7415"/>
    <w:rsid w:val="002C7CF0"/>
    <w:rsid w:val="002D47D9"/>
    <w:rsid w:val="002E4637"/>
    <w:rsid w:val="002E49BC"/>
    <w:rsid w:val="002E52EE"/>
    <w:rsid w:val="002E5B20"/>
    <w:rsid w:val="002F4F6F"/>
    <w:rsid w:val="00311487"/>
    <w:rsid w:val="003120EF"/>
    <w:rsid w:val="003138D0"/>
    <w:rsid w:val="0031579E"/>
    <w:rsid w:val="00316F48"/>
    <w:rsid w:val="00317EC0"/>
    <w:rsid w:val="00325872"/>
    <w:rsid w:val="00325F3A"/>
    <w:rsid w:val="003262F3"/>
    <w:rsid w:val="00333BBD"/>
    <w:rsid w:val="0033679F"/>
    <w:rsid w:val="003377B5"/>
    <w:rsid w:val="003440B0"/>
    <w:rsid w:val="00346FDE"/>
    <w:rsid w:val="00347A98"/>
    <w:rsid w:val="00351FC8"/>
    <w:rsid w:val="0035659E"/>
    <w:rsid w:val="0037260B"/>
    <w:rsid w:val="003750D2"/>
    <w:rsid w:val="00377BC2"/>
    <w:rsid w:val="003823EA"/>
    <w:rsid w:val="003856D6"/>
    <w:rsid w:val="00386778"/>
    <w:rsid w:val="003A0E15"/>
    <w:rsid w:val="003A6DEB"/>
    <w:rsid w:val="003B18C2"/>
    <w:rsid w:val="003B3331"/>
    <w:rsid w:val="003B78CF"/>
    <w:rsid w:val="003C26CC"/>
    <w:rsid w:val="003D032C"/>
    <w:rsid w:val="003D078C"/>
    <w:rsid w:val="003D0C3D"/>
    <w:rsid w:val="003D2F3B"/>
    <w:rsid w:val="003E60C6"/>
    <w:rsid w:val="003F6ECA"/>
    <w:rsid w:val="003F7BAA"/>
    <w:rsid w:val="0040134E"/>
    <w:rsid w:val="00401472"/>
    <w:rsid w:val="00402F08"/>
    <w:rsid w:val="00405275"/>
    <w:rsid w:val="004076C8"/>
    <w:rsid w:val="0041038B"/>
    <w:rsid w:val="00420075"/>
    <w:rsid w:val="004243C8"/>
    <w:rsid w:val="00427970"/>
    <w:rsid w:val="004307FC"/>
    <w:rsid w:val="0043423A"/>
    <w:rsid w:val="00436286"/>
    <w:rsid w:val="00436463"/>
    <w:rsid w:val="00436839"/>
    <w:rsid w:val="00441CA7"/>
    <w:rsid w:val="00442A60"/>
    <w:rsid w:val="00444569"/>
    <w:rsid w:val="004449E6"/>
    <w:rsid w:val="0044548E"/>
    <w:rsid w:val="00450B56"/>
    <w:rsid w:val="004545D9"/>
    <w:rsid w:val="00457D48"/>
    <w:rsid w:val="00462AD6"/>
    <w:rsid w:val="0046423B"/>
    <w:rsid w:val="00465426"/>
    <w:rsid w:val="00475B64"/>
    <w:rsid w:val="0047610F"/>
    <w:rsid w:val="004846EA"/>
    <w:rsid w:val="00484A63"/>
    <w:rsid w:val="00487265"/>
    <w:rsid w:val="0049571E"/>
    <w:rsid w:val="004A27EE"/>
    <w:rsid w:val="004A5CBF"/>
    <w:rsid w:val="004B1385"/>
    <w:rsid w:val="004B1706"/>
    <w:rsid w:val="004B41EB"/>
    <w:rsid w:val="004B5850"/>
    <w:rsid w:val="004C55DB"/>
    <w:rsid w:val="004C7E8E"/>
    <w:rsid w:val="004D0068"/>
    <w:rsid w:val="004D6FF7"/>
    <w:rsid w:val="004E390B"/>
    <w:rsid w:val="004E5035"/>
    <w:rsid w:val="004E6282"/>
    <w:rsid w:val="004E7B7D"/>
    <w:rsid w:val="004F0572"/>
    <w:rsid w:val="004F22A6"/>
    <w:rsid w:val="004F24C3"/>
    <w:rsid w:val="004F5C8E"/>
    <w:rsid w:val="004F7F88"/>
    <w:rsid w:val="00502ECA"/>
    <w:rsid w:val="00505A11"/>
    <w:rsid w:val="005066FD"/>
    <w:rsid w:val="00512081"/>
    <w:rsid w:val="00515CDE"/>
    <w:rsid w:val="00517215"/>
    <w:rsid w:val="00517EC3"/>
    <w:rsid w:val="0052188E"/>
    <w:rsid w:val="00527CA3"/>
    <w:rsid w:val="00545041"/>
    <w:rsid w:val="00546012"/>
    <w:rsid w:val="00546B3A"/>
    <w:rsid w:val="0055135B"/>
    <w:rsid w:val="00552205"/>
    <w:rsid w:val="0055602B"/>
    <w:rsid w:val="00561336"/>
    <w:rsid w:val="00561593"/>
    <w:rsid w:val="0056756A"/>
    <w:rsid w:val="005837C3"/>
    <w:rsid w:val="00584DC4"/>
    <w:rsid w:val="00590B0E"/>
    <w:rsid w:val="00594BA0"/>
    <w:rsid w:val="005A3DE1"/>
    <w:rsid w:val="005A6977"/>
    <w:rsid w:val="005B049B"/>
    <w:rsid w:val="005C107B"/>
    <w:rsid w:val="005C430F"/>
    <w:rsid w:val="005D4CD3"/>
    <w:rsid w:val="005D506D"/>
    <w:rsid w:val="005D7CFB"/>
    <w:rsid w:val="005D7FB6"/>
    <w:rsid w:val="005F3EFB"/>
    <w:rsid w:val="005F5E9B"/>
    <w:rsid w:val="00600373"/>
    <w:rsid w:val="006023C7"/>
    <w:rsid w:val="00625DD8"/>
    <w:rsid w:val="0062715B"/>
    <w:rsid w:val="00630C54"/>
    <w:rsid w:val="00633466"/>
    <w:rsid w:val="0064065B"/>
    <w:rsid w:val="00641E61"/>
    <w:rsid w:val="00642318"/>
    <w:rsid w:val="00642A65"/>
    <w:rsid w:val="0064444C"/>
    <w:rsid w:val="00644942"/>
    <w:rsid w:val="006503AD"/>
    <w:rsid w:val="0066159C"/>
    <w:rsid w:val="00666038"/>
    <w:rsid w:val="006723E4"/>
    <w:rsid w:val="00673107"/>
    <w:rsid w:val="0067414F"/>
    <w:rsid w:val="00674FB2"/>
    <w:rsid w:val="00676A28"/>
    <w:rsid w:val="00676D59"/>
    <w:rsid w:val="006771FB"/>
    <w:rsid w:val="00677A02"/>
    <w:rsid w:val="006846D3"/>
    <w:rsid w:val="0069104F"/>
    <w:rsid w:val="0069430C"/>
    <w:rsid w:val="006A193F"/>
    <w:rsid w:val="006A3A7F"/>
    <w:rsid w:val="006B1E33"/>
    <w:rsid w:val="006B5EDF"/>
    <w:rsid w:val="006C3F20"/>
    <w:rsid w:val="006C5ECB"/>
    <w:rsid w:val="006D01B1"/>
    <w:rsid w:val="006D2850"/>
    <w:rsid w:val="006D2AAF"/>
    <w:rsid w:val="006D4DA6"/>
    <w:rsid w:val="006D68F5"/>
    <w:rsid w:val="006E6CCB"/>
    <w:rsid w:val="006F45DB"/>
    <w:rsid w:val="006F5311"/>
    <w:rsid w:val="006F721F"/>
    <w:rsid w:val="007042AE"/>
    <w:rsid w:val="0070709A"/>
    <w:rsid w:val="00713228"/>
    <w:rsid w:val="00713E9F"/>
    <w:rsid w:val="0071603F"/>
    <w:rsid w:val="00717B93"/>
    <w:rsid w:val="00725E29"/>
    <w:rsid w:val="00731821"/>
    <w:rsid w:val="00741991"/>
    <w:rsid w:val="00743124"/>
    <w:rsid w:val="00744DF7"/>
    <w:rsid w:val="0076017A"/>
    <w:rsid w:val="007627C5"/>
    <w:rsid w:val="00771079"/>
    <w:rsid w:val="00771A5C"/>
    <w:rsid w:val="00773F2E"/>
    <w:rsid w:val="00774049"/>
    <w:rsid w:val="0077463D"/>
    <w:rsid w:val="00775398"/>
    <w:rsid w:val="00783AC5"/>
    <w:rsid w:val="00796F04"/>
    <w:rsid w:val="007A4B19"/>
    <w:rsid w:val="007A4F0E"/>
    <w:rsid w:val="007A6CBC"/>
    <w:rsid w:val="007B1F2E"/>
    <w:rsid w:val="007C37D1"/>
    <w:rsid w:val="007D0AEC"/>
    <w:rsid w:val="007D24FD"/>
    <w:rsid w:val="007D4A4B"/>
    <w:rsid w:val="007D5433"/>
    <w:rsid w:val="007D733D"/>
    <w:rsid w:val="007D78DF"/>
    <w:rsid w:val="007E7DDF"/>
    <w:rsid w:val="007F56FD"/>
    <w:rsid w:val="00801CD0"/>
    <w:rsid w:val="00805667"/>
    <w:rsid w:val="00812251"/>
    <w:rsid w:val="0081389B"/>
    <w:rsid w:val="00816E00"/>
    <w:rsid w:val="008252AE"/>
    <w:rsid w:val="0082584A"/>
    <w:rsid w:val="008266C0"/>
    <w:rsid w:val="0083218D"/>
    <w:rsid w:val="0083274D"/>
    <w:rsid w:val="00844633"/>
    <w:rsid w:val="0084472F"/>
    <w:rsid w:val="00845CE5"/>
    <w:rsid w:val="008470BD"/>
    <w:rsid w:val="00855AD1"/>
    <w:rsid w:val="00864F37"/>
    <w:rsid w:val="00870FBF"/>
    <w:rsid w:val="00871149"/>
    <w:rsid w:val="00872354"/>
    <w:rsid w:val="00872CFF"/>
    <w:rsid w:val="00874CE2"/>
    <w:rsid w:val="008806AD"/>
    <w:rsid w:val="0088175F"/>
    <w:rsid w:val="008961F2"/>
    <w:rsid w:val="008963E2"/>
    <w:rsid w:val="008A1C58"/>
    <w:rsid w:val="008B140B"/>
    <w:rsid w:val="008B2C93"/>
    <w:rsid w:val="008C06FB"/>
    <w:rsid w:val="008D1E41"/>
    <w:rsid w:val="008D33F8"/>
    <w:rsid w:val="008D3970"/>
    <w:rsid w:val="008E32BA"/>
    <w:rsid w:val="008E4A97"/>
    <w:rsid w:val="008E7C73"/>
    <w:rsid w:val="008F0E66"/>
    <w:rsid w:val="008F4E62"/>
    <w:rsid w:val="008F68E9"/>
    <w:rsid w:val="00906E45"/>
    <w:rsid w:val="00912274"/>
    <w:rsid w:val="00914D31"/>
    <w:rsid w:val="0092319A"/>
    <w:rsid w:val="009231BD"/>
    <w:rsid w:val="009236E3"/>
    <w:rsid w:val="00923C7C"/>
    <w:rsid w:val="0092401D"/>
    <w:rsid w:val="0092545E"/>
    <w:rsid w:val="00926216"/>
    <w:rsid w:val="00936096"/>
    <w:rsid w:val="00937656"/>
    <w:rsid w:val="009436BB"/>
    <w:rsid w:val="009444EC"/>
    <w:rsid w:val="009459A2"/>
    <w:rsid w:val="009510F5"/>
    <w:rsid w:val="00953A1A"/>
    <w:rsid w:val="00955449"/>
    <w:rsid w:val="00957A0B"/>
    <w:rsid w:val="00960B92"/>
    <w:rsid w:val="00961CF9"/>
    <w:rsid w:val="00965198"/>
    <w:rsid w:val="00970D23"/>
    <w:rsid w:val="0097150E"/>
    <w:rsid w:val="009729CC"/>
    <w:rsid w:val="00973BDF"/>
    <w:rsid w:val="00987BCC"/>
    <w:rsid w:val="0099041B"/>
    <w:rsid w:val="00993208"/>
    <w:rsid w:val="009A127D"/>
    <w:rsid w:val="009A3E0F"/>
    <w:rsid w:val="009A4FCD"/>
    <w:rsid w:val="009A696E"/>
    <w:rsid w:val="009B26AC"/>
    <w:rsid w:val="009B5D53"/>
    <w:rsid w:val="009C1ECF"/>
    <w:rsid w:val="009C3EE1"/>
    <w:rsid w:val="009C521E"/>
    <w:rsid w:val="009D6ABA"/>
    <w:rsid w:val="009E0E2E"/>
    <w:rsid w:val="009E6150"/>
    <w:rsid w:val="009E656E"/>
    <w:rsid w:val="009E68E7"/>
    <w:rsid w:val="009F54F0"/>
    <w:rsid w:val="00A030B1"/>
    <w:rsid w:val="00A116E9"/>
    <w:rsid w:val="00A15092"/>
    <w:rsid w:val="00A22120"/>
    <w:rsid w:val="00A231DF"/>
    <w:rsid w:val="00A23BFF"/>
    <w:rsid w:val="00A24130"/>
    <w:rsid w:val="00A275F8"/>
    <w:rsid w:val="00A33BBF"/>
    <w:rsid w:val="00A35AEF"/>
    <w:rsid w:val="00A43826"/>
    <w:rsid w:val="00A562DF"/>
    <w:rsid w:val="00A61823"/>
    <w:rsid w:val="00A62B8D"/>
    <w:rsid w:val="00A66237"/>
    <w:rsid w:val="00A67BF1"/>
    <w:rsid w:val="00A703C4"/>
    <w:rsid w:val="00A7164C"/>
    <w:rsid w:val="00A74871"/>
    <w:rsid w:val="00A7668C"/>
    <w:rsid w:val="00A80DC5"/>
    <w:rsid w:val="00A82B6B"/>
    <w:rsid w:val="00A83A60"/>
    <w:rsid w:val="00A909EF"/>
    <w:rsid w:val="00A9448E"/>
    <w:rsid w:val="00A95DF9"/>
    <w:rsid w:val="00A97C99"/>
    <w:rsid w:val="00A97CC8"/>
    <w:rsid w:val="00AA18E3"/>
    <w:rsid w:val="00AA31AA"/>
    <w:rsid w:val="00AA418B"/>
    <w:rsid w:val="00AA4E06"/>
    <w:rsid w:val="00AA528E"/>
    <w:rsid w:val="00AA5C94"/>
    <w:rsid w:val="00AA66F7"/>
    <w:rsid w:val="00AB127B"/>
    <w:rsid w:val="00AB131D"/>
    <w:rsid w:val="00AB4AB9"/>
    <w:rsid w:val="00AB60F3"/>
    <w:rsid w:val="00AC124B"/>
    <w:rsid w:val="00AC2FCC"/>
    <w:rsid w:val="00AC419A"/>
    <w:rsid w:val="00AD0B9D"/>
    <w:rsid w:val="00AD263D"/>
    <w:rsid w:val="00AD6FB7"/>
    <w:rsid w:val="00AE0171"/>
    <w:rsid w:val="00AE0721"/>
    <w:rsid w:val="00AE7398"/>
    <w:rsid w:val="00AF016F"/>
    <w:rsid w:val="00AF0CEF"/>
    <w:rsid w:val="00AF2D7C"/>
    <w:rsid w:val="00AF452C"/>
    <w:rsid w:val="00AF627C"/>
    <w:rsid w:val="00AF7B29"/>
    <w:rsid w:val="00B0209E"/>
    <w:rsid w:val="00B02E59"/>
    <w:rsid w:val="00B13AE2"/>
    <w:rsid w:val="00B16C08"/>
    <w:rsid w:val="00B34D34"/>
    <w:rsid w:val="00B37E20"/>
    <w:rsid w:val="00B42608"/>
    <w:rsid w:val="00B52ADB"/>
    <w:rsid w:val="00B57915"/>
    <w:rsid w:val="00B663B7"/>
    <w:rsid w:val="00B75AB9"/>
    <w:rsid w:val="00B80FBB"/>
    <w:rsid w:val="00B8423A"/>
    <w:rsid w:val="00B84FE2"/>
    <w:rsid w:val="00B87102"/>
    <w:rsid w:val="00B9705F"/>
    <w:rsid w:val="00BA167D"/>
    <w:rsid w:val="00BC14CF"/>
    <w:rsid w:val="00BC617C"/>
    <w:rsid w:val="00BD1D91"/>
    <w:rsid w:val="00BD2BD9"/>
    <w:rsid w:val="00BD344C"/>
    <w:rsid w:val="00BD3B5F"/>
    <w:rsid w:val="00BE3CD6"/>
    <w:rsid w:val="00BE6E2C"/>
    <w:rsid w:val="00BF207B"/>
    <w:rsid w:val="00BF3422"/>
    <w:rsid w:val="00BF5222"/>
    <w:rsid w:val="00BF559E"/>
    <w:rsid w:val="00BF6B18"/>
    <w:rsid w:val="00BF7BA1"/>
    <w:rsid w:val="00C001C0"/>
    <w:rsid w:val="00C00DB1"/>
    <w:rsid w:val="00C020AF"/>
    <w:rsid w:val="00C05134"/>
    <w:rsid w:val="00C067FD"/>
    <w:rsid w:val="00C143AF"/>
    <w:rsid w:val="00C16778"/>
    <w:rsid w:val="00C2206C"/>
    <w:rsid w:val="00C27205"/>
    <w:rsid w:val="00C44717"/>
    <w:rsid w:val="00C53067"/>
    <w:rsid w:val="00C601A0"/>
    <w:rsid w:val="00C626C7"/>
    <w:rsid w:val="00C635B5"/>
    <w:rsid w:val="00C65924"/>
    <w:rsid w:val="00C75931"/>
    <w:rsid w:val="00C76FF8"/>
    <w:rsid w:val="00C80B7A"/>
    <w:rsid w:val="00C80C34"/>
    <w:rsid w:val="00C945D9"/>
    <w:rsid w:val="00C94D42"/>
    <w:rsid w:val="00C96315"/>
    <w:rsid w:val="00C972B6"/>
    <w:rsid w:val="00C97564"/>
    <w:rsid w:val="00CA13BC"/>
    <w:rsid w:val="00CA3FE6"/>
    <w:rsid w:val="00CB6F7D"/>
    <w:rsid w:val="00CC1FAA"/>
    <w:rsid w:val="00CC4E29"/>
    <w:rsid w:val="00CC612B"/>
    <w:rsid w:val="00CC6A0B"/>
    <w:rsid w:val="00CD2542"/>
    <w:rsid w:val="00CD5A23"/>
    <w:rsid w:val="00CD7C62"/>
    <w:rsid w:val="00CE74EC"/>
    <w:rsid w:val="00CF35A2"/>
    <w:rsid w:val="00CF3F02"/>
    <w:rsid w:val="00D0352B"/>
    <w:rsid w:val="00D06BF6"/>
    <w:rsid w:val="00D10040"/>
    <w:rsid w:val="00D12967"/>
    <w:rsid w:val="00D258B0"/>
    <w:rsid w:val="00D26928"/>
    <w:rsid w:val="00D31D4F"/>
    <w:rsid w:val="00D33A4E"/>
    <w:rsid w:val="00D41BA2"/>
    <w:rsid w:val="00D4346A"/>
    <w:rsid w:val="00D5090A"/>
    <w:rsid w:val="00D53EDC"/>
    <w:rsid w:val="00D559BD"/>
    <w:rsid w:val="00D6408C"/>
    <w:rsid w:val="00D6442B"/>
    <w:rsid w:val="00D71B47"/>
    <w:rsid w:val="00D72F6A"/>
    <w:rsid w:val="00D749D9"/>
    <w:rsid w:val="00D81837"/>
    <w:rsid w:val="00D81EF0"/>
    <w:rsid w:val="00D83A79"/>
    <w:rsid w:val="00D83EA8"/>
    <w:rsid w:val="00D92152"/>
    <w:rsid w:val="00D951BA"/>
    <w:rsid w:val="00D952CD"/>
    <w:rsid w:val="00DA526D"/>
    <w:rsid w:val="00DA66EF"/>
    <w:rsid w:val="00DB0B65"/>
    <w:rsid w:val="00DB79BE"/>
    <w:rsid w:val="00DC70E6"/>
    <w:rsid w:val="00DD0F7F"/>
    <w:rsid w:val="00DD282A"/>
    <w:rsid w:val="00DD3056"/>
    <w:rsid w:val="00DD6454"/>
    <w:rsid w:val="00DD7DA6"/>
    <w:rsid w:val="00DE1E11"/>
    <w:rsid w:val="00DE20E6"/>
    <w:rsid w:val="00DE21A6"/>
    <w:rsid w:val="00DE2471"/>
    <w:rsid w:val="00DE361E"/>
    <w:rsid w:val="00DF5376"/>
    <w:rsid w:val="00DF6DD4"/>
    <w:rsid w:val="00DF7372"/>
    <w:rsid w:val="00E01161"/>
    <w:rsid w:val="00E07C33"/>
    <w:rsid w:val="00E173FA"/>
    <w:rsid w:val="00E21DCB"/>
    <w:rsid w:val="00E2602A"/>
    <w:rsid w:val="00E424D2"/>
    <w:rsid w:val="00E455C9"/>
    <w:rsid w:val="00E50BF6"/>
    <w:rsid w:val="00E64C70"/>
    <w:rsid w:val="00E65903"/>
    <w:rsid w:val="00E668CD"/>
    <w:rsid w:val="00E70FCD"/>
    <w:rsid w:val="00E73C72"/>
    <w:rsid w:val="00E74E1F"/>
    <w:rsid w:val="00E763DC"/>
    <w:rsid w:val="00E94268"/>
    <w:rsid w:val="00EA06FB"/>
    <w:rsid w:val="00EA19B7"/>
    <w:rsid w:val="00EA3A7A"/>
    <w:rsid w:val="00EA46A0"/>
    <w:rsid w:val="00EC78E7"/>
    <w:rsid w:val="00ED119D"/>
    <w:rsid w:val="00ED199C"/>
    <w:rsid w:val="00ED6F8F"/>
    <w:rsid w:val="00ED7204"/>
    <w:rsid w:val="00EE5C1B"/>
    <w:rsid w:val="00EE692A"/>
    <w:rsid w:val="00EE7AE6"/>
    <w:rsid w:val="00EF1952"/>
    <w:rsid w:val="00EF4387"/>
    <w:rsid w:val="00EF7007"/>
    <w:rsid w:val="00EF7FDB"/>
    <w:rsid w:val="00F1024B"/>
    <w:rsid w:val="00F116D7"/>
    <w:rsid w:val="00F123F3"/>
    <w:rsid w:val="00F2003C"/>
    <w:rsid w:val="00F2218B"/>
    <w:rsid w:val="00F2419D"/>
    <w:rsid w:val="00F263FB"/>
    <w:rsid w:val="00F27F86"/>
    <w:rsid w:val="00F318A8"/>
    <w:rsid w:val="00F35A48"/>
    <w:rsid w:val="00F37F7F"/>
    <w:rsid w:val="00F41020"/>
    <w:rsid w:val="00F42EAE"/>
    <w:rsid w:val="00F45ADD"/>
    <w:rsid w:val="00F4601F"/>
    <w:rsid w:val="00F52F1B"/>
    <w:rsid w:val="00F535B0"/>
    <w:rsid w:val="00F54587"/>
    <w:rsid w:val="00F5555D"/>
    <w:rsid w:val="00F72948"/>
    <w:rsid w:val="00F802C7"/>
    <w:rsid w:val="00F8357F"/>
    <w:rsid w:val="00F86237"/>
    <w:rsid w:val="00F936D0"/>
    <w:rsid w:val="00F9769D"/>
    <w:rsid w:val="00FA2D01"/>
    <w:rsid w:val="00FA3AD2"/>
    <w:rsid w:val="00FA6263"/>
    <w:rsid w:val="00FA799A"/>
    <w:rsid w:val="00FB051D"/>
    <w:rsid w:val="00FB2E45"/>
    <w:rsid w:val="00FB2EE0"/>
    <w:rsid w:val="00FB440E"/>
    <w:rsid w:val="00FC129E"/>
    <w:rsid w:val="00FC68B0"/>
    <w:rsid w:val="00FD4536"/>
    <w:rsid w:val="00FD6625"/>
    <w:rsid w:val="00FE07DE"/>
    <w:rsid w:val="00FE326A"/>
    <w:rsid w:val="00FE544D"/>
    <w:rsid w:val="00FF387D"/>
    <w:rsid w:val="00FF5802"/>
    <w:rsid w:val="00FF6048"/>
    <w:rsid w:val="0119EA79"/>
    <w:rsid w:val="02882B92"/>
    <w:rsid w:val="02AB77E0"/>
    <w:rsid w:val="03D6FC59"/>
    <w:rsid w:val="06644799"/>
    <w:rsid w:val="06CED030"/>
    <w:rsid w:val="0793E16C"/>
    <w:rsid w:val="0B965AB9"/>
    <w:rsid w:val="10860A3D"/>
    <w:rsid w:val="14BB8939"/>
    <w:rsid w:val="15C9A69E"/>
    <w:rsid w:val="16FD603F"/>
    <w:rsid w:val="1A7C9D78"/>
    <w:rsid w:val="1B7B5627"/>
    <w:rsid w:val="1C62C6FD"/>
    <w:rsid w:val="1C9265DE"/>
    <w:rsid w:val="1CA10E03"/>
    <w:rsid w:val="1CAD924B"/>
    <w:rsid w:val="1CB11A03"/>
    <w:rsid w:val="1DF48932"/>
    <w:rsid w:val="1E486C02"/>
    <w:rsid w:val="1ED04CDC"/>
    <w:rsid w:val="2228C13B"/>
    <w:rsid w:val="23809F95"/>
    <w:rsid w:val="26679544"/>
    <w:rsid w:val="26E1E9E4"/>
    <w:rsid w:val="276F54A4"/>
    <w:rsid w:val="2830FB68"/>
    <w:rsid w:val="2B4D157F"/>
    <w:rsid w:val="308E09D4"/>
    <w:rsid w:val="31358ABB"/>
    <w:rsid w:val="3200D0CD"/>
    <w:rsid w:val="339AB744"/>
    <w:rsid w:val="35D670C1"/>
    <w:rsid w:val="3819A1FD"/>
    <w:rsid w:val="38933727"/>
    <w:rsid w:val="3918DBF9"/>
    <w:rsid w:val="3BC918AC"/>
    <w:rsid w:val="3C104744"/>
    <w:rsid w:val="3C92FB27"/>
    <w:rsid w:val="3E67DC6C"/>
    <w:rsid w:val="3F9C1BD4"/>
    <w:rsid w:val="3FB208DE"/>
    <w:rsid w:val="4417F109"/>
    <w:rsid w:val="448AF65C"/>
    <w:rsid w:val="46310645"/>
    <w:rsid w:val="46954323"/>
    <w:rsid w:val="4752C741"/>
    <w:rsid w:val="49AF4F3F"/>
    <w:rsid w:val="4AD599F9"/>
    <w:rsid w:val="4EF0278C"/>
    <w:rsid w:val="4F862476"/>
    <w:rsid w:val="52A6DAC4"/>
    <w:rsid w:val="52D59B9A"/>
    <w:rsid w:val="52DA4103"/>
    <w:rsid w:val="53B8BEF1"/>
    <w:rsid w:val="559ADECE"/>
    <w:rsid w:val="5759348A"/>
    <w:rsid w:val="588712AB"/>
    <w:rsid w:val="5C30D48B"/>
    <w:rsid w:val="5C4E78BB"/>
    <w:rsid w:val="5E2567D8"/>
    <w:rsid w:val="5E524E6F"/>
    <w:rsid w:val="5EC26FC5"/>
    <w:rsid w:val="5EC8A94D"/>
    <w:rsid w:val="5F34B32C"/>
    <w:rsid w:val="5F369558"/>
    <w:rsid w:val="60BB2111"/>
    <w:rsid w:val="6512B771"/>
    <w:rsid w:val="6821724D"/>
    <w:rsid w:val="68642A57"/>
    <w:rsid w:val="69B14F28"/>
    <w:rsid w:val="6B6C481A"/>
    <w:rsid w:val="6C2C77DE"/>
    <w:rsid w:val="6C35473B"/>
    <w:rsid w:val="6D2EF0A6"/>
    <w:rsid w:val="6D60C76B"/>
    <w:rsid w:val="6F16BD38"/>
    <w:rsid w:val="6F1E3907"/>
    <w:rsid w:val="7009540C"/>
    <w:rsid w:val="738E9DFF"/>
    <w:rsid w:val="740C2FA1"/>
    <w:rsid w:val="7551DA53"/>
    <w:rsid w:val="76D24BF6"/>
    <w:rsid w:val="78D5CFF0"/>
    <w:rsid w:val="7985C8C9"/>
    <w:rsid w:val="7B305505"/>
    <w:rsid w:val="7BCAA122"/>
    <w:rsid w:val="7E516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529CB31"/>
  <w15:chartTrackingRefBased/>
  <w15:docId w15:val="{0FFC2502-6667-42A6-8B96-D7EA8A502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404040" w:themeColor="text1" w:themeTint="BF"/>
        <w:sz w:val="18"/>
        <w:szCs w:val="18"/>
        <w:lang w:val="en-US" w:eastAsia="ja-JP" w:bidi="ar-SA"/>
      </w:rPr>
    </w:rPrDefault>
    <w:pPrDefault>
      <w:pPr>
        <w:spacing w:after="18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36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8961F2"/>
  </w:style>
  <w:style w:type="paragraph" w:styleId="Antrat1">
    <w:name w:val="heading 1"/>
    <w:basedOn w:val="prastasis"/>
    <w:next w:val="prastasis"/>
    <w:link w:val="Antrat1Diagrama"/>
    <w:uiPriority w:val="9"/>
    <w:qFormat/>
    <w:pPr>
      <w:keepNext/>
      <w:keepLines/>
      <w:spacing w:before="600" w:after="240" w:line="240" w:lineRule="auto"/>
      <w:outlineLvl w:val="0"/>
    </w:pPr>
    <w:rPr>
      <w:b/>
      <w:bCs/>
      <w:caps/>
      <w:color w:val="1F4E79" w:themeColor="accent1" w:themeShade="80"/>
      <w:sz w:val="28"/>
      <w:szCs w:val="28"/>
    </w:rPr>
  </w:style>
  <w:style w:type="paragraph" w:styleId="Antrat2">
    <w:name w:val="heading 2"/>
    <w:basedOn w:val="prastasis"/>
    <w:next w:val="prastasis"/>
    <w:link w:val="Antrat2Diagrama"/>
    <w:uiPriority w:val="9"/>
    <w:unhideWhenUsed/>
    <w:qFormat/>
    <w:rsid w:val="008961F2"/>
    <w:pPr>
      <w:keepNext/>
      <w:keepLines/>
      <w:spacing w:before="360" w:after="120" w:line="240" w:lineRule="auto"/>
      <w:outlineLvl w:val="1"/>
    </w:pPr>
    <w:rPr>
      <w:b/>
      <w:bCs/>
      <w:color w:val="2E74B5" w:themeColor="accent1" w:themeShade="BF"/>
      <w:sz w:val="24"/>
      <w:szCs w:val="24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8961F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8961F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8961F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8961F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8961F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8961F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vadinimas">
    <w:name w:val="Title"/>
    <w:basedOn w:val="prastasis"/>
    <w:next w:val="prastasis"/>
    <w:link w:val="PavadinimasDiagrama"/>
    <w:uiPriority w:val="10"/>
    <w:qFormat/>
    <w:pPr>
      <w:pBdr>
        <w:left w:val="double" w:sz="18" w:space="4" w:color="1F4E79" w:themeColor="accent1" w:themeShade="80"/>
      </w:pBdr>
      <w:spacing w:after="0" w:line="420" w:lineRule="exact"/>
    </w:pPr>
    <w:rPr>
      <w:rFonts w:asciiTheme="majorHAnsi" w:eastAsiaTheme="majorEastAsia" w:hAnsiTheme="majorHAnsi" w:cstheme="majorBidi"/>
      <w:caps/>
      <w:color w:val="1F4E79" w:themeColor="accent1" w:themeShade="80"/>
      <w:kern w:val="28"/>
      <w:sz w:val="38"/>
      <w:szCs w:val="38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Pr>
      <w:rFonts w:asciiTheme="majorHAnsi" w:eastAsiaTheme="majorEastAsia" w:hAnsiTheme="majorHAnsi" w:cstheme="majorBidi"/>
      <w:caps/>
      <w:color w:val="1F4E79" w:themeColor="accent1" w:themeShade="80"/>
      <w:kern w:val="28"/>
      <w:sz w:val="38"/>
      <w:szCs w:val="38"/>
    </w:rPr>
  </w:style>
  <w:style w:type="table" w:styleId="Lentelstinklelis">
    <w:name w:val="Table Grid"/>
    <w:basedOn w:val="prastojilente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antrat">
    <w:name w:val="Subtitle"/>
    <w:basedOn w:val="prastasis"/>
    <w:next w:val="prastasis"/>
    <w:link w:val="PaantratDiagrama"/>
    <w:uiPriority w:val="11"/>
    <w:qFormat/>
    <w:rsid w:val="00BE3CD6"/>
    <w:pPr>
      <w:numPr>
        <w:ilvl w:val="1"/>
      </w:numPr>
      <w:pBdr>
        <w:left w:val="double" w:sz="18" w:space="4" w:color="1F4E79" w:themeColor="accent1" w:themeShade="80"/>
      </w:pBdr>
      <w:spacing w:before="80" w:after="160" w:line="280" w:lineRule="exact"/>
    </w:pPr>
    <w:rPr>
      <w:b/>
      <w:bCs/>
      <w:color w:val="2E74B5" w:themeColor="accent1" w:themeShade="BF"/>
      <w:sz w:val="24"/>
      <w:szCs w:val="24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BE3CD6"/>
    <w:rPr>
      <w:b/>
      <w:bCs/>
      <w:color w:val="2E74B5" w:themeColor="accent1" w:themeShade="BF"/>
      <w:sz w:val="24"/>
      <w:szCs w:val="24"/>
    </w:rPr>
  </w:style>
  <w:style w:type="character" w:customStyle="1" w:styleId="Antrat1Diagrama">
    <w:name w:val="Antraštė 1 Diagrama"/>
    <w:basedOn w:val="Numatytasispastraiposriftas"/>
    <w:link w:val="Antrat1"/>
    <w:uiPriority w:val="9"/>
    <w:rPr>
      <w:b/>
      <w:bCs/>
      <w:caps/>
      <w:color w:val="1F4E79" w:themeColor="accent1" w:themeShade="80"/>
      <w:sz w:val="28"/>
      <w:szCs w:val="28"/>
    </w:rPr>
  </w:style>
  <w:style w:type="table" w:customStyle="1" w:styleId="TipTable">
    <w:name w:val="Tip Table"/>
    <w:basedOn w:val="prastojilentel"/>
    <w:uiPriority w:val="99"/>
    <w:pPr>
      <w:spacing w:after="0" w:line="240" w:lineRule="auto"/>
    </w:pPr>
    <w:tblPr>
      <w:tblCellMar>
        <w:top w:w="144" w:type="dxa"/>
        <w:left w:w="0" w:type="dxa"/>
        <w:right w:w="0" w:type="dxa"/>
      </w:tblCellMar>
    </w:tblPr>
    <w:tcPr>
      <w:shd w:val="clear" w:color="auto" w:fill="DEEAF6" w:themeFill="accent1" w:themeFillTint="33"/>
    </w:tcPr>
    <w:tblStylePr w:type="firstCol">
      <w:pPr>
        <w:wordWrap/>
        <w:jc w:val="center"/>
      </w:pPr>
    </w:tblStylePr>
  </w:style>
  <w:style w:type="paragraph" w:customStyle="1" w:styleId="TipText">
    <w:name w:val="Tip Text"/>
    <w:basedOn w:val="prastasis"/>
    <w:uiPriority w:val="99"/>
    <w:rsid w:val="008961F2"/>
    <w:pPr>
      <w:spacing w:after="160" w:line="264" w:lineRule="auto"/>
      <w:ind w:right="576"/>
    </w:pPr>
    <w:rPr>
      <w:i/>
      <w:iCs/>
      <w:color w:val="595959" w:themeColor="text1" w:themeTint="A6"/>
      <w:sz w:val="16"/>
      <w:szCs w:val="16"/>
    </w:rPr>
  </w:style>
  <w:style w:type="character" w:styleId="Vietosrezervavimoenklotekstas">
    <w:name w:val="Placeholder Text"/>
    <w:basedOn w:val="Numatytasispastraiposriftas"/>
    <w:uiPriority w:val="99"/>
    <w:semiHidden/>
    <w:rsid w:val="008961F2"/>
    <w:rPr>
      <w:color w:val="595959" w:themeColor="text1" w:themeTint="A6"/>
    </w:rPr>
  </w:style>
  <w:style w:type="paragraph" w:styleId="Betarp">
    <w:name w:val="No Spacing"/>
    <w:uiPriority w:val="36"/>
    <w:qFormat/>
    <w:pPr>
      <w:spacing w:after="0" w:line="240" w:lineRule="auto"/>
    </w:pPr>
  </w:style>
  <w:style w:type="character" w:customStyle="1" w:styleId="Antrat2Diagrama">
    <w:name w:val="Antraštė 2 Diagrama"/>
    <w:basedOn w:val="Numatytasispastraiposriftas"/>
    <w:link w:val="Antrat2"/>
    <w:uiPriority w:val="9"/>
    <w:rsid w:val="008961F2"/>
    <w:rPr>
      <w:b/>
      <w:bCs/>
      <w:color w:val="2E74B5" w:themeColor="accent1" w:themeShade="BF"/>
      <w:sz w:val="24"/>
      <w:szCs w:val="24"/>
    </w:rPr>
  </w:style>
  <w:style w:type="paragraph" w:styleId="Sraassuenkleliais">
    <w:name w:val="List Bullet"/>
    <w:basedOn w:val="prastasis"/>
    <w:uiPriority w:val="1"/>
    <w:unhideWhenUsed/>
    <w:qFormat/>
    <w:pPr>
      <w:numPr>
        <w:numId w:val="1"/>
      </w:numPr>
      <w:spacing w:after="60"/>
    </w:pPr>
  </w:style>
  <w:style w:type="paragraph" w:styleId="Antrats">
    <w:name w:val="header"/>
    <w:basedOn w:val="prastasis"/>
    <w:link w:val="AntratsDiagrama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</w:style>
  <w:style w:type="paragraph" w:styleId="Porat">
    <w:name w:val="footer"/>
    <w:basedOn w:val="prastasis"/>
    <w:link w:val="PoratDiagrama"/>
    <w:unhideWhenUsed/>
    <w:rsid w:val="002A04F7"/>
    <w:pPr>
      <w:spacing w:before="200" w:after="0" w:line="240" w:lineRule="auto"/>
      <w:ind w:left="-144"/>
      <w:contextualSpacing/>
    </w:pPr>
    <w:rPr>
      <w:rFonts w:asciiTheme="majorHAnsi" w:eastAsiaTheme="majorEastAsia" w:hAnsiTheme="majorHAnsi" w:cstheme="majorBidi"/>
      <w:noProof/>
      <w:color w:val="1F4E79" w:themeColor="accent1" w:themeShade="80"/>
      <w:sz w:val="20"/>
      <w:szCs w:val="20"/>
    </w:rPr>
  </w:style>
  <w:style w:type="character" w:customStyle="1" w:styleId="PoratDiagrama">
    <w:name w:val="Poraštė Diagrama"/>
    <w:basedOn w:val="Numatytasispastraiposriftas"/>
    <w:link w:val="Porat"/>
    <w:rsid w:val="002A04F7"/>
    <w:rPr>
      <w:rFonts w:asciiTheme="majorHAnsi" w:eastAsiaTheme="majorEastAsia" w:hAnsiTheme="majorHAnsi" w:cstheme="majorBidi"/>
      <w:noProof/>
      <w:color w:val="1F4E79" w:themeColor="accent1" w:themeShade="80"/>
      <w:sz w:val="20"/>
      <w:szCs w:val="20"/>
    </w:rPr>
  </w:style>
  <w:style w:type="table" w:styleId="4tinkleliolentel-1parykinimas">
    <w:name w:val="Grid Table 4 Accent 1"/>
    <w:basedOn w:val="prastojilentel"/>
    <w:uiPriority w:val="49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29" w:type="dxa"/>
        <w:bottom w:w="29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entelstinklelisviesus">
    <w:name w:val="Grid Table Light"/>
    <w:basedOn w:val="prastojilentel"/>
    <w:uiPriority w:val="4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ProposalTable">
    <w:name w:val="Proposal Table"/>
    <w:basedOn w:val="prastojilentel"/>
    <w:uiPriority w:val="99"/>
    <w:pPr>
      <w:spacing w:before="120" w:after="120" w:line="240" w:lineRule="auto"/>
    </w:p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  <w:tblCellMar>
        <w:left w:w="144" w:type="dxa"/>
        <w:right w:w="144" w:type="dxa"/>
      </w:tblCellMar>
    </w:tblPr>
    <w:tblStylePr w:type="firstRow">
      <w:pPr>
        <w:keepNext/>
        <w:wordWrap/>
      </w:pPr>
      <w:rPr>
        <w:b/>
      </w:rPr>
      <w:tblPr/>
      <w:tcPr>
        <w:shd w:val="clear" w:color="auto" w:fill="DEEAF6" w:themeFill="accent1" w:themeFillTint="33"/>
        <w:vAlign w:val="bottom"/>
      </w:tcPr>
    </w:tblStylePr>
    <w:tblStylePr w:type="lastRow">
      <w:rPr>
        <w:b/>
        <w:color w:val="FFFFFF" w:themeColor="background1"/>
      </w:rPr>
      <w:tblPr/>
      <w:tcPr>
        <w:shd w:val="clear" w:color="auto" w:fill="5B9BD5" w:themeFill="accent1"/>
      </w:tcPr>
    </w:tblStylePr>
  </w:style>
  <w:style w:type="paragraph" w:styleId="Puslapioinaostekstas">
    <w:name w:val="footnote text"/>
    <w:basedOn w:val="prastasis"/>
    <w:link w:val="PuslapioinaostekstasDiagrama"/>
    <w:uiPriority w:val="12"/>
    <w:unhideWhenUsed/>
    <w:qFormat/>
    <w:pPr>
      <w:spacing w:before="140" w:after="0" w:line="240" w:lineRule="auto"/>
    </w:pPr>
    <w:rPr>
      <w:i/>
      <w:iCs/>
      <w:sz w:val="14"/>
      <w:szCs w:val="14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12"/>
    <w:rPr>
      <w:i/>
      <w:iCs/>
      <w:sz w:val="14"/>
      <w:szCs w:val="14"/>
    </w:rPr>
  </w:style>
  <w:style w:type="paragraph" w:customStyle="1" w:styleId="TableTextDecimal">
    <w:name w:val="Table Text Decimal"/>
    <w:basedOn w:val="prastasis"/>
    <w:uiPriority w:val="12"/>
    <w:qFormat/>
    <w:pPr>
      <w:tabs>
        <w:tab w:val="decimal" w:pos="936"/>
      </w:tabs>
      <w:spacing w:before="120" w:after="120" w:line="240" w:lineRule="auto"/>
    </w:pPr>
  </w:style>
  <w:style w:type="paragraph" w:styleId="Paraas">
    <w:name w:val="Signature"/>
    <w:basedOn w:val="prastasis"/>
    <w:link w:val="ParaasDiagrama"/>
    <w:uiPriority w:val="12"/>
    <w:unhideWhenUsed/>
    <w:qFormat/>
    <w:pPr>
      <w:spacing w:before="960" w:after="0" w:line="240" w:lineRule="auto"/>
    </w:pPr>
  </w:style>
  <w:style w:type="character" w:customStyle="1" w:styleId="ParaasDiagrama">
    <w:name w:val="Parašas Diagrama"/>
    <w:basedOn w:val="Numatytasispastraiposriftas"/>
    <w:link w:val="Paraas"/>
    <w:uiPriority w:val="12"/>
  </w:style>
  <w:style w:type="character" w:styleId="Grietas">
    <w:name w:val="Strong"/>
    <w:basedOn w:val="Numatytasispastraiposriftas"/>
    <w:uiPriority w:val="22"/>
    <w:unhideWhenUsed/>
    <w:qFormat/>
    <w:rsid w:val="00117948"/>
    <w:rPr>
      <w:b/>
      <w:bCs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8961F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8961F2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8961F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8961F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8961F2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8961F2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styleId="Rykuspabraukimas">
    <w:name w:val="Intense Emphasis"/>
    <w:basedOn w:val="Numatytasispastraiposriftas"/>
    <w:uiPriority w:val="21"/>
    <w:semiHidden/>
    <w:unhideWhenUsed/>
    <w:qFormat/>
    <w:rsid w:val="008961F2"/>
    <w:rPr>
      <w:i/>
      <w:iCs/>
      <w:color w:val="2E74B5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semiHidden/>
    <w:unhideWhenUsed/>
    <w:qFormat/>
    <w:rsid w:val="008961F2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semiHidden/>
    <w:rsid w:val="008961F2"/>
    <w:rPr>
      <w:i/>
      <w:iCs/>
      <w:color w:val="2E74B5" w:themeColor="accent1" w:themeShade="BF"/>
    </w:rPr>
  </w:style>
  <w:style w:type="character" w:styleId="Rykinuoroda">
    <w:name w:val="Intense Reference"/>
    <w:basedOn w:val="Numatytasispastraiposriftas"/>
    <w:uiPriority w:val="32"/>
    <w:semiHidden/>
    <w:unhideWhenUsed/>
    <w:qFormat/>
    <w:rsid w:val="008961F2"/>
    <w:rPr>
      <w:b/>
      <w:bCs/>
      <w:caps w:val="0"/>
      <w:smallCaps/>
      <w:color w:val="2E74B5" w:themeColor="accent1" w:themeShade="BF"/>
      <w:spacing w:val="5"/>
    </w:rPr>
  </w:style>
  <w:style w:type="paragraph" w:styleId="Tekstoblokas">
    <w:name w:val="Block Text"/>
    <w:basedOn w:val="prastasis"/>
    <w:uiPriority w:val="99"/>
    <w:semiHidden/>
    <w:unhideWhenUsed/>
    <w:rsid w:val="008961F2"/>
    <w:pPr>
      <w:pBdr>
        <w:top w:val="single" w:sz="2" w:space="10" w:color="2E74B5" w:themeColor="accent1" w:themeShade="BF"/>
        <w:left w:val="single" w:sz="2" w:space="10" w:color="2E74B5" w:themeColor="accent1" w:themeShade="BF"/>
        <w:bottom w:val="single" w:sz="2" w:space="10" w:color="2E74B5" w:themeColor="accent1" w:themeShade="BF"/>
        <w:right w:val="single" w:sz="2" w:space="10" w:color="2E74B5" w:themeColor="accent1" w:themeShade="BF"/>
      </w:pBdr>
      <w:ind w:left="1152" w:right="1152"/>
    </w:pPr>
    <w:rPr>
      <w:rFonts w:eastAsiaTheme="minorEastAsia"/>
      <w:i/>
      <w:iCs/>
      <w:color w:val="2E74B5" w:themeColor="accent1" w:themeShade="BF"/>
    </w:rPr>
  </w:style>
  <w:style w:type="character" w:styleId="Hipersaitas">
    <w:name w:val="Hyperlink"/>
    <w:basedOn w:val="Numatytasispastraiposriftas"/>
    <w:uiPriority w:val="99"/>
    <w:unhideWhenUsed/>
    <w:rsid w:val="008961F2"/>
    <w:rPr>
      <w:color w:val="D7230D" w:themeColor="accent6" w:themeShade="BF"/>
      <w:u w:val="single"/>
    </w:rPr>
  </w:style>
  <w:style w:type="character" w:customStyle="1" w:styleId="UnresolvedMention1">
    <w:name w:val="Unresolved Mention1"/>
    <w:basedOn w:val="Numatytasispastraiposriftas"/>
    <w:uiPriority w:val="99"/>
    <w:semiHidden/>
    <w:unhideWhenUsed/>
    <w:rsid w:val="008961F2"/>
    <w:rPr>
      <w:color w:val="595959" w:themeColor="text1" w:themeTint="A6"/>
      <w:shd w:val="clear" w:color="auto" w:fill="E1DFDD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BD2BD9"/>
    <w:pPr>
      <w:spacing w:after="0" w:line="240" w:lineRule="auto"/>
    </w:pPr>
    <w:rPr>
      <w:rFonts w:ascii="Segoe UI" w:hAnsi="Segoe UI" w:cs="Segoe UI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BD2BD9"/>
    <w:rPr>
      <w:rFonts w:ascii="Segoe UI" w:hAnsi="Segoe UI" w:cs="Segoe UI"/>
    </w:rPr>
  </w:style>
  <w:style w:type="paragraph" w:customStyle="1" w:styleId="paragraph">
    <w:name w:val="paragraph"/>
    <w:basedOn w:val="prastasis"/>
    <w:rsid w:val="00BD2B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lt-LT" w:eastAsia="lt-LT"/>
    </w:rPr>
  </w:style>
  <w:style w:type="character" w:customStyle="1" w:styleId="normaltextrun">
    <w:name w:val="normaltextrun"/>
    <w:basedOn w:val="Numatytasispastraiposriftas"/>
    <w:rsid w:val="00BD2BD9"/>
  </w:style>
  <w:style w:type="character" w:customStyle="1" w:styleId="eop">
    <w:name w:val="eop"/>
    <w:basedOn w:val="Numatytasispastraiposriftas"/>
    <w:rsid w:val="00BD2BD9"/>
  </w:style>
  <w:style w:type="character" w:customStyle="1" w:styleId="Laukeliai">
    <w:name w:val="Laukeliai"/>
    <w:basedOn w:val="Numatytasispastraiposriftas"/>
    <w:uiPriority w:val="1"/>
    <w:qFormat/>
    <w:rsid w:val="002351E2"/>
    <w:rPr>
      <w:rFonts w:ascii="Arial" w:hAnsi="Arial"/>
      <w:sz w:val="20"/>
    </w:rPr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prastasis"/>
    <w:link w:val="SraopastraipaDiagrama"/>
    <w:uiPriority w:val="34"/>
    <w:unhideWhenUsed/>
    <w:qFormat/>
    <w:rsid w:val="002351E2"/>
    <w:pPr>
      <w:ind w:left="720"/>
      <w:contextualSpacing/>
    </w:pPr>
  </w:style>
  <w:style w:type="paragraph" w:styleId="prastasiniatinklio">
    <w:name w:val="Normal (Web)"/>
    <w:basedOn w:val="prastasis"/>
    <w:uiPriority w:val="99"/>
    <w:semiHidden/>
    <w:unhideWhenUsed/>
    <w:rsid w:val="00773F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lt-LT" w:eastAsia="lt-LT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253F41"/>
    <w:rPr>
      <w:color w:val="605E5C"/>
      <w:shd w:val="clear" w:color="auto" w:fill="E1DFDD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4C7E8E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nhideWhenUsed/>
    <w:rsid w:val="004C7E8E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rsid w:val="004C7E8E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4C7E8E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4C7E8E"/>
    <w:rPr>
      <w:b/>
      <w:bCs/>
      <w:sz w:val="20"/>
      <w:szCs w:val="20"/>
    </w:rPr>
  </w:style>
  <w:style w:type="table" w:styleId="1tinkleliolentelviesi">
    <w:name w:val="Grid Table 1 Light"/>
    <w:basedOn w:val="prastojilentel"/>
    <w:uiPriority w:val="46"/>
    <w:rsid w:val="004C7E8E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tinkleliolentelviesi6parykinimas">
    <w:name w:val="Grid Table 1 Light Accent 6"/>
    <w:basedOn w:val="prastojilentel"/>
    <w:uiPriority w:val="46"/>
    <w:rsid w:val="00EA46A0"/>
    <w:pPr>
      <w:spacing w:after="0" w:line="240" w:lineRule="auto"/>
    </w:pPr>
    <w:tblPr>
      <w:tblStyleRowBandSize w:val="1"/>
      <w:tblStyleColBandSize w:val="1"/>
      <w:tblBorders>
        <w:top w:val="single" w:sz="4" w:space="0" w:color="FAB9B2" w:themeColor="accent6" w:themeTint="66"/>
        <w:left w:val="single" w:sz="4" w:space="0" w:color="FAB9B2" w:themeColor="accent6" w:themeTint="66"/>
        <w:bottom w:val="single" w:sz="4" w:space="0" w:color="FAB9B2" w:themeColor="accent6" w:themeTint="66"/>
        <w:right w:val="single" w:sz="4" w:space="0" w:color="FAB9B2" w:themeColor="accent6" w:themeTint="66"/>
        <w:insideH w:val="single" w:sz="4" w:space="0" w:color="FAB9B2" w:themeColor="accent6" w:themeTint="66"/>
        <w:insideV w:val="single" w:sz="4" w:space="0" w:color="FAB9B2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7978B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7978B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Pataisymai">
    <w:name w:val="Revision"/>
    <w:hidden/>
    <w:uiPriority w:val="99"/>
    <w:semiHidden/>
    <w:rsid w:val="00EA46A0"/>
    <w:pPr>
      <w:spacing w:after="0" w:line="240" w:lineRule="auto"/>
    </w:pPr>
  </w:style>
  <w:style w:type="character" w:styleId="Perirtashipersaitas">
    <w:name w:val="FollowedHyperlink"/>
    <w:basedOn w:val="Numatytasispastraiposriftas"/>
    <w:uiPriority w:val="99"/>
    <w:semiHidden/>
    <w:unhideWhenUsed/>
    <w:rsid w:val="00A82B6B"/>
    <w:rPr>
      <w:color w:val="92588D" w:themeColor="followedHyperlink"/>
      <w:u w:val="single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uiPriority w:val="34"/>
    <w:qFormat/>
    <w:locked/>
    <w:rsid w:val="00A7668C"/>
  </w:style>
  <w:style w:type="paragraph" w:customStyle="1" w:styleId="Bodytext2">
    <w:name w:val="Body text (2)"/>
    <w:basedOn w:val="prastasis"/>
    <w:qFormat/>
    <w:rsid w:val="00091EA6"/>
    <w:pPr>
      <w:shd w:val="clear" w:color="auto" w:fill="FFFFFF"/>
      <w:spacing w:after="0" w:line="269" w:lineRule="exact"/>
      <w:ind w:hanging="400"/>
    </w:pPr>
    <w:rPr>
      <w:rFonts w:ascii="Times New Roman" w:eastAsia="Calibri" w:hAnsi="Times New Roman" w:cs="Times New Roman"/>
      <w:i/>
      <w:iCs/>
      <w:color w:val="auto"/>
      <w:sz w:val="23"/>
      <w:szCs w:val="23"/>
      <w:lang w:val="lt-LT" w:eastAsia="zh-CN"/>
    </w:rPr>
  </w:style>
  <w:style w:type="paragraph" w:customStyle="1" w:styleId="Bodytext1">
    <w:name w:val="Body text1"/>
    <w:basedOn w:val="prastasis"/>
    <w:qFormat/>
    <w:rsid w:val="002E49BC"/>
    <w:pPr>
      <w:shd w:val="clear" w:color="auto" w:fill="FFFFFF"/>
      <w:spacing w:before="240" w:after="240" w:line="274" w:lineRule="exact"/>
      <w:ind w:hanging="1060"/>
    </w:pPr>
    <w:rPr>
      <w:rFonts w:ascii="Times New Roman" w:eastAsia="Calibri" w:hAnsi="Times New Roman" w:cs="Times New Roman"/>
      <w:color w:val="auto"/>
      <w:sz w:val="23"/>
      <w:szCs w:val="23"/>
      <w:lang w:val="lt-LT" w:eastAsia="zh-CN"/>
    </w:rPr>
  </w:style>
  <w:style w:type="character" w:customStyle="1" w:styleId="BodytextBold1">
    <w:name w:val="Body text + Bold1"/>
    <w:qFormat/>
    <w:rsid w:val="00676A28"/>
    <w:rPr>
      <w:rFonts w:ascii="Times New Roman" w:hAnsi="Times New Roman" w:cs="Times New Roman"/>
      <w:b/>
      <w:bCs/>
      <w:spacing w:val="0"/>
      <w:sz w:val="23"/>
      <w:szCs w:val="23"/>
    </w:rPr>
  </w:style>
  <w:style w:type="table" w:customStyle="1" w:styleId="TableGrid1">
    <w:name w:val="Table Grid1"/>
    <w:basedOn w:val="prastojilentel"/>
    <w:next w:val="Lentelstinklelis"/>
    <w:uiPriority w:val="99"/>
    <w:rsid w:val="00713228"/>
    <w:pPr>
      <w:spacing w:after="0" w:line="240" w:lineRule="auto"/>
    </w:pPr>
    <w:rPr>
      <w:rFonts w:ascii="Times New Roman" w:eastAsia="Times New Roman" w:hAnsi="Times New Roman" w:cs="Times New Roman"/>
      <w:color w:val="auto"/>
      <w:sz w:val="20"/>
      <w:szCs w:val="20"/>
      <w:lang w:val="lt-LT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676D5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lt-L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627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2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72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9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15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7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0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5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84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glossaryDocument" Target="glossary/document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image" Target="media/image5.png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image" Target="media/image3.png"/><Relationship Id="rId10" Type="http://schemas.openxmlformats.org/officeDocument/2006/relationships/webSettings" Target="webSetting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image" Target="media/image2.png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27613\AppData\Roaming\Microsoft\Templates\Services%20proposal%20(Business%20Blue%20design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3444160AC284213ABCFAB0D83D6A3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EDBC0B-A1EF-4F9B-A90C-6F4145DD1821}"/>
      </w:docPartPr>
      <w:docPartBody>
        <w:p w:rsidR="006F33C8" w:rsidRDefault="00B52ADB" w:rsidP="00B52ADB">
          <w:pPr>
            <w:pStyle w:val="33444160AC284213ABCFAB0D83D6A3CE2"/>
          </w:pPr>
          <w:r w:rsidRPr="00D26928">
            <w:rPr>
              <w:rFonts w:cstheme="minorHAnsi"/>
              <w:b/>
              <w:bCs/>
              <w:i/>
              <w:iCs/>
              <w:color w:val="F8423A"/>
              <w:sz w:val="20"/>
              <w:szCs w:val="20"/>
              <w:shd w:val="clear" w:color="auto" w:fill="FFFFFF" w:themeFill="background1"/>
              <w:lang w:val="lt-LT"/>
            </w:rPr>
            <w:t xml:space="preserve">Nurodykite </w:t>
          </w:r>
          <w:r w:rsidRPr="00D26928">
            <w:rPr>
              <w:rFonts w:cstheme="minorHAnsi"/>
              <w:i/>
              <w:iCs/>
              <w:sz w:val="20"/>
              <w:szCs w:val="20"/>
              <w:shd w:val="clear" w:color="auto" w:fill="FFFFFF" w:themeFill="background1"/>
              <w:lang w:val="lt-LT"/>
            </w:rPr>
            <w:t>sutarties vykdymo vietų sąrašą.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BA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6A6DAC"/>
    <w:multiLevelType w:val="multilevel"/>
    <w:tmpl w:val="4EE411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66BB601D"/>
    <w:multiLevelType w:val="multilevel"/>
    <w:tmpl w:val="1F5691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B13"/>
    <w:rsid w:val="0008326C"/>
    <w:rsid w:val="000B5BAD"/>
    <w:rsid w:val="00243C74"/>
    <w:rsid w:val="002A6781"/>
    <w:rsid w:val="0031643A"/>
    <w:rsid w:val="00344FCB"/>
    <w:rsid w:val="003E6B13"/>
    <w:rsid w:val="003F2906"/>
    <w:rsid w:val="00404C67"/>
    <w:rsid w:val="00634298"/>
    <w:rsid w:val="00645A92"/>
    <w:rsid w:val="006F33C8"/>
    <w:rsid w:val="00732609"/>
    <w:rsid w:val="00774049"/>
    <w:rsid w:val="007D24FD"/>
    <w:rsid w:val="00854B3F"/>
    <w:rsid w:val="009035CD"/>
    <w:rsid w:val="009F2124"/>
    <w:rsid w:val="00AC0F29"/>
    <w:rsid w:val="00B52ADB"/>
    <w:rsid w:val="00BB1007"/>
    <w:rsid w:val="00CD08D7"/>
    <w:rsid w:val="00CF2488"/>
    <w:rsid w:val="00D575CB"/>
    <w:rsid w:val="00EA6719"/>
    <w:rsid w:val="00F95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uiPriority w:val="99"/>
    <w:semiHidden/>
    <w:rsid w:val="00B52ADB"/>
    <w:rPr>
      <w:color w:val="595959" w:themeColor="text1" w:themeTint="A6"/>
    </w:rPr>
  </w:style>
  <w:style w:type="character" w:styleId="Grietas">
    <w:name w:val="Strong"/>
    <w:basedOn w:val="Numatytasispastraiposriftas"/>
    <w:uiPriority w:val="22"/>
    <w:unhideWhenUsed/>
    <w:qFormat/>
    <w:rsid w:val="00732609"/>
    <w:rPr>
      <w:b/>
      <w:bCs/>
    </w:rPr>
  </w:style>
  <w:style w:type="character" w:styleId="Hipersaitas">
    <w:name w:val="Hyperlink"/>
    <w:basedOn w:val="Numatytasispastraiposriftas"/>
    <w:uiPriority w:val="99"/>
    <w:unhideWhenUsed/>
    <w:rsid w:val="00732609"/>
    <w:rPr>
      <w:color w:val="538135" w:themeColor="accent6" w:themeShade="BF"/>
      <w:u w:val="single"/>
    </w:rPr>
  </w:style>
  <w:style w:type="paragraph" w:customStyle="1" w:styleId="33444160AC284213ABCFAB0D83D6A3CE2">
    <w:name w:val="33444160AC284213ABCFAB0D83D6A3CE2"/>
    <w:rsid w:val="00B52ADB"/>
    <w:pPr>
      <w:spacing w:after="180" w:line="288" w:lineRule="auto"/>
    </w:pPr>
    <w:rPr>
      <w:rFonts w:eastAsiaTheme="minorHAnsi"/>
      <w:color w:val="404040" w:themeColor="text1" w:themeTint="BF"/>
      <w:sz w:val="18"/>
      <w:szCs w:val="18"/>
      <w:lang w:val="en-US" w:eastAsia="ja-JP"/>
    </w:rPr>
  </w:style>
  <w:style w:type="paragraph" w:customStyle="1" w:styleId="A3E60D0C2F9D41D197E93F2E174BF22C2">
    <w:name w:val="A3E60D0C2F9D41D197E93F2E174BF22C2"/>
    <w:rsid w:val="00B52ADB"/>
    <w:pPr>
      <w:spacing w:after="180" w:line="288" w:lineRule="auto"/>
    </w:pPr>
    <w:rPr>
      <w:rFonts w:eastAsiaTheme="minorHAnsi"/>
      <w:color w:val="404040" w:themeColor="text1" w:themeTint="BF"/>
      <w:sz w:val="18"/>
      <w:szCs w:val="18"/>
      <w:lang w:val="en-US" w:eastAsia="ja-JP"/>
    </w:rPr>
  </w:style>
  <w:style w:type="paragraph" w:customStyle="1" w:styleId="76D9A4AC5DBD439B8BA5DABEB26FCF4C2">
    <w:name w:val="76D9A4AC5DBD439B8BA5DABEB26FCF4C2"/>
    <w:rsid w:val="00B52ADB"/>
    <w:pPr>
      <w:spacing w:after="180" w:line="288" w:lineRule="auto"/>
    </w:pPr>
    <w:rPr>
      <w:rFonts w:eastAsiaTheme="minorHAnsi"/>
      <w:color w:val="404040" w:themeColor="text1" w:themeTint="BF"/>
      <w:sz w:val="18"/>
      <w:szCs w:val="18"/>
      <w:lang w:val="en-US" w:eastAsia="ja-JP"/>
    </w:rPr>
  </w:style>
  <w:style w:type="paragraph" w:customStyle="1" w:styleId="55F9402DE919418F99EDCB18C6B96FB22">
    <w:name w:val="55F9402DE919418F99EDCB18C6B96FB22"/>
    <w:rsid w:val="00B52ADB"/>
    <w:pPr>
      <w:spacing w:after="180" w:line="288" w:lineRule="auto"/>
    </w:pPr>
    <w:rPr>
      <w:rFonts w:eastAsiaTheme="minorHAnsi"/>
      <w:color w:val="404040" w:themeColor="text1" w:themeTint="BF"/>
      <w:sz w:val="18"/>
      <w:szCs w:val="18"/>
      <w:lang w:val="en-US" w:eastAsia="ja-JP"/>
    </w:rPr>
  </w:style>
  <w:style w:type="paragraph" w:customStyle="1" w:styleId="4E17B6FE6DD44C5E8E0E4B04467F54A82">
    <w:name w:val="4E17B6FE6DD44C5E8E0E4B04467F54A82"/>
    <w:rsid w:val="00B52ADB"/>
    <w:pPr>
      <w:spacing w:after="180" w:line="288" w:lineRule="auto"/>
    </w:pPr>
    <w:rPr>
      <w:rFonts w:eastAsiaTheme="minorHAnsi"/>
      <w:color w:val="404040" w:themeColor="text1" w:themeTint="BF"/>
      <w:sz w:val="18"/>
      <w:szCs w:val="18"/>
      <w:lang w:val="en-US" w:eastAsia="ja-JP"/>
    </w:rPr>
  </w:style>
  <w:style w:type="paragraph" w:customStyle="1" w:styleId="CBD0BC9343804993A534A9EA130470712">
    <w:name w:val="CBD0BC9343804993A534A9EA130470712"/>
    <w:rsid w:val="00B52ADB"/>
    <w:pPr>
      <w:spacing w:after="180" w:line="288" w:lineRule="auto"/>
    </w:pPr>
    <w:rPr>
      <w:rFonts w:eastAsiaTheme="minorHAnsi"/>
      <w:color w:val="404040" w:themeColor="text1" w:themeTint="BF"/>
      <w:sz w:val="18"/>
      <w:szCs w:val="18"/>
      <w:lang w:val="en-US" w:eastAsia="ja-JP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roposal">
      <a:dk1>
        <a:sysClr val="windowText" lastClr="000000"/>
      </a:dk1>
      <a:lt1>
        <a:sysClr val="window" lastClr="FFFFFF"/>
      </a:lt1>
      <a:dk2>
        <a:srgbClr val="2C283A"/>
      </a:dk2>
      <a:lt2>
        <a:srgbClr val="F1EAE6"/>
      </a:lt2>
      <a:accent1>
        <a:srgbClr val="5B9BD5"/>
      </a:accent1>
      <a:accent2>
        <a:srgbClr val="86BB40"/>
      </a:accent2>
      <a:accent3>
        <a:srgbClr val="F4BF2E"/>
      </a:accent3>
      <a:accent4>
        <a:srgbClr val="F3866C"/>
      </a:accent4>
      <a:accent5>
        <a:srgbClr val="92588D"/>
      </a:accent5>
      <a:accent6>
        <a:srgbClr val="F3533F"/>
      </a:accent6>
      <a:hlink>
        <a:srgbClr val="40ACD1"/>
      </a:hlink>
      <a:folHlink>
        <a:srgbClr val="92588D"/>
      </a:folHlink>
    </a:clrScheme>
    <a:fontScheme name="Arial Black-Arial">
      <a:majorFont>
        <a:latin typeface="Arial Black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9C0F5D513BA704092BD606558B04D5D" ma:contentTypeVersion="185" ma:contentTypeDescription="Create a new document." ma:contentTypeScope="" ma:versionID="da51bca16fcd6fe3325dc9146ae12f51">
  <xsd:schema xmlns:xsd="http://www.w3.org/2001/XMLSchema" xmlns:xs="http://www.w3.org/2001/XMLSchema" xmlns:p="http://schemas.microsoft.com/office/2006/metadata/properties" xmlns:ns2="0e2507f1-1fab-4f1f-8c5d-2dd5baf9006a" xmlns:ns3="12e0826c-40f2-47bd-b519-bbb4da682c2c" targetNamespace="http://schemas.microsoft.com/office/2006/metadata/properties" ma:root="true" ma:fieldsID="e3629b895899715aaacb1a77cb5b2bc3" ns2:_="" ns3:_="">
    <xsd:import namespace="0e2507f1-1fab-4f1f-8c5d-2dd5baf9006a"/>
    <xsd:import namespace="12e0826c-40f2-47bd-b519-bbb4da682c2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2507f1-1fab-4f1f-8c5d-2dd5baf9006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0826c-40f2-47bd-b519-bbb4da682c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0e2507f1-1fab-4f1f-8c5d-2dd5baf9006a">
      <UserInfo>
        <DisplayName/>
        <AccountId xsi:nil="true"/>
        <AccountType/>
      </UserInfo>
    </SharedWithUsers>
    <_dlc_DocId xmlns="0e2507f1-1fab-4f1f-8c5d-2dd5baf9006a">VWCZ4TY2TVRH-535898010-1749645</_dlc_DocId>
    <_dlc_DocIdUrl xmlns="0e2507f1-1fab-4f1f-8c5d-2dd5baf9006a">
      <Url>https://lglt.sharepoint.com/sites/files/_layouts/15/DocIdRedir.aspx?ID=VWCZ4TY2TVRH-535898010-1749645</Url>
      <Description>VWCZ4TY2TVRH-535898010-1749645</Description>
    </_dlc_DocIdUrl>
  </documentManagement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A83AE56-D482-45E0-BADB-2EF6511EBBEE}"/>
</file>

<file path=customXml/itemProps3.xml><?xml version="1.0" encoding="utf-8"?>
<ds:datastoreItem xmlns:ds="http://schemas.openxmlformats.org/officeDocument/2006/customXml" ds:itemID="{FC747C90-3591-499A-B3D0-57D32EB3ECF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D44159F-D943-4D90-B5A3-2F2D2081C210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DFC3530-8DA0-4167-80E2-6306FA660B8A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31399EF2-738D-4D2F-A7AB-6F48C7A5A912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51d5e2c9-e18c-4408-a31e-423a151c4578"/>
    <ds:schemaRef ds:uri="f80a7a53-5fdc-4a0f-8b9e-50f27931d633"/>
    <ds:schemaRef ds:uri="http://www.w3.org/XML/1998/namespace"/>
    <ds:schemaRef ds:uri="http://purl.org/dc/terms/"/>
    <ds:schemaRef ds:uri="0e2507f1-1fab-4f1f-8c5d-2dd5baf9006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Services proposal (Business Blue design)</Template>
  <TotalTime>9</TotalTime>
  <Pages>3</Pages>
  <Words>406</Words>
  <Characters>2319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Milda Janulevičiūtė</dc:creator>
  <cp:keywords/>
  <cp:lastModifiedBy>Agnė Šveinauskienė</cp:lastModifiedBy>
  <cp:revision>13</cp:revision>
  <dcterms:created xsi:type="dcterms:W3CDTF">2021-11-04T13:10:00Z</dcterms:created>
  <dcterms:modified xsi:type="dcterms:W3CDTF">2021-11-10T08:53:00Z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ternalTags">
    <vt:lpwstr/>
  </property>
  <property fmtid="{D5CDD505-2E9C-101B-9397-08002B2CF9AE}" pid="3" name="ContentTypeId">
    <vt:lpwstr>0x010100E9C0F5D513BA704092BD606558B04D5D</vt:lpwstr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ScenarioTags">
    <vt:lpwstr/>
  </property>
  <property fmtid="{D5CDD505-2E9C-101B-9397-08002B2CF9AE}" pid="7" name="CampaignTags">
    <vt:lpwstr/>
  </property>
  <property fmtid="{D5CDD505-2E9C-101B-9397-08002B2CF9AE}" pid="8" name="MSIP_Label_cfcb905c-755b-4fd4-bd20-0d682d4f1d27_Enabled">
    <vt:lpwstr>true</vt:lpwstr>
  </property>
  <property fmtid="{D5CDD505-2E9C-101B-9397-08002B2CF9AE}" pid="9" name="MSIP_Label_cfcb905c-755b-4fd4-bd20-0d682d4f1d27_SetDate">
    <vt:lpwstr>2020-07-08T06:53:21Z</vt:lpwstr>
  </property>
  <property fmtid="{D5CDD505-2E9C-101B-9397-08002B2CF9AE}" pid="10" name="MSIP_Label_cfcb905c-755b-4fd4-bd20-0d682d4f1d27_Method">
    <vt:lpwstr>Standard</vt:lpwstr>
  </property>
  <property fmtid="{D5CDD505-2E9C-101B-9397-08002B2CF9AE}" pid="11" name="MSIP_Label_cfcb905c-755b-4fd4-bd20-0d682d4f1d27_Name">
    <vt:lpwstr>Internal</vt:lpwstr>
  </property>
  <property fmtid="{D5CDD505-2E9C-101B-9397-08002B2CF9AE}" pid="12" name="MSIP_Label_cfcb905c-755b-4fd4-bd20-0d682d4f1d27_SiteId">
    <vt:lpwstr>d91d5b65-9d38-4908-9bd1-ebc28a01cade</vt:lpwstr>
  </property>
  <property fmtid="{D5CDD505-2E9C-101B-9397-08002B2CF9AE}" pid="13" name="MSIP_Label_cfcb905c-755b-4fd4-bd20-0d682d4f1d27_ActionId">
    <vt:lpwstr>7d98c47f-e4a5-403f-9d56-c3d7f506670c</vt:lpwstr>
  </property>
  <property fmtid="{D5CDD505-2E9C-101B-9397-08002B2CF9AE}" pid="14" name="MSIP_Label_cfcb905c-755b-4fd4-bd20-0d682d4f1d27_ContentBits">
    <vt:lpwstr>0</vt:lpwstr>
  </property>
  <property fmtid="{D5CDD505-2E9C-101B-9397-08002B2CF9AE}" pid="15" name="Order">
    <vt:r8>500</vt:r8>
  </property>
  <property fmtid="{D5CDD505-2E9C-101B-9397-08002B2CF9AE}" pid="16" name="xd_Signature">
    <vt:bool>false</vt:bool>
  </property>
  <property fmtid="{D5CDD505-2E9C-101B-9397-08002B2CF9AE}" pid="17" name="xd_ProgID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dlc_DocIdItemGuid">
    <vt:lpwstr>ac868c97-8199-46fc-86a4-006b545b5289</vt:lpwstr>
  </property>
</Properties>
</file>