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0994A" w14:textId="77777777" w:rsidR="00F55DAC" w:rsidRDefault="00F55DAC" w:rsidP="00F55DAC">
      <w:pPr>
        <w:tabs>
          <w:tab w:val="left" w:pos="6663"/>
        </w:tabs>
        <w:jc w:val="center"/>
        <w:rPr>
          <w:b/>
        </w:rPr>
      </w:pPr>
      <w:r>
        <w:rPr>
          <w:b/>
        </w:rPr>
        <w:t>PANEVĖŽIO MIESTO APŠVIETIMO TINKLŲ PRIEŽIŪROS IR REMONTO PASLAUGŲ TEIKIMO ĮKAINIAI</w:t>
      </w:r>
    </w:p>
    <w:p w14:paraId="48BD696A" w14:textId="77777777" w:rsidR="005C41AC" w:rsidRPr="005C41AC" w:rsidRDefault="005C41AC" w:rsidP="005C41AC">
      <w:pPr>
        <w:jc w:val="center"/>
        <w:rPr>
          <w:szCs w:val="24"/>
        </w:rPr>
      </w:pPr>
    </w:p>
    <w:tbl>
      <w:tblPr>
        <w:tblW w:w="9782" w:type="dxa"/>
        <w:jc w:val="center"/>
        <w:tblLook w:val="00A0" w:firstRow="1" w:lastRow="0" w:firstColumn="1" w:lastColumn="0" w:noHBand="0" w:noVBand="0"/>
      </w:tblPr>
      <w:tblGrid>
        <w:gridCol w:w="1056"/>
        <w:gridCol w:w="5743"/>
        <w:gridCol w:w="1276"/>
        <w:gridCol w:w="1707"/>
      </w:tblGrid>
      <w:tr w:rsidR="00F55DAC" w:rsidRPr="00ED1FE3" w14:paraId="1DA1053F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C562" w14:textId="77777777" w:rsidR="00F55DAC" w:rsidRPr="006D400D" w:rsidRDefault="00F55DAC" w:rsidP="00F55DAC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Eil.</w:t>
            </w:r>
          </w:p>
          <w:p w14:paraId="0413128C" w14:textId="03A5107B" w:rsidR="00F55DAC" w:rsidRDefault="00F55DAC" w:rsidP="00F55DAC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Nr.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B2C7F" w14:textId="6E75E3EC" w:rsidR="00F55DAC" w:rsidRPr="005A7A9A" w:rsidRDefault="00F55DAC" w:rsidP="00F55DAC">
            <w:pPr>
              <w:jc w:val="center"/>
              <w:rPr>
                <w:b/>
                <w:szCs w:val="24"/>
              </w:rPr>
            </w:pPr>
            <w:r w:rsidRPr="006D400D">
              <w:rPr>
                <w:szCs w:val="24"/>
              </w:rPr>
              <w:t>Paslaugos pavadinimas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6E159" w14:textId="3BB5B924" w:rsidR="00F55DAC" w:rsidRPr="006D400D" w:rsidRDefault="00F55DAC" w:rsidP="00F55DAC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Mato vnt.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C5CD7" w14:textId="77777777" w:rsidR="00F55DAC" w:rsidRPr="006D400D" w:rsidRDefault="00F55DAC" w:rsidP="00F55DAC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Įkainis</w:t>
            </w:r>
          </w:p>
          <w:p w14:paraId="34D277E0" w14:textId="77777777" w:rsidR="00F55DAC" w:rsidRPr="006D400D" w:rsidRDefault="00F55DAC" w:rsidP="00F55DAC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(be PVM)</w:t>
            </w:r>
          </w:p>
          <w:p w14:paraId="021FEBAD" w14:textId="094DA911" w:rsidR="00F55DAC" w:rsidRPr="00ED1FE3" w:rsidRDefault="00F55DAC" w:rsidP="00F55DAC">
            <w:pPr>
              <w:jc w:val="center"/>
              <w:rPr>
                <w:szCs w:val="22"/>
              </w:rPr>
            </w:pPr>
            <w:r w:rsidRPr="006D400D">
              <w:rPr>
                <w:szCs w:val="24"/>
              </w:rPr>
              <w:t>Eur</w:t>
            </w:r>
          </w:p>
        </w:tc>
      </w:tr>
      <w:tr w:rsidR="00F55DAC" w:rsidRPr="00ED1FE3" w14:paraId="109D9602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22AA" w14:textId="035B98BE" w:rsidR="00F55DAC" w:rsidRDefault="00F55DAC" w:rsidP="00762C3D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1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17AA5" w14:textId="6BFF60E6" w:rsidR="00F55DAC" w:rsidRPr="005A7A9A" w:rsidRDefault="00F55DAC" w:rsidP="00F55DAC">
            <w:pPr>
              <w:jc w:val="center"/>
              <w:rPr>
                <w:b/>
                <w:szCs w:val="24"/>
              </w:rPr>
            </w:pPr>
            <w:r w:rsidRPr="006D400D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AF033" w14:textId="3F355A61" w:rsidR="00F55DAC" w:rsidRPr="006D400D" w:rsidRDefault="00F55DAC" w:rsidP="00F55DAC">
            <w:pPr>
              <w:jc w:val="center"/>
              <w:rPr>
                <w:szCs w:val="24"/>
              </w:rPr>
            </w:pPr>
            <w:r w:rsidRPr="006D400D">
              <w:rPr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DA05B" w14:textId="7CD91AC5" w:rsidR="00F55DAC" w:rsidRPr="00ED1FE3" w:rsidRDefault="00F55DAC" w:rsidP="00F55DAC">
            <w:pPr>
              <w:jc w:val="center"/>
              <w:rPr>
                <w:szCs w:val="22"/>
              </w:rPr>
            </w:pPr>
            <w:r w:rsidRPr="006D400D">
              <w:rPr>
                <w:szCs w:val="24"/>
              </w:rPr>
              <w:t>4</w:t>
            </w:r>
          </w:p>
        </w:tc>
      </w:tr>
      <w:tr w:rsidR="00762C3D" w:rsidRPr="00ED1FE3" w14:paraId="4AEFB763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3F43" w14:textId="77777777" w:rsidR="00762C3D" w:rsidRPr="006D400D" w:rsidRDefault="00762C3D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8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80EE2" w14:textId="1DF6BCF9" w:rsidR="00762C3D" w:rsidRPr="00ED1FE3" w:rsidRDefault="00762C3D" w:rsidP="00762C3D">
            <w:pPr>
              <w:rPr>
                <w:szCs w:val="22"/>
              </w:rPr>
            </w:pPr>
            <w:r w:rsidRPr="005A7A9A">
              <w:rPr>
                <w:b/>
                <w:szCs w:val="24"/>
              </w:rPr>
              <w:t>Apšvietimo tinklų priežiūra ir remontas</w:t>
            </w:r>
          </w:p>
        </w:tc>
      </w:tr>
      <w:tr w:rsidR="00762C3D" w:rsidRPr="00ED1FE3" w14:paraId="632BEE47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2F26" w14:textId="77777777" w:rsidR="00762C3D" w:rsidRPr="007C354D" w:rsidRDefault="00762C3D" w:rsidP="00762C3D">
            <w:pPr>
              <w:jc w:val="center"/>
              <w:rPr>
                <w:szCs w:val="24"/>
              </w:rPr>
            </w:pPr>
            <w:r w:rsidRPr="007C354D">
              <w:rPr>
                <w:szCs w:val="24"/>
                <w:lang w:eastAsia="lt-LT"/>
              </w:rPr>
              <w:t>11.1.</w:t>
            </w:r>
          </w:p>
        </w:tc>
        <w:tc>
          <w:tcPr>
            <w:tcW w:w="8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A2D62" w14:textId="2FA22440" w:rsidR="00762C3D" w:rsidRPr="00ED1FE3" w:rsidRDefault="00762C3D" w:rsidP="00762C3D">
            <w:pPr>
              <w:rPr>
                <w:szCs w:val="22"/>
              </w:rPr>
            </w:pPr>
            <w:r w:rsidRPr="007C354D">
              <w:rPr>
                <w:b/>
                <w:szCs w:val="24"/>
              </w:rPr>
              <w:t>Gatvių apšvietimo tinklų priežiūra</w:t>
            </w:r>
          </w:p>
        </w:tc>
      </w:tr>
      <w:tr w:rsidR="00F55DAC" w:rsidRPr="00ED1FE3" w14:paraId="2A9B8DB0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064A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11.1.1.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B1F52" w14:textId="77777777" w:rsidR="00F55DAC" w:rsidRDefault="00F55DAC" w:rsidP="00F55DAC">
            <w:pPr>
              <w:rPr>
                <w:szCs w:val="24"/>
              </w:rPr>
            </w:pPr>
            <w:r>
              <w:rPr>
                <w:szCs w:val="24"/>
              </w:rPr>
              <w:t>Apšvietimo tinklo eksploatavimas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D6FD9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d. d.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50F17" w14:textId="77777777" w:rsidR="00762C3D" w:rsidRDefault="00F55DAC" w:rsidP="00762C3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450,87</w:t>
            </w:r>
          </w:p>
          <w:p w14:paraId="3032DED6" w14:textId="662325FA" w:rsidR="00F55DAC" w:rsidRDefault="00F55DAC" w:rsidP="00762C3D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 xml:space="preserve"> +</w:t>
            </w:r>
            <w:r w:rsidR="00762C3D">
              <w:rPr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 w:rsidRPr="009424A0">
              <w:rPr>
                <w:sz w:val="22"/>
                <w:szCs w:val="22"/>
              </w:rPr>
              <w:t>ąskaita už</w:t>
            </w:r>
            <w:r w:rsidR="00762C3D">
              <w:rPr>
                <w:sz w:val="22"/>
                <w:szCs w:val="22"/>
              </w:rPr>
              <w:t xml:space="preserve"> </w:t>
            </w:r>
            <w:r w:rsidRPr="009424A0">
              <w:rPr>
                <w:sz w:val="22"/>
                <w:szCs w:val="22"/>
              </w:rPr>
              <w:t>medžiagas</w:t>
            </w:r>
            <w:r w:rsidRPr="009424A0">
              <w:rPr>
                <w:sz w:val="22"/>
                <w:szCs w:val="22"/>
                <w:vertAlign w:val="superscript"/>
              </w:rPr>
              <w:t>*</w:t>
            </w:r>
          </w:p>
        </w:tc>
      </w:tr>
      <w:tr w:rsidR="00762C3D" w:rsidRPr="006D400D" w14:paraId="21CB90D1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5987" w14:textId="77777777" w:rsidR="00762C3D" w:rsidRPr="006D400D" w:rsidRDefault="00762C3D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11.1.2.</w:t>
            </w:r>
          </w:p>
        </w:tc>
        <w:tc>
          <w:tcPr>
            <w:tcW w:w="8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D5D28" w14:textId="7BE83721" w:rsidR="00762C3D" w:rsidRPr="006D400D" w:rsidRDefault="00762C3D" w:rsidP="00762C3D">
            <w:pPr>
              <w:rPr>
                <w:szCs w:val="24"/>
              </w:rPr>
            </w:pPr>
            <w:r w:rsidRPr="006F32FF">
              <w:rPr>
                <w:szCs w:val="24"/>
              </w:rPr>
              <w:t>Operatyvinio personalo budėjimas po darbo valandų, išeiginėmis ir švenčių dienomis</w:t>
            </w:r>
          </w:p>
        </w:tc>
      </w:tr>
      <w:tr w:rsidR="00F55DAC" w14:paraId="718EA1FC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5EC5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11.1.2.1.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371ED" w14:textId="77777777" w:rsidR="00F55DAC" w:rsidRPr="0039077A" w:rsidRDefault="00F55DAC" w:rsidP="00F55DAC">
            <w:pPr>
              <w:rPr>
                <w:szCs w:val="24"/>
              </w:rPr>
            </w:pPr>
            <w:r w:rsidRPr="006F32FF">
              <w:rPr>
                <w:szCs w:val="24"/>
              </w:rPr>
              <w:t>Kai dirba 1 darbuotojas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65A13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val.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87F6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21,78</w:t>
            </w:r>
          </w:p>
        </w:tc>
      </w:tr>
      <w:tr w:rsidR="00F55DAC" w14:paraId="2E664A4E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348A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11.1.2.2.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14C81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szCs w:val="24"/>
              </w:rPr>
              <w:t>Kai dirba 2 darbuotojai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0B773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val.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6E4C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38,75</w:t>
            </w:r>
          </w:p>
        </w:tc>
      </w:tr>
      <w:tr w:rsidR="00F55DAC" w14:paraId="4CC1C0EF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4D02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001D2" w14:textId="77777777" w:rsidR="00F55DAC" w:rsidRPr="00C91883" w:rsidRDefault="00F55DAC" w:rsidP="00F55DAC">
            <w:pPr>
              <w:rPr>
                <w:b/>
                <w:szCs w:val="24"/>
              </w:rPr>
            </w:pPr>
            <w:r w:rsidRPr="00C91883">
              <w:rPr>
                <w:b/>
                <w:szCs w:val="24"/>
              </w:rPr>
              <w:t>Šviestuvų remontas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2A2B0" w14:textId="77777777" w:rsidR="00F55DAC" w:rsidRDefault="00F55DAC" w:rsidP="00F55DAC">
            <w:pPr>
              <w:jc w:val="center"/>
              <w:rPr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2C20" w14:textId="77777777" w:rsidR="00F55DAC" w:rsidRDefault="00F55DAC" w:rsidP="00F55DAC">
            <w:pPr>
              <w:jc w:val="right"/>
              <w:rPr>
                <w:szCs w:val="24"/>
              </w:rPr>
            </w:pPr>
          </w:p>
        </w:tc>
      </w:tr>
      <w:tr w:rsidR="00F55DAC" w14:paraId="637A703F" w14:textId="77777777" w:rsidTr="00762C3D">
        <w:trPr>
          <w:trHeight w:val="359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6DA9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11.2.1.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2C842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Perdegusių apšvietimo 70 W natrio lempų keitimas, įskaitant medžiagų kainas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959FB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A908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62,84</w:t>
            </w:r>
          </w:p>
        </w:tc>
      </w:tr>
      <w:tr w:rsidR="00F55DAC" w14:paraId="765AB696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00A5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11.2.2.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29906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Perdegusių apšvietimo 150 W natrio lempų keitimas, įskaitant medžiagų kainas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56859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1120" w14:textId="77777777" w:rsidR="00F55DAC" w:rsidRPr="00F304ED" w:rsidRDefault="00F55DAC" w:rsidP="00F55DAC">
            <w:pPr>
              <w:jc w:val="right"/>
            </w:pPr>
            <w:r>
              <w:t>67,41</w:t>
            </w:r>
          </w:p>
        </w:tc>
      </w:tr>
      <w:tr w:rsidR="00F55DAC" w14:paraId="37E75820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A104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11.2.3.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CC821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 xml:space="preserve">Perdegusių apšvietimo metalo halogeninių lempų keitimas, įskaitant medžiagų kainas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6843C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E184" w14:textId="77777777" w:rsidR="00F55DAC" w:rsidRPr="00F304ED" w:rsidRDefault="00F55DAC" w:rsidP="00F55DAC">
            <w:pPr>
              <w:jc w:val="right"/>
            </w:pPr>
            <w:r>
              <w:t>77,70</w:t>
            </w:r>
          </w:p>
        </w:tc>
      </w:tr>
      <w:tr w:rsidR="00F55DAC" w14:paraId="55988844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8EEE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11.2.4.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408FD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Gatvių apšvietimo LED šviestuvų iki 70 W įrengimas, įskaitant šviestuvo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9CB85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7F96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379,59</w:t>
            </w:r>
          </w:p>
        </w:tc>
      </w:tr>
      <w:tr w:rsidR="00F55DAC" w14:paraId="2E31EB8E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6C52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11.2.5.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87AE7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Gatvių apšvietimo LED šviestuvų 71–110 W įrengimas, įskaitant šviestuvo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FC615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0F7C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418,49</w:t>
            </w:r>
          </w:p>
        </w:tc>
      </w:tr>
      <w:tr w:rsidR="00F55DAC" w14:paraId="6A415EF5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6274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11.2.6.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BDAFF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Kryptinio šviesos srauto LED šviestuvų įrengimas, įskaitant šviestuvo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D6731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94B3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416,28</w:t>
            </w:r>
          </w:p>
        </w:tc>
      </w:tr>
      <w:tr w:rsidR="00F55DAC" w14:paraId="484003E3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C53A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11.2.7.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F3550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Gatvių apšvietimo šviestuvų, kabinamų ant gembių, demontavimas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CFF79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B4C0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65,72</w:t>
            </w:r>
          </w:p>
        </w:tc>
      </w:tr>
      <w:tr w:rsidR="00F55DAC" w14:paraId="2C7D376D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0902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11.2.8.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080FF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Gatvių apšvietimo natrio lempų šviestuvų remontas, įskaitant medžiagų kainas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1865C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5B73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107,17</w:t>
            </w:r>
          </w:p>
        </w:tc>
      </w:tr>
      <w:tr w:rsidR="00F55DAC" w14:paraId="71C27CCB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129C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11.2.9.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AC57C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Gatvių apšvietimo šviestuvo montavimas be šviestuvo kainos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70595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EF4E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65,95</w:t>
            </w:r>
          </w:p>
        </w:tc>
      </w:tr>
      <w:tr w:rsidR="00F55DAC" w14:paraId="0ECEB5C2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6285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11.2.10.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25C03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szCs w:val="24"/>
              </w:rPr>
              <w:t>Š</w:t>
            </w:r>
            <w:r w:rsidRPr="00C91883">
              <w:rPr>
                <w:szCs w:val="24"/>
              </w:rPr>
              <w:t>viestuvo perjungimas pakeitus maitinimo laidus, įskaitant medžiagų kainas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0B4CF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3B40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62,62</w:t>
            </w:r>
          </w:p>
        </w:tc>
      </w:tr>
      <w:tr w:rsidR="00762C3D" w14:paraId="5C658407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8D19" w14:textId="77777777" w:rsidR="00762C3D" w:rsidRDefault="00762C3D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11.3.</w:t>
            </w:r>
          </w:p>
        </w:tc>
        <w:tc>
          <w:tcPr>
            <w:tcW w:w="8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72F12" w14:textId="774865AF" w:rsidR="00762C3D" w:rsidRDefault="00762C3D" w:rsidP="00762C3D">
            <w:pPr>
              <w:rPr>
                <w:szCs w:val="24"/>
              </w:rPr>
            </w:pPr>
            <w:r w:rsidRPr="006B4464">
              <w:rPr>
                <w:b/>
                <w:szCs w:val="24"/>
              </w:rPr>
              <w:t>Apšvietimo atramų remontas</w:t>
            </w:r>
          </w:p>
        </w:tc>
      </w:tr>
      <w:tr w:rsidR="00F55DAC" w14:paraId="439F38D3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ED1D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11.3.1.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352F0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Cinkuotų apšvietimo atramų pastatymas be atramos ir pamato kainos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1C67C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6248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224,71</w:t>
            </w:r>
          </w:p>
        </w:tc>
      </w:tr>
      <w:tr w:rsidR="00F55DAC" w14:paraId="4811AC8A" w14:textId="77777777" w:rsidTr="00762C3D">
        <w:trPr>
          <w:trHeight w:val="422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DA3B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</w:t>
            </w:r>
            <w:r>
              <w:rPr>
                <w:szCs w:val="24"/>
              </w:rPr>
              <w:t>2.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7F2A3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Cinkuotų apšvietimo atramų pastatymas, įskaitant atramos ir pamato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40B97" w14:textId="77777777" w:rsidR="00F55DAC" w:rsidRDefault="00F55DAC" w:rsidP="00F55DA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786C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689,20</w:t>
            </w:r>
          </w:p>
        </w:tc>
      </w:tr>
      <w:tr w:rsidR="00F55DAC" w14:paraId="6AB10ACE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F3C9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</w:t>
            </w:r>
            <w:r>
              <w:rPr>
                <w:szCs w:val="24"/>
              </w:rPr>
              <w:t>3.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95510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Gelžbetoninių apšvietimo atramų (paramsčių) pastatymas be atramos (paramsčio) kainos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127FF" w14:textId="77777777" w:rsidR="00F55DAC" w:rsidRDefault="00F55DAC" w:rsidP="00F55DAC">
            <w:pPr>
              <w:jc w:val="center"/>
              <w:rPr>
                <w:szCs w:val="24"/>
              </w:rPr>
            </w:pPr>
          </w:p>
          <w:p w14:paraId="78882BAA" w14:textId="77777777" w:rsidR="00F55DAC" w:rsidRDefault="00F55DAC" w:rsidP="00F55DAC">
            <w:pPr>
              <w:jc w:val="center"/>
              <w:rPr>
                <w:szCs w:val="24"/>
              </w:rPr>
            </w:pPr>
            <w:r w:rsidRPr="00662212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0448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379,77</w:t>
            </w:r>
          </w:p>
        </w:tc>
      </w:tr>
      <w:tr w:rsidR="00F55DAC" w14:paraId="07D474F8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7A12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</w:t>
            </w:r>
            <w:r>
              <w:rPr>
                <w:szCs w:val="24"/>
              </w:rPr>
              <w:t>4.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FDA54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Gelžbetoninių apšvietimo atramų (paramsčių) pastatymas įskaitant atramos (paramsčio)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7C7E5" w14:textId="77777777" w:rsidR="00F55DAC" w:rsidRDefault="00F55DAC" w:rsidP="00F55DAC">
            <w:pPr>
              <w:jc w:val="center"/>
              <w:rPr>
                <w:szCs w:val="24"/>
              </w:rPr>
            </w:pPr>
          </w:p>
          <w:p w14:paraId="545C6DF0" w14:textId="77777777" w:rsidR="00F55DAC" w:rsidRDefault="00F55DAC" w:rsidP="00F55DAC">
            <w:pPr>
              <w:jc w:val="center"/>
              <w:rPr>
                <w:szCs w:val="24"/>
              </w:rPr>
            </w:pPr>
            <w:r w:rsidRPr="00662212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708B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762,44</w:t>
            </w:r>
          </w:p>
        </w:tc>
      </w:tr>
      <w:tr w:rsidR="00F55DAC" w14:paraId="75F9179B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F3EE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</w:t>
            </w:r>
            <w:r>
              <w:rPr>
                <w:szCs w:val="24"/>
              </w:rPr>
              <w:t>5.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5E73F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Metalinių apšvietimo atramų demontavimas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54A69" w14:textId="77777777" w:rsidR="00F55DAC" w:rsidRDefault="00F55DAC" w:rsidP="00F55DAC">
            <w:pPr>
              <w:jc w:val="center"/>
              <w:rPr>
                <w:szCs w:val="24"/>
              </w:rPr>
            </w:pPr>
            <w:r w:rsidRPr="00662212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4E9F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187,22</w:t>
            </w:r>
          </w:p>
        </w:tc>
      </w:tr>
      <w:tr w:rsidR="00F55DAC" w14:paraId="6405DAC4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9116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</w:t>
            </w:r>
            <w:r>
              <w:rPr>
                <w:szCs w:val="24"/>
              </w:rPr>
              <w:t>6.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9FBE5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Gelžbetoninių apšvietimo atramų (paramsčių) demontavimas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14042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E311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277,82</w:t>
            </w:r>
          </w:p>
        </w:tc>
      </w:tr>
      <w:tr w:rsidR="00F55DAC" w14:paraId="05D4AA85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7801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lastRenderedPageBreak/>
              <w:t>11.3.</w:t>
            </w:r>
            <w:r>
              <w:rPr>
                <w:szCs w:val="24"/>
              </w:rPr>
              <w:t>7.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6A04B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Gembės šviestuvui ant atramos montavimas, įskaitant medžiagų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04698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1DE4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142,08</w:t>
            </w:r>
          </w:p>
        </w:tc>
      </w:tr>
      <w:tr w:rsidR="00F55DAC" w14:paraId="72314F4A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5901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</w:t>
            </w:r>
            <w:r>
              <w:rPr>
                <w:szCs w:val="24"/>
              </w:rPr>
              <w:t>8.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9470B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Gembės šviestuvui ant atramos montavimas be gembės kainos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73601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FA95D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61,91</w:t>
            </w:r>
          </w:p>
        </w:tc>
      </w:tr>
      <w:tr w:rsidR="00F55DAC" w14:paraId="5BF8B9FC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C97C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</w:t>
            </w:r>
            <w:r>
              <w:rPr>
                <w:szCs w:val="24"/>
              </w:rPr>
              <w:t>9.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D80C7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Gembės šviestuvui demontavimas iš autobokštelio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206E4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464D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47,63</w:t>
            </w:r>
          </w:p>
        </w:tc>
      </w:tr>
      <w:tr w:rsidR="00F55DAC" w14:paraId="276A4036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D35B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11.3.1</w:t>
            </w:r>
            <w:r>
              <w:rPr>
                <w:szCs w:val="24"/>
              </w:rPr>
              <w:t>0.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04FF4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atramų tiesinimas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83443" w14:textId="77777777" w:rsidR="00F55DAC" w:rsidRDefault="00F55DAC" w:rsidP="00F55DAC">
            <w:pPr>
              <w:jc w:val="center"/>
              <w:rPr>
                <w:szCs w:val="24"/>
              </w:rPr>
            </w:pPr>
            <w:r w:rsidRPr="00FA4DE9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A20B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65,89</w:t>
            </w:r>
          </w:p>
        </w:tc>
      </w:tr>
      <w:tr w:rsidR="00F55DAC" w14:paraId="21A0E61F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24A5" w14:textId="77777777" w:rsidR="00F55DAC" w:rsidRDefault="00F55DAC" w:rsidP="00762C3D">
            <w:pPr>
              <w:jc w:val="center"/>
              <w:rPr>
                <w:szCs w:val="24"/>
              </w:rPr>
            </w:pPr>
            <w:r w:rsidRPr="006479A8">
              <w:rPr>
                <w:szCs w:val="24"/>
              </w:rPr>
              <w:t>11.3.1</w:t>
            </w:r>
            <w:r>
              <w:rPr>
                <w:szCs w:val="24"/>
              </w:rPr>
              <w:t>1.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09D4B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Metalinių paviršių dažymas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F076F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m²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0836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51,98</w:t>
            </w:r>
          </w:p>
        </w:tc>
      </w:tr>
      <w:tr w:rsidR="00F55DAC" w14:paraId="6CFF5D82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F952" w14:textId="77777777" w:rsidR="00F55DAC" w:rsidRDefault="00F55DAC" w:rsidP="00762C3D">
            <w:pPr>
              <w:jc w:val="center"/>
              <w:rPr>
                <w:szCs w:val="24"/>
              </w:rPr>
            </w:pPr>
            <w:r w:rsidRPr="00F42C2D">
              <w:rPr>
                <w:szCs w:val="24"/>
              </w:rPr>
              <w:t>11.3.1</w:t>
            </w:r>
            <w:r>
              <w:rPr>
                <w:szCs w:val="24"/>
              </w:rPr>
              <w:t>2</w:t>
            </w:r>
            <w:r w:rsidRPr="00F42C2D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19242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Metalinių atramų kabelinių skydelių remontas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4D528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1795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116,42</w:t>
            </w:r>
          </w:p>
        </w:tc>
      </w:tr>
      <w:tr w:rsidR="00F55DAC" w14:paraId="7DFCED44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2EC7" w14:textId="77777777" w:rsidR="00F55DAC" w:rsidRDefault="00F55DAC" w:rsidP="00762C3D">
            <w:pPr>
              <w:jc w:val="center"/>
              <w:rPr>
                <w:szCs w:val="24"/>
              </w:rPr>
            </w:pPr>
            <w:r w:rsidRPr="00F42C2D">
              <w:rPr>
                <w:szCs w:val="24"/>
              </w:rPr>
              <w:t>11.3.1</w:t>
            </w:r>
            <w:r>
              <w:rPr>
                <w:szCs w:val="24"/>
              </w:rPr>
              <w:t>3</w:t>
            </w:r>
            <w:r w:rsidRPr="00F42C2D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64728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Metalinių atramų kabelinių skydelių dangtelių keitimas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4B295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CAEF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t>48,67</w:t>
            </w:r>
          </w:p>
        </w:tc>
      </w:tr>
      <w:tr w:rsidR="00762C3D" w14:paraId="0DACBEB0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3D9D" w14:textId="77777777" w:rsidR="00762C3D" w:rsidRDefault="00762C3D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11.4.</w:t>
            </w:r>
          </w:p>
        </w:tc>
        <w:tc>
          <w:tcPr>
            <w:tcW w:w="8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CD5A4" w14:textId="4A597B39" w:rsidR="00762C3D" w:rsidRDefault="00762C3D" w:rsidP="00762C3D">
            <w:pPr>
              <w:rPr>
                <w:szCs w:val="24"/>
              </w:rPr>
            </w:pPr>
            <w:r w:rsidRPr="007F5E0D">
              <w:rPr>
                <w:b/>
                <w:szCs w:val="24"/>
              </w:rPr>
              <w:t>Apšvietimo kabelių, oro linijų, valdymo skydų ir kiti remonto darbai</w:t>
            </w:r>
          </w:p>
        </w:tc>
      </w:tr>
      <w:tr w:rsidR="00F55DAC" w14:paraId="7A66468E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1A17" w14:textId="77777777" w:rsidR="00F55DAC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11.4.1.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1A804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kabelių klojimas tranšėjose su dangų atkūrimu, įskaičiuojant medžiagų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77C1E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5C7E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1734,78</w:t>
            </w:r>
          </w:p>
        </w:tc>
      </w:tr>
      <w:tr w:rsidR="00F55DAC" w14:paraId="4D022DEA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AE4C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</w:t>
            </w:r>
            <w:r>
              <w:rPr>
                <w:szCs w:val="24"/>
              </w:rPr>
              <w:t>2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4650F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kabelių klojimas paruoštose tranšėjose be dangų atkūrimo, įskaičiuojant medžiagų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5ED47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AE29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1028,49</w:t>
            </w:r>
          </w:p>
        </w:tc>
      </w:tr>
      <w:tr w:rsidR="00F55DAC" w14:paraId="1E8F0E91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4DBC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</w:t>
            </w:r>
            <w:r>
              <w:rPr>
                <w:szCs w:val="24"/>
              </w:rPr>
              <w:t>3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B1C6F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Kabelių remontas, montuojant 2 jungiamąsias movas, kai intarpas iki 5 m, įskaičiuojant medžiagų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EA0D2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719B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229,41</w:t>
            </w:r>
          </w:p>
        </w:tc>
      </w:tr>
      <w:tr w:rsidR="00F55DAC" w14:paraId="3D3F2647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A08C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</w:t>
            </w:r>
            <w:r>
              <w:rPr>
                <w:szCs w:val="24"/>
              </w:rPr>
              <w:t>4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20CD4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Kabelio pertraukimas sumontuotuose vamzdžiuose, įskaičiuojant medžiagų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2DF22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E516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253,79</w:t>
            </w:r>
          </w:p>
        </w:tc>
      </w:tr>
      <w:tr w:rsidR="00F55DAC" w14:paraId="6BB068D2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4EDB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</w:t>
            </w:r>
            <w:r>
              <w:rPr>
                <w:szCs w:val="24"/>
              </w:rPr>
              <w:t>5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9F1F5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Kabelio galūnių užtaisymas, įskaitant medžiagų kainą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4525E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BE7C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96,54</w:t>
            </w:r>
          </w:p>
        </w:tc>
      </w:tr>
      <w:tr w:rsidR="00F55DAC" w14:paraId="35D51B6C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2EF5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</w:t>
            </w:r>
            <w:r>
              <w:rPr>
                <w:szCs w:val="24"/>
              </w:rPr>
              <w:t>6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051C8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Kryptinio gręžimo darbai uždaruoju būdu, įtraukiant iki 75 mm skersmens PVC vamzdį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E4B43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0882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59,01</w:t>
            </w:r>
          </w:p>
        </w:tc>
      </w:tr>
      <w:tr w:rsidR="00F55DAC" w14:paraId="23D0A0C1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E0EA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</w:t>
            </w:r>
            <w:r>
              <w:rPr>
                <w:szCs w:val="24"/>
              </w:rPr>
              <w:t>7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65351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1F OL montavimas oro kabeliu „AMKA“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709E4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43E7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291,31</w:t>
            </w:r>
          </w:p>
        </w:tc>
      </w:tr>
      <w:tr w:rsidR="00F55DAC" w14:paraId="3C5B7537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C98F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</w:t>
            </w:r>
            <w:r>
              <w:rPr>
                <w:szCs w:val="24"/>
              </w:rPr>
              <w:t>8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82FD4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3F OL montavimas oro kabeliu „AMKA“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FB50A" w14:textId="77777777" w:rsidR="00F55DAC" w:rsidRDefault="00F55DAC" w:rsidP="00F55DAC">
            <w:pPr>
              <w:jc w:val="center"/>
              <w:rPr>
                <w:szCs w:val="24"/>
              </w:rPr>
            </w:pPr>
            <w:r w:rsidRPr="00C426DF">
              <w:rPr>
                <w:szCs w:val="24"/>
              </w:rPr>
              <w:t>100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1ABD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443,37</w:t>
            </w:r>
          </w:p>
        </w:tc>
      </w:tr>
      <w:tr w:rsidR="00F55DAC" w14:paraId="6D79B00E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8D6F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</w:t>
            </w:r>
            <w:r>
              <w:rPr>
                <w:szCs w:val="24"/>
              </w:rPr>
              <w:t>9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A959E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OL demontavimas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AB461" w14:textId="77777777" w:rsidR="00F55DAC" w:rsidRDefault="00F55DAC" w:rsidP="00F55DAC">
            <w:pPr>
              <w:jc w:val="center"/>
              <w:rPr>
                <w:szCs w:val="24"/>
              </w:rPr>
            </w:pPr>
            <w:r w:rsidRPr="00C426DF">
              <w:rPr>
                <w:szCs w:val="24"/>
              </w:rPr>
              <w:t>100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A8E2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84,3</w:t>
            </w:r>
          </w:p>
        </w:tc>
      </w:tr>
      <w:tr w:rsidR="00F55DAC" w14:paraId="47054540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EDA3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11.4.1</w:t>
            </w:r>
            <w:r>
              <w:rPr>
                <w:szCs w:val="24"/>
              </w:rPr>
              <w:t>0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07D6D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valdymo punktų remontas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89823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52E0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196,25</w:t>
            </w:r>
          </w:p>
        </w:tc>
      </w:tr>
      <w:tr w:rsidR="00F55DAC" w14:paraId="1EC1626C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750E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11.4.1</w:t>
            </w:r>
            <w:r>
              <w:rPr>
                <w:szCs w:val="24"/>
              </w:rPr>
              <w:t>1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D5487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valdymo skydų montavimas, įskaitant medžiagų kainas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0B2F4" w14:textId="77777777" w:rsidR="00F55DAC" w:rsidRDefault="00F55DAC" w:rsidP="00F55DAC">
            <w:pPr>
              <w:jc w:val="center"/>
              <w:rPr>
                <w:szCs w:val="24"/>
              </w:rPr>
            </w:pPr>
            <w:r w:rsidRPr="0079008F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AC5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1528,55</w:t>
            </w:r>
          </w:p>
        </w:tc>
      </w:tr>
      <w:tr w:rsidR="00F55DAC" w14:paraId="40CC76E4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8E51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11.4.1</w:t>
            </w:r>
            <w:r>
              <w:rPr>
                <w:szCs w:val="24"/>
              </w:rPr>
              <w:t>2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5A566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Apšvietimo valdymo skydų demontavimas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70A27" w14:textId="77777777" w:rsidR="00F55DAC" w:rsidRDefault="00F55DAC" w:rsidP="00F55DAC">
            <w:pPr>
              <w:jc w:val="center"/>
              <w:rPr>
                <w:szCs w:val="24"/>
              </w:rPr>
            </w:pPr>
            <w:r w:rsidRPr="0079008F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5AAE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79,84</w:t>
            </w:r>
          </w:p>
        </w:tc>
      </w:tr>
      <w:tr w:rsidR="00F55DAC" w14:paraId="5F991414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CCB6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11.4.1</w:t>
            </w:r>
            <w:r>
              <w:rPr>
                <w:szCs w:val="24"/>
              </w:rPr>
              <w:t>3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F51AF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1F automatinio jungiklio pakeitimas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D923F" w14:textId="77777777" w:rsidR="00F55DAC" w:rsidRDefault="00F55DAC" w:rsidP="00F55DAC">
            <w:pPr>
              <w:jc w:val="center"/>
              <w:rPr>
                <w:szCs w:val="24"/>
              </w:rPr>
            </w:pPr>
            <w:r w:rsidRPr="0079008F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5567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45,48</w:t>
            </w:r>
          </w:p>
        </w:tc>
      </w:tr>
      <w:tr w:rsidR="00F55DAC" w14:paraId="1DCF2FE1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1DEF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11.4.1</w:t>
            </w:r>
            <w:r>
              <w:rPr>
                <w:szCs w:val="24"/>
              </w:rPr>
              <w:t>4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D050F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3F automatinio jungiklio pakeitimas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7E2DE" w14:textId="77777777" w:rsidR="00F55DAC" w:rsidRDefault="00F55DAC" w:rsidP="00F55DAC">
            <w:pPr>
              <w:jc w:val="center"/>
              <w:rPr>
                <w:szCs w:val="24"/>
              </w:rPr>
            </w:pPr>
            <w:r w:rsidRPr="0079008F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575C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78,30</w:t>
            </w:r>
          </w:p>
        </w:tc>
      </w:tr>
      <w:tr w:rsidR="00F55DAC" w14:paraId="2FC99EFF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7AD8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11.4.1</w:t>
            </w:r>
            <w:r>
              <w:rPr>
                <w:szCs w:val="24"/>
              </w:rPr>
              <w:t>5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17B79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Įžeminimo kontūro įrengimas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AA3FA" w14:textId="77777777" w:rsidR="00F55DAC" w:rsidRDefault="00F55DAC" w:rsidP="00F55DAC">
            <w:pPr>
              <w:jc w:val="center"/>
              <w:rPr>
                <w:szCs w:val="24"/>
              </w:rPr>
            </w:pPr>
            <w:r w:rsidRPr="0079008F"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918E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140,77</w:t>
            </w:r>
          </w:p>
        </w:tc>
      </w:tr>
      <w:tr w:rsidR="00F55DAC" w14:paraId="4502AC23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6F21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11.4.1</w:t>
            </w:r>
            <w:r>
              <w:rPr>
                <w:szCs w:val="24"/>
              </w:rPr>
              <w:t>6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544AA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Geodezinės kontrolinės nuotraukos parengimas po montavimo darbų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81B62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281D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3,71</w:t>
            </w:r>
          </w:p>
        </w:tc>
      </w:tr>
      <w:tr w:rsidR="00F55DAC" w14:paraId="131B57BC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9F1F" w14:textId="77777777" w:rsidR="00F55DAC" w:rsidRDefault="00F55DAC" w:rsidP="00762C3D">
            <w:pPr>
              <w:jc w:val="center"/>
              <w:rPr>
                <w:szCs w:val="24"/>
              </w:rPr>
            </w:pPr>
            <w:r w:rsidRPr="004D2173">
              <w:rPr>
                <w:szCs w:val="24"/>
              </w:rPr>
              <w:t>11.4.1</w:t>
            </w:r>
            <w:r>
              <w:rPr>
                <w:szCs w:val="24"/>
              </w:rPr>
              <w:t>7</w:t>
            </w:r>
            <w:r w:rsidRPr="004D2173">
              <w:rPr>
                <w:szCs w:val="24"/>
              </w:rPr>
              <w:t>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F2B06" w14:textId="77777777" w:rsidR="00F55DAC" w:rsidRPr="0039077A" w:rsidRDefault="00F55DAC" w:rsidP="00F55DAC">
            <w:pPr>
              <w:rPr>
                <w:szCs w:val="24"/>
              </w:rPr>
            </w:pPr>
            <w:r>
              <w:rPr>
                <w:color w:val="000000"/>
              </w:rPr>
              <w:t>Kontrolinis geodezinių matavimų parengimas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258F2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3EF7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55,17</w:t>
            </w:r>
          </w:p>
        </w:tc>
      </w:tr>
      <w:tr w:rsidR="00F55DAC" w14:paraId="3AF51007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7E26" w14:textId="77777777" w:rsidR="00F55DAC" w:rsidRPr="004D2173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11.4.18.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129C9" w14:textId="77777777" w:rsidR="00F55DAC" w:rsidRDefault="00F55DAC" w:rsidP="00F55DAC">
            <w:pPr>
              <w:rPr>
                <w:color w:val="000000"/>
              </w:rPr>
            </w:pPr>
            <w:r>
              <w:rPr>
                <w:color w:val="000000"/>
              </w:rPr>
              <w:t>Apšvietimo tinklo įrengimas su dangų atstatymu (kabelio klojimas tranšėjoje, atramos su šviestuvais pastatymas, kabelinio tinklo plano parengimas)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CBD69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6A98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7371,00</w:t>
            </w:r>
          </w:p>
        </w:tc>
      </w:tr>
      <w:tr w:rsidR="00F55DAC" w14:paraId="45C80BA8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A8F8" w14:textId="77777777" w:rsidR="00F55DAC" w:rsidRPr="004D2173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11.4.19.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3166D" w14:textId="77777777" w:rsidR="00F55DAC" w:rsidRDefault="00F55DAC" w:rsidP="00F55DAC">
            <w:pPr>
              <w:rPr>
                <w:color w:val="000000"/>
              </w:rPr>
            </w:pPr>
            <w:r>
              <w:rPr>
                <w:color w:val="000000"/>
              </w:rPr>
              <w:t>Apšvietimo tinklo įrengimas be dangų atstatymo (kabelio klojimas tranšėjoje, atramos su šviestuvais pastatymas, kabelinio tinklo plano parengimas)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00F64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4739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6596,34</w:t>
            </w:r>
          </w:p>
        </w:tc>
      </w:tr>
      <w:tr w:rsidR="00F55DAC" w14:paraId="606B996D" w14:textId="77777777" w:rsidTr="00762C3D">
        <w:trPr>
          <w:trHeight w:val="39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FD7B" w14:textId="77777777" w:rsidR="00F55DAC" w:rsidRPr="004D2173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11.4.20.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01C2B" w14:textId="77777777" w:rsidR="00F55DAC" w:rsidRDefault="00F55DAC" w:rsidP="00F55DAC">
            <w:pPr>
              <w:rPr>
                <w:color w:val="000000"/>
              </w:rPr>
            </w:pPr>
            <w:r>
              <w:rPr>
                <w:color w:val="000000"/>
              </w:rPr>
              <w:t>Automatinio jungiklio su nuotėkio rele pakeitimas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57836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7A40" w14:textId="77777777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182,27</w:t>
            </w:r>
          </w:p>
        </w:tc>
      </w:tr>
      <w:tr w:rsidR="00F55DAC" w14:paraId="76ED2550" w14:textId="77777777" w:rsidTr="00762C3D">
        <w:trPr>
          <w:trHeight w:val="578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E2EF" w14:textId="77777777" w:rsidR="00F55DAC" w:rsidRPr="004D2173" w:rsidRDefault="00F55DAC" w:rsidP="00762C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11.4.21.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3B9BA" w14:textId="77777777" w:rsidR="00F55DAC" w:rsidRDefault="00F55DAC" w:rsidP="00F55DAC">
            <w:pPr>
              <w:rPr>
                <w:color w:val="000000"/>
              </w:rPr>
            </w:pPr>
            <w:r>
              <w:rPr>
                <w:color w:val="000000"/>
              </w:rPr>
              <w:t>Pamatų apšvietimo atramoms įrengimas (su pamato kaina)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8D250" w14:textId="77777777" w:rsidR="00F55DAC" w:rsidRDefault="00F55DAC" w:rsidP="00F55D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vnt.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1450" w14:textId="617C9C84" w:rsidR="00F55DAC" w:rsidRDefault="00F55DAC" w:rsidP="00F55DA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190,35</w:t>
            </w:r>
          </w:p>
        </w:tc>
      </w:tr>
      <w:tr w:rsidR="00762C3D" w14:paraId="48450F63" w14:textId="77777777" w:rsidTr="008F2058">
        <w:trPr>
          <w:trHeight w:val="391"/>
          <w:jc w:val="center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DED8" w14:textId="0B6282D6" w:rsidR="00762C3D" w:rsidRDefault="00762C3D" w:rsidP="00762C3D">
            <w:pPr>
              <w:rPr>
                <w:szCs w:val="24"/>
              </w:rPr>
            </w:pPr>
            <w:r w:rsidRPr="00BB3D57">
              <w:rPr>
                <w:bCs/>
                <w:sz w:val="22"/>
                <w:szCs w:val="22"/>
              </w:rPr>
              <w:t>Pastaba</w:t>
            </w:r>
            <w:r>
              <w:rPr>
                <w:bCs/>
                <w:sz w:val="22"/>
                <w:szCs w:val="22"/>
              </w:rPr>
              <w:t xml:space="preserve">.  </w:t>
            </w:r>
            <w:r w:rsidRPr="00493FFA">
              <w:rPr>
                <w:bCs/>
                <w:sz w:val="22"/>
                <w:szCs w:val="22"/>
              </w:rPr>
              <w:t>*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493FFA">
              <w:rPr>
                <w:bCs/>
                <w:sz w:val="22"/>
                <w:szCs w:val="22"/>
              </w:rPr>
              <w:t>Neįtrauktas į paslaugos įkainio skaičiuoklę, tačiau būtinas paslaugoms atlikti.</w:t>
            </w:r>
          </w:p>
        </w:tc>
      </w:tr>
    </w:tbl>
    <w:p w14:paraId="162F8214" w14:textId="5E5723BA" w:rsidR="001D3CB6" w:rsidRDefault="001D3CB6" w:rsidP="008F2058">
      <w:pPr>
        <w:spacing w:line="360" w:lineRule="auto"/>
        <w:ind w:firstLine="851"/>
        <w:jc w:val="both"/>
        <w:rPr>
          <w:rFonts w:eastAsia="Calibri"/>
          <w:szCs w:val="24"/>
        </w:rPr>
      </w:pPr>
    </w:p>
    <w:sectPr w:rsidR="001D3CB6" w:rsidSect="008F205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021" w:right="567" w:bottom="567" w:left="1701" w:header="0" w:footer="0" w:gutter="0"/>
      <w:paperSrc w:first="7" w:other="7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7B7CD" w14:textId="77777777" w:rsidR="00873301" w:rsidRDefault="00873301">
      <w:r>
        <w:separator/>
      </w:r>
    </w:p>
  </w:endnote>
  <w:endnote w:type="continuationSeparator" w:id="0">
    <w:p w14:paraId="25E257FA" w14:textId="77777777" w:rsidR="00873301" w:rsidRDefault="00873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LT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53515" w14:textId="77777777" w:rsidR="006F32FF" w:rsidRDefault="006F32FF" w:rsidP="00BE4566">
    <w:pPr>
      <w:tabs>
        <w:tab w:val="left" w:pos="8445"/>
      </w:tabs>
    </w:pPr>
    <w:r>
      <w:tab/>
    </w:r>
  </w:p>
  <w:p w14:paraId="56B23D3F" w14:textId="77777777" w:rsidR="006F32FF" w:rsidRDefault="006F32FF"/>
  <w:p w14:paraId="0EE472D4" w14:textId="77777777" w:rsidR="006F32FF" w:rsidRDefault="006F32FF">
    <w:pPr>
      <w:pStyle w:val="Porat"/>
      <w:rPr>
        <w:rFonts w:ascii="HelveticaLT" w:hAnsi="HelveticaLT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CC539" w14:textId="77777777" w:rsidR="006F32FF" w:rsidRDefault="006F32FF" w:rsidP="00DD20B8">
    <w:pPr>
      <w:pStyle w:val="Porat"/>
    </w:pPr>
  </w:p>
  <w:p w14:paraId="0DC70BE1" w14:textId="77777777" w:rsidR="006F32FF" w:rsidRDefault="006F32FF" w:rsidP="00DD20B8">
    <w:pPr>
      <w:pStyle w:val="Porat"/>
    </w:pPr>
  </w:p>
  <w:p w14:paraId="281F6712" w14:textId="77777777" w:rsidR="006F32FF" w:rsidRDefault="006F32FF" w:rsidP="00DD20B8">
    <w:pPr>
      <w:pStyle w:val="Porat"/>
    </w:pPr>
  </w:p>
  <w:p w14:paraId="57C1D715" w14:textId="77777777" w:rsidR="006F32FF" w:rsidRDefault="006F32FF" w:rsidP="00DD20B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D2F3A" w14:textId="77777777" w:rsidR="00873301" w:rsidRDefault="00873301">
      <w:r>
        <w:separator/>
      </w:r>
    </w:p>
  </w:footnote>
  <w:footnote w:type="continuationSeparator" w:id="0">
    <w:p w14:paraId="165D4F56" w14:textId="77777777" w:rsidR="00873301" w:rsidRDefault="00873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2EC91" w14:textId="77777777" w:rsidR="006F32FF" w:rsidRDefault="006F32FF">
    <w:pPr>
      <w:pStyle w:val="Antrats"/>
      <w:jc w:val="center"/>
    </w:pPr>
  </w:p>
  <w:p w14:paraId="6B2A2594" w14:textId="77777777" w:rsidR="006F32FF" w:rsidRDefault="006F32FF">
    <w:pPr>
      <w:pStyle w:val="Antrats"/>
      <w:jc w:val="center"/>
    </w:pPr>
  </w:p>
  <w:p w14:paraId="4AF093BB" w14:textId="77777777" w:rsidR="006F32FF" w:rsidRDefault="006F32FF">
    <w:pPr>
      <w:pStyle w:val="Antrat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15A6">
      <w:rPr>
        <w:noProof/>
      </w:rPr>
      <w:t>3</w:t>
    </w:r>
    <w:r>
      <w:rPr>
        <w:noProof/>
      </w:rPr>
      <w:fldChar w:fldCharType="end"/>
    </w:r>
  </w:p>
  <w:p w14:paraId="0A6040C8" w14:textId="77777777" w:rsidR="006F32FF" w:rsidRDefault="006F32F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F81E6" w14:textId="77777777" w:rsidR="008F2058" w:rsidRDefault="008F2058" w:rsidP="008F2058">
    <w:pPr>
      <w:pStyle w:val="Antrats"/>
      <w:rPr>
        <w:bCs/>
      </w:rPr>
    </w:pPr>
  </w:p>
  <w:p w14:paraId="74BBDEB0" w14:textId="4CF608E1" w:rsidR="008F2058" w:rsidRPr="008F2058" w:rsidRDefault="008F2058" w:rsidP="008F2058">
    <w:pPr>
      <w:pStyle w:val="Antrats"/>
      <w:ind w:left="7314"/>
      <w:jc w:val="both"/>
      <w:rPr>
        <w:bCs/>
      </w:rPr>
    </w:pPr>
    <w:r w:rsidRPr="008F2058">
      <w:rPr>
        <w:bCs/>
      </w:rPr>
      <w:t xml:space="preserve">Sutarties Nr. 22-2285 </w:t>
    </w:r>
  </w:p>
  <w:p w14:paraId="665AEC5D" w14:textId="77777777" w:rsidR="008F2058" w:rsidRPr="008F2058" w:rsidRDefault="008F2058" w:rsidP="008F2058">
    <w:pPr>
      <w:pStyle w:val="Antrats"/>
      <w:ind w:left="7314"/>
      <w:jc w:val="both"/>
      <w:rPr>
        <w:bCs/>
      </w:rPr>
    </w:pPr>
    <w:r w:rsidRPr="008F2058">
      <w:rPr>
        <w:bCs/>
      </w:rPr>
      <w:t>2 priedas</w:t>
    </w:r>
  </w:p>
  <w:p w14:paraId="167AA10F" w14:textId="77777777" w:rsidR="008F2058" w:rsidRDefault="008F2058" w:rsidP="008F2058">
    <w:pPr>
      <w:pStyle w:val="Antrats"/>
      <w:ind w:left="7314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1D23"/>
    <w:multiLevelType w:val="hybridMultilevel"/>
    <w:tmpl w:val="80827C8C"/>
    <w:lvl w:ilvl="0" w:tplc="43A0CE4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  <w:sz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03ACF"/>
    <w:multiLevelType w:val="hybridMultilevel"/>
    <w:tmpl w:val="E6A02278"/>
    <w:lvl w:ilvl="0" w:tplc="23ACFDC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  <w:sz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984498">
    <w:abstractNumId w:val="0"/>
  </w:num>
  <w:num w:numId="2" w16cid:durableId="1161651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2F"/>
    <w:rsid w:val="00002E9C"/>
    <w:rsid w:val="00003A8F"/>
    <w:rsid w:val="000079B4"/>
    <w:rsid w:val="00012976"/>
    <w:rsid w:val="0001566B"/>
    <w:rsid w:val="00015FFC"/>
    <w:rsid w:val="0002192F"/>
    <w:rsid w:val="00034DB1"/>
    <w:rsid w:val="00035D51"/>
    <w:rsid w:val="00043588"/>
    <w:rsid w:val="0005169C"/>
    <w:rsid w:val="00052533"/>
    <w:rsid w:val="00071161"/>
    <w:rsid w:val="00075594"/>
    <w:rsid w:val="00075D5A"/>
    <w:rsid w:val="000811E1"/>
    <w:rsid w:val="00083945"/>
    <w:rsid w:val="00087596"/>
    <w:rsid w:val="00096759"/>
    <w:rsid w:val="000A067D"/>
    <w:rsid w:val="000B78DB"/>
    <w:rsid w:val="000C2493"/>
    <w:rsid w:val="000C308F"/>
    <w:rsid w:val="000C54A2"/>
    <w:rsid w:val="000D5983"/>
    <w:rsid w:val="000E5933"/>
    <w:rsid w:val="000E7131"/>
    <w:rsid w:val="000F0115"/>
    <w:rsid w:val="000F2B97"/>
    <w:rsid w:val="001004C2"/>
    <w:rsid w:val="00101F07"/>
    <w:rsid w:val="0011546E"/>
    <w:rsid w:val="00124B60"/>
    <w:rsid w:val="00132ABE"/>
    <w:rsid w:val="00137799"/>
    <w:rsid w:val="00145539"/>
    <w:rsid w:val="00153B94"/>
    <w:rsid w:val="00155E1E"/>
    <w:rsid w:val="001626AB"/>
    <w:rsid w:val="001820F2"/>
    <w:rsid w:val="001908C3"/>
    <w:rsid w:val="001917E8"/>
    <w:rsid w:val="001B0946"/>
    <w:rsid w:val="001B1FE3"/>
    <w:rsid w:val="001C192D"/>
    <w:rsid w:val="001D07EC"/>
    <w:rsid w:val="001D1AC1"/>
    <w:rsid w:val="001D3CB6"/>
    <w:rsid w:val="001D5474"/>
    <w:rsid w:val="001E4DFD"/>
    <w:rsid w:val="001E7411"/>
    <w:rsid w:val="001E7716"/>
    <w:rsid w:val="001F31DA"/>
    <w:rsid w:val="001F7237"/>
    <w:rsid w:val="001F7914"/>
    <w:rsid w:val="0020204A"/>
    <w:rsid w:val="00206FC7"/>
    <w:rsid w:val="0023417F"/>
    <w:rsid w:val="00234FD8"/>
    <w:rsid w:val="00237E11"/>
    <w:rsid w:val="002449A9"/>
    <w:rsid w:val="0024706D"/>
    <w:rsid w:val="00250160"/>
    <w:rsid w:val="002526D2"/>
    <w:rsid w:val="002626F0"/>
    <w:rsid w:val="002630A9"/>
    <w:rsid w:val="002658A0"/>
    <w:rsid w:val="00275CF1"/>
    <w:rsid w:val="00276412"/>
    <w:rsid w:val="00286B0A"/>
    <w:rsid w:val="002915B5"/>
    <w:rsid w:val="00291649"/>
    <w:rsid w:val="00293059"/>
    <w:rsid w:val="002A2097"/>
    <w:rsid w:val="002B17BD"/>
    <w:rsid w:val="002C6CE0"/>
    <w:rsid w:val="002D0B3C"/>
    <w:rsid w:val="002D3171"/>
    <w:rsid w:val="002D57F9"/>
    <w:rsid w:val="002D75F0"/>
    <w:rsid w:val="002D7E2D"/>
    <w:rsid w:val="002E2386"/>
    <w:rsid w:val="002E4357"/>
    <w:rsid w:val="002E68D3"/>
    <w:rsid w:val="002F0092"/>
    <w:rsid w:val="002F1D19"/>
    <w:rsid w:val="002F7001"/>
    <w:rsid w:val="00303346"/>
    <w:rsid w:val="00312A5C"/>
    <w:rsid w:val="00325CF1"/>
    <w:rsid w:val="00337555"/>
    <w:rsid w:val="00340B8E"/>
    <w:rsid w:val="00355495"/>
    <w:rsid w:val="00355EE8"/>
    <w:rsid w:val="003734F7"/>
    <w:rsid w:val="00386789"/>
    <w:rsid w:val="00387E7F"/>
    <w:rsid w:val="0039077A"/>
    <w:rsid w:val="00392558"/>
    <w:rsid w:val="0039707D"/>
    <w:rsid w:val="003A2255"/>
    <w:rsid w:val="003A3559"/>
    <w:rsid w:val="003B5429"/>
    <w:rsid w:val="003D113C"/>
    <w:rsid w:val="003D15AD"/>
    <w:rsid w:val="003D2A38"/>
    <w:rsid w:val="003D6535"/>
    <w:rsid w:val="003D6E47"/>
    <w:rsid w:val="003D7BA5"/>
    <w:rsid w:val="003E58F0"/>
    <w:rsid w:val="003F30BC"/>
    <w:rsid w:val="003F3684"/>
    <w:rsid w:val="004014AB"/>
    <w:rsid w:val="004022F1"/>
    <w:rsid w:val="00405625"/>
    <w:rsid w:val="00406E97"/>
    <w:rsid w:val="004100D4"/>
    <w:rsid w:val="00411EE8"/>
    <w:rsid w:val="00420805"/>
    <w:rsid w:val="00420850"/>
    <w:rsid w:val="00421D43"/>
    <w:rsid w:val="00435BFD"/>
    <w:rsid w:val="004376E8"/>
    <w:rsid w:val="00437BCE"/>
    <w:rsid w:val="004564CD"/>
    <w:rsid w:val="00456CCC"/>
    <w:rsid w:val="00456CDA"/>
    <w:rsid w:val="00463A0A"/>
    <w:rsid w:val="00464BB1"/>
    <w:rsid w:val="00480D2E"/>
    <w:rsid w:val="004849ED"/>
    <w:rsid w:val="00484C04"/>
    <w:rsid w:val="00492F65"/>
    <w:rsid w:val="00495196"/>
    <w:rsid w:val="004955EB"/>
    <w:rsid w:val="004A3610"/>
    <w:rsid w:val="004C07E0"/>
    <w:rsid w:val="004C64E3"/>
    <w:rsid w:val="004D35C5"/>
    <w:rsid w:val="004D68D5"/>
    <w:rsid w:val="004E4142"/>
    <w:rsid w:val="004E5BB5"/>
    <w:rsid w:val="00510DE4"/>
    <w:rsid w:val="00512BC5"/>
    <w:rsid w:val="005166E3"/>
    <w:rsid w:val="00520332"/>
    <w:rsid w:val="0052387D"/>
    <w:rsid w:val="00524D2D"/>
    <w:rsid w:val="00531DFA"/>
    <w:rsid w:val="00533646"/>
    <w:rsid w:val="005349A3"/>
    <w:rsid w:val="00544F4A"/>
    <w:rsid w:val="00555DEB"/>
    <w:rsid w:val="005565D2"/>
    <w:rsid w:val="00562BCD"/>
    <w:rsid w:val="00564714"/>
    <w:rsid w:val="00566FC8"/>
    <w:rsid w:val="00571BF3"/>
    <w:rsid w:val="00584C4D"/>
    <w:rsid w:val="00592CE5"/>
    <w:rsid w:val="00595F80"/>
    <w:rsid w:val="005A7A9A"/>
    <w:rsid w:val="005B1469"/>
    <w:rsid w:val="005B727C"/>
    <w:rsid w:val="005C0135"/>
    <w:rsid w:val="005C41AC"/>
    <w:rsid w:val="005C605B"/>
    <w:rsid w:val="005D6F2A"/>
    <w:rsid w:val="005D7204"/>
    <w:rsid w:val="005E6DEE"/>
    <w:rsid w:val="005F44E3"/>
    <w:rsid w:val="005F6058"/>
    <w:rsid w:val="005F6353"/>
    <w:rsid w:val="00602A79"/>
    <w:rsid w:val="0060717D"/>
    <w:rsid w:val="00611EE0"/>
    <w:rsid w:val="006127B2"/>
    <w:rsid w:val="006128BC"/>
    <w:rsid w:val="0061401B"/>
    <w:rsid w:val="00616EEA"/>
    <w:rsid w:val="006216D9"/>
    <w:rsid w:val="006244B6"/>
    <w:rsid w:val="0062551B"/>
    <w:rsid w:val="00625C86"/>
    <w:rsid w:val="00630B08"/>
    <w:rsid w:val="00641E49"/>
    <w:rsid w:val="00653212"/>
    <w:rsid w:val="00655408"/>
    <w:rsid w:val="00655E6A"/>
    <w:rsid w:val="00662FB1"/>
    <w:rsid w:val="006753BC"/>
    <w:rsid w:val="0068030A"/>
    <w:rsid w:val="006819EC"/>
    <w:rsid w:val="00691C38"/>
    <w:rsid w:val="006A32B3"/>
    <w:rsid w:val="006A5E33"/>
    <w:rsid w:val="006B0BC0"/>
    <w:rsid w:val="006B0D95"/>
    <w:rsid w:val="006B4464"/>
    <w:rsid w:val="006D107B"/>
    <w:rsid w:val="006D400D"/>
    <w:rsid w:val="006D6323"/>
    <w:rsid w:val="006D6344"/>
    <w:rsid w:val="006D647B"/>
    <w:rsid w:val="006D7A59"/>
    <w:rsid w:val="006E1EAE"/>
    <w:rsid w:val="006E40DF"/>
    <w:rsid w:val="006F32FF"/>
    <w:rsid w:val="00701945"/>
    <w:rsid w:val="007061B6"/>
    <w:rsid w:val="007129E5"/>
    <w:rsid w:val="00717B89"/>
    <w:rsid w:val="00734FC9"/>
    <w:rsid w:val="0073541F"/>
    <w:rsid w:val="00740946"/>
    <w:rsid w:val="00743B7D"/>
    <w:rsid w:val="007452C6"/>
    <w:rsid w:val="0075685C"/>
    <w:rsid w:val="00762C3D"/>
    <w:rsid w:val="00780E8C"/>
    <w:rsid w:val="00785145"/>
    <w:rsid w:val="00793437"/>
    <w:rsid w:val="00796E6A"/>
    <w:rsid w:val="007978F3"/>
    <w:rsid w:val="007A03A3"/>
    <w:rsid w:val="007A1CED"/>
    <w:rsid w:val="007A38DC"/>
    <w:rsid w:val="007C100F"/>
    <w:rsid w:val="007C354D"/>
    <w:rsid w:val="007D2237"/>
    <w:rsid w:val="007D3F07"/>
    <w:rsid w:val="007D6C46"/>
    <w:rsid w:val="007E2B12"/>
    <w:rsid w:val="007F12A0"/>
    <w:rsid w:val="007F1F9E"/>
    <w:rsid w:val="007F21BD"/>
    <w:rsid w:val="007F2ABF"/>
    <w:rsid w:val="007F3F25"/>
    <w:rsid w:val="007F5E0D"/>
    <w:rsid w:val="00801DD2"/>
    <w:rsid w:val="008050AB"/>
    <w:rsid w:val="00811E67"/>
    <w:rsid w:val="00817D65"/>
    <w:rsid w:val="008212D1"/>
    <w:rsid w:val="00823758"/>
    <w:rsid w:val="008427C4"/>
    <w:rsid w:val="008608CB"/>
    <w:rsid w:val="0086111D"/>
    <w:rsid w:val="008717E5"/>
    <w:rsid w:val="00873301"/>
    <w:rsid w:val="00876E15"/>
    <w:rsid w:val="0088367B"/>
    <w:rsid w:val="00883F12"/>
    <w:rsid w:val="00895637"/>
    <w:rsid w:val="008A2000"/>
    <w:rsid w:val="008B28AB"/>
    <w:rsid w:val="008B3D51"/>
    <w:rsid w:val="008D7F28"/>
    <w:rsid w:val="008F1635"/>
    <w:rsid w:val="008F2058"/>
    <w:rsid w:val="008F62A9"/>
    <w:rsid w:val="00906A5A"/>
    <w:rsid w:val="009111D4"/>
    <w:rsid w:val="00916D5D"/>
    <w:rsid w:val="00920A48"/>
    <w:rsid w:val="00931ACB"/>
    <w:rsid w:val="00932F91"/>
    <w:rsid w:val="00942B11"/>
    <w:rsid w:val="00950367"/>
    <w:rsid w:val="0095273C"/>
    <w:rsid w:val="00956EFA"/>
    <w:rsid w:val="00976276"/>
    <w:rsid w:val="00981030"/>
    <w:rsid w:val="00983714"/>
    <w:rsid w:val="00983960"/>
    <w:rsid w:val="00985E76"/>
    <w:rsid w:val="0099046B"/>
    <w:rsid w:val="00990645"/>
    <w:rsid w:val="009967E7"/>
    <w:rsid w:val="00996D6C"/>
    <w:rsid w:val="009A4733"/>
    <w:rsid w:val="009B05B6"/>
    <w:rsid w:val="009B131F"/>
    <w:rsid w:val="009B1710"/>
    <w:rsid w:val="009B542B"/>
    <w:rsid w:val="009B7E5A"/>
    <w:rsid w:val="009C3C68"/>
    <w:rsid w:val="009C55DF"/>
    <w:rsid w:val="009C7FC1"/>
    <w:rsid w:val="009D1163"/>
    <w:rsid w:val="009D3BBD"/>
    <w:rsid w:val="009D4140"/>
    <w:rsid w:val="009D5765"/>
    <w:rsid w:val="009E5C02"/>
    <w:rsid w:val="009F5E68"/>
    <w:rsid w:val="00A0004E"/>
    <w:rsid w:val="00A11511"/>
    <w:rsid w:val="00A3474A"/>
    <w:rsid w:val="00A36213"/>
    <w:rsid w:val="00A37460"/>
    <w:rsid w:val="00A41C43"/>
    <w:rsid w:val="00A4785B"/>
    <w:rsid w:val="00A522CA"/>
    <w:rsid w:val="00A562AA"/>
    <w:rsid w:val="00A57683"/>
    <w:rsid w:val="00A7163B"/>
    <w:rsid w:val="00A72F74"/>
    <w:rsid w:val="00A75135"/>
    <w:rsid w:val="00A815A6"/>
    <w:rsid w:val="00A81759"/>
    <w:rsid w:val="00A83444"/>
    <w:rsid w:val="00A84DDD"/>
    <w:rsid w:val="00A90AC8"/>
    <w:rsid w:val="00A97838"/>
    <w:rsid w:val="00AA379A"/>
    <w:rsid w:val="00AB02B7"/>
    <w:rsid w:val="00AB0E39"/>
    <w:rsid w:val="00AB2D16"/>
    <w:rsid w:val="00AB34B6"/>
    <w:rsid w:val="00AD3E4E"/>
    <w:rsid w:val="00AD778C"/>
    <w:rsid w:val="00AE0D09"/>
    <w:rsid w:val="00AE1867"/>
    <w:rsid w:val="00AF42B0"/>
    <w:rsid w:val="00AF7088"/>
    <w:rsid w:val="00B05FC9"/>
    <w:rsid w:val="00B14AEE"/>
    <w:rsid w:val="00B2174B"/>
    <w:rsid w:val="00B36CF7"/>
    <w:rsid w:val="00B408ED"/>
    <w:rsid w:val="00B44F79"/>
    <w:rsid w:val="00B45DE5"/>
    <w:rsid w:val="00B52FFC"/>
    <w:rsid w:val="00B569E4"/>
    <w:rsid w:val="00B61A88"/>
    <w:rsid w:val="00B61B99"/>
    <w:rsid w:val="00B647AE"/>
    <w:rsid w:val="00B649D8"/>
    <w:rsid w:val="00B6518B"/>
    <w:rsid w:val="00B664FD"/>
    <w:rsid w:val="00B70AF8"/>
    <w:rsid w:val="00B70D8D"/>
    <w:rsid w:val="00B83E18"/>
    <w:rsid w:val="00B90869"/>
    <w:rsid w:val="00B92EBF"/>
    <w:rsid w:val="00BA44D2"/>
    <w:rsid w:val="00BA458B"/>
    <w:rsid w:val="00BB0318"/>
    <w:rsid w:val="00BB0409"/>
    <w:rsid w:val="00BB08B6"/>
    <w:rsid w:val="00BB130F"/>
    <w:rsid w:val="00BB3D57"/>
    <w:rsid w:val="00BB513C"/>
    <w:rsid w:val="00BB66FD"/>
    <w:rsid w:val="00BB6886"/>
    <w:rsid w:val="00BC5031"/>
    <w:rsid w:val="00BC7C15"/>
    <w:rsid w:val="00BD2E0B"/>
    <w:rsid w:val="00BD5C3A"/>
    <w:rsid w:val="00BE0F92"/>
    <w:rsid w:val="00BE4566"/>
    <w:rsid w:val="00BF06D7"/>
    <w:rsid w:val="00BF0A1B"/>
    <w:rsid w:val="00C008EA"/>
    <w:rsid w:val="00C0124B"/>
    <w:rsid w:val="00C02E82"/>
    <w:rsid w:val="00C06EBE"/>
    <w:rsid w:val="00C12761"/>
    <w:rsid w:val="00C13EA5"/>
    <w:rsid w:val="00C14F8B"/>
    <w:rsid w:val="00C31DBA"/>
    <w:rsid w:val="00C355A8"/>
    <w:rsid w:val="00C40FD3"/>
    <w:rsid w:val="00C420AA"/>
    <w:rsid w:val="00C44610"/>
    <w:rsid w:val="00C52416"/>
    <w:rsid w:val="00C64A3A"/>
    <w:rsid w:val="00C67F30"/>
    <w:rsid w:val="00C70573"/>
    <w:rsid w:val="00C72861"/>
    <w:rsid w:val="00C72CB4"/>
    <w:rsid w:val="00C75F05"/>
    <w:rsid w:val="00C86422"/>
    <w:rsid w:val="00C9091E"/>
    <w:rsid w:val="00C91883"/>
    <w:rsid w:val="00CA7632"/>
    <w:rsid w:val="00CC23E4"/>
    <w:rsid w:val="00CC5B6A"/>
    <w:rsid w:val="00CD5CCA"/>
    <w:rsid w:val="00CD7E1E"/>
    <w:rsid w:val="00CE1C5C"/>
    <w:rsid w:val="00CF4026"/>
    <w:rsid w:val="00D16849"/>
    <w:rsid w:val="00D23DA6"/>
    <w:rsid w:val="00D25AF1"/>
    <w:rsid w:val="00D25F2C"/>
    <w:rsid w:val="00D260F0"/>
    <w:rsid w:val="00D30C0B"/>
    <w:rsid w:val="00D33742"/>
    <w:rsid w:val="00D33FA4"/>
    <w:rsid w:val="00D47C92"/>
    <w:rsid w:val="00D625ED"/>
    <w:rsid w:val="00D679FC"/>
    <w:rsid w:val="00D76234"/>
    <w:rsid w:val="00D809D7"/>
    <w:rsid w:val="00DA1C4E"/>
    <w:rsid w:val="00DB0B43"/>
    <w:rsid w:val="00DB15A5"/>
    <w:rsid w:val="00DB5818"/>
    <w:rsid w:val="00DC0FE4"/>
    <w:rsid w:val="00DC75E0"/>
    <w:rsid w:val="00DD09AA"/>
    <w:rsid w:val="00DD20B8"/>
    <w:rsid w:val="00DD4707"/>
    <w:rsid w:val="00DD4DCF"/>
    <w:rsid w:val="00DE0D95"/>
    <w:rsid w:val="00DE5590"/>
    <w:rsid w:val="00DF0F54"/>
    <w:rsid w:val="00E00AF4"/>
    <w:rsid w:val="00E00B4D"/>
    <w:rsid w:val="00E011E9"/>
    <w:rsid w:val="00E125E7"/>
    <w:rsid w:val="00E21A77"/>
    <w:rsid w:val="00E34BFA"/>
    <w:rsid w:val="00E429EE"/>
    <w:rsid w:val="00E4399D"/>
    <w:rsid w:val="00E46D44"/>
    <w:rsid w:val="00E60928"/>
    <w:rsid w:val="00E622A6"/>
    <w:rsid w:val="00E6329A"/>
    <w:rsid w:val="00E67DC4"/>
    <w:rsid w:val="00E73C7C"/>
    <w:rsid w:val="00E775B1"/>
    <w:rsid w:val="00E81C99"/>
    <w:rsid w:val="00E82938"/>
    <w:rsid w:val="00E874D4"/>
    <w:rsid w:val="00E9055A"/>
    <w:rsid w:val="00E92BAC"/>
    <w:rsid w:val="00E94693"/>
    <w:rsid w:val="00E94E7A"/>
    <w:rsid w:val="00EA2453"/>
    <w:rsid w:val="00EA55E1"/>
    <w:rsid w:val="00EA6A5E"/>
    <w:rsid w:val="00EB01E1"/>
    <w:rsid w:val="00EC2E3A"/>
    <w:rsid w:val="00EC4E26"/>
    <w:rsid w:val="00ED1FE3"/>
    <w:rsid w:val="00ED6339"/>
    <w:rsid w:val="00EF1FB4"/>
    <w:rsid w:val="00F0681D"/>
    <w:rsid w:val="00F12300"/>
    <w:rsid w:val="00F304ED"/>
    <w:rsid w:val="00F43577"/>
    <w:rsid w:val="00F444E5"/>
    <w:rsid w:val="00F47074"/>
    <w:rsid w:val="00F51B6C"/>
    <w:rsid w:val="00F55DAC"/>
    <w:rsid w:val="00F66782"/>
    <w:rsid w:val="00F80846"/>
    <w:rsid w:val="00F8171D"/>
    <w:rsid w:val="00F83894"/>
    <w:rsid w:val="00F86B18"/>
    <w:rsid w:val="00F9348D"/>
    <w:rsid w:val="00F97C2A"/>
    <w:rsid w:val="00FA3629"/>
    <w:rsid w:val="00FA5FAE"/>
    <w:rsid w:val="00FB2411"/>
    <w:rsid w:val="00FB6C36"/>
    <w:rsid w:val="00FC1FBA"/>
    <w:rsid w:val="00FC6257"/>
    <w:rsid w:val="00FD1B4E"/>
    <w:rsid w:val="00FD6215"/>
    <w:rsid w:val="00FD6F95"/>
    <w:rsid w:val="00FD7127"/>
    <w:rsid w:val="00FD7EAA"/>
    <w:rsid w:val="00FE4E52"/>
    <w:rsid w:val="00FF6C40"/>
    <w:rsid w:val="00FF7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0CB3DA"/>
  <w15:docId w15:val="{3EEE46ED-50C7-48CE-AF9E-18797CE5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630A9"/>
    <w:rPr>
      <w:sz w:val="24"/>
      <w:szCs w:val="20"/>
      <w:lang w:eastAsia="en-US"/>
    </w:rPr>
  </w:style>
  <w:style w:type="paragraph" w:styleId="Antrat1">
    <w:name w:val="heading 1"/>
    <w:aliases w:val="bold"/>
    <w:basedOn w:val="prastasis"/>
    <w:next w:val="prastasis"/>
    <w:link w:val="Antrat1Diagrama"/>
    <w:autoRedefine/>
    <w:uiPriority w:val="99"/>
    <w:qFormat/>
    <w:rsid w:val="005F44E3"/>
    <w:pPr>
      <w:keepNext/>
      <w:jc w:val="center"/>
      <w:outlineLvl w:val="0"/>
    </w:pPr>
    <w:rPr>
      <w:b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7A38DC"/>
    <w:pPr>
      <w:keepNext/>
      <w:spacing w:before="240" w:after="60"/>
      <w:outlineLvl w:val="1"/>
    </w:pPr>
    <w:rPr>
      <w:rFonts w:ascii="Calibri Light" w:hAnsi="Calibri Light"/>
      <w:b/>
      <w:i/>
      <w:sz w:val="28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A38DC"/>
    <w:pPr>
      <w:spacing w:before="240" w:after="60"/>
      <w:outlineLvl w:val="6"/>
    </w:pPr>
    <w:rPr>
      <w:rFonts w:ascii="Calibri" w:hAnsi="Calibri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A38DC"/>
    <w:pPr>
      <w:spacing w:before="240" w:after="60"/>
      <w:outlineLvl w:val="7"/>
    </w:pPr>
    <w:rPr>
      <w:rFonts w:ascii="Calibri" w:hAnsi="Calibri"/>
      <w:i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bold Diagrama"/>
    <w:basedOn w:val="Numatytasispastraiposriftas"/>
    <w:link w:val="Antrat1"/>
    <w:uiPriority w:val="99"/>
    <w:locked/>
    <w:rsid w:val="005F44E3"/>
    <w:rPr>
      <w:b/>
      <w:sz w:val="24"/>
      <w:lang w:eastAsia="en-US"/>
    </w:rPr>
  </w:style>
  <w:style w:type="character" w:customStyle="1" w:styleId="Heading2Char">
    <w:name w:val="Heading 2 Char"/>
    <w:basedOn w:val="Numatytasispastraiposriftas"/>
    <w:uiPriority w:val="99"/>
    <w:semiHidden/>
    <w:locked/>
    <w:rsid w:val="00BB130F"/>
    <w:rPr>
      <w:rFonts w:ascii="Cambria" w:hAnsi="Cambria"/>
      <w:b/>
      <w:i/>
      <w:sz w:val="28"/>
      <w:lang w:eastAsia="en-US"/>
    </w:rPr>
  </w:style>
  <w:style w:type="character" w:customStyle="1" w:styleId="Heading7Char">
    <w:name w:val="Heading 7 Char"/>
    <w:basedOn w:val="Numatytasispastraiposriftas"/>
    <w:uiPriority w:val="99"/>
    <w:semiHidden/>
    <w:locked/>
    <w:rsid w:val="00BB130F"/>
    <w:rPr>
      <w:rFonts w:ascii="Calibri" w:hAnsi="Calibri"/>
      <w:sz w:val="24"/>
      <w:lang w:eastAsia="en-US"/>
    </w:rPr>
  </w:style>
  <w:style w:type="character" w:customStyle="1" w:styleId="Heading8Char">
    <w:name w:val="Heading 8 Char"/>
    <w:basedOn w:val="Numatytasispastraiposriftas"/>
    <w:uiPriority w:val="99"/>
    <w:semiHidden/>
    <w:locked/>
    <w:rsid w:val="00BB130F"/>
    <w:rPr>
      <w:rFonts w:ascii="Calibri" w:hAnsi="Calibri"/>
      <w:i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6B0B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Numatytasispastraiposriftas"/>
    <w:uiPriority w:val="99"/>
    <w:semiHidden/>
    <w:locked/>
    <w:rsid w:val="00BB130F"/>
    <w:rPr>
      <w:sz w:val="20"/>
      <w:lang w:eastAsia="en-US"/>
    </w:rPr>
  </w:style>
  <w:style w:type="paragraph" w:styleId="Porat">
    <w:name w:val="footer"/>
    <w:basedOn w:val="prastasis"/>
    <w:link w:val="PoratDiagrama"/>
    <w:uiPriority w:val="99"/>
    <w:rsid w:val="006B0BC0"/>
    <w:pPr>
      <w:tabs>
        <w:tab w:val="center" w:pos="4320"/>
        <w:tab w:val="right" w:pos="8640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semiHidden/>
    <w:locked/>
    <w:rsid w:val="00BB130F"/>
    <w:rPr>
      <w:sz w:val="20"/>
      <w:lang w:eastAsia="en-US"/>
    </w:rPr>
  </w:style>
  <w:style w:type="paragraph" w:styleId="Pagrindinistekstas">
    <w:name w:val="Body Text"/>
    <w:basedOn w:val="prastasis"/>
    <w:link w:val="PagrindinistekstasDiagrama"/>
    <w:uiPriority w:val="99"/>
    <w:rsid w:val="006B0BC0"/>
    <w:pPr>
      <w:jc w:val="right"/>
    </w:pPr>
    <w:rPr>
      <w:sz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BB130F"/>
    <w:rPr>
      <w:sz w:val="20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421D43"/>
    <w:rPr>
      <w:sz w:val="2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BB130F"/>
    <w:rPr>
      <w:sz w:val="2"/>
      <w:lang w:eastAsia="en-US"/>
    </w:rPr>
  </w:style>
  <w:style w:type="character" w:styleId="Hipersaitas">
    <w:name w:val="Hyperlink"/>
    <w:basedOn w:val="Numatytasispastraiposriftas"/>
    <w:uiPriority w:val="99"/>
    <w:rsid w:val="00421D43"/>
    <w:rPr>
      <w:rFonts w:cs="Times New Roman"/>
      <w:color w:val="0000FF"/>
      <w:u w:val="single"/>
    </w:rPr>
  </w:style>
  <w:style w:type="character" w:customStyle="1" w:styleId="AntratsDiagrama">
    <w:name w:val="Antraštės Diagrama"/>
    <w:link w:val="Antrats"/>
    <w:uiPriority w:val="99"/>
    <w:locked/>
    <w:rsid w:val="00BB6886"/>
    <w:rPr>
      <w:sz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E874D4"/>
    <w:pPr>
      <w:spacing w:after="120" w:line="480" w:lineRule="auto"/>
    </w:pPr>
  </w:style>
  <w:style w:type="character" w:customStyle="1" w:styleId="BodyText2Char">
    <w:name w:val="Body Text 2 Char"/>
    <w:basedOn w:val="Numatytasispastraiposriftas"/>
    <w:uiPriority w:val="99"/>
    <w:semiHidden/>
    <w:locked/>
    <w:rsid w:val="00BB130F"/>
    <w:rPr>
      <w:sz w:val="20"/>
      <w:lang w:eastAsia="en-US"/>
    </w:rPr>
  </w:style>
  <w:style w:type="character" w:customStyle="1" w:styleId="Pagrindinistekstas2Diagrama">
    <w:name w:val="Pagrindinis tekstas 2 Diagrama"/>
    <w:link w:val="Pagrindinistekstas2"/>
    <w:uiPriority w:val="99"/>
    <w:locked/>
    <w:rsid w:val="00E874D4"/>
    <w:rPr>
      <w:sz w:val="24"/>
      <w:lang w:eastAsia="en-US"/>
    </w:rPr>
  </w:style>
  <w:style w:type="character" w:customStyle="1" w:styleId="Antrat2Diagrama">
    <w:name w:val="Antraštė 2 Diagrama"/>
    <w:link w:val="Antrat2"/>
    <w:uiPriority w:val="99"/>
    <w:semiHidden/>
    <w:locked/>
    <w:rsid w:val="007A38DC"/>
    <w:rPr>
      <w:rFonts w:ascii="Calibri Light" w:hAnsi="Calibri Light"/>
      <w:b/>
      <w:i/>
      <w:sz w:val="28"/>
      <w:lang w:eastAsia="en-US"/>
    </w:rPr>
  </w:style>
  <w:style w:type="character" w:customStyle="1" w:styleId="Antrat7Diagrama">
    <w:name w:val="Antraštė 7 Diagrama"/>
    <w:link w:val="Antrat7"/>
    <w:uiPriority w:val="99"/>
    <w:semiHidden/>
    <w:locked/>
    <w:rsid w:val="007A38DC"/>
    <w:rPr>
      <w:rFonts w:ascii="Calibri" w:hAnsi="Calibri"/>
      <w:sz w:val="24"/>
      <w:lang w:eastAsia="en-US"/>
    </w:rPr>
  </w:style>
  <w:style w:type="character" w:customStyle="1" w:styleId="Antrat8Diagrama">
    <w:name w:val="Antraštė 8 Diagrama"/>
    <w:link w:val="Antrat8"/>
    <w:uiPriority w:val="99"/>
    <w:semiHidden/>
    <w:locked/>
    <w:rsid w:val="007A38DC"/>
    <w:rPr>
      <w:rFonts w:ascii="Calibri" w:hAnsi="Calibri"/>
      <w:i/>
      <w:sz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7A38DC"/>
    <w:pPr>
      <w:spacing w:after="120"/>
      <w:ind w:left="283"/>
    </w:pPr>
  </w:style>
  <w:style w:type="character" w:customStyle="1" w:styleId="BodyTextIndentChar">
    <w:name w:val="Body Text Indent Char"/>
    <w:basedOn w:val="Numatytasispastraiposriftas"/>
    <w:uiPriority w:val="99"/>
    <w:semiHidden/>
    <w:locked/>
    <w:rsid w:val="00BB130F"/>
    <w:rPr>
      <w:sz w:val="20"/>
      <w:lang w:eastAsia="en-US"/>
    </w:rPr>
  </w:style>
  <w:style w:type="character" w:customStyle="1" w:styleId="PagrindiniotekstotraukaDiagrama">
    <w:name w:val="Pagrindinio teksto įtrauka Diagrama"/>
    <w:link w:val="Pagrindiniotekstotrauka"/>
    <w:uiPriority w:val="99"/>
    <w:locked/>
    <w:rsid w:val="007A38DC"/>
    <w:rPr>
      <w:sz w:val="24"/>
      <w:lang w:eastAsia="en-US"/>
    </w:rPr>
  </w:style>
  <w:style w:type="paragraph" w:customStyle="1" w:styleId="bodytext">
    <w:name w:val="bodytext"/>
    <w:basedOn w:val="prastasis"/>
    <w:uiPriority w:val="99"/>
    <w:rsid w:val="007A38DC"/>
    <w:pPr>
      <w:autoSpaceDE w:val="0"/>
      <w:autoSpaceDN w:val="0"/>
      <w:ind w:firstLine="312"/>
      <w:jc w:val="both"/>
    </w:pPr>
    <w:rPr>
      <w:rFonts w:ascii="TimesLT" w:hAnsi="TimesLT"/>
      <w:sz w:val="20"/>
      <w:lang w:eastAsia="lt-LT"/>
    </w:rPr>
  </w:style>
  <w:style w:type="character" w:customStyle="1" w:styleId="FontStyle13">
    <w:name w:val="Font Style13"/>
    <w:uiPriority w:val="99"/>
    <w:rsid w:val="007A38DC"/>
    <w:rPr>
      <w:rFonts w:ascii="Times New Roman" w:hAnsi="Times New Roman"/>
      <w:sz w:val="22"/>
    </w:rPr>
  </w:style>
  <w:style w:type="character" w:customStyle="1" w:styleId="Style3">
    <w:name w:val="Style3"/>
    <w:uiPriority w:val="99"/>
    <w:rsid w:val="003E58F0"/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6E4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5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na1\Desktop\FORMOS\ADM_RA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B8451-4712-43D1-B17F-ADE9E76A0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ADM_RAST</Template>
  <TotalTime>1</TotalTime>
  <Pages>2</Pages>
  <Words>614</Words>
  <Characters>3978</Characters>
  <Application>Microsoft Office Word</Application>
  <DocSecurity>4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PMS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Ina1</dc:creator>
  <cp:lastModifiedBy>Eglė Mickevičienė</cp:lastModifiedBy>
  <cp:revision>2</cp:revision>
  <cp:lastPrinted>2021-12-15T12:48:00Z</cp:lastPrinted>
  <dcterms:created xsi:type="dcterms:W3CDTF">2023-10-16T11:48:00Z</dcterms:created>
  <dcterms:modified xsi:type="dcterms:W3CDTF">2023-10-16T11:48:00Z</dcterms:modified>
</cp:coreProperties>
</file>