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7AD83" w14:textId="7250EEDF" w:rsidR="008027F4" w:rsidRDefault="00177B98" w:rsidP="008027F4">
      <w:pPr>
        <w:spacing w:after="0" w:line="240" w:lineRule="auto"/>
        <w:ind w:firstLine="6237"/>
        <w:jc w:val="right"/>
        <w:rPr>
          <w:rFonts w:ascii="Times New Roman" w:eastAsia="Times New Roman" w:hAnsi="Times New Roman" w:cs="Times New Roman"/>
          <w:sz w:val="24"/>
          <w:szCs w:val="24"/>
        </w:rPr>
      </w:pPr>
      <w:bookmarkStart w:id="0" w:name="_Ref448409283"/>
      <w:r w:rsidRPr="00177B98">
        <w:rPr>
          <w:rFonts w:ascii="Times New Roman" w:eastAsia="Times New Roman" w:hAnsi="Times New Roman" w:cs="Times New Roman"/>
          <w:sz w:val="24"/>
          <w:szCs w:val="24"/>
        </w:rPr>
        <w:t xml:space="preserve">2024 m. </w:t>
      </w:r>
      <w:r w:rsidR="009757A2">
        <w:rPr>
          <w:rFonts w:ascii="Times New Roman" w:eastAsia="Times New Roman" w:hAnsi="Times New Roman" w:cs="Times New Roman"/>
          <w:sz w:val="24"/>
          <w:szCs w:val="24"/>
        </w:rPr>
        <w:t>rugsėjo 18</w:t>
      </w:r>
      <w:r w:rsidRPr="00177B98">
        <w:rPr>
          <w:rFonts w:ascii="Times New Roman" w:eastAsia="Times New Roman" w:hAnsi="Times New Roman" w:cs="Times New Roman"/>
          <w:sz w:val="24"/>
          <w:szCs w:val="24"/>
        </w:rPr>
        <w:t xml:space="preserve"> d.</w:t>
      </w:r>
      <w:r w:rsidR="008027F4">
        <w:rPr>
          <w:rFonts w:ascii="Times New Roman" w:eastAsia="Times New Roman" w:hAnsi="Times New Roman" w:cs="Times New Roman"/>
          <w:sz w:val="24"/>
          <w:szCs w:val="24"/>
        </w:rPr>
        <w:t xml:space="preserve"> </w:t>
      </w:r>
      <w:r w:rsidRPr="00177B98">
        <w:rPr>
          <w:rFonts w:ascii="Times New Roman" w:eastAsia="Times New Roman" w:hAnsi="Times New Roman" w:cs="Times New Roman"/>
          <w:sz w:val="24"/>
          <w:szCs w:val="24"/>
        </w:rPr>
        <w:t>paslaugų viešojo pirkimo-pardavimo</w:t>
      </w:r>
    </w:p>
    <w:p w14:paraId="3AD7B9B2" w14:textId="3FB1C4CC" w:rsidR="00177B98" w:rsidRPr="00177B98" w:rsidRDefault="00177B98" w:rsidP="008027F4">
      <w:pPr>
        <w:spacing w:after="0" w:line="240" w:lineRule="auto"/>
        <w:ind w:firstLine="5245"/>
        <w:jc w:val="right"/>
        <w:rPr>
          <w:rFonts w:ascii="Times New Roman" w:eastAsia="Times New Roman" w:hAnsi="Times New Roman" w:cs="Times New Roman"/>
          <w:sz w:val="24"/>
          <w:szCs w:val="24"/>
        </w:rPr>
      </w:pPr>
      <w:r w:rsidRPr="00177B98">
        <w:rPr>
          <w:rFonts w:ascii="Times New Roman" w:eastAsia="Times New Roman" w:hAnsi="Times New Roman" w:cs="Times New Roman"/>
          <w:sz w:val="24"/>
          <w:szCs w:val="24"/>
        </w:rPr>
        <w:t xml:space="preserve"> sutarties </w:t>
      </w:r>
      <w:r w:rsidR="009757A2">
        <w:rPr>
          <w:rFonts w:ascii="Times New Roman" w:eastAsia="Times New Roman" w:hAnsi="Times New Roman" w:cs="Times New Roman"/>
          <w:sz w:val="24"/>
          <w:szCs w:val="24"/>
        </w:rPr>
        <w:t>Nr. 15R-</w:t>
      </w:r>
      <w:r w:rsidR="008027F4">
        <w:rPr>
          <w:rFonts w:ascii="Times New Roman" w:eastAsia="Times New Roman" w:hAnsi="Times New Roman" w:cs="Times New Roman"/>
          <w:sz w:val="24"/>
          <w:szCs w:val="24"/>
        </w:rPr>
        <w:t>421</w:t>
      </w:r>
    </w:p>
    <w:p w14:paraId="206128C2" w14:textId="35C28B98" w:rsidR="00177B98" w:rsidRPr="00177B98" w:rsidRDefault="00177B98" w:rsidP="008027F4">
      <w:pPr>
        <w:spacing w:after="0" w:line="240" w:lineRule="auto"/>
        <w:ind w:left="6237" w:hanging="1701"/>
        <w:jc w:val="right"/>
        <w:rPr>
          <w:rFonts w:ascii="Calibri" w:eastAsia="Times New Roman" w:hAnsi="Calibri" w:cs="Calibri"/>
          <w:b/>
        </w:rPr>
      </w:pPr>
      <w:r w:rsidRPr="00177B98">
        <w:rPr>
          <w:rFonts w:ascii="Times New Roman" w:eastAsia="Times New Roman" w:hAnsi="Times New Roman" w:cs="Times New Roman"/>
          <w:sz w:val="24"/>
          <w:szCs w:val="24"/>
        </w:rPr>
        <w:t>1 priedas</w:t>
      </w:r>
    </w:p>
    <w:p w14:paraId="5EC5548A" w14:textId="6739683F" w:rsidR="00100ABD" w:rsidRPr="00EB0485" w:rsidRDefault="000965B5" w:rsidP="00EB0485">
      <w:pPr>
        <w:pStyle w:val="Tech1antr"/>
      </w:pPr>
      <w:r w:rsidRPr="00EB0485">
        <w:t>PIRKIMAS DALINAI FINANSUOJAMAS PROJEKTO ,,BAUSMIŲ VYKDYMO SISTEMOS ELEKTRONINIŲ PASLAUGŲ SKAITMENINIO SPRENDIMO SUKŪRIMAS“ NR. 02-088-P-0005 LĖŠOMIS</w:t>
      </w:r>
    </w:p>
    <w:p w14:paraId="4B4B505D" w14:textId="5018CD71" w:rsidR="00EA22D5" w:rsidRDefault="00EA22D5" w:rsidP="00EB0485">
      <w:pPr>
        <w:pStyle w:val="Tech1antr"/>
        <w:rPr>
          <w:b/>
          <w:bCs/>
          <w:i w:val="0"/>
          <w:iCs w:val="0"/>
        </w:rPr>
      </w:pPr>
      <w:r w:rsidRPr="007E2026">
        <w:rPr>
          <w:b/>
          <w:bCs/>
          <w:i w:val="0"/>
          <w:iCs w:val="0"/>
        </w:rPr>
        <w:t>TECHNINĖ SPECIFIKACIJA</w:t>
      </w:r>
    </w:p>
    <w:p w14:paraId="0C668C5C" w14:textId="77777777" w:rsidR="009C20B9" w:rsidRPr="007E2026" w:rsidRDefault="009C20B9" w:rsidP="009C20B9">
      <w:pPr>
        <w:pStyle w:val="Tech1antr"/>
        <w:rPr>
          <w:b/>
          <w:bCs/>
          <w:i w:val="0"/>
          <w:iCs w:val="0"/>
        </w:rPr>
      </w:pPr>
      <w:r w:rsidRPr="007E2026">
        <w:rPr>
          <w:b/>
          <w:bCs/>
          <w:i w:val="0"/>
          <w:iCs w:val="0"/>
        </w:rPr>
        <w:t>INTEGRUOTOS BAUDŽIAMOJO PROCESO INFORMACINĖS SISTEMOS PROGRAMINĖS ĮRANGOS PRIEŽIŪROS  PASLAUGŲ (PPR-294)</w:t>
      </w:r>
    </w:p>
    <w:p w14:paraId="05217098" w14:textId="77777777" w:rsidR="009C20B9" w:rsidRPr="007E2026" w:rsidRDefault="009C20B9" w:rsidP="00EB0485">
      <w:pPr>
        <w:pStyle w:val="Tech1antr"/>
        <w:rPr>
          <w:b/>
          <w:bCs/>
          <w:i w:val="0"/>
          <w:iCs w:val="0"/>
        </w:rPr>
      </w:pPr>
    </w:p>
    <w:p w14:paraId="5529E955" w14:textId="77777777" w:rsidR="00EA22D5" w:rsidRPr="00F242B8" w:rsidRDefault="00EA22D5" w:rsidP="00294B42">
      <w:pPr>
        <w:pStyle w:val="Antrat2"/>
        <w:numPr>
          <w:ilvl w:val="0"/>
          <w:numId w:val="10"/>
        </w:numPr>
        <w:suppressAutoHyphens/>
        <w:spacing w:before="0" w:line="240" w:lineRule="auto"/>
        <w:jc w:val="center"/>
        <w:rPr>
          <w:rFonts w:ascii="Times New Roman" w:hAnsi="Times New Roman" w:cs="Times New Roman"/>
          <w:sz w:val="24"/>
          <w:szCs w:val="24"/>
        </w:rPr>
      </w:pPr>
      <w:r w:rsidRPr="00F242B8">
        <w:rPr>
          <w:rFonts w:ascii="Times New Roman" w:hAnsi="Times New Roman" w:cs="Times New Roman"/>
          <w:sz w:val="24"/>
          <w:szCs w:val="24"/>
        </w:rPr>
        <w:t>BENDRA INFORMACIJA</w:t>
      </w:r>
    </w:p>
    <w:p w14:paraId="43E93EB7" w14:textId="77777777" w:rsidR="00EA22D5" w:rsidRPr="00F242B8" w:rsidRDefault="00EA22D5" w:rsidP="00EA22D5">
      <w:pPr>
        <w:rPr>
          <w:rFonts w:ascii="Times New Roman" w:hAnsi="Times New Roman" w:cs="Times New Roman"/>
          <w:sz w:val="24"/>
          <w:szCs w:val="24"/>
        </w:rPr>
      </w:pPr>
    </w:p>
    <w:p w14:paraId="481EE12F" w14:textId="6B747ED4" w:rsidR="00C7447B" w:rsidRPr="00E465B0" w:rsidRDefault="00EA10D7" w:rsidP="00294B42">
      <w:pPr>
        <w:spacing w:after="0" w:line="240" w:lineRule="auto"/>
        <w:ind w:firstLine="567"/>
        <w:rPr>
          <w:rFonts w:ascii="Times New Roman" w:hAnsi="Times New Roman" w:cs="Times New Roman"/>
          <w:sz w:val="24"/>
          <w:szCs w:val="24"/>
        </w:rPr>
      </w:pPr>
      <w:r w:rsidRPr="00E465B0">
        <w:rPr>
          <w:rFonts w:ascii="Times New Roman" w:hAnsi="Times New Roman" w:cs="Times New Roman"/>
          <w:b/>
          <w:bCs/>
          <w:sz w:val="24"/>
          <w:szCs w:val="24"/>
        </w:rPr>
        <w:t>1.1.</w:t>
      </w:r>
      <w:r w:rsidR="00640821" w:rsidRPr="00E465B0">
        <w:rPr>
          <w:rFonts w:ascii="Times New Roman" w:hAnsi="Times New Roman" w:cs="Times New Roman"/>
          <w:sz w:val="24"/>
          <w:szCs w:val="24"/>
        </w:rPr>
        <w:t xml:space="preserve"> </w:t>
      </w:r>
      <w:r w:rsidR="00C7447B" w:rsidRPr="00E465B0">
        <w:rPr>
          <w:rFonts w:ascii="Times New Roman" w:hAnsi="Times New Roman" w:cs="Times New Roman"/>
          <w:b/>
          <w:sz w:val="24"/>
          <w:szCs w:val="24"/>
        </w:rPr>
        <w:t>Pirkimo objektas</w:t>
      </w:r>
      <w:r w:rsidR="00C7447B" w:rsidRPr="00E465B0">
        <w:rPr>
          <w:rFonts w:ascii="Times New Roman" w:hAnsi="Times New Roman" w:cs="Times New Roman"/>
          <w:sz w:val="24"/>
          <w:szCs w:val="24"/>
        </w:rPr>
        <w:t xml:space="preserve"> – </w:t>
      </w:r>
      <w:r w:rsidR="00EA22D5" w:rsidRPr="00E465B0">
        <w:rPr>
          <w:rFonts w:ascii="Times New Roman" w:hAnsi="Times New Roman" w:cs="Times New Roman"/>
          <w:sz w:val="24"/>
          <w:szCs w:val="24"/>
        </w:rPr>
        <w:t>Integruotos baudžiamojo proceso informacinės sistemos</w:t>
      </w:r>
      <w:r w:rsidR="00294B42">
        <w:rPr>
          <w:rFonts w:ascii="Times New Roman" w:hAnsi="Times New Roman" w:cs="Times New Roman"/>
          <w:sz w:val="24"/>
          <w:szCs w:val="24"/>
        </w:rPr>
        <w:t xml:space="preserve"> (toliau – IBPS)</w:t>
      </w:r>
      <w:r w:rsidR="00EA22D5" w:rsidRPr="00E465B0">
        <w:rPr>
          <w:rFonts w:ascii="Times New Roman" w:hAnsi="Times New Roman" w:cs="Times New Roman"/>
          <w:sz w:val="24"/>
          <w:szCs w:val="24"/>
        </w:rPr>
        <w:t xml:space="preserve"> programinės įrangos priežiūros </w:t>
      </w:r>
      <w:r w:rsidR="00501F35">
        <w:rPr>
          <w:rFonts w:ascii="Times New Roman" w:hAnsi="Times New Roman" w:cs="Times New Roman"/>
          <w:sz w:val="24"/>
          <w:szCs w:val="24"/>
        </w:rPr>
        <w:t xml:space="preserve">ir modernizavimo </w:t>
      </w:r>
      <w:r w:rsidR="00EA22D5" w:rsidRPr="00E465B0">
        <w:rPr>
          <w:rFonts w:ascii="Times New Roman" w:hAnsi="Times New Roman" w:cs="Times New Roman"/>
          <w:sz w:val="24"/>
          <w:szCs w:val="24"/>
        </w:rPr>
        <w:t>paslaugo</w:t>
      </w:r>
      <w:r w:rsidR="00E465B0" w:rsidRPr="00E465B0">
        <w:rPr>
          <w:rFonts w:ascii="Times New Roman" w:hAnsi="Times New Roman" w:cs="Times New Roman"/>
          <w:sz w:val="24"/>
          <w:szCs w:val="24"/>
        </w:rPr>
        <w:t>s. Šiomis paslaugomis</w:t>
      </w:r>
      <w:r w:rsidRPr="00E465B0">
        <w:rPr>
          <w:rFonts w:ascii="Times New Roman" w:hAnsi="Times New Roman" w:cs="Times New Roman"/>
          <w:sz w:val="24"/>
          <w:szCs w:val="24"/>
        </w:rPr>
        <w:t xml:space="preserve"> </w:t>
      </w:r>
      <w:r w:rsidR="00EA22D5" w:rsidRPr="00E465B0">
        <w:rPr>
          <w:rFonts w:ascii="Times New Roman" w:hAnsi="Times New Roman" w:cs="Times New Roman"/>
          <w:sz w:val="24"/>
          <w:szCs w:val="24"/>
        </w:rPr>
        <w:t>siekiama pakeisti IBPS programinę įrangą bei užtikrinti tinkamą IBPS funkcionalumą, sukuriant naujus ir tobulinant jau esamus funkcionalumus, susijusius su ikiteisminio tyrimo pradėjimu, vykdymu, kontrole, baudžiamojo proceso dalyvių duomenų ir/ar procesinių dokumentų, gaunamų iš Elektroninių paslaugų portalo, nagrinėjimu, ikiteisminio tyrimo užbaigimu priimant galutinį sprendimą, tarptautinės teisinės pagalbos vykdymu, realizuotus, vadovaujantis Lietuvos Respublikos baudžiamojo proceso kodekse (toliau – BPK) ir kituose nacionalinės ir tarptautinės teisės aktuose nustatyta tvarka</w:t>
      </w:r>
      <w:r w:rsidR="00C7447B" w:rsidRPr="00E465B0">
        <w:rPr>
          <w:rFonts w:ascii="Times New Roman" w:hAnsi="Times New Roman" w:cs="Times New Roman"/>
          <w:sz w:val="24"/>
          <w:szCs w:val="24"/>
        </w:rPr>
        <w:t>.</w:t>
      </w:r>
    </w:p>
    <w:p w14:paraId="201C6F6F" w14:textId="5BFF5EE5" w:rsidR="00EA10D7" w:rsidRDefault="00E465B0" w:rsidP="00294B42">
      <w:pPr>
        <w:spacing w:after="0" w:line="240" w:lineRule="auto"/>
        <w:ind w:firstLine="567"/>
        <w:rPr>
          <w:rFonts w:ascii="Times New Roman" w:hAnsi="Times New Roman" w:cs="Times New Roman"/>
          <w:sz w:val="24"/>
          <w:szCs w:val="24"/>
        </w:rPr>
      </w:pPr>
      <w:r w:rsidRPr="00E465B0">
        <w:rPr>
          <w:rFonts w:ascii="Times New Roman" w:hAnsi="Times New Roman" w:cs="Times New Roman"/>
          <w:sz w:val="24"/>
          <w:szCs w:val="24"/>
        </w:rPr>
        <w:t xml:space="preserve">Taip pat </w:t>
      </w:r>
      <w:r w:rsidR="00A12AF0" w:rsidRPr="00E465B0">
        <w:rPr>
          <w:rFonts w:ascii="Times New Roman" w:hAnsi="Times New Roman" w:cs="Times New Roman"/>
          <w:sz w:val="24"/>
          <w:szCs w:val="24"/>
        </w:rPr>
        <w:t>Informatikos ir ryšių departamentas partnerio teisėmis dalyvauja projekto vykdytojo Lietuvos kalėjimų tarnybos įgyvendiname projekte Nr. 02-088-P-0005 „Bausmių vykdymo sistemos elektroninių paslaugų skaitmeninio sprendimo sukūrimas“, finansuojamame 2021‒2027 metų Europos Sąjungos fondų ir Ekonomikos gaivinimo ir atsparumo didinimo priemonės lėšomis ir Lietuvos Respublikos valstybės biudžeto lėšomis. Šiuo projektu siekiama modernizuoti Integruotą baudžiamojo proceso informacinę sistemą ir sukurti</w:t>
      </w:r>
      <w:r w:rsidR="00EA10D7" w:rsidRPr="00E465B0">
        <w:rPr>
          <w:rFonts w:ascii="Times New Roman" w:hAnsi="Times New Roman" w:cs="Times New Roman"/>
          <w:sz w:val="24"/>
          <w:szCs w:val="24"/>
        </w:rPr>
        <w:t xml:space="preserve"> integracij</w:t>
      </w:r>
      <w:r w:rsidR="00A12AF0" w:rsidRPr="00E465B0">
        <w:rPr>
          <w:rFonts w:ascii="Times New Roman" w:hAnsi="Times New Roman" w:cs="Times New Roman"/>
          <w:sz w:val="24"/>
          <w:szCs w:val="24"/>
        </w:rPr>
        <w:t>ą</w:t>
      </w:r>
      <w:r w:rsidR="00EA10D7" w:rsidRPr="00E465B0">
        <w:rPr>
          <w:rFonts w:ascii="Times New Roman" w:hAnsi="Times New Roman" w:cs="Times New Roman"/>
          <w:sz w:val="24"/>
          <w:szCs w:val="24"/>
        </w:rPr>
        <w:t xml:space="preserve"> su Lietuvos kalėjim</w:t>
      </w:r>
      <w:r w:rsidR="00682E97">
        <w:rPr>
          <w:rFonts w:ascii="Times New Roman" w:hAnsi="Times New Roman" w:cs="Times New Roman"/>
          <w:sz w:val="24"/>
          <w:szCs w:val="24"/>
        </w:rPr>
        <w:t>ų tarnybos</w:t>
      </w:r>
      <w:r w:rsidR="00EA10D7" w:rsidRPr="00E465B0">
        <w:rPr>
          <w:rFonts w:ascii="Times New Roman" w:hAnsi="Times New Roman" w:cs="Times New Roman"/>
          <w:sz w:val="24"/>
          <w:szCs w:val="24"/>
        </w:rPr>
        <w:t xml:space="preserve"> modernizuojama Lietuvos kalėjimų tarnybos informacine sistema</w:t>
      </w:r>
      <w:r w:rsidR="001566B5" w:rsidRPr="00E465B0">
        <w:rPr>
          <w:rFonts w:ascii="Times New Roman" w:hAnsi="Times New Roman" w:cs="Times New Roman"/>
          <w:sz w:val="24"/>
          <w:szCs w:val="24"/>
        </w:rPr>
        <w:t xml:space="preserve"> (K</w:t>
      </w:r>
      <w:r w:rsidR="00522258">
        <w:rPr>
          <w:rFonts w:ascii="Times New Roman" w:hAnsi="Times New Roman" w:cs="Times New Roman"/>
          <w:sz w:val="24"/>
          <w:szCs w:val="24"/>
        </w:rPr>
        <w:t>ADIS</w:t>
      </w:r>
      <w:r w:rsidR="001566B5" w:rsidRPr="00E465B0">
        <w:rPr>
          <w:rFonts w:ascii="Times New Roman" w:hAnsi="Times New Roman" w:cs="Times New Roman"/>
          <w:sz w:val="24"/>
          <w:szCs w:val="24"/>
        </w:rPr>
        <w:t>–2)</w:t>
      </w:r>
      <w:r w:rsidR="00A12AF0" w:rsidRPr="00E465B0">
        <w:rPr>
          <w:rFonts w:ascii="Times New Roman" w:hAnsi="Times New Roman" w:cs="Times New Roman"/>
          <w:sz w:val="24"/>
          <w:szCs w:val="24"/>
        </w:rPr>
        <w:t>.</w:t>
      </w:r>
    </w:p>
    <w:p w14:paraId="1F0E197F" w14:textId="3E09C7D3" w:rsidR="003F20B3" w:rsidRPr="001376DF" w:rsidRDefault="003F20B3" w:rsidP="001376DF">
      <w:pPr>
        <w:spacing w:after="0" w:line="240" w:lineRule="auto"/>
        <w:ind w:firstLine="567"/>
        <w:rPr>
          <w:rFonts w:ascii="Times New Roman" w:hAnsi="Times New Roman" w:cs="Times New Roman"/>
          <w:sz w:val="24"/>
        </w:rPr>
      </w:pPr>
    </w:p>
    <w:tbl>
      <w:tblPr>
        <w:tblStyle w:val="Lentelstinklelis"/>
        <w:tblW w:w="0" w:type="auto"/>
        <w:tblLook w:val="04A0" w:firstRow="1" w:lastRow="0" w:firstColumn="1" w:lastColumn="0" w:noHBand="0" w:noVBand="1"/>
      </w:tblPr>
      <w:tblGrid>
        <w:gridCol w:w="9914"/>
      </w:tblGrid>
      <w:tr w:rsidR="00460534" w:rsidRPr="00460534" w14:paraId="7A5DD946" w14:textId="77777777" w:rsidTr="00460534">
        <w:tc>
          <w:tcPr>
            <w:tcW w:w="9914" w:type="dxa"/>
          </w:tcPr>
          <w:p w14:paraId="2069152B" w14:textId="7AC5BF15" w:rsidR="00460534" w:rsidRPr="00460534" w:rsidRDefault="00460534" w:rsidP="00460534">
            <w:pPr>
              <w:ind w:firstLine="284"/>
              <w:jc w:val="center"/>
              <w:rPr>
                <w:rFonts w:ascii="Times New Roman" w:hAnsi="Times New Roman" w:cs="Times New Roman"/>
                <w:b/>
                <w:bCs/>
                <w:sz w:val="24"/>
                <w:szCs w:val="24"/>
              </w:rPr>
            </w:pPr>
            <w:r w:rsidRPr="00460534">
              <w:rPr>
                <w:rFonts w:ascii="Times New Roman" w:hAnsi="Times New Roman" w:cs="Times New Roman"/>
                <w:b/>
                <w:bCs/>
                <w:sz w:val="24"/>
                <w:szCs w:val="24"/>
              </w:rPr>
              <w:t>Reikalavimai</w:t>
            </w:r>
            <w:r w:rsidR="0046316A">
              <w:rPr>
                <w:rFonts w:ascii="Times New Roman" w:hAnsi="Times New Roman" w:cs="Times New Roman"/>
                <w:b/>
                <w:bCs/>
                <w:sz w:val="24"/>
                <w:szCs w:val="24"/>
              </w:rPr>
              <w:t>,</w:t>
            </w:r>
            <w:r w:rsidRPr="00460534">
              <w:rPr>
                <w:rFonts w:ascii="Times New Roman" w:hAnsi="Times New Roman" w:cs="Times New Roman"/>
                <w:b/>
                <w:bCs/>
                <w:sz w:val="24"/>
                <w:szCs w:val="24"/>
              </w:rPr>
              <w:t xml:space="preserve"> susiję su nacionaliniu saugumu</w:t>
            </w:r>
          </w:p>
        </w:tc>
      </w:tr>
      <w:tr w:rsidR="00460534" w:rsidRPr="00460534" w14:paraId="25AA11AD" w14:textId="77777777" w:rsidTr="00460534">
        <w:tc>
          <w:tcPr>
            <w:tcW w:w="9914" w:type="dxa"/>
          </w:tcPr>
          <w:p w14:paraId="5CDF77BA" w14:textId="104BE2B8" w:rsidR="00460534" w:rsidRPr="00460534" w:rsidRDefault="00460534" w:rsidP="00460534">
            <w:pPr>
              <w:ind w:firstLine="284"/>
              <w:rPr>
                <w:rFonts w:ascii="Times New Roman" w:hAnsi="Times New Roman" w:cs="Times New Roman"/>
                <w:b/>
                <w:bCs/>
                <w:sz w:val="24"/>
                <w:szCs w:val="24"/>
              </w:rPr>
            </w:pPr>
            <w:r w:rsidRPr="00460534">
              <w:rPr>
                <w:rFonts w:ascii="Times New Roman" w:hAnsi="Times New Roman" w:cs="Times New Roman"/>
                <w:b/>
                <w:bCs/>
                <w:sz w:val="24"/>
                <w:szCs w:val="24"/>
                <w:u w:val="single"/>
              </w:rPr>
              <w:t>Pirkimo objektui taikomi Lietuvos Respublikos viešųjų pirkimų įstatymo 37 str. 8 dalies ir 9 dalies reikalavimai</w:t>
            </w:r>
            <w:r w:rsidR="0046316A">
              <w:rPr>
                <w:rFonts w:ascii="Times New Roman" w:hAnsi="Times New Roman" w:cs="Times New Roman"/>
                <w:b/>
                <w:bCs/>
                <w:sz w:val="24"/>
                <w:szCs w:val="24"/>
                <w:u w:val="single"/>
              </w:rPr>
              <w:t>,</w:t>
            </w:r>
            <w:r w:rsidRPr="00460534">
              <w:rPr>
                <w:rFonts w:ascii="Times New Roman" w:hAnsi="Times New Roman" w:cs="Times New Roman"/>
                <w:b/>
                <w:bCs/>
                <w:sz w:val="24"/>
                <w:szCs w:val="24"/>
                <w:u w:val="single"/>
              </w:rPr>
              <w:t xml:space="preserve"> susiję su nacionaliniu saugumu:</w:t>
            </w:r>
          </w:p>
          <w:p w14:paraId="0400FF81" w14:textId="74950219" w:rsidR="00460534" w:rsidRPr="00460534" w:rsidRDefault="00460534" w:rsidP="00460534">
            <w:pPr>
              <w:ind w:firstLine="284"/>
              <w:rPr>
                <w:rFonts w:ascii="Times New Roman" w:hAnsi="Times New Roman" w:cs="Times New Roman"/>
                <w:sz w:val="24"/>
                <w:szCs w:val="24"/>
              </w:rPr>
            </w:pPr>
            <w:r w:rsidRPr="00460534">
              <w:rPr>
                <w:rFonts w:ascii="Times New Roman" w:hAnsi="Times New Roman" w:cs="Times New Roman"/>
                <w:b/>
                <w:sz w:val="24"/>
                <w:szCs w:val="24"/>
              </w:rPr>
              <w:t xml:space="preserve">1. </w:t>
            </w:r>
            <w:r w:rsidRPr="00460534">
              <w:rPr>
                <w:rFonts w:ascii="Times New Roman" w:hAnsi="Times New Roman" w:cs="Times New Roman"/>
                <w:b/>
                <w:sz w:val="24"/>
                <w:szCs w:val="24"/>
                <w:u w:val="single"/>
              </w:rPr>
              <w:t>Pirkimo objektui taikomi Lietuvos Respublikos viešųjų pirkimų įstatymo 37 str. 8 dalies reikalavimai</w:t>
            </w:r>
            <w:r w:rsidR="0046316A">
              <w:rPr>
                <w:rFonts w:ascii="Times New Roman" w:hAnsi="Times New Roman" w:cs="Times New Roman"/>
                <w:b/>
                <w:sz w:val="24"/>
                <w:szCs w:val="24"/>
                <w:u w:val="single"/>
              </w:rPr>
              <w:t>,</w:t>
            </w:r>
            <w:r w:rsidRPr="00460534">
              <w:rPr>
                <w:rFonts w:ascii="Times New Roman" w:hAnsi="Times New Roman" w:cs="Times New Roman"/>
                <w:b/>
                <w:sz w:val="24"/>
                <w:szCs w:val="24"/>
                <w:u w:val="single"/>
              </w:rPr>
              <w:t xml:space="preserve"> susiję su nacionaliniu saugumu. </w:t>
            </w:r>
            <w:r w:rsidRPr="00460534">
              <w:rPr>
                <w:rFonts w:ascii="Times New Roman" w:hAnsi="Times New Roman" w:cs="Times New Roman"/>
                <w:sz w:val="24"/>
                <w:szCs w:val="24"/>
              </w:rPr>
              <w:t>Perkančioji organizacija, veikianti srityse, kurios laikomos nacionaliniam saugumui užtikrinti strategiškai svarbių ūkio sektorių dalimi, ar valdanti ypatingos svarbos informacinę infrastruktūrą,</w:t>
            </w:r>
            <w:r w:rsidRPr="00460534">
              <w:rPr>
                <w:rFonts w:ascii="Times New Roman" w:hAnsi="Times New Roman" w:cs="Times New Roman"/>
                <w:sz w:val="24"/>
                <w:szCs w:val="24"/>
                <w:u w:val="single"/>
              </w:rPr>
              <w:t xml:space="preserve"> reikalauja, kad </w:t>
            </w:r>
            <w:r w:rsidRPr="00460534">
              <w:rPr>
                <w:rFonts w:ascii="Times New Roman" w:hAnsi="Times New Roman" w:cs="Times New Roman"/>
                <w:sz w:val="24"/>
                <w:szCs w:val="24"/>
              </w:rPr>
              <w:t>tiekėjo siūlomos paslaugos nekeltų grėsmės nacionaliniam saugumui, kai sandorio pagrindu susidarytų aplinkybės, nurodytos Nacionaliniam saugumui užtikrinti svarbių objektų apsaugos įstatymo 13 straipsnio 4 dalies 1 punkte.</w:t>
            </w:r>
            <w:r w:rsidRPr="00460534" w:rsidDel="00A660A0">
              <w:rPr>
                <w:rFonts w:ascii="Times New Roman" w:hAnsi="Times New Roman" w:cs="Times New Roman"/>
                <w:sz w:val="24"/>
                <w:szCs w:val="24"/>
              </w:rPr>
              <w:t xml:space="preserve"> </w:t>
            </w:r>
            <w:r w:rsidRPr="00460534">
              <w:rPr>
                <w:rFonts w:ascii="Times New Roman" w:hAnsi="Times New Roman" w:cs="Times New Roman"/>
                <w:sz w:val="24"/>
                <w:szCs w:val="24"/>
              </w:rPr>
              <w:t>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r w:rsidR="005D0700">
              <w:rPr>
                <w:rFonts w:ascii="Times New Roman" w:hAnsi="Times New Roman" w:cs="Times New Roman"/>
                <w:sz w:val="24"/>
                <w:szCs w:val="24"/>
              </w:rPr>
              <w:t xml:space="preserve"> </w:t>
            </w:r>
            <w:r w:rsidR="005D0700" w:rsidRPr="005D0700">
              <w:rPr>
                <w:rFonts w:ascii="Times New Roman" w:hAnsi="Times New Roman" w:cs="Times New Roman"/>
                <w:sz w:val="24"/>
                <w:szCs w:val="24"/>
              </w:rPr>
              <w:t xml:space="preserve">Į kompetentingas institucijas dėl atitikties įvertinimo keliamam reikalavimui bus kreipiamasi įvertinus ekonomiškai naudingiausią pasiūlymą (iki pasiūlymų eilės nustatymo) pateikusio tiekėjo pašalinimo pagrindų nebuvimą, atitikimą SS nustatytiems kvalifikacijos reikalavimams, kokybės vadybos sistemos ir (arba) aplinkos apsaugos vadybos sistemos standartams </w:t>
            </w:r>
            <w:r w:rsidR="005D0700" w:rsidRPr="00C7248A">
              <w:rPr>
                <w:rFonts w:ascii="Times New Roman" w:hAnsi="Times New Roman" w:cs="Times New Roman"/>
                <w:sz w:val="24"/>
                <w:szCs w:val="24"/>
              </w:rPr>
              <w:t xml:space="preserve">bei </w:t>
            </w:r>
            <w:r w:rsidR="00C7248A" w:rsidRPr="000F1501">
              <w:rPr>
                <w:rFonts w:ascii="Times New Roman" w:hAnsi="Times New Roman" w:cs="Times New Roman"/>
                <w:bCs/>
                <w:sz w:val="24"/>
                <w:szCs w:val="24"/>
              </w:rPr>
              <w:t>Lietuvos Respublikos viešųjų pirkimų įstatymo</w:t>
            </w:r>
            <w:r w:rsidR="00C7248A" w:rsidRPr="000F1501">
              <w:rPr>
                <w:rFonts w:ascii="Times New Roman" w:hAnsi="Times New Roman" w:cs="Times New Roman"/>
                <w:sz w:val="24"/>
                <w:szCs w:val="24"/>
              </w:rPr>
              <w:t xml:space="preserve"> </w:t>
            </w:r>
            <w:r w:rsidR="005D0700" w:rsidRPr="005D0700">
              <w:rPr>
                <w:rFonts w:ascii="Times New Roman" w:hAnsi="Times New Roman" w:cs="Times New Roman"/>
                <w:sz w:val="24"/>
                <w:szCs w:val="24"/>
              </w:rPr>
              <w:t>37 straipsnio 9</w:t>
            </w:r>
            <w:r w:rsidR="000F1501">
              <w:rPr>
                <w:rFonts w:ascii="Times New Roman" w:hAnsi="Times New Roman" w:cs="Times New Roman"/>
                <w:sz w:val="24"/>
                <w:szCs w:val="24"/>
              </w:rPr>
              <w:t xml:space="preserve"> </w:t>
            </w:r>
            <w:r w:rsidR="005D0700" w:rsidRPr="005D0700">
              <w:rPr>
                <w:rFonts w:ascii="Times New Roman" w:hAnsi="Times New Roman" w:cs="Times New Roman"/>
                <w:sz w:val="24"/>
                <w:szCs w:val="24"/>
              </w:rPr>
              <w:t>dalies reikalavimams</w:t>
            </w:r>
            <w:r w:rsidR="00997F7B">
              <w:rPr>
                <w:rFonts w:ascii="Times New Roman" w:hAnsi="Times New Roman" w:cs="Times New Roman"/>
                <w:sz w:val="24"/>
                <w:szCs w:val="24"/>
              </w:rPr>
              <w:t>, susijusiems su nacionaliniu saugumu</w:t>
            </w:r>
            <w:r w:rsidR="005D0700" w:rsidRPr="005D0700">
              <w:rPr>
                <w:rFonts w:ascii="Times New Roman" w:hAnsi="Times New Roman" w:cs="Times New Roman"/>
                <w:sz w:val="24"/>
                <w:szCs w:val="24"/>
              </w:rPr>
              <w:t>.</w:t>
            </w:r>
          </w:p>
          <w:p w14:paraId="6FCD67A8" w14:textId="0C2594E7" w:rsidR="00460534" w:rsidRPr="00460534" w:rsidRDefault="00460534" w:rsidP="008C1BDE">
            <w:pPr>
              <w:ind w:firstLine="284"/>
              <w:rPr>
                <w:rFonts w:ascii="Times New Roman" w:hAnsi="Times New Roman" w:cs="Times New Roman"/>
                <w:sz w:val="24"/>
                <w:szCs w:val="24"/>
              </w:rPr>
            </w:pPr>
            <w:r w:rsidRPr="00460534">
              <w:rPr>
                <w:rFonts w:ascii="Times New Roman" w:hAnsi="Times New Roman" w:cs="Times New Roman"/>
                <w:b/>
                <w:sz w:val="24"/>
                <w:szCs w:val="24"/>
              </w:rPr>
              <w:t xml:space="preserve">2. </w:t>
            </w:r>
            <w:r w:rsidRPr="00460534">
              <w:rPr>
                <w:rFonts w:ascii="Times New Roman" w:hAnsi="Times New Roman" w:cs="Times New Roman"/>
                <w:b/>
                <w:sz w:val="24"/>
                <w:szCs w:val="24"/>
                <w:u w:val="single"/>
              </w:rPr>
              <w:t xml:space="preserve">Pirkimo objektui taikomi Lietuvos Respublikos viešųjų pirkimų įstatymo 37 str. 9 dalies reikalavimai susiję su nacionaliniu saugumu*. </w:t>
            </w:r>
            <w:r w:rsidRPr="00460534">
              <w:rPr>
                <w:rFonts w:ascii="Times New Roman" w:hAnsi="Times New Roman" w:cs="Times New Roman"/>
                <w:sz w:val="24"/>
                <w:szCs w:val="24"/>
              </w:rPr>
              <w:t xml:space="preserve">Tiekėjas privalo įrodyti, kad siūlomos paslaugos </w:t>
            </w:r>
            <w:r w:rsidRPr="00460534">
              <w:rPr>
                <w:rFonts w:ascii="Times New Roman" w:hAnsi="Times New Roman" w:cs="Times New Roman"/>
                <w:sz w:val="24"/>
                <w:szCs w:val="24"/>
              </w:rPr>
              <w:lastRenderedPageBreak/>
              <w:t>nekelia grėsmės nacionaliniam saugumui, nėra toliau nurodytų aplinkybių: paslaugų teikimas būtų vykdomas iš VPĮ 92 straipsnio 14 dalyje numatytame sąraše nurodytų valstybių ar teritorijų.</w:t>
            </w:r>
          </w:p>
          <w:p w14:paraId="360E9A08" w14:textId="77777777" w:rsidR="00460534" w:rsidRPr="00460534" w:rsidRDefault="00460534" w:rsidP="00460534">
            <w:pPr>
              <w:ind w:firstLine="284"/>
              <w:rPr>
                <w:rFonts w:ascii="Times New Roman" w:hAnsi="Times New Roman" w:cs="Times New Roman"/>
                <w:b/>
                <w:sz w:val="24"/>
                <w:szCs w:val="24"/>
              </w:rPr>
            </w:pPr>
            <w:r w:rsidRPr="00460534">
              <w:rPr>
                <w:rFonts w:ascii="Times New Roman" w:hAnsi="Times New Roman" w:cs="Times New Roman"/>
                <w:b/>
                <w:sz w:val="24"/>
                <w:szCs w:val="24"/>
              </w:rPr>
              <w:t xml:space="preserve">Perkančioji organizacija pasiūlymo atitikčiai LR viešųjų pirkimų įstatymo 37 straipsnio 9 dalies reikalavimams patvirtinti iš tiekėjo reikalauja  </w:t>
            </w:r>
            <w:r w:rsidRPr="00460534">
              <w:rPr>
                <w:rFonts w:ascii="Times New Roman" w:hAnsi="Times New Roman" w:cs="Times New Roman"/>
                <w:b/>
                <w:bCs/>
                <w:sz w:val="24"/>
                <w:szCs w:val="24"/>
              </w:rPr>
              <w:t>KARTU SU PASIŪLYMU</w:t>
            </w:r>
            <w:r w:rsidRPr="00460534">
              <w:rPr>
                <w:rFonts w:ascii="Times New Roman" w:hAnsi="Times New Roman" w:cs="Times New Roman"/>
                <w:sz w:val="24"/>
                <w:szCs w:val="24"/>
              </w:rPr>
              <w:t xml:space="preserve"> </w:t>
            </w:r>
            <w:r w:rsidRPr="00460534">
              <w:rPr>
                <w:rFonts w:ascii="Times New Roman" w:hAnsi="Times New Roman" w:cs="Times New Roman"/>
                <w:b/>
                <w:bCs/>
                <w:sz w:val="24"/>
                <w:szCs w:val="24"/>
              </w:rPr>
              <w:t>PATEIKTI užpildytą pirkimo dokumentą „Nacionalinio saugumo reikalavimų atitikties deklaracija“ (8 IA PD ATITIKTIES DEKLARACIJA), o iš ekonomiškai naudingiausią pasiūlymą pateikusio tiekėjo reikalaus pateikti (</w:t>
            </w:r>
            <w:r w:rsidRPr="00460534">
              <w:rPr>
                <w:rFonts w:ascii="Times New Roman" w:hAnsi="Times New Roman" w:cs="Times New Roman"/>
                <w:b/>
                <w:bCs/>
                <w:sz w:val="24"/>
                <w:szCs w:val="24"/>
                <w:u w:val="single"/>
              </w:rPr>
              <w:t>kartu su pasiūlymu šių dokumentų tiekėjas pateikti neturi</w:t>
            </w:r>
            <w:r w:rsidRPr="00460534">
              <w:rPr>
                <w:rFonts w:ascii="Times New Roman" w:hAnsi="Times New Roman" w:cs="Times New Roman"/>
                <w:b/>
                <w:bCs/>
                <w:sz w:val="24"/>
                <w:szCs w:val="24"/>
              </w:rPr>
              <w:t xml:space="preserve">) – vieną ar kelis šiuos dokumentus**: </w:t>
            </w:r>
            <w:r w:rsidRPr="00460534">
              <w:rPr>
                <w:rFonts w:ascii="Times New Roman" w:hAnsi="Times New Roman" w:cs="Times New Roman"/>
                <w:b/>
                <w:sz w:val="24"/>
                <w:szCs w:val="24"/>
              </w:rPr>
              <w:t xml:space="preserve">juridinio asmens vadovo </w:t>
            </w:r>
            <w:r w:rsidRPr="00460534">
              <w:rPr>
                <w:rFonts w:ascii="Times New Roman" w:hAnsi="Times New Roman" w:cs="Times New Roman"/>
                <w:b/>
                <w:bCs/>
                <w:sz w:val="24"/>
                <w:szCs w:val="24"/>
              </w:rPr>
              <w:t>patvirtintą</w:t>
            </w:r>
            <w:r w:rsidRPr="00460534">
              <w:rPr>
                <w:rFonts w:ascii="Times New Roman" w:hAnsi="Times New Roman" w:cs="Times New Roman"/>
                <w:b/>
                <w:sz w:val="24"/>
                <w:szCs w:val="24"/>
              </w:rPr>
              <w:t xml:space="preserve"> juridinio asmens steigimo dokumentų </w:t>
            </w:r>
            <w:r w:rsidRPr="00460534">
              <w:rPr>
                <w:rFonts w:ascii="Times New Roman" w:hAnsi="Times New Roman" w:cs="Times New Roman"/>
                <w:b/>
                <w:bCs/>
                <w:sz w:val="24"/>
                <w:szCs w:val="24"/>
              </w:rPr>
              <w:t>kopiją</w:t>
            </w:r>
            <w:r w:rsidRPr="00460534">
              <w:rPr>
                <w:rFonts w:ascii="Times New Roman" w:hAnsi="Times New Roman" w:cs="Times New Roman"/>
                <w:b/>
                <w:sz w:val="24"/>
                <w:szCs w:val="24"/>
              </w:rPr>
              <w:t xml:space="preserve">, Juridinių asmenų registro </w:t>
            </w:r>
            <w:r w:rsidRPr="00460534">
              <w:rPr>
                <w:rFonts w:ascii="Times New Roman" w:hAnsi="Times New Roman" w:cs="Times New Roman"/>
                <w:b/>
                <w:bCs/>
                <w:sz w:val="24"/>
                <w:szCs w:val="24"/>
              </w:rPr>
              <w:t>išplėstinį išrašą</w:t>
            </w:r>
            <w:r w:rsidRPr="00460534">
              <w:rPr>
                <w:rFonts w:ascii="Times New Roman" w:hAnsi="Times New Roman" w:cs="Times New Roman"/>
                <w:b/>
                <w:sz w:val="24"/>
                <w:szCs w:val="24"/>
              </w:rPr>
              <w:t xml:space="preserve"> su istorija, </w:t>
            </w:r>
            <w:r w:rsidRPr="00460534">
              <w:rPr>
                <w:rFonts w:ascii="Times New Roman" w:hAnsi="Times New Roman" w:cs="Times New Roman"/>
                <w:b/>
                <w:bCs/>
                <w:sz w:val="24"/>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460534">
              <w:rPr>
                <w:rFonts w:ascii="Times New Roman" w:hAnsi="Times New Roman" w:cs="Times New Roman"/>
                <w:b/>
                <w:sz w:val="24"/>
                <w:szCs w:val="24"/>
              </w:rPr>
              <w:t xml:space="preserve"> arba </w:t>
            </w:r>
            <w:r w:rsidRPr="00460534">
              <w:rPr>
                <w:rFonts w:ascii="Times New Roman" w:hAnsi="Times New Roman" w:cs="Times New Roman"/>
                <w:b/>
                <w:bCs/>
                <w:sz w:val="24"/>
                <w:szCs w:val="24"/>
              </w:rPr>
              <w:t xml:space="preserve">atitinkamus </w:t>
            </w:r>
            <w:r w:rsidRPr="00460534">
              <w:rPr>
                <w:rFonts w:ascii="Times New Roman" w:hAnsi="Times New Roman" w:cs="Times New Roman"/>
                <w:b/>
                <w:sz w:val="24"/>
                <w:szCs w:val="24"/>
              </w:rPr>
              <w:t xml:space="preserve">valstybės narės ar trečiosios šalies </w:t>
            </w:r>
            <w:r w:rsidRPr="00460534">
              <w:rPr>
                <w:rFonts w:ascii="Times New Roman" w:hAnsi="Times New Roman" w:cs="Times New Roman"/>
                <w:b/>
                <w:bCs/>
                <w:sz w:val="24"/>
                <w:szCs w:val="24"/>
              </w:rPr>
              <w:t>dokumentus, ar kitus perkančiajai organizacijai priimtinus dokumentus</w:t>
            </w:r>
            <w:r w:rsidRPr="00460534">
              <w:rPr>
                <w:rFonts w:ascii="Times New Roman" w:hAnsi="Times New Roman" w:cs="Times New Roman"/>
                <w:b/>
                <w:sz w:val="24"/>
                <w:szCs w:val="24"/>
              </w:rPr>
              <w:t>.</w:t>
            </w:r>
          </w:p>
          <w:p w14:paraId="69380470" w14:textId="77777777" w:rsidR="00460534" w:rsidRPr="00460534" w:rsidRDefault="00460534" w:rsidP="00460534">
            <w:pPr>
              <w:ind w:firstLine="284"/>
              <w:rPr>
                <w:rFonts w:ascii="Times New Roman" w:hAnsi="Times New Roman" w:cs="Times New Roman"/>
                <w:b/>
                <w:sz w:val="24"/>
                <w:szCs w:val="24"/>
              </w:rPr>
            </w:pPr>
            <w:r w:rsidRPr="00460534">
              <w:rPr>
                <w:rFonts w:ascii="Times New Roman" w:hAnsi="Times New Roman" w:cs="Times New Roman"/>
                <w:b/>
                <w:sz w:val="24"/>
                <w:szCs w:val="24"/>
              </w:rPr>
              <w:t>Pastabos:</w:t>
            </w:r>
          </w:p>
          <w:p w14:paraId="250F2D3B" w14:textId="77777777" w:rsidR="00460534" w:rsidRPr="00460534" w:rsidRDefault="00460534" w:rsidP="00460534">
            <w:pPr>
              <w:ind w:firstLine="284"/>
              <w:rPr>
                <w:rFonts w:ascii="Times New Roman" w:hAnsi="Times New Roman" w:cs="Times New Roman"/>
                <w:bCs/>
                <w:sz w:val="24"/>
                <w:szCs w:val="24"/>
              </w:rPr>
            </w:pPr>
            <w:r w:rsidRPr="00460534">
              <w:rPr>
                <w:rFonts w:ascii="Times New Roman" w:hAnsi="Times New Roman" w:cs="Times New Roman"/>
                <w:bCs/>
                <w:sz w:val="24"/>
                <w:szCs w:val="24"/>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2470387" w14:textId="77777777" w:rsidR="00460534" w:rsidRPr="00460534" w:rsidRDefault="00460534" w:rsidP="00460534">
            <w:pPr>
              <w:ind w:firstLine="284"/>
              <w:rPr>
                <w:rFonts w:ascii="Times New Roman" w:hAnsi="Times New Roman" w:cs="Times New Roman"/>
                <w:sz w:val="24"/>
                <w:szCs w:val="24"/>
              </w:rPr>
            </w:pPr>
            <w:r w:rsidRPr="00460534">
              <w:rPr>
                <w:rFonts w:ascii="Times New Roman" w:hAnsi="Times New Roman" w:cs="Times New Roman"/>
                <w:bCs/>
                <w:sz w:val="24"/>
                <w:szCs w:val="24"/>
              </w:rPr>
              <w:t>**Dokumentai, kuriuose nenurodytas jų galiojimo terminas, turi būti išduoti ar atspausdinti iš informacinės sistemos ne anksčiau kaip likus 3 mėnesiams iki tos dienos, kurią perkančiosios organizacijos prašymu tiekėjas turi pateikti dokumentus</w:t>
            </w:r>
            <w:r w:rsidRPr="00460534">
              <w:rPr>
                <w:rFonts w:ascii="Times New Roman" w:hAnsi="Times New Roman" w:cs="Times New Roman"/>
                <w:sz w:val="24"/>
                <w:szCs w:val="24"/>
              </w:rPr>
              <w:t>.</w:t>
            </w:r>
          </w:p>
          <w:p w14:paraId="095F3CBF" w14:textId="77777777" w:rsidR="00460534" w:rsidRPr="00460534" w:rsidRDefault="00460534" w:rsidP="00460534">
            <w:pPr>
              <w:ind w:firstLine="284"/>
              <w:rPr>
                <w:rFonts w:ascii="Times New Roman" w:hAnsi="Times New Roman" w:cs="Times New Roman"/>
                <w:b/>
                <w:sz w:val="24"/>
                <w:szCs w:val="24"/>
              </w:rPr>
            </w:pPr>
          </w:p>
        </w:tc>
      </w:tr>
    </w:tbl>
    <w:p w14:paraId="703B4166" w14:textId="77777777" w:rsidR="003F20B3" w:rsidRDefault="003F20B3" w:rsidP="00EA10D7">
      <w:pPr>
        <w:spacing w:after="0" w:line="240" w:lineRule="auto"/>
        <w:ind w:firstLine="284"/>
        <w:rPr>
          <w:rFonts w:ascii="Times New Roman" w:hAnsi="Times New Roman" w:cs="Times New Roman"/>
          <w:sz w:val="24"/>
          <w:szCs w:val="24"/>
        </w:rPr>
      </w:pPr>
    </w:p>
    <w:p w14:paraId="3CF7AE4E" w14:textId="7D918974" w:rsidR="00EA22D5" w:rsidRPr="00F242B8" w:rsidRDefault="00640821" w:rsidP="00640821">
      <w:pPr>
        <w:tabs>
          <w:tab w:val="center" w:pos="0"/>
          <w:tab w:val="left" w:pos="1134"/>
        </w:tabs>
        <w:suppressAutoHyphens/>
        <w:spacing w:before="120" w:after="120" w:line="276" w:lineRule="auto"/>
        <w:ind w:left="567"/>
        <w:rPr>
          <w:rFonts w:ascii="Times New Roman" w:hAnsi="Times New Roman" w:cs="Times New Roman"/>
          <w:b/>
          <w:sz w:val="24"/>
          <w:szCs w:val="24"/>
        </w:rPr>
      </w:pPr>
      <w:r w:rsidRPr="00F242B8">
        <w:rPr>
          <w:rFonts w:ascii="Times New Roman" w:hAnsi="Times New Roman" w:cs="Times New Roman"/>
          <w:b/>
          <w:sz w:val="24"/>
          <w:szCs w:val="24"/>
        </w:rPr>
        <w:t xml:space="preserve">1.2. </w:t>
      </w:r>
      <w:r w:rsidR="00460D79" w:rsidRPr="00F242B8">
        <w:rPr>
          <w:rFonts w:ascii="Times New Roman" w:hAnsi="Times New Roman" w:cs="Times New Roman"/>
          <w:b/>
          <w:sz w:val="24"/>
          <w:szCs w:val="24"/>
        </w:rPr>
        <w:t>NAUDOJAMOS SĄVOKOS IR SUTRUMPINIMAI:</w:t>
      </w:r>
    </w:p>
    <w:tbl>
      <w:tblPr>
        <w:tblW w:w="5000" w:type="pct"/>
        <w:tblLook w:val="04A0" w:firstRow="1" w:lastRow="0" w:firstColumn="1" w:lastColumn="0" w:noHBand="0" w:noVBand="1"/>
      </w:tblPr>
      <w:tblGrid>
        <w:gridCol w:w="2478"/>
        <w:gridCol w:w="7436"/>
      </w:tblGrid>
      <w:tr w:rsidR="00EA22D5" w:rsidRPr="00F242B8" w14:paraId="73F2E06C" w14:textId="77777777" w:rsidTr="00713F93">
        <w:trPr>
          <w:trHeight w:val="20"/>
          <w:tblHeader/>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DD29C" w14:textId="77777777" w:rsidR="00EA22D5" w:rsidRPr="00F242B8" w:rsidRDefault="00EA22D5" w:rsidP="00EA22D5">
            <w:pPr>
              <w:widowControl w:val="0"/>
              <w:spacing w:after="0" w:line="240" w:lineRule="auto"/>
              <w:rPr>
                <w:rFonts w:ascii="Times New Roman" w:eastAsia="Times New Roman" w:hAnsi="Times New Roman" w:cs="Times New Roman"/>
                <w:b/>
                <w:bCs/>
                <w:sz w:val="24"/>
                <w:szCs w:val="24"/>
                <w:lang w:eastAsia="lt-LT"/>
              </w:rPr>
            </w:pPr>
            <w:r w:rsidRPr="00F242B8">
              <w:rPr>
                <w:rFonts w:ascii="Times New Roman" w:eastAsia="Times New Roman" w:hAnsi="Times New Roman" w:cs="Times New Roman"/>
                <w:b/>
                <w:bCs/>
                <w:sz w:val="24"/>
                <w:szCs w:val="24"/>
                <w:lang w:eastAsia="lt-LT"/>
              </w:rPr>
              <w:t>Sąvoka/ sutrumpinimas</w:t>
            </w:r>
          </w:p>
        </w:tc>
        <w:tc>
          <w:tcPr>
            <w:tcW w:w="3750" w:type="pct"/>
            <w:tcBorders>
              <w:top w:val="single" w:sz="4" w:space="0" w:color="000000"/>
              <w:bottom w:val="single" w:sz="4" w:space="0" w:color="000000"/>
              <w:right w:val="single" w:sz="4" w:space="0" w:color="000000"/>
            </w:tcBorders>
            <w:shd w:val="clear" w:color="auto" w:fill="auto"/>
            <w:vAlign w:val="center"/>
          </w:tcPr>
          <w:p w14:paraId="2FF56365" w14:textId="77777777" w:rsidR="00EA22D5" w:rsidRPr="00F242B8" w:rsidRDefault="00EA22D5" w:rsidP="00EA22D5">
            <w:pPr>
              <w:widowControl w:val="0"/>
              <w:spacing w:after="0" w:line="240" w:lineRule="auto"/>
              <w:rPr>
                <w:rFonts w:ascii="Times New Roman" w:eastAsia="Times New Roman" w:hAnsi="Times New Roman" w:cs="Times New Roman"/>
                <w:b/>
                <w:bCs/>
                <w:sz w:val="24"/>
                <w:szCs w:val="24"/>
                <w:lang w:eastAsia="lt-LT"/>
              </w:rPr>
            </w:pPr>
            <w:r w:rsidRPr="00F242B8">
              <w:rPr>
                <w:rFonts w:ascii="Times New Roman" w:eastAsia="Times New Roman" w:hAnsi="Times New Roman" w:cs="Times New Roman"/>
                <w:b/>
                <w:bCs/>
                <w:sz w:val="24"/>
                <w:szCs w:val="24"/>
                <w:lang w:eastAsia="lt-LT"/>
              </w:rPr>
              <w:t>Paaiškinimas</w:t>
            </w:r>
          </w:p>
        </w:tc>
      </w:tr>
      <w:tr w:rsidR="00EA22D5" w:rsidRPr="00F242B8" w14:paraId="3845396C"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7987B0E"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10 duomenų forma</w:t>
            </w:r>
          </w:p>
        </w:tc>
        <w:tc>
          <w:tcPr>
            <w:tcW w:w="3750" w:type="pct"/>
            <w:tcBorders>
              <w:bottom w:val="single" w:sz="4" w:space="0" w:color="000000"/>
              <w:right w:val="single" w:sz="4" w:space="0" w:color="000000"/>
            </w:tcBorders>
            <w:shd w:val="clear" w:color="auto" w:fill="auto"/>
            <w:vAlign w:val="center"/>
          </w:tcPr>
          <w:p w14:paraId="3FB5B09C" w14:textId="22C1C815"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Nusikalstamos veikos duomenų forma</w:t>
            </w:r>
          </w:p>
        </w:tc>
      </w:tr>
      <w:tr w:rsidR="00EA22D5" w:rsidRPr="00F242B8" w14:paraId="3708C08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2B8BB86"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20 duomenų forma</w:t>
            </w:r>
          </w:p>
        </w:tc>
        <w:tc>
          <w:tcPr>
            <w:tcW w:w="3750" w:type="pct"/>
            <w:tcBorders>
              <w:bottom w:val="single" w:sz="4" w:space="0" w:color="000000"/>
              <w:right w:val="single" w:sz="4" w:space="0" w:color="000000"/>
            </w:tcBorders>
            <w:shd w:val="clear" w:color="auto" w:fill="auto"/>
            <w:vAlign w:val="center"/>
          </w:tcPr>
          <w:p w14:paraId="13FEF4F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Tyrimo rezultatų duomenų forma</w:t>
            </w:r>
          </w:p>
        </w:tc>
      </w:tr>
      <w:tr w:rsidR="00EA22D5" w:rsidRPr="00F242B8" w14:paraId="044EFDC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5CE231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30 duomenų forma</w:t>
            </w:r>
          </w:p>
        </w:tc>
        <w:tc>
          <w:tcPr>
            <w:tcW w:w="3750" w:type="pct"/>
            <w:tcBorders>
              <w:bottom w:val="single" w:sz="4" w:space="0" w:color="000000"/>
              <w:right w:val="single" w:sz="4" w:space="0" w:color="000000"/>
            </w:tcBorders>
            <w:shd w:val="clear" w:color="auto" w:fill="auto"/>
            <w:vAlign w:val="center"/>
          </w:tcPr>
          <w:p w14:paraId="302486A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Asmens, įtariamo (kaltinamo) nusikalstamos veikos padarymu, duomenų forma</w:t>
            </w:r>
          </w:p>
        </w:tc>
      </w:tr>
      <w:tr w:rsidR="00EA22D5" w:rsidRPr="00F242B8" w14:paraId="79DED13E"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56A82D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40 duomenų forma</w:t>
            </w:r>
          </w:p>
        </w:tc>
        <w:tc>
          <w:tcPr>
            <w:tcW w:w="3750" w:type="pct"/>
            <w:tcBorders>
              <w:bottom w:val="single" w:sz="4" w:space="0" w:color="000000"/>
              <w:right w:val="single" w:sz="4" w:space="0" w:color="000000"/>
            </w:tcBorders>
            <w:shd w:val="clear" w:color="auto" w:fill="auto"/>
            <w:vAlign w:val="center"/>
          </w:tcPr>
          <w:p w14:paraId="422AAA94"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Ikiteisminio tyrimo byloje priimtų sprendimų duomenų forma</w:t>
            </w:r>
          </w:p>
        </w:tc>
      </w:tr>
      <w:tr w:rsidR="00EA22D5" w:rsidRPr="00F242B8" w14:paraId="0431386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40E43C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50 duomenų forma</w:t>
            </w:r>
          </w:p>
        </w:tc>
        <w:tc>
          <w:tcPr>
            <w:tcW w:w="3750" w:type="pct"/>
            <w:tcBorders>
              <w:bottom w:val="single" w:sz="4" w:space="0" w:color="000000"/>
              <w:right w:val="single" w:sz="4" w:space="0" w:color="000000"/>
            </w:tcBorders>
            <w:shd w:val="clear" w:color="auto" w:fill="auto"/>
            <w:vAlign w:val="center"/>
          </w:tcPr>
          <w:p w14:paraId="624B776B"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Nukentėjusio fizinio asmens arba juridinio asmens duomenų forma</w:t>
            </w:r>
          </w:p>
        </w:tc>
      </w:tr>
      <w:tr w:rsidR="00EA22D5" w:rsidRPr="00F242B8" w14:paraId="657A886A"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F4CF2BF"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ADMIN III</w:t>
            </w:r>
          </w:p>
        </w:tc>
        <w:tc>
          <w:tcPr>
            <w:tcW w:w="3750" w:type="pct"/>
            <w:tcBorders>
              <w:bottom w:val="single" w:sz="4" w:space="0" w:color="000000"/>
              <w:right w:val="single" w:sz="4" w:space="0" w:color="000000"/>
            </w:tcBorders>
            <w:shd w:val="clear" w:color="auto" w:fill="auto"/>
            <w:vAlign w:val="center"/>
          </w:tcPr>
          <w:p w14:paraId="76097FD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Naudotojų administravimo sistema – Vidaus reikalų informacinės sistemos Naudotojų administravimo posistemė</w:t>
            </w:r>
          </w:p>
        </w:tc>
      </w:tr>
      <w:tr w:rsidR="00EA22D5" w:rsidRPr="00F242B8" w14:paraId="0EBEC01A"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8D0299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AR</w:t>
            </w:r>
          </w:p>
        </w:tc>
        <w:tc>
          <w:tcPr>
            <w:tcW w:w="3750" w:type="pct"/>
            <w:tcBorders>
              <w:bottom w:val="single" w:sz="4" w:space="0" w:color="000000"/>
              <w:right w:val="single" w:sz="4" w:space="0" w:color="000000"/>
            </w:tcBorders>
            <w:shd w:val="clear" w:color="auto" w:fill="auto"/>
            <w:vAlign w:val="center"/>
          </w:tcPr>
          <w:p w14:paraId="54D872F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adresų registras</w:t>
            </w:r>
          </w:p>
        </w:tc>
      </w:tr>
      <w:tr w:rsidR="00EA22D5" w:rsidRPr="00F242B8" w14:paraId="1A3342DA"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6DC678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AUDIT III</w:t>
            </w:r>
          </w:p>
        </w:tc>
        <w:tc>
          <w:tcPr>
            <w:tcW w:w="3750" w:type="pct"/>
            <w:tcBorders>
              <w:bottom w:val="single" w:sz="4" w:space="0" w:color="000000"/>
              <w:right w:val="single" w:sz="4" w:space="0" w:color="000000"/>
            </w:tcBorders>
            <w:shd w:val="clear" w:color="auto" w:fill="auto"/>
            <w:vAlign w:val="center"/>
          </w:tcPr>
          <w:p w14:paraId="107CAE3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Naudotojų auditavimo sistema – Vidaus reikalų informacinės sistemos Naudotojų administravimo posistemė</w:t>
            </w:r>
          </w:p>
        </w:tc>
      </w:tr>
      <w:tr w:rsidR="00EA22D5" w:rsidRPr="00F242B8" w14:paraId="4AF48E3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tcPr>
          <w:p w14:paraId="3B986FC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HDR</w:t>
            </w:r>
          </w:p>
        </w:tc>
        <w:tc>
          <w:tcPr>
            <w:tcW w:w="3750" w:type="pct"/>
            <w:tcBorders>
              <w:bottom w:val="single" w:sz="4" w:space="0" w:color="000000"/>
              <w:right w:val="single" w:sz="4" w:space="0" w:color="000000"/>
            </w:tcBorders>
            <w:shd w:val="clear" w:color="auto" w:fill="auto"/>
          </w:tcPr>
          <w:p w14:paraId="6203E852" w14:textId="77777777" w:rsidR="00EA22D5" w:rsidRPr="00F242B8" w:rsidRDefault="00EA22D5" w:rsidP="00EA22D5">
            <w:pPr>
              <w:widowControl w:val="0"/>
              <w:spacing w:after="0" w:line="240" w:lineRule="auto"/>
              <w:rPr>
                <w:rFonts w:ascii="Times New Roman" w:hAnsi="Times New Roman" w:cs="Times New Roman"/>
                <w:sz w:val="24"/>
                <w:szCs w:val="24"/>
              </w:rPr>
            </w:pPr>
            <w:proofErr w:type="spellStart"/>
            <w:r w:rsidRPr="00F242B8">
              <w:rPr>
                <w:rFonts w:ascii="Times New Roman" w:hAnsi="Times New Roman" w:cs="Times New Roman"/>
                <w:sz w:val="24"/>
                <w:szCs w:val="24"/>
              </w:rPr>
              <w:t>Habitoskopinių</w:t>
            </w:r>
            <w:proofErr w:type="spellEnd"/>
            <w:r w:rsidRPr="00F242B8">
              <w:rPr>
                <w:rFonts w:ascii="Times New Roman" w:hAnsi="Times New Roman" w:cs="Times New Roman"/>
                <w:sz w:val="24"/>
                <w:szCs w:val="24"/>
              </w:rPr>
              <w:t xml:space="preserve"> duomenų registras</w:t>
            </w:r>
          </w:p>
        </w:tc>
      </w:tr>
      <w:tr w:rsidR="00EA22D5" w:rsidRPr="00F242B8" w14:paraId="7674DB6B"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301D56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BK</w:t>
            </w:r>
          </w:p>
        </w:tc>
        <w:tc>
          <w:tcPr>
            <w:tcW w:w="3750" w:type="pct"/>
            <w:tcBorders>
              <w:bottom w:val="single" w:sz="4" w:space="0" w:color="000000"/>
              <w:right w:val="single" w:sz="4" w:space="0" w:color="000000"/>
            </w:tcBorders>
            <w:shd w:val="clear" w:color="auto" w:fill="auto"/>
            <w:vAlign w:val="center"/>
          </w:tcPr>
          <w:p w14:paraId="186504C6"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baudžiamasis kodeksas</w:t>
            </w:r>
          </w:p>
        </w:tc>
      </w:tr>
      <w:tr w:rsidR="00EA22D5" w:rsidRPr="00F242B8" w14:paraId="6B3F024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C12A09D"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w:t>
            </w:r>
          </w:p>
        </w:tc>
        <w:tc>
          <w:tcPr>
            <w:tcW w:w="3750" w:type="pct"/>
            <w:tcBorders>
              <w:bottom w:val="single" w:sz="4" w:space="0" w:color="000000"/>
              <w:right w:val="single" w:sz="4" w:space="0" w:color="000000"/>
            </w:tcBorders>
            <w:shd w:val="clear" w:color="auto" w:fill="auto"/>
            <w:vAlign w:val="center"/>
          </w:tcPr>
          <w:p w14:paraId="71A893E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Baudžiamasis procesas</w:t>
            </w:r>
          </w:p>
        </w:tc>
      </w:tr>
      <w:tr w:rsidR="00EA22D5" w:rsidRPr="00F242B8" w14:paraId="47EAEF5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B470CE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 veiksmai</w:t>
            </w:r>
          </w:p>
        </w:tc>
        <w:tc>
          <w:tcPr>
            <w:tcW w:w="3750" w:type="pct"/>
            <w:tcBorders>
              <w:bottom w:val="single" w:sz="4" w:space="0" w:color="000000"/>
              <w:right w:val="single" w:sz="4" w:space="0" w:color="000000"/>
            </w:tcBorders>
            <w:shd w:val="clear" w:color="auto" w:fill="auto"/>
            <w:vAlign w:val="center"/>
          </w:tcPr>
          <w:p w14:paraId="1FC79D5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 byloje užregistruoti veiksmai (BPK apibrėžti IT veiksmai, procesinės prievartos priemonės, kardomosios priemonės)</w:t>
            </w:r>
          </w:p>
        </w:tc>
      </w:tr>
      <w:tr w:rsidR="00EA22D5" w:rsidRPr="00F242B8" w14:paraId="437D9CE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AEC97F4"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BPK</w:t>
            </w:r>
          </w:p>
        </w:tc>
        <w:tc>
          <w:tcPr>
            <w:tcW w:w="3750" w:type="pct"/>
            <w:tcBorders>
              <w:bottom w:val="single" w:sz="4" w:space="0" w:color="000000"/>
              <w:right w:val="single" w:sz="4" w:space="0" w:color="000000"/>
            </w:tcBorders>
            <w:shd w:val="clear" w:color="auto" w:fill="auto"/>
            <w:vAlign w:val="center"/>
          </w:tcPr>
          <w:p w14:paraId="018E19B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baudžiamojo proceso kodeksas</w:t>
            </w:r>
          </w:p>
        </w:tc>
      </w:tr>
      <w:tr w:rsidR="00EA22D5" w:rsidRPr="00F242B8" w14:paraId="7B1C01D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4F8594D"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DB</w:t>
            </w:r>
          </w:p>
        </w:tc>
        <w:tc>
          <w:tcPr>
            <w:tcW w:w="3750" w:type="pct"/>
            <w:tcBorders>
              <w:bottom w:val="single" w:sz="4" w:space="0" w:color="000000"/>
              <w:right w:val="single" w:sz="4" w:space="0" w:color="000000"/>
            </w:tcBorders>
            <w:shd w:val="clear" w:color="auto" w:fill="auto"/>
            <w:vAlign w:val="center"/>
          </w:tcPr>
          <w:p w14:paraId="0686C40E"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Duomenų bazė</w:t>
            </w:r>
          </w:p>
        </w:tc>
      </w:tr>
      <w:tr w:rsidR="00EA22D5" w:rsidRPr="00F242B8" w14:paraId="0CEDF1C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C7F43C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DDR</w:t>
            </w:r>
          </w:p>
        </w:tc>
        <w:tc>
          <w:tcPr>
            <w:tcW w:w="3750" w:type="pct"/>
            <w:tcBorders>
              <w:bottom w:val="single" w:sz="4" w:space="0" w:color="000000"/>
              <w:right w:val="single" w:sz="4" w:space="0" w:color="000000"/>
            </w:tcBorders>
            <w:shd w:val="clear" w:color="auto" w:fill="auto"/>
            <w:vAlign w:val="center"/>
          </w:tcPr>
          <w:p w14:paraId="3958562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Daktiloskopinių duomenų registras</w:t>
            </w:r>
          </w:p>
        </w:tc>
      </w:tr>
      <w:tr w:rsidR="00EA22D5" w:rsidRPr="00F242B8" w14:paraId="3322008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F624B4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DNRDR</w:t>
            </w:r>
          </w:p>
        </w:tc>
        <w:tc>
          <w:tcPr>
            <w:tcW w:w="3750" w:type="pct"/>
            <w:tcBorders>
              <w:bottom w:val="single" w:sz="4" w:space="0" w:color="000000"/>
              <w:right w:val="single" w:sz="4" w:space="0" w:color="000000"/>
            </w:tcBorders>
            <w:shd w:val="clear" w:color="auto" w:fill="auto"/>
            <w:vAlign w:val="center"/>
          </w:tcPr>
          <w:p w14:paraId="18EF65D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DNR duomenų registras</w:t>
            </w:r>
          </w:p>
        </w:tc>
      </w:tr>
      <w:tr w:rsidR="00EA22D5" w:rsidRPr="00F242B8" w14:paraId="150D1C27" w14:textId="77777777" w:rsidTr="00713F93">
        <w:trPr>
          <w:trHeight w:val="20"/>
        </w:trPr>
        <w:tc>
          <w:tcPr>
            <w:tcW w:w="1250" w:type="pct"/>
            <w:tcBorders>
              <w:top w:val="single" w:sz="4" w:space="0" w:color="000000"/>
              <w:left w:val="single" w:sz="4" w:space="0" w:color="000000"/>
              <w:bottom w:val="single" w:sz="4" w:space="0" w:color="000000"/>
              <w:right w:val="single" w:sz="4" w:space="0" w:color="000000"/>
            </w:tcBorders>
          </w:tcPr>
          <w:p w14:paraId="3A7A3F30" w14:textId="77777777" w:rsidR="00EA22D5" w:rsidRPr="00F242B8" w:rsidRDefault="00EA22D5" w:rsidP="00EA22D5">
            <w:pPr>
              <w:widowControl w:val="0"/>
              <w:tabs>
                <w:tab w:val="center" w:pos="4819"/>
                <w:tab w:val="right" w:pos="9638"/>
              </w:tabs>
              <w:spacing w:after="0" w:line="240" w:lineRule="auto"/>
              <w:rPr>
                <w:rFonts w:ascii="Times New Roman" w:hAnsi="Times New Roman" w:cs="Times New Roman"/>
                <w:sz w:val="24"/>
                <w:szCs w:val="24"/>
              </w:rPr>
            </w:pPr>
            <w:r w:rsidRPr="00F242B8">
              <w:rPr>
                <w:rFonts w:ascii="Times New Roman" w:hAnsi="Times New Roman" w:cs="Times New Roman"/>
                <w:sz w:val="24"/>
                <w:szCs w:val="24"/>
              </w:rPr>
              <w:t>DARSIS</w:t>
            </w:r>
          </w:p>
        </w:tc>
        <w:tc>
          <w:tcPr>
            <w:tcW w:w="3750" w:type="pct"/>
            <w:tcBorders>
              <w:top w:val="single" w:sz="4" w:space="0" w:color="000000"/>
              <w:left w:val="single" w:sz="4" w:space="0" w:color="000000"/>
              <w:bottom w:val="single" w:sz="4" w:space="0" w:color="000000"/>
              <w:right w:val="single" w:sz="4" w:space="0" w:color="000000"/>
            </w:tcBorders>
          </w:tcPr>
          <w:p w14:paraId="7ED6E49B" w14:textId="77777777" w:rsidR="00EA22D5" w:rsidRPr="00F242B8" w:rsidRDefault="00EA22D5" w:rsidP="00EA22D5">
            <w:pPr>
              <w:widowControl w:val="0"/>
              <w:tabs>
                <w:tab w:val="center" w:pos="4819"/>
                <w:tab w:val="right" w:pos="9638"/>
              </w:tabs>
              <w:spacing w:after="0" w:line="240" w:lineRule="auto"/>
              <w:rPr>
                <w:rFonts w:ascii="Times New Roman" w:hAnsi="Times New Roman" w:cs="Times New Roman"/>
                <w:sz w:val="24"/>
                <w:szCs w:val="24"/>
              </w:rPr>
            </w:pPr>
            <w:r w:rsidRPr="00F242B8">
              <w:rPr>
                <w:rFonts w:ascii="Times New Roman" w:hAnsi="Times New Roman" w:cs="Times New Roman"/>
                <w:sz w:val="24"/>
                <w:szCs w:val="24"/>
              </w:rPr>
              <w:t xml:space="preserve">Didelės apimties rinkmenų saugojimo posistemis, skirtas saugoti IBPS priedus (tame tarpe </w:t>
            </w:r>
            <w:proofErr w:type="spellStart"/>
            <w:r w:rsidRPr="00F242B8">
              <w:rPr>
                <w:rFonts w:ascii="Times New Roman" w:hAnsi="Times New Roman" w:cs="Times New Roman"/>
                <w:sz w:val="24"/>
                <w:szCs w:val="24"/>
              </w:rPr>
              <w:t>video</w:t>
            </w:r>
            <w:proofErr w:type="spellEnd"/>
            <w:r w:rsidRPr="00F242B8">
              <w:rPr>
                <w:rFonts w:ascii="Times New Roman" w:hAnsi="Times New Roman" w:cs="Times New Roman"/>
                <w:sz w:val="24"/>
                <w:szCs w:val="24"/>
              </w:rPr>
              <w:t xml:space="preserve"> ir </w:t>
            </w:r>
            <w:proofErr w:type="spellStart"/>
            <w:r w:rsidRPr="00F242B8">
              <w:rPr>
                <w:rFonts w:ascii="Times New Roman" w:hAnsi="Times New Roman" w:cs="Times New Roman"/>
                <w:sz w:val="24"/>
                <w:szCs w:val="24"/>
              </w:rPr>
              <w:t>audio</w:t>
            </w:r>
            <w:proofErr w:type="spellEnd"/>
            <w:r w:rsidRPr="00F242B8">
              <w:rPr>
                <w:rFonts w:ascii="Times New Roman" w:hAnsi="Times New Roman" w:cs="Times New Roman"/>
                <w:sz w:val="24"/>
                <w:szCs w:val="24"/>
              </w:rPr>
              <w:t xml:space="preserve"> medžiagą). </w:t>
            </w:r>
          </w:p>
        </w:tc>
      </w:tr>
      <w:tr w:rsidR="00EA22D5" w:rsidRPr="00F242B8" w14:paraId="0D19C20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4594A0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DUVP</w:t>
            </w:r>
          </w:p>
        </w:tc>
        <w:tc>
          <w:tcPr>
            <w:tcW w:w="3750" w:type="pct"/>
            <w:tcBorders>
              <w:bottom w:val="single" w:sz="4" w:space="0" w:color="000000"/>
              <w:right w:val="single" w:sz="4" w:space="0" w:color="000000"/>
            </w:tcBorders>
            <w:shd w:val="clear" w:color="auto" w:fill="auto"/>
            <w:vAlign w:val="center"/>
          </w:tcPr>
          <w:p w14:paraId="107900A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Dokumentų ir užduočių valdymo posistemis</w:t>
            </w:r>
          </w:p>
        </w:tc>
      </w:tr>
      <w:tr w:rsidR="00EA22D5" w:rsidRPr="00F242B8" w14:paraId="799D76F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0367B5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lastRenderedPageBreak/>
              <w:t>DVS</w:t>
            </w:r>
          </w:p>
        </w:tc>
        <w:tc>
          <w:tcPr>
            <w:tcW w:w="3750" w:type="pct"/>
            <w:tcBorders>
              <w:bottom w:val="single" w:sz="4" w:space="0" w:color="000000"/>
              <w:right w:val="single" w:sz="4" w:space="0" w:color="000000"/>
            </w:tcBorders>
            <w:shd w:val="clear" w:color="auto" w:fill="auto"/>
            <w:vAlign w:val="center"/>
          </w:tcPr>
          <w:p w14:paraId="352578F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Policijos dokumentų valdymo sistema</w:t>
            </w:r>
          </w:p>
        </w:tc>
      </w:tr>
      <w:tr w:rsidR="00EA22D5" w:rsidRPr="00F242B8" w14:paraId="7A85067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8E9AB2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EPP</w:t>
            </w:r>
          </w:p>
        </w:tc>
        <w:tc>
          <w:tcPr>
            <w:tcW w:w="3750" w:type="pct"/>
            <w:tcBorders>
              <w:bottom w:val="single" w:sz="4" w:space="0" w:color="000000"/>
              <w:right w:val="single" w:sz="4" w:space="0" w:color="000000"/>
            </w:tcBorders>
            <w:shd w:val="clear" w:color="auto" w:fill="auto"/>
            <w:vAlign w:val="center"/>
          </w:tcPr>
          <w:p w14:paraId="27581E0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Elektroninių paslaugų portalas</w:t>
            </w:r>
          </w:p>
        </w:tc>
      </w:tr>
      <w:tr w:rsidR="00EA22D5" w:rsidRPr="00F242B8" w14:paraId="0341768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C55590B"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FNTT</w:t>
            </w:r>
          </w:p>
        </w:tc>
        <w:tc>
          <w:tcPr>
            <w:tcW w:w="3750" w:type="pct"/>
            <w:tcBorders>
              <w:bottom w:val="single" w:sz="4" w:space="0" w:color="000000"/>
              <w:right w:val="single" w:sz="4" w:space="0" w:color="000000"/>
            </w:tcBorders>
            <w:shd w:val="clear" w:color="auto" w:fill="auto"/>
            <w:vAlign w:val="center"/>
          </w:tcPr>
          <w:p w14:paraId="5145F12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Finansinių nusikaltimų tyrimo tarnyba prie Lietuvos Respublikos vidaus reikalų ministerijos </w:t>
            </w:r>
          </w:p>
        </w:tc>
      </w:tr>
      <w:tr w:rsidR="00EA22D5" w:rsidRPr="00F242B8" w14:paraId="723743E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16D019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GP</w:t>
            </w:r>
          </w:p>
        </w:tc>
        <w:tc>
          <w:tcPr>
            <w:tcW w:w="3750" w:type="pct"/>
            <w:tcBorders>
              <w:bottom w:val="single" w:sz="4" w:space="0" w:color="000000"/>
              <w:right w:val="single" w:sz="4" w:space="0" w:color="000000"/>
            </w:tcBorders>
            <w:shd w:val="clear" w:color="auto" w:fill="auto"/>
            <w:vAlign w:val="center"/>
          </w:tcPr>
          <w:p w14:paraId="4DE2006D"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generalinė prokuratūra</w:t>
            </w:r>
          </w:p>
        </w:tc>
      </w:tr>
      <w:tr w:rsidR="00EA22D5" w:rsidRPr="00F242B8" w14:paraId="270AEE0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D343095"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GR</w:t>
            </w:r>
          </w:p>
        </w:tc>
        <w:tc>
          <w:tcPr>
            <w:tcW w:w="3750" w:type="pct"/>
            <w:tcBorders>
              <w:bottom w:val="single" w:sz="4" w:space="0" w:color="000000"/>
              <w:right w:val="single" w:sz="4" w:space="0" w:color="000000"/>
            </w:tcBorders>
            <w:shd w:val="clear" w:color="auto" w:fill="auto"/>
            <w:vAlign w:val="center"/>
          </w:tcPr>
          <w:p w14:paraId="6638AB2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gyventojų registras</w:t>
            </w:r>
          </w:p>
        </w:tc>
      </w:tr>
      <w:tr w:rsidR="00EA22D5" w:rsidRPr="00F242B8" w14:paraId="65B01F1C"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959795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IAR</w:t>
            </w:r>
          </w:p>
        </w:tc>
        <w:tc>
          <w:tcPr>
            <w:tcW w:w="3750" w:type="pct"/>
            <w:tcBorders>
              <w:bottom w:val="single" w:sz="4" w:space="0" w:color="000000"/>
              <w:right w:val="single" w:sz="4" w:space="0" w:color="000000"/>
            </w:tcBorders>
            <w:shd w:val="clear" w:color="auto" w:fill="auto"/>
            <w:vAlign w:val="center"/>
          </w:tcPr>
          <w:p w14:paraId="2891352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Ieškomų asmenų, neatpažintų lavonų ir nežinomų bejėgių asmenų žinybinis registras</w:t>
            </w:r>
          </w:p>
        </w:tc>
      </w:tr>
      <w:tr w:rsidR="00EA22D5" w:rsidRPr="00F242B8" w14:paraId="041B8D3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0A6532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IBPS</w:t>
            </w:r>
          </w:p>
        </w:tc>
        <w:tc>
          <w:tcPr>
            <w:tcW w:w="3750" w:type="pct"/>
            <w:tcBorders>
              <w:bottom w:val="single" w:sz="4" w:space="0" w:color="000000"/>
              <w:right w:val="single" w:sz="4" w:space="0" w:color="000000"/>
            </w:tcBorders>
            <w:shd w:val="clear" w:color="auto" w:fill="auto"/>
            <w:vAlign w:val="center"/>
          </w:tcPr>
          <w:p w14:paraId="77D010A5"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Integruota baudžiamojo proceso informacinė sistema</w:t>
            </w:r>
          </w:p>
        </w:tc>
      </w:tr>
      <w:tr w:rsidR="00EA22D5" w:rsidRPr="00F242B8" w14:paraId="0E5BAEA4"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00559D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IBPS EPP</w:t>
            </w:r>
          </w:p>
        </w:tc>
        <w:tc>
          <w:tcPr>
            <w:tcW w:w="3750" w:type="pct"/>
            <w:tcBorders>
              <w:bottom w:val="single" w:sz="4" w:space="0" w:color="000000"/>
              <w:right w:val="single" w:sz="4" w:space="0" w:color="000000"/>
            </w:tcBorders>
            <w:shd w:val="clear" w:color="auto" w:fill="auto"/>
            <w:vAlign w:val="center"/>
          </w:tcPr>
          <w:p w14:paraId="58534A7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Integruotos baudžiamojo proceso informacinės sistemos Elektroninių paslaugų portalas</w:t>
            </w:r>
          </w:p>
        </w:tc>
      </w:tr>
      <w:tr w:rsidR="00EA22D5" w:rsidRPr="00F242B8" w14:paraId="6A4D5C44"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E47780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IGR</w:t>
            </w:r>
          </w:p>
        </w:tc>
        <w:tc>
          <w:tcPr>
            <w:tcW w:w="3750" w:type="pct"/>
            <w:tcBorders>
              <w:bottom w:val="single" w:sz="4" w:space="0" w:color="000000"/>
              <w:right w:val="single" w:sz="4" w:space="0" w:color="000000"/>
            </w:tcBorders>
            <w:shd w:val="clear" w:color="auto" w:fill="auto"/>
            <w:vAlign w:val="center"/>
          </w:tcPr>
          <w:p w14:paraId="46D4BC6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Ieškomų ginklų registras</w:t>
            </w:r>
          </w:p>
        </w:tc>
      </w:tr>
      <w:tr w:rsidR="00522258" w:rsidRPr="00F242B8" w14:paraId="2DA381D4" w14:textId="77777777" w:rsidTr="00522258">
        <w:trPr>
          <w:trHeight w:val="20"/>
        </w:trPr>
        <w:tc>
          <w:tcPr>
            <w:tcW w:w="1250" w:type="pct"/>
            <w:tcBorders>
              <w:left w:val="single" w:sz="4" w:space="0" w:color="000000"/>
              <w:bottom w:val="single" w:sz="4" w:space="0" w:color="000000"/>
              <w:right w:val="single" w:sz="4" w:space="0" w:color="000000"/>
            </w:tcBorders>
            <w:shd w:val="clear" w:color="auto" w:fill="auto"/>
          </w:tcPr>
          <w:p w14:paraId="0D6B0973" w14:textId="6D448B4F" w:rsidR="00522258" w:rsidRPr="00F242B8" w:rsidRDefault="00522258" w:rsidP="0052225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bCs/>
                <w:sz w:val="24"/>
                <w:szCs w:val="24"/>
              </w:rPr>
              <w:t xml:space="preserve">INDR </w:t>
            </w:r>
          </w:p>
        </w:tc>
        <w:tc>
          <w:tcPr>
            <w:tcW w:w="3750" w:type="pct"/>
            <w:tcBorders>
              <w:bottom w:val="single" w:sz="4" w:space="0" w:color="000000"/>
              <w:right w:val="single" w:sz="4" w:space="0" w:color="000000"/>
            </w:tcBorders>
            <w:shd w:val="clear" w:color="auto" w:fill="auto"/>
          </w:tcPr>
          <w:p w14:paraId="5E563E5E" w14:textId="79A13980" w:rsidR="00522258" w:rsidRPr="00F242B8" w:rsidRDefault="00522258" w:rsidP="0052225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bCs/>
                <w:sz w:val="24"/>
                <w:szCs w:val="24"/>
              </w:rPr>
              <w:t>Ieškomų ir rastų numeruotų bei individualius požymius turinčių daiktų ir dokumentų registras</w:t>
            </w:r>
          </w:p>
        </w:tc>
      </w:tr>
      <w:tr w:rsidR="00EA22D5" w:rsidRPr="00F242B8" w14:paraId="136DD07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4D97F2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ĮKNR</w:t>
            </w:r>
          </w:p>
        </w:tc>
        <w:tc>
          <w:tcPr>
            <w:tcW w:w="3750" w:type="pct"/>
            <w:tcBorders>
              <w:bottom w:val="single" w:sz="4" w:space="0" w:color="000000"/>
              <w:right w:val="single" w:sz="4" w:space="0" w:color="000000"/>
            </w:tcBorders>
            <w:shd w:val="clear" w:color="auto" w:fill="auto"/>
            <w:vAlign w:val="center"/>
          </w:tcPr>
          <w:p w14:paraId="16F0154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Įtariamųjų, kaltinamųjų ir nuteistųjų registras</w:t>
            </w:r>
          </w:p>
        </w:tc>
      </w:tr>
      <w:tr w:rsidR="00EA22D5" w:rsidRPr="00F242B8" w14:paraId="6126D614"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6E22BA1" w14:textId="744AA8CA" w:rsidR="00EA22D5" w:rsidRPr="00F242B8" w:rsidRDefault="00A94527"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PAIS</w:t>
            </w:r>
          </w:p>
        </w:tc>
        <w:tc>
          <w:tcPr>
            <w:tcW w:w="3750" w:type="pct"/>
            <w:tcBorders>
              <w:bottom w:val="single" w:sz="4" w:space="0" w:color="000000"/>
              <w:right w:val="single" w:sz="4" w:space="0" w:color="000000"/>
            </w:tcBorders>
            <w:shd w:val="clear" w:color="auto" w:fill="auto"/>
            <w:vAlign w:val="center"/>
          </w:tcPr>
          <w:p w14:paraId="5DB0C29C" w14:textId="13624CE9" w:rsidR="00EA22D5" w:rsidRPr="00F242B8" w:rsidRDefault="00A94527"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Prokuratūros administravimo informacinė sistema</w:t>
            </w:r>
          </w:p>
        </w:tc>
      </w:tr>
      <w:tr w:rsidR="0063502A" w:rsidRPr="00F242B8" w14:paraId="2E618D9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3707CB1" w14:textId="03FC4B46" w:rsidR="0063502A" w:rsidRDefault="0063502A"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IPS</w:t>
            </w:r>
          </w:p>
        </w:tc>
        <w:tc>
          <w:tcPr>
            <w:tcW w:w="3750" w:type="pct"/>
            <w:tcBorders>
              <w:bottom w:val="single" w:sz="4" w:space="0" w:color="000000"/>
              <w:right w:val="single" w:sz="4" w:space="0" w:color="000000"/>
            </w:tcBorders>
            <w:shd w:val="clear" w:color="auto" w:fill="auto"/>
            <w:vAlign w:val="center"/>
          </w:tcPr>
          <w:p w14:paraId="2D6C4A0D" w14:textId="6FE1484C" w:rsidR="0063502A" w:rsidRDefault="0063502A"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Informacinė prokuratūros sistema</w:t>
            </w:r>
          </w:p>
        </w:tc>
      </w:tr>
      <w:tr w:rsidR="00EA22D5" w:rsidRPr="00F242B8" w14:paraId="2A7A7500"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9EF9D5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IRD</w:t>
            </w:r>
          </w:p>
        </w:tc>
        <w:tc>
          <w:tcPr>
            <w:tcW w:w="3750" w:type="pct"/>
            <w:tcBorders>
              <w:bottom w:val="single" w:sz="4" w:space="0" w:color="000000"/>
              <w:right w:val="single" w:sz="4" w:space="0" w:color="000000"/>
            </w:tcBorders>
            <w:shd w:val="clear" w:color="auto" w:fill="auto"/>
            <w:vAlign w:val="center"/>
          </w:tcPr>
          <w:p w14:paraId="68734DBF"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Informatikos ir ryšių departamentas prie Lietuvos Respublikos vidaus reikalų ministerijos </w:t>
            </w:r>
          </w:p>
        </w:tc>
      </w:tr>
      <w:tr w:rsidR="00EA22D5" w:rsidRPr="00F242B8" w14:paraId="2BA45E3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6E747F5"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IS</w:t>
            </w:r>
          </w:p>
        </w:tc>
        <w:tc>
          <w:tcPr>
            <w:tcW w:w="3750" w:type="pct"/>
            <w:tcBorders>
              <w:bottom w:val="single" w:sz="4" w:space="0" w:color="000000"/>
              <w:right w:val="single" w:sz="4" w:space="0" w:color="000000"/>
            </w:tcBorders>
            <w:shd w:val="clear" w:color="auto" w:fill="auto"/>
            <w:vAlign w:val="center"/>
          </w:tcPr>
          <w:p w14:paraId="61C05C5E"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Informacinė sistema</w:t>
            </w:r>
          </w:p>
        </w:tc>
      </w:tr>
      <w:tr w:rsidR="00EA22D5" w:rsidRPr="00F242B8" w14:paraId="28B915A0"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BC006B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w:t>
            </w:r>
          </w:p>
        </w:tc>
        <w:tc>
          <w:tcPr>
            <w:tcW w:w="3750" w:type="pct"/>
            <w:tcBorders>
              <w:bottom w:val="single" w:sz="4" w:space="0" w:color="000000"/>
              <w:right w:val="single" w:sz="4" w:space="0" w:color="000000"/>
            </w:tcBorders>
            <w:shd w:val="clear" w:color="auto" w:fill="auto"/>
            <w:vAlign w:val="center"/>
          </w:tcPr>
          <w:p w14:paraId="70CDF83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Ikiteisminis tyrimas</w:t>
            </w:r>
          </w:p>
        </w:tc>
      </w:tr>
      <w:tr w:rsidR="00EA22D5" w:rsidRPr="00F242B8" w14:paraId="2909EC5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F7F707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TP</w:t>
            </w:r>
          </w:p>
        </w:tc>
        <w:tc>
          <w:tcPr>
            <w:tcW w:w="3750" w:type="pct"/>
            <w:tcBorders>
              <w:bottom w:val="single" w:sz="4" w:space="0" w:color="000000"/>
              <w:right w:val="single" w:sz="4" w:space="0" w:color="000000"/>
            </w:tcBorders>
            <w:shd w:val="clear" w:color="auto" w:fill="auto"/>
            <w:vAlign w:val="center"/>
          </w:tcPr>
          <w:p w14:paraId="370A812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Tarptautinė pagalba</w:t>
            </w:r>
          </w:p>
        </w:tc>
      </w:tr>
      <w:tr w:rsidR="00EA22D5" w:rsidRPr="00F242B8" w14:paraId="1F2AF35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CBDB04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 veiksmai</w:t>
            </w:r>
          </w:p>
        </w:tc>
        <w:tc>
          <w:tcPr>
            <w:tcW w:w="3750" w:type="pct"/>
            <w:tcBorders>
              <w:bottom w:val="single" w:sz="4" w:space="0" w:color="000000"/>
              <w:right w:val="single" w:sz="4" w:space="0" w:color="000000"/>
            </w:tcBorders>
            <w:shd w:val="clear" w:color="auto" w:fill="auto"/>
            <w:vAlign w:val="center"/>
          </w:tcPr>
          <w:p w14:paraId="141FB33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BPK apibrėžti IT veiksmai</w:t>
            </w:r>
          </w:p>
        </w:tc>
      </w:tr>
      <w:tr w:rsidR="00EA22D5" w:rsidRPr="00F242B8" w14:paraId="6849301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DC6FAF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ITPR</w:t>
            </w:r>
          </w:p>
        </w:tc>
        <w:tc>
          <w:tcPr>
            <w:tcW w:w="3750" w:type="pct"/>
            <w:tcBorders>
              <w:bottom w:val="single" w:sz="4" w:space="0" w:color="000000"/>
              <w:right w:val="single" w:sz="4" w:space="0" w:color="000000"/>
            </w:tcBorders>
            <w:shd w:val="clear" w:color="auto" w:fill="auto"/>
            <w:vAlign w:val="center"/>
          </w:tcPr>
          <w:p w14:paraId="6596E12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Ieškomų transporto priemonių registras</w:t>
            </w:r>
          </w:p>
        </w:tc>
      </w:tr>
      <w:tr w:rsidR="00EA22D5" w:rsidRPr="00F242B8" w14:paraId="402A512B"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AC7042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JAR</w:t>
            </w:r>
          </w:p>
        </w:tc>
        <w:tc>
          <w:tcPr>
            <w:tcW w:w="3750" w:type="pct"/>
            <w:tcBorders>
              <w:bottom w:val="single" w:sz="4" w:space="0" w:color="000000"/>
              <w:right w:val="single" w:sz="4" w:space="0" w:color="000000"/>
            </w:tcBorders>
            <w:shd w:val="clear" w:color="auto" w:fill="auto"/>
            <w:vAlign w:val="center"/>
          </w:tcPr>
          <w:p w14:paraId="1FF61FAF"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Juridinių asmenų registras</w:t>
            </w:r>
          </w:p>
        </w:tc>
      </w:tr>
      <w:tr w:rsidR="00EA22D5" w:rsidRPr="00F242B8" w14:paraId="7503CD79"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278BB3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KP</w:t>
            </w:r>
          </w:p>
        </w:tc>
        <w:tc>
          <w:tcPr>
            <w:tcW w:w="3750" w:type="pct"/>
            <w:tcBorders>
              <w:bottom w:val="single" w:sz="4" w:space="0" w:color="000000"/>
              <w:right w:val="single" w:sz="4" w:space="0" w:color="000000"/>
            </w:tcBorders>
            <w:shd w:val="clear" w:color="auto" w:fill="auto"/>
            <w:vAlign w:val="center"/>
          </w:tcPr>
          <w:p w14:paraId="5CB3B3C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Kardomoji priemonė</w:t>
            </w:r>
          </w:p>
        </w:tc>
      </w:tr>
      <w:tr w:rsidR="00EA22D5" w:rsidRPr="00F242B8" w14:paraId="0B93EDA9"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DEE9D6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KTPR</w:t>
            </w:r>
          </w:p>
        </w:tc>
        <w:tc>
          <w:tcPr>
            <w:tcW w:w="3750" w:type="pct"/>
            <w:tcBorders>
              <w:bottom w:val="single" w:sz="4" w:space="0" w:color="000000"/>
              <w:right w:val="single" w:sz="4" w:space="0" w:color="000000"/>
            </w:tcBorders>
            <w:shd w:val="clear" w:color="auto" w:fill="auto"/>
            <w:vAlign w:val="center"/>
          </w:tcPr>
          <w:p w14:paraId="361981C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bCs/>
                <w:sz w:val="24"/>
                <w:szCs w:val="24"/>
              </w:rPr>
              <w:t>Lietuvos Respublikos kelių transporto priemonių registras</w:t>
            </w:r>
          </w:p>
        </w:tc>
      </w:tr>
      <w:tr w:rsidR="00A12AF0" w:rsidRPr="00F242B8" w14:paraId="7DAC827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3176A24" w14:textId="1A483450" w:rsidR="00A12AF0" w:rsidRPr="00F242B8" w:rsidRDefault="00A12AF0"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KADIS - 2</w:t>
            </w:r>
          </w:p>
        </w:tc>
        <w:tc>
          <w:tcPr>
            <w:tcW w:w="3750" w:type="pct"/>
            <w:tcBorders>
              <w:bottom w:val="single" w:sz="4" w:space="0" w:color="000000"/>
              <w:right w:val="single" w:sz="4" w:space="0" w:color="000000"/>
            </w:tcBorders>
            <w:shd w:val="clear" w:color="auto" w:fill="auto"/>
            <w:vAlign w:val="center"/>
          </w:tcPr>
          <w:p w14:paraId="044F9FA7" w14:textId="51B9ED59" w:rsidR="00A12AF0" w:rsidRPr="00F242B8" w:rsidRDefault="00A12AF0" w:rsidP="00EA22D5">
            <w:pPr>
              <w:widowControl w:val="0"/>
              <w:spacing w:after="0" w:line="240" w:lineRule="auto"/>
              <w:rPr>
                <w:rFonts w:ascii="Times New Roman" w:hAnsi="Times New Roman" w:cs="Times New Roman"/>
                <w:bCs/>
                <w:sz w:val="24"/>
                <w:szCs w:val="24"/>
              </w:rPr>
            </w:pPr>
            <w:r>
              <w:t>Lietuvos kalėjimų tarnybos informacinė sistema</w:t>
            </w:r>
          </w:p>
        </w:tc>
      </w:tr>
      <w:tr w:rsidR="00EA22D5" w:rsidRPr="00F242B8" w14:paraId="7EAE648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5111B6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LITEKO</w:t>
            </w:r>
          </w:p>
        </w:tc>
        <w:tc>
          <w:tcPr>
            <w:tcW w:w="3750" w:type="pct"/>
            <w:tcBorders>
              <w:bottom w:val="single" w:sz="4" w:space="0" w:color="000000"/>
              <w:right w:val="single" w:sz="4" w:space="0" w:color="000000"/>
            </w:tcBorders>
            <w:shd w:val="clear" w:color="auto" w:fill="auto"/>
            <w:vAlign w:val="center"/>
          </w:tcPr>
          <w:p w14:paraId="3C540772" w14:textId="77777777" w:rsidR="00EA22D5" w:rsidRPr="003C6810" w:rsidRDefault="00EA22D5" w:rsidP="00EA22D5">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Lietuvos teismų informacinė sistema</w:t>
            </w:r>
          </w:p>
        </w:tc>
      </w:tr>
      <w:tr w:rsidR="003C6810" w:rsidRPr="00F242B8" w14:paraId="6F10498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7E31E7C" w14:textId="53039F44" w:rsidR="003C6810" w:rsidRPr="00F242B8" w:rsidRDefault="003C6810" w:rsidP="003C6810">
            <w:pPr>
              <w:widowControl w:val="0"/>
              <w:spacing w:after="0" w:line="240" w:lineRule="auto"/>
              <w:rPr>
                <w:rFonts w:ascii="Times New Roman" w:hAnsi="Times New Roman" w:cs="Times New Roman"/>
                <w:color w:val="000000"/>
                <w:sz w:val="24"/>
                <w:szCs w:val="24"/>
              </w:rPr>
            </w:pPr>
            <w:r w:rsidRPr="003C6810">
              <w:rPr>
                <w:rFonts w:ascii="Times New Roman" w:hAnsi="Times New Roman" w:cs="Times New Roman"/>
                <w:color w:val="000000"/>
                <w:sz w:val="24"/>
                <w:szCs w:val="24"/>
              </w:rPr>
              <w:t>MMR</w:t>
            </w:r>
          </w:p>
        </w:tc>
        <w:tc>
          <w:tcPr>
            <w:tcW w:w="3750" w:type="pct"/>
            <w:tcBorders>
              <w:bottom w:val="single" w:sz="4" w:space="0" w:color="000000"/>
              <w:right w:val="single" w:sz="4" w:space="0" w:color="000000"/>
            </w:tcBorders>
            <w:shd w:val="clear" w:color="auto" w:fill="auto"/>
            <w:vAlign w:val="center"/>
          </w:tcPr>
          <w:p w14:paraId="7F154BF7" w14:textId="4D01CC0B" w:rsidR="003C6810" w:rsidRPr="003C6810" w:rsidRDefault="003C6810" w:rsidP="003C6810">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Mokesčių mokėtojų registras</w:t>
            </w:r>
          </w:p>
        </w:tc>
      </w:tr>
      <w:tr w:rsidR="003C6810" w:rsidRPr="00F242B8" w14:paraId="32388C1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35346CB"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NTA</w:t>
            </w:r>
          </w:p>
        </w:tc>
        <w:tc>
          <w:tcPr>
            <w:tcW w:w="3750" w:type="pct"/>
            <w:tcBorders>
              <w:bottom w:val="single" w:sz="4" w:space="0" w:color="000000"/>
              <w:right w:val="single" w:sz="4" w:space="0" w:color="000000"/>
            </w:tcBorders>
            <w:shd w:val="clear" w:color="auto" w:fill="auto"/>
            <w:vAlign w:val="center"/>
          </w:tcPr>
          <w:p w14:paraId="2CCF929E" w14:textId="77777777" w:rsidR="003C6810" w:rsidRPr="003C6810" w:rsidRDefault="003C6810" w:rsidP="003C6810">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Nacionalinė teismų administracija</w:t>
            </w:r>
          </w:p>
        </w:tc>
      </w:tr>
      <w:tr w:rsidR="003C6810" w:rsidRPr="00F242B8" w14:paraId="6EE6183B"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E6262C2"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NVŽR</w:t>
            </w:r>
          </w:p>
        </w:tc>
        <w:tc>
          <w:tcPr>
            <w:tcW w:w="3750" w:type="pct"/>
            <w:tcBorders>
              <w:bottom w:val="single" w:sz="4" w:space="0" w:color="000000"/>
              <w:right w:val="single" w:sz="4" w:space="0" w:color="000000"/>
            </w:tcBorders>
            <w:shd w:val="clear" w:color="auto" w:fill="auto"/>
            <w:vAlign w:val="center"/>
          </w:tcPr>
          <w:p w14:paraId="5F738C9C" w14:textId="77777777" w:rsidR="003C6810" w:rsidRPr="003C6810" w:rsidRDefault="003C6810" w:rsidP="003C6810">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Nusikalstamų veikų žinybinis registras</w:t>
            </w:r>
          </w:p>
        </w:tc>
      </w:tr>
      <w:tr w:rsidR="003C6810" w:rsidRPr="00F242B8" w14:paraId="401918B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C3C8E4A"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N.SIS </w:t>
            </w:r>
          </w:p>
        </w:tc>
        <w:tc>
          <w:tcPr>
            <w:tcW w:w="3750" w:type="pct"/>
            <w:tcBorders>
              <w:bottom w:val="single" w:sz="4" w:space="0" w:color="000000"/>
              <w:right w:val="single" w:sz="4" w:space="0" w:color="000000"/>
            </w:tcBorders>
            <w:shd w:val="clear" w:color="auto" w:fill="auto"/>
            <w:vAlign w:val="center"/>
          </w:tcPr>
          <w:p w14:paraId="0A2B744B"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nacionalinė Šengeno informacinė sistema</w:t>
            </w:r>
          </w:p>
        </w:tc>
      </w:tr>
      <w:tr w:rsidR="003C6810" w:rsidRPr="00F242B8" w14:paraId="1E22C5F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tcPr>
          <w:p w14:paraId="1DD5280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PAGD</w:t>
            </w:r>
          </w:p>
        </w:tc>
        <w:tc>
          <w:tcPr>
            <w:tcW w:w="3750" w:type="pct"/>
            <w:tcBorders>
              <w:bottom w:val="single" w:sz="4" w:space="0" w:color="000000"/>
              <w:right w:val="single" w:sz="4" w:space="0" w:color="000000"/>
            </w:tcBorders>
            <w:shd w:val="clear" w:color="auto" w:fill="auto"/>
          </w:tcPr>
          <w:p w14:paraId="156D5356"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Priešgaisrinės apsaugos ir gelbėjimo departamentas prie Lietuvos Respublikos vidaus reikalų ministerijos</w:t>
            </w:r>
          </w:p>
        </w:tc>
      </w:tr>
      <w:tr w:rsidR="003C6810" w:rsidRPr="00F242B8" w14:paraId="6AE2801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122C481"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PD</w:t>
            </w:r>
          </w:p>
        </w:tc>
        <w:tc>
          <w:tcPr>
            <w:tcW w:w="3750" w:type="pct"/>
            <w:tcBorders>
              <w:bottom w:val="single" w:sz="4" w:space="0" w:color="000000"/>
              <w:right w:val="single" w:sz="4" w:space="0" w:color="000000"/>
            </w:tcBorders>
            <w:shd w:val="clear" w:color="auto" w:fill="auto"/>
            <w:vAlign w:val="center"/>
          </w:tcPr>
          <w:p w14:paraId="0DD97823"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Policijos departamentas prie Lietuvos Respublikos vidaus reikalų ministerijos</w:t>
            </w:r>
          </w:p>
        </w:tc>
      </w:tr>
      <w:tr w:rsidR="003C6810" w:rsidRPr="00F242B8" w14:paraId="5DB7CB0E"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E583CEF"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PĮ</w:t>
            </w:r>
          </w:p>
        </w:tc>
        <w:tc>
          <w:tcPr>
            <w:tcW w:w="3750" w:type="pct"/>
            <w:tcBorders>
              <w:bottom w:val="single" w:sz="4" w:space="0" w:color="000000"/>
              <w:right w:val="single" w:sz="4" w:space="0" w:color="000000"/>
            </w:tcBorders>
            <w:shd w:val="clear" w:color="auto" w:fill="auto"/>
            <w:vAlign w:val="center"/>
          </w:tcPr>
          <w:p w14:paraId="6A26632E"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Programinė įranga</w:t>
            </w:r>
          </w:p>
        </w:tc>
      </w:tr>
      <w:tr w:rsidR="003C6810" w:rsidRPr="00F242B8" w14:paraId="225ED98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EF5AEC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 Perkančioji organizacija</w:t>
            </w:r>
          </w:p>
        </w:tc>
        <w:tc>
          <w:tcPr>
            <w:tcW w:w="3750" w:type="pct"/>
            <w:tcBorders>
              <w:bottom w:val="single" w:sz="4" w:space="0" w:color="000000"/>
              <w:right w:val="single" w:sz="4" w:space="0" w:color="000000"/>
            </w:tcBorders>
            <w:shd w:val="clear" w:color="auto" w:fill="auto"/>
            <w:vAlign w:val="center"/>
          </w:tcPr>
          <w:p w14:paraId="623EE833"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Informatikos ir ryšių departamentas prie Lietuvos Respublikos vidaus reikalų ministerijos</w:t>
            </w:r>
          </w:p>
        </w:tc>
      </w:tr>
      <w:tr w:rsidR="003C6810" w:rsidRPr="00F242B8" w14:paraId="40CABF5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BCCB4B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PPPTR</w:t>
            </w:r>
          </w:p>
        </w:tc>
        <w:tc>
          <w:tcPr>
            <w:tcW w:w="3750" w:type="pct"/>
            <w:tcBorders>
              <w:bottom w:val="single" w:sz="4" w:space="0" w:color="000000"/>
              <w:right w:val="single" w:sz="4" w:space="0" w:color="000000"/>
            </w:tcBorders>
            <w:shd w:val="clear" w:color="auto" w:fill="auto"/>
            <w:vAlign w:val="center"/>
          </w:tcPr>
          <w:p w14:paraId="673D96B0"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Prevencinių poveikio priemonių taikymo registras</w:t>
            </w:r>
          </w:p>
        </w:tc>
      </w:tr>
      <w:tr w:rsidR="003C6810" w:rsidRPr="00F242B8" w14:paraId="13D6EEF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D1B71E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PRĮR</w:t>
            </w:r>
          </w:p>
        </w:tc>
        <w:tc>
          <w:tcPr>
            <w:tcW w:w="3750" w:type="pct"/>
            <w:tcBorders>
              <w:bottom w:val="single" w:sz="4" w:space="0" w:color="000000"/>
              <w:right w:val="single" w:sz="4" w:space="0" w:color="000000"/>
            </w:tcBorders>
            <w:shd w:val="clear" w:color="auto" w:fill="auto"/>
            <w:vAlign w:val="center"/>
          </w:tcPr>
          <w:p w14:paraId="60ED8A13"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Policijos registruojamų įvykių registras</w:t>
            </w:r>
          </w:p>
        </w:tc>
      </w:tr>
      <w:tr w:rsidR="00442B98" w:rsidRPr="00F242B8" w14:paraId="0857A67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5831D31" w14:textId="2DCE4F35" w:rsidR="00442B98" w:rsidRPr="001376DF" w:rsidRDefault="00442B98" w:rsidP="003C6810">
            <w:pPr>
              <w:widowControl w:val="0"/>
              <w:spacing w:after="0" w:line="240" w:lineRule="auto"/>
              <w:rPr>
                <w:rFonts w:ascii="Times New Roman" w:hAnsi="Times New Roman" w:cs="Times New Roman"/>
                <w:color w:val="000000"/>
                <w:sz w:val="24"/>
                <w:szCs w:val="24"/>
                <w:highlight w:val="yellow"/>
              </w:rPr>
            </w:pPr>
            <w:r w:rsidRPr="00FB4CA9">
              <w:rPr>
                <w:rFonts w:ascii="Times New Roman" w:hAnsi="Times New Roman" w:cs="Times New Roman"/>
                <w:szCs w:val="24"/>
              </w:rPr>
              <w:t>Projektas</w:t>
            </w:r>
          </w:p>
        </w:tc>
        <w:tc>
          <w:tcPr>
            <w:tcW w:w="3750" w:type="pct"/>
            <w:tcBorders>
              <w:bottom w:val="single" w:sz="4" w:space="0" w:color="000000"/>
              <w:right w:val="single" w:sz="4" w:space="0" w:color="000000"/>
            </w:tcBorders>
            <w:shd w:val="clear" w:color="auto" w:fill="auto"/>
            <w:vAlign w:val="center"/>
          </w:tcPr>
          <w:p w14:paraId="2203D6E4" w14:textId="53C8DDEA" w:rsidR="00442B98" w:rsidRPr="001376DF" w:rsidRDefault="00682E97" w:rsidP="003C6810">
            <w:pPr>
              <w:widowControl w:val="0"/>
              <w:spacing w:after="0" w:line="240" w:lineRule="auto"/>
              <w:rPr>
                <w:rFonts w:ascii="Times New Roman" w:hAnsi="Times New Roman" w:cs="Times New Roman"/>
                <w:color w:val="000000"/>
                <w:sz w:val="24"/>
                <w:szCs w:val="24"/>
                <w:highlight w:val="yellow"/>
              </w:rPr>
            </w:pPr>
            <w:r w:rsidRPr="00E465B0">
              <w:rPr>
                <w:rFonts w:ascii="Times New Roman" w:hAnsi="Times New Roman" w:cs="Times New Roman"/>
                <w:sz w:val="24"/>
                <w:szCs w:val="24"/>
              </w:rPr>
              <w:t>Lietuvos kalėjimų tarnybos įgyvendinam</w:t>
            </w:r>
            <w:r>
              <w:rPr>
                <w:rFonts w:ascii="Times New Roman" w:hAnsi="Times New Roman" w:cs="Times New Roman"/>
                <w:sz w:val="24"/>
                <w:szCs w:val="24"/>
              </w:rPr>
              <w:t>as</w:t>
            </w:r>
            <w:r w:rsidRPr="00E465B0">
              <w:rPr>
                <w:rFonts w:ascii="Times New Roman" w:hAnsi="Times New Roman" w:cs="Times New Roman"/>
                <w:sz w:val="24"/>
                <w:szCs w:val="24"/>
              </w:rPr>
              <w:t xml:space="preserve"> projekt</w:t>
            </w:r>
            <w:r>
              <w:rPr>
                <w:rFonts w:ascii="Times New Roman" w:hAnsi="Times New Roman" w:cs="Times New Roman"/>
                <w:sz w:val="24"/>
                <w:szCs w:val="24"/>
              </w:rPr>
              <w:t>as</w:t>
            </w:r>
            <w:r w:rsidRPr="00E465B0">
              <w:rPr>
                <w:rFonts w:ascii="Times New Roman" w:hAnsi="Times New Roman" w:cs="Times New Roman"/>
                <w:sz w:val="24"/>
                <w:szCs w:val="24"/>
              </w:rPr>
              <w:t xml:space="preserve"> Nr. 02-088-P-0005 „Bausmių vykdymo sistemos elektroninių paslaugų skaitmeninio sprendimo sukūrimas“</w:t>
            </w:r>
            <w:r>
              <w:rPr>
                <w:rFonts w:ascii="Times New Roman" w:hAnsi="Times New Roman" w:cs="Times New Roman"/>
                <w:sz w:val="24"/>
                <w:szCs w:val="24"/>
              </w:rPr>
              <w:t xml:space="preserve">, </w:t>
            </w:r>
            <w:r w:rsidRPr="00E465B0">
              <w:rPr>
                <w:rFonts w:ascii="Times New Roman" w:hAnsi="Times New Roman" w:cs="Times New Roman"/>
                <w:sz w:val="24"/>
                <w:szCs w:val="24"/>
              </w:rPr>
              <w:t>finansuojama</w:t>
            </w:r>
            <w:r>
              <w:rPr>
                <w:rFonts w:ascii="Times New Roman" w:hAnsi="Times New Roman" w:cs="Times New Roman"/>
                <w:sz w:val="24"/>
                <w:szCs w:val="24"/>
              </w:rPr>
              <w:t>s</w:t>
            </w:r>
            <w:r w:rsidRPr="00E465B0">
              <w:rPr>
                <w:rFonts w:ascii="Times New Roman" w:hAnsi="Times New Roman" w:cs="Times New Roman"/>
                <w:sz w:val="24"/>
                <w:szCs w:val="24"/>
              </w:rPr>
              <w:t xml:space="preserve"> 2021‒2027 metų Europos Sąjungos fondų ir Ekonomikos gaivinimo ir atsparumo didinimo priemonės lėšomis ir Lietuvos Respublikos valstybės biudžeto lėšomis</w:t>
            </w:r>
          </w:p>
        </w:tc>
      </w:tr>
      <w:tr w:rsidR="003C6810" w:rsidRPr="00F242B8" w14:paraId="52837A47"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79A616F"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Rekomendacijos</w:t>
            </w:r>
          </w:p>
        </w:tc>
        <w:tc>
          <w:tcPr>
            <w:tcW w:w="3750" w:type="pct"/>
            <w:tcBorders>
              <w:bottom w:val="single" w:sz="4" w:space="0" w:color="000000"/>
              <w:right w:val="single" w:sz="4" w:space="0" w:color="000000"/>
            </w:tcBorders>
            <w:shd w:val="clear" w:color="auto" w:fill="auto"/>
            <w:vAlign w:val="center"/>
          </w:tcPr>
          <w:p w14:paraId="3898A1C9" w14:textId="3D2D3061"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generalinio prokuroro patvirtintos rekomendacijos</w:t>
            </w:r>
          </w:p>
        </w:tc>
      </w:tr>
      <w:tr w:rsidR="00442B98" w:rsidRPr="00F242B8" w14:paraId="1402AB2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C74FC7B" w14:textId="57760607" w:rsidR="00442B98" w:rsidRPr="00F242B8" w:rsidRDefault="00442B98" w:rsidP="00442B98">
            <w:pPr>
              <w:widowControl w:val="0"/>
              <w:spacing w:after="0" w:line="240" w:lineRule="auto"/>
              <w:rPr>
                <w:rFonts w:ascii="Times New Roman" w:hAnsi="Times New Roman" w:cs="Times New Roman"/>
                <w:color w:val="000000"/>
                <w:sz w:val="24"/>
                <w:szCs w:val="24"/>
              </w:rPr>
            </w:pPr>
            <w:r w:rsidRPr="001376DF">
              <w:rPr>
                <w:rFonts w:ascii="Times New Roman" w:hAnsi="Times New Roman" w:cs="Times New Roman"/>
                <w:color w:val="000000"/>
                <w:sz w:val="24"/>
                <w:szCs w:val="24"/>
              </w:rPr>
              <w:t>SODRA</w:t>
            </w:r>
          </w:p>
        </w:tc>
        <w:tc>
          <w:tcPr>
            <w:tcW w:w="3750" w:type="pct"/>
            <w:tcBorders>
              <w:bottom w:val="single" w:sz="4" w:space="0" w:color="000000"/>
              <w:right w:val="single" w:sz="4" w:space="0" w:color="000000"/>
            </w:tcBorders>
            <w:shd w:val="clear" w:color="auto" w:fill="auto"/>
            <w:vAlign w:val="center"/>
          </w:tcPr>
          <w:p w14:paraId="0F06D414" w14:textId="65D22491" w:rsidR="00442B98" w:rsidRPr="00F242B8" w:rsidRDefault="00442B98" w:rsidP="00442B98">
            <w:pPr>
              <w:widowControl w:val="0"/>
              <w:spacing w:after="0" w:line="240" w:lineRule="auto"/>
              <w:rPr>
                <w:rFonts w:ascii="Times New Roman" w:hAnsi="Times New Roman" w:cs="Times New Roman"/>
                <w:color w:val="000000"/>
                <w:sz w:val="24"/>
                <w:szCs w:val="24"/>
              </w:rPr>
            </w:pPr>
            <w:r w:rsidRPr="00442B98">
              <w:rPr>
                <w:rFonts w:ascii="Times New Roman" w:hAnsi="Times New Roman" w:cs="Times New Roman"/>
                <w:color w:val="000000"/>
                <w:sz w:val="24"/>
                <w:szCs w:val="24"/>
              </w:rPr>
              <w:t>Valstybinio socialinio draudimo fondo valdybos prie Socialinės apsaugos ir darbo ministerijos informacinė sistema</w:t>
            </w:r>
          </w:p>
        </w:tc>
      </w:tr>
      <w:tr w:rsidR="00442B98" w:rsidRPr="00F242B8" w14:paraId="5DBCE4DC"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8F6E2F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lastRenderedPageBreak/>
              <w:t>STT</w:t>
            </w:r>
          </w:p>
        </w:tc>
        <w:tc>
          <w:tcPr>
            <w:tcW w:w="3750" w:type="pct"/>
            <w:tcBorders>
              <w:bottom w:val="single" w:sz="4" w:space="0" w:color="000000"/>
              <w:right w:val="single" w:sz="4" w:space="0" w:color="000000"/>
            </w:tcBorders>
            <w:shd w:val="clear" w:color="auto" w:fill="auto"/>
            <w:vAlign w:val="center"/>
          </w:tcPr>
          <w:p w14:paraId="526DEA28"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 xml:space="preserve">Lietuvos Respublikos </w:t>
            </w:r>
            <w:r w:rsidRPr="00F242B8">
              <w:rPr>
                <w:rFonts w:ascii="Times New Roman" w:hAnsi="Times New Roman" w:cs="Times New Roman"/>
                <w:color w:val="000000"/>
                <w:sz w:val="24"/>
                <w:szCs w:val="24"/>
              </w:rPr>
              <w:t>specialiųjų tyrimų tarnyba</w:t>
            </w:r>
          </w:p>
        </w:tc>
      </w:tr>
      <w:tr w:rsidR="00442B98" w:rsidRPr="00F242B8" w14:paraId="738093D7"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2A4AE14"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TAAR</w:t>
            </w:r>
          </w:p>
        </w:tc>
        <w:tc>
          <w:tcPr>
            <w:tcW w:w="3750" w:type="pct"/>
            <w:tcBorders>
              <w:bottom w:val="single" w:sz="4" w:space="0" w:color="000000"/>
              <w:right w:val="single" w:sz="4" w:space="0" w:color="000000"/>
            </w:tcBorders>
            <w:shd w:val="clear" w:color="auto" w:fill="auto"/>
            <w:vAlign w:val="center"/>
          </w:tcPr>
          <w:p w14:paraId="72B70D2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Turto arešto aktų registras</w:t>
            </w:r>
          </w:p>
        </w:tc>
      </w:tr>
      <w:tr w:rsidR="00442B98" w:rsidRPr="00F242B8" w14:paraId="3B68810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6B496EB"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TEISIS</w:t>
            </w:r>
          </w:p>
        </w:tc>
        <w:tc>
          <w:tcPr>
            <w:tcW w:w="3750" w:type="pct"/>
            <w:tcBorders>
              <w:bottom w:val="single" w:sz="4" w:space="0" w:color="000000"/>
              <w:right w:val="single" w:sz="4" w:space="0" w:color="000000"/>
            </w:tcBorders>
            <w:shd w:val="clear" w:color="auto" w:fill="auto"/>
            <w:vAlign w:val="center"/>
          </w:tcPr>
          <w:p w14:paraId="790E79ED"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Teisinės pagalbos paslaugų informacinė sistema</w:t>
            </w:r>
          </w:p>
        </w:tc>
      </w:tr>
      <w:tr w:rsidR="00442B98" w:rsidRPr="00F242B8" w14:paraId="64B3DAC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32A637A"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Teikėjas</w:t>
            </w:r>
          </w:p>
        </w:tc>
        <w:tc>
          <w:tcPr>
            <w:tcW w:w="3750" w:type="pct"/>
            <w:tcBorders>
              <w:bottom w:val="single" w:sz="4" w:space="0" w:color="000000"/>
              <w:right w:val="single" w:sz="4" w:space="0" w:color="000000"/>
            </w:tcBorders>
            <w:shd w:val="clear" w:color="auto" w:fill="auto"/>
            <w:vAlign w:val="center"/>
          </w:tcPr>
          <w:p w14:paraId="7C36FDCF" w14:textId="2A61BFFB"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Organizacija, kuri teiks IBPS programinės įrangos priežiūros </w:t>
            </w:r>
            <w:r w:rsidR="005B473E">
              <w:rPr>
                <w:rFonts w:ascii="Times New Roman" w:hAnsi="Times New Roman" w:cs="Times New Roman"/>
                <w:color w:val="000000"/>
                <w:sz w:val="24"/>
                <w:szCs w:val="24"/>
              </w:rPr>
              <w:t xml:space="preserve">ir modernizavimo </w:t>
            </w:r>
            <w:r w:rsidRPr="00F242B8">
              <w:rPr>
                <w:rFonts w:ascii="Times New Roman" w:hAnsi="Times New Roman" w:cs="Times New Roman"/>
                <w:color w:val="000000"/>
                <w:sz w:val="24"/>
                <w:szCs w:val="24"/>
              </w:rPr>
              <w:t>paslaugas</w:t>
            </w:r>
          </w:p>
        </w:tc>
      </w:tr>
      <w:tr w:rsidR="00C93A9F" w:rsidRPr="00F242B8" w14:paraId="6380F313" w14:textId="77777777" w:rsidTr="001376DF">
        <w:trPr>
          <w:trHeight w:val="20"/>
        </w:trPr>
        <w:tc>
          <w:tcPr>
            <w:tcW w:w="1250" w:type="pct"/>
            <w:tcBorders>
              <w:left w:val="single" w:sz="4" w:space="0" w:color="000000"/>
              <w:bottom w:val="single" w:sz="4" w:space="0" w:color="000000"/>
              <w:right w:val="single" w:sz="4" w:space="0" w:color="000000"/>
            </w:tcBorders>
            <w:shd w:val="clear" w:color="auto" w:fill="auto"/>
          </w:tcPr>
          <w:p w14:paraId="0AD28C8D" w14:textId="62596097" w:rsidR="00C93A9F" w:rsidRPr="00F242B8" w:rsidRDefault="00C93A9F" w:rsidP="00C93A9F">
            <w:pPr>
              <w:widowControl w:val="0"/>
              <w:spacing w:after="0" w:line="240" w:lineRule="auto"/>
              <w:rPr>
                <w:rFonts w:ascii="Times New Roman" w:hAnsi="Times New Roman" w:cs="Times New Roman"/>
                <w:color w:val="000000"/>
                <w:sz w:val="24"/>
                <w:szCs w:val="24"/>
              </w:rPr>
            </w:pPr>
            <w:r w:rsidRPr="000919DB">
              <w:rPr>
                <w:rFonts w:ascii="Times New Roman" w:hAnsi="Times New Roman" w:cs="Times New Roman"/>
                <w:sz w:val="24"/>
                <w:szCs w:val="24"/>
              </w:rPr>
              <w:t xml:space="preserve">TSMPR </w:t>
            </w:r>
          </w:p>
        </w:tc>
        <w:tc>
          <w:tcPr>
            <w:tcW w:w="3750" w:type="pct"/>
            <w:tcBorders>
              <w:bottom w:val="single" w:sz="4" w:space="0" w:color="000000"/>
              <w:right w:val="single" w:sz="4" w:space="0" w:color="000000"/>
            </w:tcBorders>
            <w:shd w:val="clear" w:color="auto" w:fill="auto"/>
          </w:tcPr>
          <w:p w14:paraId="4A66C42E" w14:textId="70F3596D" w:rsidR="00C93A9F" w:rsidRPr="00F242B8" w:rsidRDefault="00C93A9F" w:rsidP="00C93A9F">
            <w:pPr>
              <w:widowControl w:val="0"/>
              <w:spacing w:after="0" w:line="240" w:lineRule="auto"/>
              <w:rPr>
                <w:rFonts w:ascii="Times New Roman" w:hAnsi="Times New Roman" w:cs="Times New Roman"/>
                <w:color w:val="000000"/>
                <w:sz w:val="24"/>
                <w:szCs w:val="24"/>
              </w:rPr>
            </w:pPr>
            <w:r w:rsidRPr="000919DB">
              <w:rPr>
                <w:rFonts w:ascii="Times New Roman" w:hAnsi="Times New Roman" w:cs="Times New Roman"/>
                <w:sz w:val="24"/>
                <w:szCs w:val="24"/>
              </w:rPr>
              <w:t>Lietuvos Respublikos traktorių, savaeigių ir žemės ūkio mašinų ir jų priekabų registras</w:t>
            </w:r>
          </w:p>
        </w:tc>
      </w:tr>
      <w:tr w:rsidR="00442B98" w:rsidRPr="00F242B8" w14:paraId="4102B06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2DC990C"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UR</w:t>
            </w:r>
          </w:p>
        </w:tc>
        <w:tc>
          <w:tcPr>
            <w:tcW w:w="3750" w:type="pct"/>
            <w:tcBorders>
              <w:bottom w:val="single" w:sz="4" w:space="0" w:color="000000"/>
              <w:right w:val="single" w:sz="4" w:space="0" w:color="000000"/>
            </w:tcBorders>
            <w:shd w:val="clear" w:color="auto" w:fill="auto"/>
            <w:vAlign w:val="center"/>
          </w:tcPr>
          <w:p w14:paraId="43E84743"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Užsieniečių registras</w:t>
            </w:r>
          </w:p>
        </w:tc>
      </w:tr>
      <w:tr w:rsidR="00442B98" w:rsidRPr="00F242B8" w14:paraId="73C59AB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F354751" w14:textId="21FA3032"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VRI</w:t>
            </w:r>
            <w:r>
              <w:rPr>
                <w:rFonts w:ascii="Times New Roman" w:hAnsi="Times New Roman" w:cs="Times New Roman"/>
                <w:color w:val="000000"/>
                <w:sz w:val="24"/>
                <w:szCs w:val="24"/>
              </w:rPr>
              <w:t>P</w:t>
            </w:r>
          </w:p>
        </w:tc>
        <w:tc>
          <w:tcPr>
            <w:tcW w:w="3750" w:type="pct"/>
            <w:tcBorders>
              <w:bottom w:val="single" w:sz="4" w:space="0" w:color="000000"/>
              <w:right w:val="single" w:sz="4" w:space="0" w:color="000000"/>
            </w:tcBorders>
            <w:shd w:val="clear" w:color="auto" w:fill="auto"/>
            <w:vAlign w:val="center"/>
          </w:tcPr>
          <w:p w14:paraId="59FDAC3E" w14:textId="37FC0550" w:rsidR="00442B98" w:rsidRPr="00073C1F" w:rsidRDefault="00442B98" w:rsidP="00442B98">
            <w:pPr>
              <w:widowControl w:val="0"/>
              <w:spacing w:after="0" w:line="240" w:lineRule="auto"/>
              <w:rPr>
                <w:rFonts w:ascii="Times New Roman" w:hAnsi="Times New Roman" w:cs="Times New Roman"/>
                <w:color w:val="000000"/>
                <w:sz w:val="24"/>
                <w:szCs w:val="24"/>
              </w:rPr>
            </w:pPr>
            <w:r w:rsidRPr="00073C1F">
              <w:rPr>
                <w:rFonts w:ascii="Times New Roman" w:hAnsi="Times New Roman" w:cs="Times New Roman"/>
                <w:sz w:val="24"/>
                <w:szCs w:val="24"/>
              </w:rPr>
              <w:t>Vidaus reikalų integracinės platforma</w:t>
            </w:r>
          </w:p>
        </w:tc>
      </w:tr>
      <w:tr w:rsidR="00442B98" w:rsidRPr="00F242B8" w14:paraId="73951D50"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77BD6B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VRM</w:t>
            </w:r>
          </w:p>
        </w:tc>
        <w:tc>
          <w:tcPr>
            <w:tcW w:w="3750" w:type="pct"/>
            <w:tcBorders>
              <w:bottom w:val="single" w:sz="4" w:space="0" w:color="000000"/>
              <w:right w:val="single" w:sz="4" w:space="0" w:color="000000"/>
            </w:tcBorders>
            <w:shd w:val="clear" w:color="auto" w:fill="auto"/>
            <w:vAlign w:val="center"/>
          </w:tcPr>
          <w:p w14:paraId="04E8D73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vidaus reikalų ministerija</w:t>
            </w:r>
          </w:p>
        </w:tc>
      </w:tr>
      <w:tr w:rsidR="00442B98" w:rsidRPr="00F242B8" w14:paraId="4C413E09"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0224A56" w14:textId="2FF6319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VSAT</w:t>
            </w:r>
          </w:p>
        </w:tc>
        <w:tc>
          <w:tcPr>
            <w:tcW w:w="3750" w:type="pct"/>
            <w:tcBorders>
              <w:bottom w:val="single" w:sz="4" w:space="0" w:color="000000"/>
              <w:right w:val="single" w:sz="4" w:space="0" w:color="000000"/>
            </w:tcBorders>
            <w:shd w:val="clear" w:color="auto" w:fill="auto"/>
            <w:vAlign w:val="center"/>
          </w:tcPr>
          <w:p w14:paraId="1E8AC200" w14:textId="7DD72D51"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Valstybės sienos apsaugos tarnyba prie Lietuvos Respublikos vidaus reikalų ministerijos</w:t>
            </w:r>
          </w:p>
        </w:tc>
      </w:tr>
    </w:tbl>
    <w:p w14:paraId="0CAF8C9D" w14:textId="77777777" w:rsidR="00EA22D5" w:rsidRPr="00624567" w:rsidRDefault="00EA22D5" w:rsidP="00624567">
      <w:pPr>
        <w:pStyle w:val="Sraopastraipa"/>
        <w:tabs>
          <w:tab w:val="center" w:pos="0"/>
        </w:tabs>
        <w:spacing w:after="0" w:line="240" w:lineRule="auto"/>
        <w:ind w:left="0"/>
        <w:rPr>
          <w:rFonts w:ascii="Times New Roman" w:eastAsia="Times New Roman" w:hAnsi="Times New Roman" w:cs="Times New Roman"/>
          <w:sz w:val="24"/>
          <w:szCs w:val="24"/>
        </w:rPr>
      </w:pPr>
    </w:p>
    <w:p w14:paraId="45B20AD2" w14:textId="039F7DF5" w:rsidR="00EA22D5" w:rsidRPr="00624567" w:rsidRDefault="00D47622" w:rsidP="005405E9">
      <w:pPr>
        <w:tabs>
          <w:tab w:val="center" w:pos="0"/>
        </w:tabs>
        <w:suppressAutoHyphens/>
        <w:spacing w:after="0" w:line="240" w:lineRule="auto"/>
        <w:ind w:firstLine="567"/>
        <w:rPr>
          <w:rFonts w:ascii="Times New Roman" w:hAnsi="Times New Roman" w:cs="Times New Roman"/>
          <w:b/>
          <w:sz w:val="24"/>
          <w:szCs w:val="24"/>
        </w:rPr>
      </w:pPr>
      <w:r w:rsidRPr="00624567">
        <w:rPr>
          <w:rFonts w:ascii="Times New Roman" w:hAnsi="Times New Roman" w:cs="Times New Roman"/>
          <w:b/>
          <w:sz w:val="24"/>
          <w:szCs w:val="24"/>
        </w:rPr>
        <w:t xml:space="preserve">1.3. </w:t>
      </w:r>
      <w:r w:rsidR="00073C1F" w:rsidRPr="00624567">
        <w:rPr>
          <w:rFonts w:ascii="Times New Roman" w:hAnsi="Times New Roman" w:cs="Times New Roman"/>
          <w:b/>
          <w:sz w:val="24"/>
          <w:szCs w:val="24"/>
        </w:rPr>
        <w:t>BENDRA INFORMACIJA</w:t>
      </w:r>
    </w:p>
    <w:p w14:paraId="2C854389" w14:textId="7CA806BC" w:rsidR="00624567" w:rsidRPr="00624567" w:rsidRDefault="00624567" w:rsidP="005405E9">
      <w:pPr>
        <w:tabs>
          <w:tab w:val="center" w:pos="0"/>
        </w:tabs>
        <w:spacing w:after="0" w:line="240" w:lineRule="atLeast"/>
        <w:ind w:firstLine="567"/>
        <w:rPr>
          <w:rFonts w:ascii="Times New Roman" w:hAnsi="Times New Roman" w:cs="Times New Roman"/>
          <w:sz w:val="24"/>
          <w:szCs w:val="24"/>
        </w:rPr>
      </w:pPr>
      <w:r w:rsidRPr="00624567">
        <w:rPr>
          <w:rFonts w:ascii="Times New Roman" w:hAnsi="Times New Roman" w:cs="Times New Roman"/>
          <w:sz w:val="24"/>
          <w:szCs w:val="24"/>
        </w:rPr>
        <w:t>Baudžiamasis procesas yra griežtai formalizuotas procesas, kurį reglamentuoja BPK. Baudžiamasis procesas, daugiausia ikiteisminio tyrimo stadija, taip pat turi būti organizuojama remiantis Lietuvos Respublikos generalinio prokuroro rekomendacijomis. Baudžiamąjį procesą sudaro šios stadijos: ikiteisminis tyrimas, bylų procesas pirmosios instancijos teisme, bylų procesas apeliacinės instancijos teisme, nuosprendžio ir nutarties vykdymas, bylų procesas kasacinės instancijos teisme. Taigi, nuo nusikalstamos veikos požymių nustatymo (ikiteisminio tyrimo pradžia) iki įsiteisėjusio apkaltinamojo teismo nuosprendžio įvykdymo baudžiamasis procesas pereina visas savo BPK numatytas stadijas. Tačiau baudžiamasis procesas gali pasibaigti ir ankstesnėse stadijose, pavyzdžiui, nutraukus ikiteisminį tyrimą BPK įtvirtintais pagrindais, pirmosios ar apeliacinės instancijos teisme priėmus išteisinamąjį nuosprendį, kuris įsiteisėja ir kt. Baudžiamasis procesas yra ilgas ir sudėtingas procesas, kadangi jame dalyvauja daug proceso dalyvių, egzistuoja daug proceso alternatyvų ir eigos scenarijų priklausomai nuo priimtų procesinių sprendimų. Proceso tolimesnė eiga priklauso nuo kiekviename žingsnyje priimtų sprendimų, kurių alternatyvų yra pakankamai daug, taigi detaliai apibrėžti baudžiamojo proceso eigą ir žingsnius kiekvienu atveju yra pakankamai sudėtinga.</w:t>
      </w:r>
    </w:p>
    <w:p w14:paraId="0F7CA069" w14:textId="43245367" w:rsidR="00624567" w:rsidRPr="00624567" w:rsidRDefault="00624567" w:rsidP="005405E9">
      <w:pPr>
        <w:tabs>
          <w:tab w:val="center" w:pos="0"/>
        </w:tabs>
        <w:spacing w:after="0" w:line="240" w:lineRule="atLeast"/>
        <w:ind w:firstLine="567"/>
        <w:rPr>
          <w:rFonts w:ascii="Times New Roman" w:hAnsi="Times New Roman" w:cs="Times New Roman"/>
          <w:sz w:val="24"/>
          <w:szCs w:val="24"/>
        </w:rPr>
      </w:pPr>
      <w:r w:rsidRPr="00624567">
        <w:rPr>
          <w:rFonts w:ascii="Times New Roman" w:hAnsi="Times New Roman" w:cs="Times New Roman"/>
          <w:sz w:val="24"/>
          <w:szCs w:val="24"/>
        </w:rPr>
        <w:t>Pagal BPK ikiteisminis tyrimas prokuroro ar ikiteisminio tyrimo įstaigos pareigūno sprendimu pradedamas gavus skundą, pareiškimą ar pranešimą apie nusikalstamą veiką. Tyrimas pradedamas ir tuomet, jeigu prokuroras ar ikiteisminio tyrimo įstaigos pareigūnas pats nustato nusikalstamos veikos požymius ir surašo dėl to tarnybinį pranešimą. Ikiteisminį tyrimą organizuoja ir jam vadovauja prokuroras, o tyrimą atlieka ikiteisminio tyrimo pareigūnai. Pagal BPK 165 straipsnį pagrindinė ikiteisminio tyrimo įstaiga yra policija. Be policijos, kitos ikiteisminį tyrimą galinčios atlikti įstaigos yra VSAT, STT, Lietuvos kariuomenės Karo policija, FNTT, Muitinės kriminalinė tarnyba, PAGD. Ikiteisminį tyrimą taip pat atlieka esančių tolimajame plaukiojime jūros laivų kapitonai ir Lietuvos kalėjimų tarnybos direktorius arba jo įgalioti bausmių vykdymo sistemos  pareigūnai. Pažymėtina, kad ikiteisminio tyrimo pareigūnas, atliekantis ikiteisminį tyrimą, bei tyrimą kontroliuojantis ir organizuojantis prokuroras, vykdydamas pareigą atskleisti nusikalstamą veiką, privalo pagal savo kompetenciją imtis visų BPK ir kituose įstatymuose numatytų priemonių ir per trumpiausią laiką atlikti tyrimą bei atskleisti nusikalstamą veiką. Šios pareigos vykdymas tiesiogiai susijęs su BPK ir Rekomendacijose reglamentuota baudžiamojo proceso veiksmų atlikimo ir procesinių prievartos priemonių taikymo tvarka ir vadovaujantis šių teisės aktų normomis IBPS realizuotas ikiteisminio tyrimo atlikimo, organizavimo ir kontrolės funkcionalumas. 2016 m. pradėta naudoti IBPS, kurios  paskirtis – kompiuterizuoti ir automatizuoti baudžiamojo proceso veiksmus ir procedūras, užtikrinti baudžiamojo proceso visapusišką informacinį aprūpinimą, kaupti, valdyti ir teikti su baudžiamuoju procesu susijusią informaciją bei teisinę įrodomąją galią turinčius el. dokumentus, keistis baudžiamojo proceso informacija ir teisinę įrodomąją galią turinčiais el. dokumentais nacionalinėms teisėsaugos institucijoms skatinant ir plėtojant teisėsaugos ir kitų institucijų bendradarbiavimą, tarpusavio supratimą, šių institucijų veiksmų koordinavimą.</w:t>
      </w:r>
    </w:p>
    <w:p w14:paraId="3B22941E" w14:textId="55E1733B" w:rsidR="00624567" w:rsidRPr="00624567" w:rsidRDefault="00624567" w:rsidP="00042814">
      <w:pPr>
        <w:tabs>
          <w:tab w:val="center" w:pos="0"/>
        </w:tabs>
        <w:spacing w:after="0" w:line="240" w:lineRule="atLeast"/>
        <w:ind w:firstLine="567"/>
        <w:rPr>
          <w:rFonts w:ascii="Times New Roman" w:hAnsi="Times New Roman" w:cs="Times New Roman"/>
          <w:sz w:val="24"/>
          <w:szCs w:val="24"/>
        </w:rPr>
      </w:pPr>
      <w:r w:rsidRPr="00624567">
        <w:rPr>
          <w:rFonts w:ascii="Times New Roman" w:hAnsi="Times New Roman" w:cs="Times New Roman"/>
          <w:sz w:val="24"/>
          <w:szCs w:val="24"/>
        </w:rPr>
        <w:lastRenderedPageBreak/>
        <w:t xml:space="preserve">IBPS realizuotas tarptautinės teisinės pagalbos modulis, sudarantis galimybę specializuotam prokurorui (Generalinės prokuratūros ar apygardos prokuratūros prokurorui, besispecializuojančiam tarptautinio susižinojimo baudžiamosiose bylose srityje), tyrimą organizuojančiam ir kontroliuojančiam prokurorui bei ikiteisminio tyrimo pareigūnui atlikti proceso veiksmus, susijusius su tarptautinės teisinės pagalbos vykdymu (Europos tyrimo orderio, Europos arešto orderio bei Teisinės pagalbos prašymo parengimu, išsiuntimu </w:t>
      </w:r>
      <w:r w:rsidRPr="00624567">
        <w:rPr>
          <w:rFonts w:ascii="Times New Roman" w:eastAsia="Times New Roman" w:hAnsi="Times New Roman" w:cs="Times New Roman"/>
          <w:sz w:val="24"/>
          <w:szCs w:val="24"/>
          <w:lang w:eastAsia="lt-LT"/>
        </w:rPr>
        <w:t>iš Lietuvos į ES valstybes ir  gavimu iš ES valstybių į Lietuvą įvairiais būdais (paprastu paštu, elektroniniu paštu, faksu ir kt.)</w:t>
      </w:r>
      <w:r w:rsidRPr="00624567">
        <w:rPr>
          <w:rFonts w:ascii="Times New Roman" w:hAnsi="Times New Roman" w:cs="Times New Roman"/>
          <w:sz w:val="24"/>
          <w:szCs w:val="24"/>
        </w:rPr>
        <w:t xml:space="preserve"> bei jų vykdymu). Visas tarptautinės teisinės pagalbos modulio procesas realizuotas, vadovaujantis BPK, bei kitomis nacionalinės ir tarptautinės teisės aktų nuostatomis. </w:t>
      </w:r>
      <w:r w:rsidRPr="00624567">
        <w:rPr>
          <w:rFonts w:ascii="Times New Roman" w:hAnsi="Times New Roman" w:cs="Times New Roman"/>
          <w:spacing w:val="6"/>
          <w:sz w:val="24"/>
          <w:szCs w:val="24"/>
        </w:rPr>
        <w:t xml:space="preserve">Taip pat IBPS realizuotas funkcionalumas, susijęs su Europos prokuratūros, atsakingos už Europos Sąjungos finansiniams interesams kenkiančių nusikaltimų tyrimą, baudžiamąjį persekiojimą ir bylų perdavimą į teismą, tai yra, </w:t>
      </w:r>
      <w:r w:rsidRPr="00624567">
        <w:rPr>
          <w:rFonts w:ascii="Times New Roman" w:hAnsi="Times New Roman" w:cs="Times New Roman"/>
          <w:sz w:val="24"/>
          <w:szCs w:val="24"/>
          <w:lang w:eastAsia="lt-LT"/>
        </w:rPr>
        <w:t>Europos prokuratūra pagal savo kompetenciją dalyvauja baudžiamajame procese per Lietuvos Respublikos teritorijoje veikiančius Europos deleguotąjį prokurorą ir Europos prokurorą.</w:t>
      </w:r>
    </w:p>
    <w:p w14:paraId="389910AD" w14:textId="180129DD" w:rsidR="00624567" w:rsidRPr="00624567" w:rsidRDefault="00442B98" w:rsidP="008F1A25">
      <w:pPr>
        <w:tabs>
          <w:tab w:val="center" w:pos="0"/>
          <w:tab w:val="right" w:pos="9808"/>
        </w:tabs>
        <w:spacing w:after="0" w:line="240" w:lineRule="atLeast"/>
        <w:ind w:firstLine="567"/>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ab/>
      </w:r>
      <w:r w:rsidR="00624567" w:rsidRPr="00624567">
        <w:rPr>
          <w:rFonts w:ascii="Times New Roman" w:hAnsi="Times New Roman" w:cs="Times New Roman"/>
          <w:sz w:val="24"/>
          <w:szCs w:val="24"/>
          <w:lang w:eastAsia="lt-LT"/>
        </w:rPr>
        <w:t xml:space="preserve">IBPS realizuotas funkcionalumas, sudarantis galimybę </w:t>
      </w:r>
      <w:r w:rsidR="00624567" w:rsidRPr="00624567">
        <w:rPr>
          <w:rFonts w:ascii="Times New Roman" w:hAnsi="Times New Roman" w:cs="Times New Roman"/>
          <w:sz w:val="24"/>
          <w:szCs w:val="24"/>
        </w:rPr>
        <w:t xml:space="preserve">ikiteisminio tyrimo pareigūnui atliekančiam ikiteisminį tyrimą, bei tyrimą kontroliuojančiam ir organizuojančiam prokurorui IBPS priemonėmis teikti </w:t>
      </w:r>
      <w:r w:rsidR="00624567" w:rsidRPr="00624567">
        <w:rPr>
          <w:rFonts w:ascii="Times New Roman" w:hAnsi="Times New Roman" w:cs="Times New Roman"/>
          <w:sz w:val="24"/>
          <w:szCs w:val="24"/>
          <w:lang w:eastAsia="lt-LT"/>
        </w:rPr>
        <w:t>baudžiamojo proceso dalyviams elektronines paslaugas ir kaupti baudžiamojo proceso dalyviams suteiktų elektroninių paslaugų ir gautus iš baudžiamojo proceso dalyvių duomenis ir informaciją. Sukurtame Elektroninių paslaugų portale (toliau – EPP)</w:t>
      </w:r>
      <w:r w:rsidR="00624567" w:rsidRPr="00624567">
        <w:rPr>
          <w:rFonts w:ascii="Times New Roman" w:hAnsi="Times New Roman" w:cs="Times New Roman"/>
          <w:sz w:val="24"/>
          <w:szCs w:val="24"/>
        </w:rPr>
        <w:t xml:space="preserve"> </w:t>
      </w:r>
      <w:r w:rsidR="00624567" w:rsidRPr="00624567">
        <w:rPr>
          <w:rFonts w:ascii="Times New Roman" w:hAnsi="Times New Roman" w:cs="Times New Roman"/>
          <w:sz w:val="24"/>
          <w:szCs w:val="24"/>
          <w:lang w:eastAsia="lt-LT"/>
        </w:rPr>
        <w:t xml:space="preserve">tvarkomi ir kaupiami baudžiamojo proceso dalyviams ikiteisminio tyrimo vykdymo ir skundo, pareiškimo ar pranešimo apie nusikalstamą veiką nagrinėjimo (patikslinimo) metu teikiamų elektroninių paslaugų ir gautų iš baudžiamojo proceso dalyvių duomenys ir informacija. Elektroninių paslaugų portale teikiamos šios pagrindinės paslaugos: </w:t>
      </w:r>
    </w:p>
    <w:p w14:paraId="63218527" w14:textId="77777777" w:rsidR="00624567" w:rsidRPr="00624567" w:rsidRDefault="00624567"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sidRPr="00624567">
        <w:rPr>
          <w:rFonts w:ascii="Times New Roman" w:hAnsi="Times New Roman" w:cs="Times New Roman"/>
          <w:sz w:val="24"/>
          <w:szCs w:val="24"/>
          <w:lang w:eastAsia="lt-LT"/>
        </w:rPr>
        <w:t>1. Ikiteisminio tyrimo procedūros vykdymas, informuojant tyrime dalyvaujantį asmenį apie proceso veiksmo atlikimą;</w:t>
      </w:r>
    </w:p>
    <w:p w14:paraId="17FE0DE0" w14:textId="77777777" w:rsidR="00624567" w:rsidRPr="00624567" w:rsidRDefault="00624567"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sidRPr="00624567">
        <w:rPr>
          <w:rFonts w:ascii="Times New Roman" w:hAnsi="Times New Roman" w:cs="Times New Roman"/>
          <w:sz w:val="24"/>
          <w:szCs w:val="24"/>
          <w:lang w:eastAsia="lt-LT"/>
        </w:rPr>
        <w:t>2. Susipažinimo su ikiteisminio tyrimo bylos ir medžiagos, kurioje priimtas nutarimas atsisakyti pradėti ikiteisminį tyrimą, medžiagos teikimas ir jų kopijų užsakymas;</w:t>
      </w:r>
    </w:p>
    <w:p w14:paraId="086702A6" w14:textId="77777777" w:rsidR="00624567" w:rsidRPr="00624567" w:rsidRDefault="00624567"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sidRPr="00624567">
        <w:rPr>
          <w:rFonts w:ascii="Times New Roman" w:hAnsi="Times New Roman" w:cs="Times New Roman"/>
          <w:sz w:val="24"/>
          <w:szCs w:val="24"/>
          <w:lang w:eastAsia="lt-LT"/>
        </w:rPr>
        <w:t xml:space="preserve">3. Informavimas apie ikiteisminio tyrimo sprendimus, įvykius;  </w:t>
      </w:r>
    </w:p>
    <w:p w14:paraId="72DD5D96" w14:textId="77777777" w:rsidR="00624567" w:rsidRPr="00624567" w:rsidRDefault="00624567"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sidRPr="00624567">
        <w:rPr>
          <w:rFonts w:ascii="Times New Roman" w:hAnsi="Times New Roman" w:cs="Times New Roman"/>
          <w:sz w:val="24"/>
          <w:szCs w:val="24"/>
          <w:lang w:eastAsia="lt-LT"/>
        </w:rPr>
        <w:t xml:space="preserve">4. Papildomos, su ikiteisminiu tyrimu susijusios informacijos teikimas; </w:t>
      </w:r>
    </w:p>
    <w:p w14:paraId="315C480B" w14:textId="77777777" w:rsidR="00624567" w:rsidRPr="00624567" w:rsidRDefault="00624567"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sidRPr="00624567">
        <w:rPr>
          <w:rFonts w:ascii="Times New Roman" w:hAnsi="Times New Roman" w:cs="Times New Roman"/>
          <w:sz w:val="24"/>
          <w:szCs w:val="24"/>
          <w:lang w:eastAsia="lt-LT"/>
        </w:rPr>
        <w:t xml:space="preserve">5. Prašymų, skundų ar kitokių dokumentų, susijusių su ikiteisminio tyrimo procesu, teikimas; </w:t>
      </w:r>
    </w:p>
    <w:p w14:paraId="3C448DE9" w14:textId="77777777" w:rsidR="00624567" w:rsidRPr="00624567" w:rsidRDefault="00624567"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sidRPr="00624567">
        <w:rPr>
          <w:rFonts w:ascii="Times New Roman" w:hAnsi="Times New Roman" w:cs="Times New Roman"/>
          <w:sz w:val="24"/>
          <w:szCs w:val="24"/>
          <w:lang w:eastAsia="lt-LT"/>
        </w:rPr>
        <w:t>6. Atsakymų į prašymus, skundus, susijusių su ikiteisminio tyrimo procesu, teikimas.</w:t>
      </w:r>
    </w:p>
    <w:p w14:paraId="2D04FB2A" w14:textId="77777777" w:rsidR="00624567" w:rsidRPr="00624567" w:rsidRDefault="00624567" w:rsidP="00A0230A">
      <w:pPr>
        <w:tabs>
          <w:tab w:val="center" w:pos="0"/>
        </w:tabs>
        <w:spacing w:after="0" w:line="240" w:lineRule="atLeast"/>
        <w:ind w:firstLine="567"/>
        <w:rPr>
          <w:rFonts w:ascii="Times New Roman" w:hAnsi="Times New Roman" w:cs="Times New Roman"/>
          <w:sz w:val="24"/>
          <w:szCs w:val="24"/>
        </w:rPr>
      </w:pPr>
      <w:r w:rsidRPr="00624567">
        <w:rPr>
          <w:rFonts w:ascii="Times New Roman" w:hAnsi="Times New Roman" w:cs="Times New Roman"/>
          <w:sz w:val="24"/>
          <w:szCs w:val="24"/>
        </w:rPr>
        <w:t>Taip pat IBPS realizuotas funkcionalumas, susijęs su baudžiamojo proceso dalyvių teisių į nusikalstama veika padarytos žalos atlyginimą, užtikrinimu, tai yra IBPS sudaryta galimybė Lietuvos Respublikos teisingumo ministerijos darbuotojams tiesiogiai IBPS gauti, nagrinėti baudžiamojo proceso dalyvių prašymus, susijusius su nusikalstama veika padarytos žalos atlyginimu avansu, bei priimti sprendimus ir juos pateikti baudžiamojo proceso dalyviams IBPS priemonėmis.</w:t>
      </w:r>
    </w:p>
    <w:p w14:paraId="332433BB" w14:textId="4468E0A2" w:rsidR="00624567" w:rsidRPr="00624567" w:rsidRDefault="00624567" w:rsidP="00A0230A">
      <w:pPr>
        <w:tabs>
          <w:tab w:val="center" w:pos="0"/>
        </w:tabs>
        <w:spacing w:after="0"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 xml:space="preserve">IBPS yra centralizuota informacinė sistema, kurios funkcijomis naudojasi šios institucijos: </w:t>
      </w:r>
    </w:p>
    <w:p w14:paraId="0EE14CA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PD ir kitos policijos įstaigos; </w:t>
      </w:r>
    </w:p>
    <w:p w14:paraId="744558B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Generalinė prokuratūra ir apygardų prokuratūros; </w:t>
      </w:r>
    </w:p>
    <w:p w14:paraId="236A107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Europos deleguotųjų prokurorų biuras;</w:t>
      </w:r>
    </w:p>
    <w:p w14:paraId="370796B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Lietuvos teismai;</w:t>
      </w:r>
    </w:p>
    <w:p w14:paraId="392D449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VSAT;</w:t>
      </w:r>
    </w:p>
    <w:p w14:paraId="18AC4BF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PAGD;</w:t>
      </w:r>
    </w:p>
    <w:p w14:paraId="24EAFBA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FNTT;</w:t>
      </w:r>
    </w:p>
    <w:p w14:paraId="65C5F77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STT;</w:t>
      </w:r>
    </w:p>
    <w:p w14:paraId="76B42F8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Muitinės kriminalinė tarnyba;</w:t>
      </w:r>
    </w:p>
    <w:p w14:paraId="798F516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Lietuvos kalėjimų tarnyba; </w:t>
      </w:r>
    </w:p>
    <w:p w14:paraId="0A340CF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Lietuvos kariuomenės Karo policija;</w:t>
      </w:r>
    </w:p>
    <w:p w14:paraId="09E2C43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Lietuvos Respublikos teisingumo ministerija.</w:t>
      </w:r>
    </w:p>
    <w:p w14:paraId="5B8D3875"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Šios įstaigos IBPS pagalba organizuoja ir vykdo ikiteisminio tyrimo ir tarptautinės teisinės pagalbos veiklas, apibrėžtas BPK, nacionalinės ir tarptautinės teisės aktuose, bei užtikrina baudžiamojo proceso dalyvių teisių į nusikalstama veika padarytos žalos atlyginimą įgyvendinimą, reglamentuotą nacionaliniuose teisės aktuose.</w:t>
      </w:r>
    </w:p>
    <w:p w14:paraId="53BBC43C" w14:textId="77777777" w:rsidR="00624567" w:rsidRPr="00624567" w:rsidRDefault="00624567" w:rsidP="00624567">
      <w:pPr>
        <w:tabs>
          <w:tab w:val="center" w:pos="0"/>
        </w:tabs>
        <w:spacing w:after="0" w:line="240" w:lineRule="atLeast"/>
        <w:ind w:firstLine="562"/>
        <w:rPr>
          <w:rFonts w:ascii="Times New Roman" w:hAnsi="Times New Roman" w:cs="Times New Roman"/>
          <w:sz w:val="24"/>
          <w:szCs w:val="24"/>
        </w:rPr>
      </w:pPr>
      <w:r w:rsidRPr="00624567">
        <w:rPr>
          <w:rFonts w:ascii="Times New Roman" w:hAnsi="Times New Roman" w:cs="Times New Roman"/>
          <w:sz w:val="24"/>
          <w:szCs w:val="24"/>
        </w:rPr>
        <w:lastRenderedPageBreak/>
        <w:t>IBPS yra įgyvendinti institucijų, vykdančių ikiteisminį tyrimą ir tarptautinį bendradarbiavimą, susijusį su baudžiamuoju procesu, procesai. Vykdant ikiteisminį tyrimą ir tarptautinį bendradarbiavimą, susijusį su baudžiamuoju procesu, dalyvauja skirtingų ir apibrėžtų vaidmenų naudotojai (tyrėjas, padalinio vadovas, įstaigos vadovas, specializuotas prokuroras, tyrimą organizuojantis ir kontroliuojantis prokuroras, aukštesnysis prokuroras, Europos prokuroras, Europos deleguotasis prokuroras, teisėjas, teisėjo padėjėjas, raštinės darbuotojai, specialistas, tyrimų vadovas ir kt.), kurie procese atlieka skirtingas funkcijas bei turi jiems pritaikytas prieigos teises bei pritaikytą naudotojo sąsajos aplinką (pvz., tyrėjo, prokuroro ir teisėjo galimos vykdyti funkcijos skiriasi, naudotojo sąsaja, nors ir seka bendrus dizaino principus, taip pat yra pritaikyta konkrečiai naudotojo rolei). IBPS EPP sudaryta galimybė visiems</w:t>
      </w:r>
      <w:r w:rsidRPr="00624567">
        <w:rPr>
          <w:rFonts w:ascii="Times New Roman" w:hAnsi="Times New Roman" w:cs="Times New Roman"/>
          <w:sz w:val="24"/>
          <w:szCs w:val="24"/>
          <w:lang w:eastAsia="lt-LT"/>
        </w:rPr>
        <w:t xml:space="preserve"> baudžiamojo proceso dalyviams</w:t>
      </w:r>
      <w:r w:rsidRPr="00624567">
        <w:rPr>
          <w:rFonts w:ascii="Times New Roman" w:hAnsi="Times New Roman" w:cs="Times New Roman"/>
          <w:sz w:val="24"/>
          <w:szCs w:val="24"/>
        </w:rPr>
        <w:t>: įtariamajam, trauktinam baudžiamojon atsakomybėn juridiniam asmeniui, nukentėjusiajam, civiliniam ieškovui,  atstovui pagal įstatymą, civiliniam atsakovui, ekspertui, gynėjui, įgaliotam atstovui, liudytojui, pareiškėjui, specialistui, specialiajam liudytojui, trauktino baudžiamojon atsakomybėn juridinio asmens atstovui, vertėjui, užstato davėjui, asmeniui, kurio nuosavybės teisės laikinai apribotos ar konfiskuotas turtas, asmeniui, kurį siekiama įpareigoti atskleisti informacijos šaltinio paslaptį, vaikų teisių apsaugos specialistui</w:t>
      </w:r>
      <w:r w:rsidRPr="00624567">
        <w:rPr>
          <w:rFonts w:ascii="Times New Roman" w:hAnsi="Times New Roman" w:cs="Times New Roman"/>
          <w:sz w:val="24"/>
          <w:szCs w:val="24"/>
          <w:lang w:eastAsia="lt-LT"/>
        </w:rPr>
        <w:t xml:space="preserve"> naudotis elektroninėmis paslaugomis</w:t>
      </w:r>
      <w:r w:rsidRPr="00624567">
        <w:rPr>
          <w:rFonts w:ascii="Times New Roman" w:hAnsi="Times New Roman" w:cs="Times New Roman"/>
          <w:sz w:val="24"/>
          <w:szCs w:val="24"/>
        </w:rPr>
        <w:t>.</w:t>
      </w:r>
    </w:p>
    <w:p w14:paraId="65640291"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Šiuo metu IBPS priemonėmis kaupiami ikiteisminio tyrimo įstaigos registruojamų įvykių, kuriuose, vadovaujantis BPK nuostatomis, priimti nutarimai atsisakyti pradėti ikiteisminį tyrimą ir IT bylos bei TP bylos duomenys, sudaryta galimybė nacionalinėms teisėsaugos institucijoms bei Europos prokuratūros vardu veikiantiems Europos deleguotajam prokurorui ir Europos prokurorui kaupti, valdyti ir teikti (keistis) informaciją, susijusią su baudžiamuoju procesu, ir teisinę įrodomąją galią turinčiais elektroniniais dokumentais, skatinant ir plėtojant teisėsaugos ir kitų institucijų bendradarbiavimą, tarpusavio supratimą ir veiksmų koordinavimą, bei užtikrinant baudžiamojo proceso visapusišką informacinį aprūpinimą. Taip pat IBPS kaupiami baudžiamojo proceso dalyviams per IBPS EPP suteiktų elektroninių paslaugų ir gautų iš baudžiamojo proceso dalyvių duomenys, informacija ir procesiniai dokumentai. Visos ikiteisminio tyrimo įstaigos naudojasi IBPS sistema. IBPS naudotojai nuolat dirba su šia sistema, sprendimai priimami ir veiksmai atliekami sistemoje. Tokiu būdu IBPS įgalino baudžiamojo proceso veiksmų eigą ir jos rezultatus perkelti į elektroninę erdvę. IBPS kaupiama, valdoma ir teikiama aktuali su ikiteisminiu tyrimu, bei tarptautiniu bendradarbiavimu,  baudžiamojo proceso srityje, susijusi informacija bei teisinę galią turintys elektroniniai dokumentai. Baudžiamosios bylos duomenų tvarkymo elektronine forma ikiteisminio tyrimo metu tvarką nustato Lietuvos Respublikos vidaus reikalų ministro ir Lietuvos Respublikos generalinio prokuroro 2016 m. sausio 29 d. įsakymas Nr. 1V-67/I-31 „Dėl Baudžiamosios bylos duomenų tvarkymo elektronine forma ikiteisminio tyrimo metu tvarkos aprašo patvirtinimo“.</w:t>
      </w:r>
    </w:p>
    <w:p w14:paraId="48C36D89"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Be dokumentų taip pat įgalintas foto ir vaizdo įrašų informacijos saugojimas, peržiūra bei keitimasis DARSIS posistemyje. Informacijos paieška vykdoma naudojant lanksčius paieškos mechanizmus, leidžiančius naudotojams gauti reikalingą informaciją el. būdu greitai bei saugiai. IBPS pagalba automatiškai vienoje vietoje generuojama baudžiamųjų bylų struktūra, procesinių dokumentų blankai, 10, 20, 30, 40 ir 50 duomenų formos, fiksuojant visų tyrime dalyvaujančių įstaigų pareigūnų procesinius veiksmus ir informaciją, susijusią su nusikalstamos veiklos tyrimu nuo jo užregistravimo iki galutinio sprendimo priėmimo.</w:t>
      </w:r>
    </w:p>
    <w:p w14:paraId="0C4DFA16"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Dokumentų rengimas IBPS yra realizuotas taip, kad duomenis, reikalingus dokumentui sukurti, IBPS naudotojas įrašo (duomenys, kurie jau egzistuoja, yra automatizuotai užpildomi) interneto naršyklėje, o šių duomenų pagrindu sukuriamas PDF formato oficialų patvirtintą blanką atitinkantis dokumentas (naudotojui sudaroma galimybė šį dokumentą atsisiųsti ir Microsoft Word formatu). Sukurtą dokumentą naudotojas gali tiek pasirašyti elektroniniu parašu, tiek atsispausdinti ir pasirašyti ranka. Pastaruoju atveju skenuotą ranka pasirašytą dokumentą ar el. dokumento nuorašą IBPS leidžia įkelti ir išsaugoti prie sistemoje esančio dokumento (kaip skaitmeninę dokumento kopiją arba kaip pagrindinį dokumentą (su skaitmeninės kopijos tikrumo žyma). IBPS taip pat leidžia įkelti atskirai, ne IBPS priemonėmis parengtą dokumentą ir įvesti jo turinį kaip metaduomenis.</w:t>
      </w:r>
    </w:p>
    <w:p w14:paraId="267FE540" w14:textId="77777777" w:rsidR="00624567" w:rsidRPr="00624567" w:rsidRDefault="00624567" w:rsidP="00BC5078">
      <w:pPr>
        <w:tabs>
          <w:tab w:val="center" w:pos="0"/>
        </w:tabs>
        <w:spacing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 xml:space="preserve">Prieigos prie IBPS duomenų ribojimas yra realizuotas IT bylos, TP bylos, sprendimų ir veiksmų bei dokumentų lygyje, t. y. jei naudotojui buvo pavesta atlikti vieną veiksmą arba pasirašyti vieną dokumentą, tai naudotojas gali matyti tik tą veiksmą ar dokumentą, tačiau negali matyti nei kitų bylų, </w:t>
      </w:r>
      <w:r w:rsidRPr="00624567">
        <w:rPr>
          <w:rFonts w:ascii="Times New Roman" w:hAnsi="Times New Roman" w:cs="Times New Roman"/>
          <w:sz w:val="24"/>
          <w:szCs w:val="24"/>
        </w:rPr>
        <w:lastRenderedPageBreak/>
        <w:t>nei tos pačios bylos kitų duomenų. Naudotojai, kurie yra priskirti prie bylos (IT pareigūnai, prokurorai, IT teisėjai), gali vykdyti visus jiems galimus atlikti veiksmus su visomis jiems priskirtomis IT bylomis.</w:t>
      </w:r>
    </w:p>
    <w:p w14:paraId="138A9820" w14:textId="08E557DC" w:rsidR="00624567" w:rsidRPr="00624567" w:rsidRDefault="00624567" w:rsidP="00A327B2">
      <w:pPr>
        <w:tabs>
          <w:tab w:val="center" w:pos="0"/>
        </w:tabs>
        <w:spacing w:after="0"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 xml:space="preserve">IBPS sudaro šie komponentai: </w:t>
      </w:r>
    </w:p>
    <w:p w14:paraId="46FACF3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IT vykdymo posistemis;</w:t>
      </w:r>
    </w:p>
    <w:p w14:paraId="1EECC87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IT kontrolės posistemis; </w:t>
      </w:r>
    </w:p>
    <w:p w14:paraId="7CD3B31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IT teisėjo veiksmų posistemis; </w:t>
      </w:r>
    </w:p>
    <w:p w14:paraId="608A0066"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IBPS integracinė terpė;</w:t>
      </w:r>
    </w:p>
    <w:p w14:paraId="293E25E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mainų posistemis;</w:t>
      </w:r>
    </w:p>
    <w:p w14:paraId="504077B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Dokumentų ir užduočių valdymo bei el. pasirašymo posistemis;</w:t>
      </w:r>
    </w:p>
    <w:p w14:paraId="543C8F4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Paieškos posistemis;</w:t>
      </w:r>
    </w:p>
    <w:p w14:paraId="32525A2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Ataskaitų posistemis;</w:t>
      </w:r>
    </w:p>
    <w:p w14:paraId="1C5A956B"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Bendrųjų klasifikatorių posistemis;</w:t>
      </w:r>
    </w:p>
    <w:p w14:paraId="5A22E34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Audituojamų įvykių posistemis;</w:t>
      </w:r>
    </w:p>
    <w:p w14:paraId="077586C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DARSIS;</w:t>
      </w:r>
    </w:p>
    <w:p w14:paraId="42C0BA1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Elektroninių paslaugų portalas.</w:t>
      </w:r>
    </w:p>
    <w:p w14:paraId="76B0D65B"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r w:rsidRPr="00624567">
        <w:rPr>
          <w:rFonts w:ascii="Times New Roman" w:hAnsi="Times New Roman" w:cs="Times New Roman"/>
          <w:noProof/>
          <w:sz w:val="24"/>
          <w:szCs w:val="24"/>
          <w:lang w:eastAsia="lt-LT"/>
        </w:rPr>
        <w:drawing>
          <wp:inline distT="0" distB="0" distL="0" distR="0" wp14:anchorId="2A586CF8" wp14:editId="1D592483">
            <wp:extent cx="5724525" cy="5895975"/>
            <wp:effectExtent l="0" t="0" r="0" b="0"/>
            <wp:docPr id="1" name="Paveikslėlis 2" descr="cid:image004.png@01D8BB7F.87FD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2" descr="cid:image004.png@01D8BB7F.87FD8850"/>
                    <pic:cNvPicPr>
                      <a:picLocks noChangeAspect="1" noChangeArrowheads="1"/>
                    </pic:cNvPicPr>
                  </pic:nvPicPr>
                  <pic:blipFill>
                    <a:blip r:embed="rId13"/>
                    <a:stretch>
                      <a:fillRect/>
                    </a:stretch>
                  </pic:blipFill>
                  <pic:spPr bwMode="auto">
                    <a:xfrm>
                      <a:off x="0" y="0"/>
                      <a:ext cx="5724525" cy="5895975"/>
                    </a:xfrm>
                    <a:prstGeom prst="rect">
                      <a:avLst/>
                    </a:prstGeom>
                  </pic:spPr>
                </pic:pic>
              </a:graphicData>
            </a:graphic>
          </wp:inline>
        </w:drawing>
      </w:r>
    </w:p>
    <w:p w14:paraId="791C4981"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1</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komponentai</w:t>
      </w:r>
    </w:p>
    <w:p w14:paraId="4D3CE228" w14:textId="77777777" w:rsidR="00624567" w:rsidRPr="00624567" w:rsidRDefault="00624567" w:rsidP="00624567">
      <w:pPr>
        <w:tabs>
          <w:tab w:val="center" w:pos="0"/>
        </w:tabs>
        <w:spacing w:line="240" w:lineRule="atLeast"/>
        <w:ind w:hanging="142"/>
        <w:rPr>
          <w:rFonts w:ascii="Times New Roman" w:hAnsi="Times New Roman" w:cs="Times New Roman"/>
          <w:sz w:val="24"/>
          <w:szCs w:val="24"/>
        </w:rPr>
      </w:pPr>
    </w:p>
    <w:p w14:paraId="33BD01F5" w14:textId="6ADB49DE" w:rsidR="00624567" w:rsidRPr="00624567" w:rsidRDefault="009D2BC1" w:rsidP="00A327B2">
      <w:pPr>
        <w:tabs>
          <w:tab w:val="center" w:pos="0"/>
        </w:tabs>
        <w:spacing w:after="0" w:line="240" w:lineRule="atLeast"/>
        <w:ind w:firstLine="567"/>
        <w:rPr>
          <w:rFonts w:ascii="Times New Roman" w:hAnsi="Times New Roman" w:cs="Times New Roman"/>
          <w:bCs/>
          <w:sz w:val="24"/>
          <w:szCs w:val="24"/>
        </w:rPr>
      </w:pPr>
      <w:r>
        <w:rPr>
          <w:rFonts w:ascii="Times New Roman" w:hAnsi="Times New Roman" w:cs="Times New Roman"/>
          <w:sz w:val="24"/>
          <w:szCs w:val="24"/>
        </w:rPr>
        <w:tab/>
      </w:r>
      <w:r w:rsidR="00624567" w:rsidRPr="00624567">
        <w:rPr>
          <w:rFonts w:ascii="Times New Roman" w:hAnsi="Times New Roman" w:cs="Times New Roman"/>
          <w:sz w:val="24"/>
          <w:szCs w:val="24"/>
        </w:rPr>
        <w:t xml:space="preserve">IBPS sudaro tiek programinė įranga, tiek techninė įranga, tiek ir jos veikimui reikalinga licencinė programinė įranga. </w:t>
      </w:r>
    </w:p>
    <w:p w14:paraId="7500DD48" w14:textId="1DD8638C" w:rsidR="00624567" w:rsidRPr="00624567" w:rsidRDefault="00624567" w:rsidP="00A327B2">
      <w:pPr>
        <w:tabs>
          <w:tab w:val="center" w:pos="0"/>
        </w:tabs>
        <w:spacing w:after="0" w:line="240" w:lineRule="atLeast"/>
        <w:ind w:firstLine="567"/>
        <w:rPr>
          <w:rFonts w:ascii="Times New Roman" w:hAnsi="Times New Roman" w:cs="Times New Roman"/>
          <w:b/>
          <w:bCs/>
          <w:sz w:val="24"/>
          <w:szCs w:val="24"/>
        </w:rPr>
      </w:pPr>
      <w:r w:rsidRPr="00624567">
        <w:rPr>
          <w:rFonts w:ascii="Times New Roman" w:hAnsi="Times New Roman" w:cs="Times New Roman"/>
          <w:b/>
          <w:sz w:val="24"/>
          <w:szCs w:val="24"/>
        </w:rPr>
        <w:t>IBPS sistema yra integruota su:</w:t>
      </w:r>
    </w:p>
    <w:p w14:paraId="3D3605B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ĮKNR (Įtariamųjų, kaltinamųjų ir nuteistųjų registras); </w:t>
      </w:r>
    </w:p>
    <w:p w14:paraId="5C8659B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NVŽR (Nusikalstamų veikų žinybinis registras); </w:t>
      </w:r>
    </w:p>
    <w:p w14:paraId="292C43E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IAR (Ieškomų asmenų, neatpažintų lavonų ir nežinomų bejėgių asmenų žinybinis registras); </w:t>
      </w:r>
    </w:p>
    <w:p w14:paraId="2234E16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IGR (Ieškomų ginklų registras);</w:t>
      </w:r>
    </w:p>
    <w:p w14:paraId="61B753D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GR (Gyventojų registras); </w:t>
      </w:r>
    </w:p>
    <w:p w14:paraId="5118B79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JAR (Juridinių asmenų registras);</w:t>
      </w:r>
    </w:p>
    <w:p w14:paraId="3C47530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UR (Užsieniečių registras); </w:t>
      </w:r>
    </w:p>
    <w:p w14:paraId="1748F81B"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HDR (</w:t>
      </w:r>
      <w:proofErr w:type="spellStart"/>
      <w:r w:rsidRPr="00624567">
        <w:rPr>
          <w:rFonts w:ascii="Times New Roman" w:hAnsi="Times New Roman" w:cs="Times New Roman"/>
          <w:sz w:val="24"/>
          <w:szCs w:val="24"/>
        </w:rPr>
        <w:t>Habitoskopinių</w:t>
      </w:r>
      <w:proofErr w:type="spellEnd"/>
      <w:r w:rsidRPr="00624567">
        <w:rPr>
          <w:rFonts w:ascii="Times New Roman" w:hAnsi="Times New Roman" w:cs="Times New Roman"/>
          <w:sz w:val="24"/>
          <w:szCs w:val="24"/>
        </w:rPr>
        <w:t xml:space="preserve"> duomenų registras);</w:t>
      </w:r>
    </w:p>
    <w:p w14:paraId="6562DF0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TAAR (Turto arešto aktų registras); </w:t>
      </w:r>
    </w:p>
    <w:p w14:paraId="1D11EFE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AR (Adresų registras); </w:t>
      </w:r>
    </w:p>
    <w:p w14:paraId="542C14E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DDR (Daktiloskopinių duomenų registras); </w:t>
      </w:r>
    </w:p>
    <w:p w14:paraId="3A2BBCE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DNRDR (DNR duomenų registras); </w:t>
      </w:r>
    </w:p>
    <w:p w14:paraId="3AFB174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INDR (Ieškomų ir rastų numeruotų bei individualius požymius turinčių daiktų ir dokumentų registras); </w:t>
      </w:r>
    </w:p>
    <w:p w14:paraId="4DB9CAF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DVS (Policijos dokumentų valdymo sistema);</w:t>
      </w:r>
    </w:p>
    <w:p w14:paraId="6BABAE4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PRĮR (Policijos registruojamų įvykių registras); </w:t>
      </w:r>
    </w:p>
    <w:p w14:paraId="3449F07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LITEKO (Lietuvos teismų informacinė sistema); </w:t>
      </w:r>
    </w:p>
    <w:p w14:paraId="139B3697" w14:textId="77777777" w:rsidR="00624567" w:rsidRPr="0063502A"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IPS (Informacinė prokuratūrų sistema); </w:t>
      </w:r>
    </w:p>
    <w:p w14:paraId="724DCD1E" w14:textId="7A3136C2" w:rsidR="0063502A" w:rsidRPr="00624567" w:rsidRDefault="0063502A"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Pr>
          <w:rFonts w:ascii="Times New Roman" w:hAnsi="Times New Roman" w:cs="Times New Roman"/>
          <w:sz w:val="24"/>
          <w:szCs w:val="24"/>
        </w:rPr>
        <w:t>PAIS (Prokuratūros administravimo informacinė sistema);</w:t>
      </w:r>
    </w:p>
    <w:p w14:paraId="4489F02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ANR (Administracinių nusižengimų registras); </w:t>
      </w:r>
    </w:p>
    <w:p w14:paraId="7ACF1C4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PPPTR (Prevencinių poveikio priemonių taikymo registras).</w:t>
      </w:r>
    </w:p>
    <w:p w14:paraId="767D93C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ITPR (Ieškomų transporto priemonių registras); </w:t>
      </w:r>
    </w:p>
    <w:p w14:paraId="4A9B496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KTPR (Lietuvos Respublikos kelių transporto priemonių registras);</w:t>
      </w:r>
    </w:p>
    <w:p w14:paraId="425AF37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NTR (Nekilnojamojo turto registras);</w:t>
      </w:r>
    </w:p>
    <w:p w14:paraId="363B054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TSMPR (Lietuvos Respublikos traktorių, savaeigių ir žemės ūkio mašinų ir jų priekabų registras);</w:t>
      </w:r>
      <w:bookmarkStart w:id="1" w:name="_Hlk118816788"/>
      <w:bookmarkEnd w:id="1"/>
    </w:p>
    <w:p w14:paraId="114667F6"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N.SIS (Lietuvos nacionalinė Šengeno informacinė sistema);</w:t>
      </w:r>
    </w:p>
    <w:p w14:paraId="550F02C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Interpolo generalinio sekretoriato duomenų bazė;</w:t>
      </w:r>
    </w:p>
    <w:p w14:paraId="3BEBB31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Sodra (Valstybinio socialinio draudimo fondo valdybos prie Socialinės apsaugos ir darbo ministerijos informacinė sistema);</w:t>
      </w:r>
    </w:p>
    <w:p w14:paraId="5C43394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TEISIS (Teisinės pagalbos paslaugų informacinė sistema);</w:t>
      </w:r>
    </w:p>
    <w:p w14:paraId="19FA09A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Advokatų registras;</w:t>
      </w:r>
    </w:p>
    <w:p w14:paraId="28520F5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MMR (Mokesčių mokėtojų registras).</w:t>
      </w:r>
    </w:p>
    <w:p w14:paraId="6F240A45"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Taip pat IBPS sistema yra integruota su PO vidinėmis Vidaus reikalų integracinės platformos sistemomis (klasifikatorių sistema, naudotojų veiksmų audito sistema AUDIT III, naudotojų administravimo sistema ADMIN III ir pan.) ir išorinėmis GP bei NTA naudotojų administravimo sistemomis. Integravimui naudojamos įvairios technologijos (</w:t>
      </w:r>
      <w:proofErr w:type="spellStart"/>
      <w:r w:rsidRPr="00624567">
        <w:rPr>
          <w:rFonts w:ascii="Times New Roman" w:hAnsi="Times New Roman" w:cs="Times New Roman"/>
          <w:sz w:val="24"/>
          <w:szCs w:val="24"/>
        </w:rPr>
        <w:t>WebServices</w:t>
      </w:r>
      <w:proofErr w:type="spellEnd"/>
      <w:r w:rsidRPr="00624567">
        <w:rPr>
          <w:rFonts w:ascii="Times New Roman" w:hAnsi="Times New Roman" w:cs="Times New Roman"/>
          <w:sz w:val="24"/>
          <w:szCs w:val="24"/>
        </w:rPr>
        <w:t xml:space="preserve">, PL/SQL ir pan.), vykdomi tiek informacijos teikimo, tiek abipusiai duomenų mainai. </w:t>
      </w:r>
    </w:p>
    <w:p w14:paraId="54AAEEB4" w14:textId="77777777" w:rsidR="00624567" w:rsidRPr="00624567" w:rsidRDefault="00624567" w:rsidP="00624567">
      <w:pPr>
        <w:tabs>
          <w:tab w:val="center" w:pos="0"/>
        </w:tabs>
        <w:spacing w:after="0" w:line="240" w:lineRule="atLeast"/>
        <w:ind w:firstLine="562"/>
        <w:rPr>
          <w:rFonts w:ascii="Times New Roman" w:hAnsi="Times New Roman" w:cs="Times New Roman"/>
          <w:sz w:val="24"/>
          <w:szCs w:val="24"/>
        </w:rPr>
      </w:pPr>
      <w:r w:rsidRPr="00624567">
        <w:rPr>
          <w:rFonts w:ascii="Times New Roman" w:hAnsi="Times New Roman" w:cs="Times New Roman"/>
          <w:sz w:val="24"/>
          <w:szCs w:val="24"/>
        </w:rPr>
        <w:t xml:space="preserve">Sistemoje įgyvendintas dokumentų ir užduočių valdymo komponentas DUVP (paremtas licencine programine įranga „Dokumentų valdymo sistemos „Avilys“ platforma ir dokumentų ir užduočių valdymo posistemio programinė įranga“. Dabartinė versija yra DUVP 1.3.9), ikiteisminio tyrimo bylos valdomos kompleksiškai (bylą sudaro nevienarūšių duomenų rinkiniai), kai vieną bylą sudaro loginiais ryšiais susieti saugomi skirtingų rūšių ir formatų dokumentai. Įprastai ikiteisminį tyrimą sudaro vidutiniškai 400 skirtingų rūšių (prašymai, nutarimai, nutartys, protokolai, teisinės pagalbos prašymai ir pan.) dokumentų, turinčių aibę skirtingų metaduomenų (organizacijos duomenys, dalyvių duomenys ir kt. informacija). </w:t>
      </w:r>
    </w:p>
    <w:p w14:paraId="6E999078" w14:textId="77777777" w:rsidR="00650ACA" w:rsidRDefault="00650ACA" w:rsidP="00650ACA">
      <w:pPr>
        <w:spacing w:after="0" w:line="240" w:lineRule="auto"/>
        <w:ind w:firstLine="284"/>
        <w:jc w:val="center"/>
        <w:rPr>
          <w:rFonts w:ascii="Times New Roman" w:hAnsi="Times New Roman" w:cs="Times New Roman"/>
          <w:sz w:val="24"/>
          <w:szCs w:val="24"/>
        </w:rPr>
      </w:pPr>
    </w:p>
    <w:p w14:paraId="352BDBE0" w14:textId="2C7CDAB1" w:rsidR="00650ACA" w:rsidRPr="001376DF" w:rsidRDefault="00650ACA" w:rsidP="001376DF">
      <w:pPr>
        <w:spacing w:after="0" w:line="240" w:lineRule="auto"/>
        <w:ind w:firstLine="630"/>
        <w:rPr>
          <w:rFonts w:ascii="Times New Roman" w:eastAsiaTheme="majorEastAsia" w:hAnsi="Times New Roman" w:cs="Times New Roman"/>
          <w:b/>
          <w:bCs/>
          <w:caps/>
          <w:spacing w:val="4"/>
          <w:sz w:val="24"/>
          <w:szCs w:val="24"/>
        </w:rPr>
      </w:pPr>
      <w:r w:rsidRPr="001376DF">
        <w:rPr>
          <w:rFonts w:ascii="Times New Roman" w:eastAsiaTheme="majorEastAsia" w:hAnsi="Times New Roman" w:cs="Times New Roman"/>
          <w:b/>
          <w:bCs/>
          <w:caps/>
          <w:spacing w:val="4"/>
          <w:sz w:val="24"/>
          <w:szCs w:val="24"/>
        </w:rPr>
        <w:lastRenderedPageBreak/>
        <w:t>PROJEKT</w:t>
      </w:r>
      <w:r w:rsidR="00C636A9">
        <w:rPr>
          <w:rFonts w:ascii="Times New Roman" w:eastAsiaTheme="majorEastAsia" w:hAnsi="Times New Roman" w:cs="Times New Roman"/>
          <w:b/>
          <w:bCs/>
          <w:caps/>
          <w:spacing w:val="4"/>
          <w:sz w:val="24"/>
          <w:szCs w:val="24"/>
        </w:rPr>
        <w:t>o</w:t>
      </w:r>
      <w:r w:rsidRPr="001376DF">
        <w:rPr>
          <w:rFonts w:ascii="Times New Roman" w:eastAsiaTheme="majorEastAsia" w:hAnsi="Times New Roman" w:cs="Times New Roman"/>
          <w:b/>
          <w:bCs/>
          <w:caps/>
          <w:spacing w:val="4"/>
          <w:sz w:val="24"/>
          <w:szCs w:val="24"/>
        </w:rPr>
        <w:t xml:space="preserve"> „BAUSMIŲ VYKDYMO SISTEMOS ELEKTRONINIŲ PASLAUGŲ SKAITMENINIO SPRENDIMO SUKŪRIMAS“</w:t>
      </w:r>
      <w:r w:rsidR="00C636A9">
        <w:rPr>
          <w:rFonts w:ascii="Times New Roman" w:eastAsiaTheme="majorEastAsia" w:hAnsi="Times New Roman" w:cs="Times New Roman"/>
          <w:b/>
          <w:bCs/>
          <w:caps/>
          <w:spacing w:val="4"/>
          <w:sz w:val="24"/>
          <w:szCs w:val="24"/>
        </w:rPr>
        <w:t xml:space="preserve"> IR SUSIJĘ PIRKIMO TIKSLAI</w:t>
      </w:r>
    </w:p>
    <w:p w14:paraId="10670249" w14:textId="77777777" w:rsidR="00650ACA" w:rsidRPr="00650ACA" w:rsidRDefault="00650ACA" w:rsidP="001376DF">
      <w:pPr>
        <w:spacing w:after="0" w:line="240" w:lineRule="auto"/>
        <w:ind w:firstLine="630"/>
        <w:jc w:val="center"/>
        <w:rPr>
          <w:rFonts w:ascii="Times New Roman" w:hAnsi="Times New Roman" w:cs="Times New Roman"/>
          <w:b/>
          <w:bCs/>
          <w:sz w:val="24"/>
          <w:szCs w:val="24"/>
        </w:rPr>
      </w:pPr>
    </w:p>
    <w:p w14:paraId="5CA2F1F5" w14:textId="7DF6762C" w:rsidR="00650ACA" w:rsidRPr="00E465B0" w:rsidRDefault="00650ACA" w:rsidP="00BD15C3">
      <w:pPr>
        <w:spacing w:after="0" w:line="240" w:lineRule="auto"/>
        <w:ind w:firstLine="567"/>
        <w:rPr>
          <w:rFonts w:ascii="Times New Roman" w:hAnsi="Times New Roman" w:cs="Times New Roman"/>
          <w:sz w:val="24"/>
          <w:szCs w:val="24"/>
        </w:rPr>
      </w:pPr>
      <w:r w:rsidRPr="00E465B0">
        <w:rPr>
          <w:rFonts w:ascii="Times New Roman" w:hAnsi="Times New Roman" w:cs="Times New Roman"/>
          <w:sz w:val="24"/>
          <w:szCs w:val="24"/>
        </w:rPr>
        <w:t xml:space="preserve">Informatikos ir ryšių departamentas partnerio teisėmis dalyvauja projekto vykdytojo Lietuvos kalėjimų tarnybos įgyvendiname projekte Nr. 02-088-P-0005 „Bausmių vykdymo sistemos elektroninių paslaugų skaitmeninio sprendimo sukūrimas“ (toliau – Projektas), finansuojamame 2021‒2027 metų Europos Sąjungos fondų ir Ekonomikos gaivinimo ir atsparumo didinimo priemonės lėšomis ir Lietuvos Respublikos valstybės biudžeto lėšomis. </w:t>
      </w:r>
      <w:r w:rsidR="00AF4740">
        <w:rPr>
          <w:rFonts w:ascii="Times New Roman" w:hAnsi="Times New Roman" w:cs="Times New Roman"/>
          <w:sz w:val="24"/>
          <w:szCs w:val="24"/>
        </w:rPr>
        <w:t>P</w:t>
      </w:r>
      <w:r w:rsidRPr="00E465B0">
        <w:rPr>
          <w:rFonts w:ascii="Times New Roman" w:hAnsi="Times New Roman" w:cs="Times New Roman"/>
          <w:sz w:val="24"/>
          <w:szCs w:val="24"/>
        </w:rPr>
        <w:t>rojekt</w:t>
      </w:r>
      <w:r w:rsidR="00522258">
        <w:rPr>
          <w:rFonts w:ascii="Times New Roman" w:hAnsi="Times New Roman" w:cs="Times New Roman"/>
          <w:sz w:val="24"/>
          <w:szCs w:val="24"/>
        </w:rPr>
        <w:t>o metu</w:t>
      </w:r>
      <w:r w:rsidRPr="00E465B0">
        <w:rPr>
          <w:rFonts w:ascii="Times New Roman" w:hAnsi="Times New Roman" w:cs="Times New Roman"/>
          <w:sz w:val="24"/>
          <w:szCs w:val="24"/>
        </w:rPr>
        <w:t xml:space="preserve"> </w:t>
      </w:r>
      <w:r w:rsidR="00522258" w:rsidRPr="00E465B0">
        <w:rPr>
          <w:rFonts w:ascii="Times New Roman" w:hAnsi="Times New Roman" w:cs="Times New Roman"/>
          <w:sz w:val="24"/>
          <w:szCs w:val="24"/>
        </w:rPr>
        <w:t xml:space="preserve">Informatikos ir ryšių departamentas </w:t>
      </w:r>
      <w:r w:rsidRPr="00E465B0">
        <w:rPr>
          <w:rFonts w:ascii="Times New Roman" w:hAnsi="Times New Roman" w:cs="Times New Roman"/>
          <w:sz w:val="24"/>
          <w:szCs w:val="24"/>
        </w:rPr>
        <w:t>siekia modernizuoti Integruotą baudžiamojo proceso informacinę sistemą ir sukurti integraciją su Lietuvos kalėjimu modernizuojama Lietuvos kalėjimų tarnybos informacine sistema (</w:t>
      </w:r>
      <w:r w:rsidR="00522258" w:rsidRPr="00E465B0">
        <w:rPr>
          <w:rFonts w:ascii="Times New Roman" w:hAnsi="Times New Roman" w:cs="Times New Roman"/>
          <w:sz w:val="24"/>
          <w:szCs w:val="24"/>
        </w:rPr>
        <w:t>K</w:t>
      </w:r>
      <w:r w:rsidR="00522258">
        <w:rPr>
          <w:rFonts w:ascii="Times New Roman" w:hAnsi="Times New Roman" w:cs="Times New Roman"/>
          <w:sz w:val="24"/>
          <w:szCs w:val="24"/>
        </w:rPr>
        <w:t>ADIS</w:t>
      </w:r>
      <w:r w:rsidRPr="00E465B0">
        <w:rPr>
          <w:rFonts w:ascii="Times New Roman" w:hAnsi="Times New Roman" w:cs="Times New Roman"/>
          <w:sz w:val="24"/>
          <w:szCs w:val="24"/>
        </w:rPr>
        <w:t>–2).</w:t>
      </w:r>
    </w:p>
    <w:p w14:paraId="7E12F76C" w14:textId="79CFF55C" w:rsidR="00460D79" w:rsidRPr="00460D79" w:rsidRDefault="00460D79" w:rsidP="00BD15C3">
      <w:pPr>
        <w:spacing w:after="0" w:line="240" w:lineRule="auto"/>
        <w:ind w:firstLine="567"/>
        <w:rPr>
          <w:rFonts w:ascii="Times New Roman" w:hAnsi="Times New Roman" w:cs="Times New Roman"/>
          <w:sz w:val="24"/>
          <w:szCs w:val="24"/>
        </w:rPr>
      </w:pPr>
      <w:r w:rsidRPr="00460D79">
        <w:rPr>
          <w:rFonts w:ascii="Times New Roman" w:hAnsi="Times New Roman" w:cs="Times New Roman"/>
          <w:b/>
          <w:bCs/>
          <w:sz w:val="24"/>
          <w:szCs w:val="24"/>
        </w:rPr>
        <w:t xml:space="preserve">Projekto tikslas </w:t>
      </w:r>
      <w:r w:rsidR="00CB1A0B" w:rsidRPr="00E465B0">
        <w:rPr>
          <w:rFonts w:ascii="Times New Roman" w:hAnsi="Times New Roman" w:cs="Times New Roman"/>
          <w:sz w:val="24"/>
          <w:szCs w:val="24"/>
        </w:rPr>
        <w:t>–</w:t>
      </w:r>
      <w:r w:rsidRPr="00460D79">
        <w:rPr>
          <w:rFonts w:ascii="Times New Roman" w:hAnsi="Times New Roman" w:cs="Times New Roman"/>
          <w:b/>
          <w:bCs/>
          <w:sz w:val="24"/>
          <w:szCs w:val="24"/>
        </w:rPr>
        <w:t xml:space="preserve"> </w:t>
      </w:r>
      <w:r w:rsidRPr="00460D79">
        <w:rPr>
          <w:rFonts w:ascii="Times New Roman" w:hAnsi="Times New Roman" w:cs="Times New Roman"/>
          <w:sz w:val="24"/>
          <w:szCs w:val="24"/>
        </w:rPr>
        <w:t xml:space="preserve">pagerinti Lietuvos kalėjimų tarnybos ir jos padalinių teikiamų paslaugų ir asmenų aptarnavimo kokybę, sukuriant bausmių vykdymo sistemos elektroninių paslaugų skaitmeninį sprendimą, modernizuojant Lietuvos kalėjimų tarnybos informacinę sistemą </w:t>
      </w:r>
      <w:r w:rsidR="003437EB">
        <w:rPr>
          <w:rFonts w:ascii="Times New Roman" w:hAnsi="Times New Roman" w:cs="Times New Roman"/>
          <w:sz w:val="24"/>
          <w:szCs w:val="24"/>
        </w:rPr>
        <w:t xml:space="preserve">(KADIS–2) </w:t>
      </w:r>
      <w:r w:rsidRPr="00460D79">
        <w:rPr>
          <w:rFonts w:ascii="Times New Roman" w:hAnsi="Times New Roman" w:cs="Times New Roman"/>
          <w:sz w:val="24"/>
          <w:szCs w:val="24"/>
        </w:rPr>
        <w:t xml:space="preserve">ir </w:t>
      </w:r>
      <w:r w:rsidR="00D454BB" w:rsidRPr="00D454BB">
        <w:rPr>
          <w:rFonts w:ascii="Times New Roman" w:hAnsi="Times New Roman" w:cs="Times New Roman"/>
          <w:sz w:val="24"/>
          <w:szCs w:val="24"/>
        </w:rPr>
        <w:t>pritaikant bei integruojant su kitų institucijų valdomomis sistemomi</w:t>
      </w:r>
      <w:r w:rsidR="00D454BB">
        <w:rPr>
          <w:rFonts w:ascii="Times New Roman" w:hAnsi="Times New Roman" w:cs="Times New Roman"/>
          <w:sz w:val="24"/>
          <w:szCs w:val="24"/>
        </w:rPr>
        <w:t>s. P</w:t>
      </w:r>
      <w:r w:rsidR="00522258">
        <w:rPr>
          <w:rFonts w:ascii="Times New Roman" w:hAnsi="Times New Roman" w:cs="Times New Roman"/>
          <w:sz w:val="24"/>
          <w:szCs w:val="24"/>
        </w:rPr>
        <w:t xml:space="preserve">rojekto metu </w:t>
      </w:r>
      <w:r w:rsidR="005F228F">
        <w:rPr>
          <w:rFonts w:ascii="Times New Roman" w:hAnsi="Times New Roman" w:cs="Times New Roman"/>
          <w:sz w:val="24"/>
          <w:szCs w:val="24"/>
        </w:rPr>
        <w:t>bus s</w:t>
      </w:r>
      <w:r w:rsidR="003437EB">
        <w:rPr>
          <w:rFonts w:ascii="Times New Roman" w:hAnsi="Times New Roman" w:cs="Times New Roman"/>
          <w:sz w:val="24"/>
          <w:szCs w:val="24"/>
        </w:rPr>
        <w:t>uku</w:t>
      </w:r>
      <w:r w:rsidR="00911EB4">
        <w:rPr>
          <w:rFonts w:ascii="Times New Roman" w:hAnsi="Times New Roman" w:cs="Times New Roman"/>
          <w:sz w:val="24"/>
          <w:szCs w:val="24"/>
        </w:rPr>
        <w:t>r</w:t>
      </w:r>
      <w:r w:rsidR="003437EB">
        <w:rPr>
          <w:rFonts w:ascii="Times New Roman" w:hAnsi="Times New Roman" w:cs="Times New Roman"/>
          <w:sz w:val="24"/>
          <w:szCs w:val="24"/>
        </w:rPr>
        <w:t>t</w:t>
      </w:r>
      <w:r w:rsidR="005F228F">
        <w:rPr>
          <w:rFonts w:ascii="Times New Roman" w:hAnsi="Times New Roman" w:cs="Times New Roman"/>
          <w:sz w:val="24"/>
          <w:szCs w:val="24"/>
        </w:rPr>
        <w:t>a</w:t>
      </w:r>
      <w:r w:rsidR="003437EB">
        <w:rPr>
          <w:rFonts w:ascii="Times New Roman" w:hAnsi="Times New Roman" w:cs="Times New Roman"/>
          <w:sz w:val="24"/>
          <w:szCs w:val="24"/>
        </w:rPr>
        <w:t xml:space="preserve"> integracin</w:t>
      </w:r>
      <w:r w:rsidR="005F228F">
        <w:rPr>
          <w:rFonts w:ascii="Times New Roman" w:hAnsi="Times New Roman" w:cs="Times New Roman"/>
          <w:sz w:val="24"/>
          <w:szCs w:val="24"/>
        </w:rPr>
        <w:t>ė</w:t>
      </w:r>
      <w:r w:rsidR="003437EB">
        <w:rPr>
          <w:rFonts w:ascii="Times New Roman" w:hAnsi="Times New Roman" w:cs="Times New Roman"/>
          <w:sz w:val="24"/>
          <w:szCs w:val="24"/>
        </w:rPr>
        <w:t xml:space="preserve"> sąsaj</w:t>
      </w:r>
      <w:r w:rsidR="005F228F">
        <w:rPr>
          <w:rFonts w:ascii="Times New Roman" w:hAnsi="Times New Roman" w:cs="Times New Roman"/>
          <w:sz w:val="24"/>
          <w:szCs w:val="24"/>
        </w:rPr>
        <w:t>a</w:t>
      </w:r>
      <w:r w:rsidR="003437EB">
        <w:rPr>
          <w:rFonts w:ascii="Times New Roman" w:hAnsi="Times New Roman" w:cs="Times New Roman"/>
          <w:sz w:val="24"/>
          <w:szCs w:val="24"/>
        </w:rPr>
        <w:t xml:space="preserve"> su IBPS.</w:t>
      </w:r>
    </w:p>
    <w:p w14:paraId="38AAE7BD" w14:textId="77777777" w:rsidR="00460D79" w:rsidRPr="00460D79" w:rsidRDefault="00460D79" w:rsidP="00460D79">
      <w:pPr>
        <w:spacing w:after="0" w:line="240" w:lineRule="auto"/>
        <w:rPr>
          <w:rFonts w:ascii="Times New Roman" w:hAnsi="Times New Roman" w:cs="Times New Roman"/>
          <w:sz w:val="24"/>
          <w:szCs w:val="24"/>
        </w:rPr>
      </w:pPr>
      <w:r w:rsidRPr="00460D79">
        <w:rPr>
          <w:rFonts w:ascii="Times New Roman" w:hAnsi="Times New Roman" w:cs="Times New Roman"/>
          <w:sz w:val="24"/>
          <w:szCs w:val="24"/>
        </w:rPr>
        <w:t xml:space="preserve"> </w:t>
      </w:r>
    </w:p>
    <w:p w14:paraId="0F892118" w14:textId="4EABB6F5" w:rsidR="00460D79" w:rsidRPr="00460D79" w:rsidRDefault="00460D79" w:rsidP="00BD15C3">
      <w:pPr>
        <w:spacing w:after="0" w:line="240" w:lineRule="auto"/>
        <w:ind w:firstLine="567"/>
        <w:rPr>
          <w:rFonts w:ascii="Times New Roman" w:hAnsi="Times New Roman" w:cs="Times New Roman"/>
          <w:sz w:val="24"/>
          <w:szCs w:val="24"/>
        </w:rPr>
      </w:pPr>
      <w:r w:rsidRPr="00460D79">
        <w:rPr>
          <w:rFonts w:ascii="Times New Roman" w:hAnsi="Times New Roman" w:cs="Times New Roman"/>
          <w:b/>
          <w:bCs/>
          <w:sz w:val="24"/>
          <w:szCs w:val="24"/>
        </w:rPr>
        <w:t xml:space="preserve">Problemos, </w:t>
      </w:r>
      <w:r w:rsidR="00D454BB">
        <w:rPr>
          <w:rFonts w:ascii="Times New Roman" w:hAnsi="Times New Roman" w:cs="Times New Roman"/>
          <w:b/>
          <w:bCs/>
          <w:sz w:val="24"/>
          <w:szCs w:val="24"/>
        </w:rPr>
        <w:t>sprendžiamos</w:t>
      </w:r>
      <w:r w:rsidRPr="00460D79">
        <w:rPr>
          <w:rFonts w:ascii="Times New Roman" w:hAnsi="Times New Roman" w:cs="Times New Roman"/>
          <w:b/>
          <w:bCs/>
          <w:sz w:val="24"/>
          <w:szCs w:val="24"/>
        </w:rPr>
        <w:t xml:space="preserve"> šiuo projektu:</w:t>
      </w:r>
      <w:r w:rsidRPr="00460D79">
        <w:rPr>
          <w:rFonts w:ascii="Times New Roman" w:hAnsi="Times New Roman" w:cs="Times New Roman"/>
          <w:sz w:val="24"/>
          <w:szCs w:val="24"/>
        </w:rPr>
        <w:t xml:space="preserve"> Projekto įgyvendinimas yra būtinas siekiant užtikrinti savalaikį ir spartų elektroninių paslaugų Lietuvos fiziniams ir juridiniams asmenims teikimą Bausmių vykdymo sistemos (Lietuvos kalėjimų tarnybos ir Lietuvos probacijos tarnybos) duomenų pagrindu, kurie yra perduodami </w:t>
      </w:r>
      <w:r w:rsidR="003437EB">
        <w:rPr>
          <w:rFonts w:ascii="Times New Roman" w:hAnsi="Times New Roman" w:cs="Times New Roman"/>
          <w:sz w:val="24"/>
          <w:szCs w:val="24"/>
        </w:rPr>
        <w:t xml:space="preserve">IBPS, </w:t>
      </w:r>
      <w:r w:rsidRPr="00460D79">
        <w:rPr>
          <w:rFonts w:ascii="Times New Roman" w:hAnsi="Times New Roman" w:cs="Times New Roman"/>
          <w:sz w:val="24"/>
          <w:szCs w:val="24"/>
        </w:rPr>
        <w:t>Lietuvos teismų informacinei sistemai, Administracinių nusižengimų registrui</w:t>
      </w:r>
      <w:r w:rsidR="003437EB">
        <w:rPr>
          <w:rFonts w:ascii="Times New Roman" w:hAnsi="Times New Roman" w:cs="Times New Roman"/>
          <w:sz w:val="24"/>
          <w:szCs w:val="24"/>
        </w:rPr>
        <w:t xml:space="preserve">, </w:t>
      </w:r>
      <w:r w:rsidRPr="00460D79">
        <w:rPr>
          <w:rFonts w:ascii="Times New Roman" w:hAnsi="Times New Roman" w:cs="Times New Roman"/>
          <w:sz w:val="24"/>
          <w:szCs w:val="24"/>
        </w:rPr>
        <w:t xml:space="preserve">Gyventojų registrui, Socialinių paramos šeimai informacinei sistemai, Įtariamųjų, kaltinamųjų ir nuteistųjų registrui, </w:t>
      </w:r>
      <w:r w:rsidR="003437EB">
        <w:rPr>
          <w:rFonts w:ascii="Times New Roman" w:hAnsi="Times New Roman" w:cs="Times New Roman"/>
          <w:sz w:val="24"/>
          <w:szCs w:val="24"/>
        </w:rPr>
        <w:t>VSAT</w:t>
      </w:r>
      <w:r w:rsidRPr="00460D79">
        <w:rPr>
          <w:rFonts w:ascii="Times New Roman" w:hAnsi="Times New Roman" w:cs="Times New Roman"/>
          <w:sz w:val="24"/>
          <w:szCs w:val="24"/>
        </w:rPr>
        <w:t xml:space="preserve"> informacinei sistemai.</w:t>
      </w:r>
    </w:p>
    <w:p w14:paraId="42DECB0E" w14:textId="24F18F76" w:rsidR="00460D79" w:rsidRPr="00460D79" w:rsidRDefault="00460D79" w:rsidP="00142E71">
      <w:pPr>
        <w:spacing w:after="0" w:line="240" w:lineRule="auto"/>
        <w:ind w:firstLine="567"/>
        <w:rPr>
          <w:rFonts w:ascii="Times New Roman" w:hAnsi="Times New Roman" w:cs="Times New Roman"/>
          <w:sz w:val="24"/>
          <w:szCs w:val="24"/>
        </w:rPr>
      </w:pPr>
      <w:r w:rsidRPr="00460D79">
        <w:rPr>
          <w:rFonts w:ascii="Times New Roman" w:hAnsi="Times New Roman" w:cs="Times New Roman"/>
          <w:b/>
          <w:bCs/>
          <w:sz w:val="24"/>
          <w:szCs w:val="24"/>
        </w:rPr>
        <w:t>Problemos aktualumas</w:t>
      </w:r>
      <w:r w:rsidRPr="00460D79">
        <w:rPr>
          <w:rFonts w:ascii="Times New Roman" w:hAnsi="Times New Roman" w:cs="Times New Roman"/>
          <w:sz w:val="24"/>
          <w:szCs w:val="24"/>
        </w:rPr>
        <w:t xml:space="preserve"> </w:t>
      </w:r>
      <w:r w:rsidR="00CB1A0B" w:rsidRPr="00E465B0">
        <w:rPr>
          <w:rFonts w:ascii="Times New Roman" w:hAnsi="Times New Roman" w:cs="Times New Roman"/>
          <w:sz w:val="24"/>
          <w:szCs w:val="24"/>
        </w:rPr>
        <w:t>–</w:t>
      </w:r>
      <w:r w:rsidRPr="00460D79">
        <w:rPr>
          <w:rFonts w:ascii="Times New Roman" w:hAnsi="Times New Roman" w:cs="Times New Roman"/>
          <w:sz w:val="24"/>
          <w:szCs w:val="24"/>
        </w:rPr>
        <w:t xml:space="preserve"> Projekto įgyvendinimas yra būtinas siekiant užtikrinti savalaikį ir spartų elektroninių paslaugų Lietuvos fiziniams ir juridiniams asmenims teikimą Bausmių vykdymo sistemos (Lietuvos kalėjimų tarnybos ir Lietuvos probacijos tarnybos) duomenų pagrindu, kurie yra perduodami </w:t>
      </w:r>
      <w:r w:rsidR="003437EB">
        <w:rPr>
          <w:rFonts w:ascii="Times New Roman" w:hAnsi="Times New Roman" w:cs="Times New Roman"/>
          <w:sz w:val="24"/>
          <w:szCs w:val="24"/>
        </w:rPr>
        <w:t xml:space="preserve">IBPS, </w:t>
      </w:r>
      <w:r w:rsidRPr="00460D79">
        <w:rPr>
          <w:rFonts w:ascii="Times New Roman" w:hAnsi="Times New Roman" w:cs="Times New Roman"/>
          <w:sz w:val="24"/>
          <w:szCs w:val="24"/>
        </w:rPr>
        <w:t xml:space="preserve">Lietuvos teismų informacinei sistemai, Administracinių nusižengimų registrui, Gyventojų registrui, Socialinių paramos šeimai informacinei sistemai, Įtariamųjų, kaltinamųjų ir nuteistųjų registrui, Valstybės sienos apsaugos tarnybos informacinei sistemai. </w:t>
      </w:r>
    </w:p>
    <w:p w14:paraId="28C1C564" w14:textId="4C587001" w:rsidR="00E0064B" w:rsidRDefault="00460D79" w:rsidP="00142E71">
      <w:pPr>
        <w:spacing w:after="0" w:line="240" w:lineRule="auto"/>
        <w:ind w:firstLine="567"/>
        <w:rPr>
          <w:rFonts w:ascii="Times New Roman" w:hAnsi="Times New Roman" w:cs="Times New Roman"/>
          <w:sz w:val="24"/>
          <w:szCs w:val="24"/>
        </w:rPr>
      </w:pPr>
      <w:r w:rsidRPr="00E0064B">
        <w:rPr>
          <w:rFonts w:ascii="Times New Roman" w:hAnsi="Times New Roman" w:cs="Times New Roman"/>
          <w:sz w:val="24"/>
          <w:szCs w:val="24"/>
        </w:rPr>
        <w:t>Įgyvendin</w:t>
      </w:r>
      <w:r w:rsidR="00CB1A0B" w:rsidRPr="00E0064B">
        <w:rPr>
          <w:rFonts w:ascii="Times New Roman" w:hAnsi="Times New Roman" w:cs="Times New Roman"/>
          <w:sz w:val="24"/>
          <w:szCs w:val="24"/>
        </w:rPr>
        <w:t>us</w:t>
      </w:r>
      <w:r w:rsidRPr="00E0064B">
        <w:rPr>
          <w:rFonts w:ascii="Times New Roman" w:hAnsi="Times New Roman" w:cs="Times New Roman"/>
          <w:sz w:val="24"/>
          <w:szCs w:val="24"/>
        </w:rPr>
        <w:t xml:space="preserve"> Projektą bus </w:t>
      </w:r>
      <w:r w:rsidR="00CB1A0B" w:rsidRPr="00E0064B">
        <w:rPr>
          <w:rFonts w:ascii="Times New Roman" w:hAnsi="Times New Roman" w:cs="Times New Roman"/>
          <w:sz w:val="24"/>
          <w:szCs w:val="24"/>
        </w:rPr>
        <w:t>modernizuota IBPS</w:t>
      </w:r>
      <w:r w:rsidR="00D21D30">
        <w:rPr>
          <w:rFonts w:ascii="Times New Roman" w:hAnsi="Times New Roman" w:cs="Times New Roman"/>
          <w:sz w:val="24"/>
          <w:szCs w:val="24"/>
        </w:rPr>
        <w:t xml:space="preserve"> ir</w:t>
      </w:r>
      <w:r w:rsidR="00CB1A0B" w:rsidRPr="00E0064B">
        <w:rPr>
          <w:rFonts w:ascii="Times New Roman" w:hAnsi="Times New Roman" w:cs="Times New Roman"/>
          <w:sz w:val="24"/>
          <w:szCs w:val="24"/>
        </w:rPr>
        <w:t xml:space="preserve"> sukurta integracinė sąsaja </w:t>
      </w:r>
      <w:r w:rsidR="00E0064B" w:rsidRPr="00E0064B">
        <w:rPr>
          <w:rFonts w:ascii="Times New Roman" w:hAnsi="Times New Roman" w:cs="Times New Roman"/>
          <w:sz w:val="24"/>
          <w:szCs w:val="24"/>
        </w:rPr>
        <w:t xml:space="preserve">su </w:t>
      </w:r>
      <w:r w:rsidR="00CB1A0B" w:rsidRPr="00E0064B">
        <w:rPr>
          <w:rFonts w:ascii="Times New Roman" w:hAnsi="Times New Roman" w:cs="Times New Roman"/>
          <w:sz w:val="24"/>
          <w:szCs w:val="24"/>
        </w:rPr>
        <w:t>KADIS–2</w:t>
      </w:r>
      <w:r w:rsidR="00D21D30">
        <w:rPr>
          <w:rFonts w:ascii="Times New Roman" w:hAnsi="Times New Roman" w:cs="Times New Roman"/>
          <w:sz w:val="24"/>
          <w:szCs w:val="24"/>
        </w:rPr>
        <w:t xml:space="preserve"> </w:t>
      </w:r>
      <w:r w:rsidR="005F228F">
        <w:rPr>
          <w:rFonts w:ascii="Times New Roman" w:hAnsi="Times New Roman" w:cs="Times New Roman"/>
          <w:sz w:val="24"/>
          <w:szCs w:val="24"/>
        </w:rPr>
        <w:t xml:space="preserve">siekiant </w:t>
      </w:r>
      <w:r w:rsidR="00D21D30">
        <w:rPr>
          <w:rFonts w:ascii="Times New Roman" w:hAnsi="Times New Roman" w:cs="Times New Roman"/>
          <w:sz w:val="24"/>
          <w:szCs w:val="24"/>
        </w:rPr>
        <w:t>teikti, gauti šiuos duomenis</w:t>
      </w:r>
      <w:r w:rsidR="00A21215">
        <w:rPr>
          <w:rFonts w:ascii="Times New Roman" w:hAnsi="Times New Roman" w:cs="Times New Roman"/>
          <w:sz w:val="24"/>
          <w:szCs w:val="24"/>
        </w:rPr>
        <w:t>:</w:t>
      </w:r>
    </w:p>
    <w:p w14:paraId="08A4C2D3" w14:textId="17015751" w:rsidR="00E0064B" w:rsidRPr="00E0064B" w:rsidRDefault="00A21215" w:rsidP="001376DF">
      <w:pPr>
        <w:pStyle w:val="Sraopastraipa"/>
        <w:numPr>
          <w:ilvl w:val="0"/>
          <w:numId w:val="26"/>
        </w:numPr>
        <w:spacing w:after="0" w:line="240" w:lineRule="auto"/>
        <w:ind w:left="0" w:firstLine="644"/>
        <w:rPr>
          <w:rFonts w:ascii="Times New Roman" w:hAnsi="Times New Roman" w:cs="Times New Roman"/>
          <w:sz w:val="24"/>
          <w:szCs w:val="24"/>
        </w:rPr>
      </w:pPr>
      <w:r>
        <w:rPr>
          <w:rFonts w:ascii="Times New Roman" w:hAnsi="Times New Roman" w:cs="Times New Roman"/>
          <w:sz w:val="24"/>
          <w:szCs w:val="24"/>
        </w:rPr>
        <w:t>D</w:t>
      </w:r>
      <w:r w:rsidR="00E0064B" w:rsidRPr="00E0064B">
        <w:rPr>
          <w:rFonts w:ascii="Times New Roman" w:hAnsi="Times New Roman" w:cs="Times New Roman"/>
          <w:sz w:val="24"/>
          <w:szCs w:val="24"/>
        </w:rPr>
        <w:t xml:space="preserve">uomenų, susijusių su kardomosios priemonėmis, perdavimas į </w:t>
      </w:r>
      <w:r w:rsidR="00E0064B" w:rsidRPr="00E0064B">
        <w:rPr>
          <w:rFonts w:ascii="Times New Roman" w:hAnsi="Times New Roman" w:cs="Times New Roman"/>
          <w:iCs/>
          <w:sz w:val="24"/>
          <w:szCs w:val="24"/>
        </w:rPr>
        <w:t>KADIS</w:t>
      </w:r>
      <w:r w:rsidR="005F228F" w:rsidRPr="00E0064B">
        <w:rPr>
          <w:rFonts w:ascii="Times New Roman" w:hAnsi="Times New Roman" w:cs="Times New Roman"/>
          <w:sz w:val="24"/>
          <w:szCs w:val="24"/>
        </w:rPr>
        <w:t>–</w:t>
      </w:r>
      <w:r w:rsidR="00E0064B" w:rsidRPr="00E0064B">
        <w:rPr>
          <w:rFonts w:ascii="Times New Roman" w:hAnsi="Times New Roman" w:cs="Times New Roman"/>
          <w:iCs/>
          <w:sz w:val="24"/>
          <w:szCs w:val="24"/>
        </w:rPr>
        <w:t>2;</w:t>
      </w:r>
    </w:p>
    <w:p w14:paraId="725CC518" w14:textId="297F7666" w:rsidR="00E0064B" w:rsidRPr="00E0064B" w:rsidRDefault="00E0064B" w:rsidP="001376DF">
      <w:pPr>
        <w:pStyle w:val="Sraopastraipa"/>
        <w:numPr>
          <w:ilvl w:val="0"/>
          <w:numId w:val="26"/>
        </w:numPr>
        <w:spacing w:after="0" w:line="240" w:lineRule="auto"/>
        <w:ind w:left="0" w:firstLine="644"/>
        <w:rPr>
          <w:rFonts w:ascii="Times New Roman" w:hAnsi="Times New Roman" w:cs="Times New Roman"/>
          <w:sz w:val="24"/>
          <w:szCs w:val="24"/>
        </w:rPr>
      </w:pPr>
      <w:r w:rsidRPr="00E0064B">
        <w:rPr>
          <w:rFonts w:ascii="Times New Roman" w:hAnsi="Times New Roman" w:cs="Times New Roman"/>
          <w:sz w:val="24"/>
          <w:szCs w:val="24"/>
        </w:rPr>
        <w:t xml:space="preserve">Duomenų, susijusių su proceso dalyviais, perdavimas į </w:t>
      </w:r>
      <w:r w:rsidRPr="00E0064B">
        <w:rPr>
          <w:rFonts w:ascii="Times New Roman" w:hAnsi="Times New Roman" w:cs="Times New Roman"/>
          <w:iCs/>
          <w:sz w:val="24"/>
          <w:szCs w:val="24"/>
        </w:rPr>
        <w:t>KADIS</w:t>
      </w:r>
      <w:r w:rsidR="005F228F" w:rsidRPr="00E0064B">
        <w:rPr>
          <w:rFonts w:ascii="Times New Roman" w:hAnsi="Times New Roman" w:cs="Times New Roman"/>
          <w:sz w:val="24"/>
          <w:szCs w:val="24"/>
        </w:rPr>
        <w:t>–</w:t>
      </w:r>
      <w:r w:rsidRPr="00E0064B">
        <w:rPr>
          <w:rFonts w:ascii="Times New Roman" w:hAnsi="Times New Roman" w:cs="Times New Roman"/>
          <w:iCs/>
          <w:sz w:val="24"/>
          <w:szCs w:val="24"/>
        </w:rPr>
        <w:t>2;</w:t>
      </w:r>
    </w:p>
    <w:p w14:paraId="6B6DB4D1" w14:textId="19EDF4D5" w:rsidR="00E0064B" w:rsidRPr="00E0064B" w:rsidRDefault="00E0064B" w:rsidP="001376DF">
      <w:pPr>
        <w:pStyle w:val="Sraopastraipa"/>
        <w:numPr>
          <w:ilvl w:val="0"/>
          <w:numId w:val="26"/>
        </w:numPr>
        <w:spacing w:after="0" w:line="240" w:lineRule="auto"/>
        <w:ind w:left="0" w:firstLine="644"/>
        <w:rPr>
          <w:rFonts w:ascii="Times New Roman" w:hAnsi="Times New Roman" w:cs="Times New Roman"/>
          <w:sz w:val="24"/>
          <w:szCs w:val="24"/>
        </w:rPr>
      </w:pPr>
      <w:r w:rsidRPr="00E0064B">
        <w:rPr>
          <w:rFonts w:ascii="Times New Roman" w:hAnsi="Times New Roman" w:cs="Times New Roman"/>
          <w:sz w:val="24"/>
          <w:szCs w:val="24"/>
        </w:rPr>
        <w:t xml:space="preserve">Duomenų, susijusių su įtariamojo (suimtojo), nuteistojo pristatymu į už įkalinimo įstaigos ribų, arba paruošti procesinių veiksmų atlikimui įkalinimo įstaigoje, perdavimas į </w:t>
      </w:r>
      <w:r w:rsidRPr="00E0064B">
        <w:rPr>
          <w:rFonts w:ascii="Times New Roman" w:hAnsi="Times New Roman" w:cs="Times New Roman"/>
          <w:iCs/>
          <w:sz w:val="24"/>
          <w:szCs w:val="24"/>
        </w:rPr>
        <w:t>KADIS</w:t>
      </w:r>
      <w:r w:rsidR="005F228F" w:rsidRPr="00E0064B">
        <w:rPr>
          <w:rFonts w:ascii="Times New Roman" w:hAnsi="Times New Roman" w:cs="Times New Roman"/>
          <w:sz w:val="24"/>
          <w:szCs w:val="24"/>
        </w:rPr>
        <w:t>–</w:t>
      </w:r>
      <w:r w:rsidRPr="00E0064B">
        <w:rPr>
          <w:rFonts w:ascii="Times New Roman" w:hAnsi="Times New Roman" w:cs="Times New Roman"/>
          <w:iCs/>
          <w:sz w:val="24"/>
          <w:szCs w:val="24"/>
        </w:rPr>
        <w:t>2;</w:t>
      </w:r>
    </w:p>
    <w:p w14:paraId="4C746F60" w14:textId="58D657AF" w:rsidR="00E0064B" w:rsidRPr="00E0064B" w:rsidRDefault="00E0064B" w:rsidP="001376DF">
      <w:pPr>
        <w:pStyle w:val="Sraopastraipa"/>
        <w:numPr>
          <w:ilvl w:val="0"/>
          <w:numId w:val="26"/>
        </w:numPr>
        <w:spacing w:after="0" w:line="240" w:lineRule="auto"/>
        <w:ind w:left="0" w:firstLine="644"/>
        <w:rPr>
          <w:rFonts w:ascii="Times New Roman" w:hAnsi="Times New Roman" w:cs="Times New Roman"/>
          <w:sz w:val="24"/>
          <w:szCs w:val="24"/>
        </w:rPr>
      </w:pPr>
      <w:r w:rsidRPr="00E0064B">
        <w:rPr>
          <w:rFonts w:ascii="Times New Roman" w:hAnsi="Times New Roman" w:cs="Times New Roman"/>
          <w:sz w:val="24"/>
          <w:szCs w:val="24"/>
        </w:rPr>
        <w:t xml:space="preserve">Procesinių dokumentų, susijusių su atstovavimu, perdavimas į </w:t>
      </w:r>
      <w:r w:rsidRPr="00E0064B">
        <w:rPr>
          <w:rFonts w:ascii="Times New Roman" w:hAnsi="Times New Roman" w:cs="Times New Roman"/>
          <w:iCs/>
          <w:sz w:val="24"/>
          <w:szCs w:val="24"/>
        </w:rPr>
        <w:t>KADIS</w:t>
      </w:r>
      <w:r w:rsidR="005F228F" w:rsidRPr="00E0064B">
        <w:rPr>
          <w:rFonts w:ascii="Times New Roman" w:hAnsi="Times New Roman" w:cs="Times New Roman"/>
          <w:sz w:val="24"/>
          <w:szCs w:val="24"/>
        </w:rPr>
        <w:t>–</w:t>
      </w:r>
      <w:r w:rsidRPr="00E0064B">
        <w:rPr>
          <w:rFonts w:ascii="Times New Roman" w:hAnsi="Times New Roman" w:cs="Times New Roman"/>
          <w:iCs/>
          <w:sz w:val="24"/>
          <w:szCs w:val="24"/>
        </w:rPr>
        <w:t>2;</w:t>
      </w:r>
    </w:p>
    <w:p w14:paraId="20628D88" w14:textId="31EEB947" w:rsidR="00E0064B" w:rsidRPr="00E0064B" w:rsidRDefault="00E0064B" w:rsidP="001376DF">
      <w:pPr>
        <w:pStyle w:val="Sraopastraipa"/>
        <w:numPr>
          <w:ilvl w:val="0"/>
          <w:numId w:val="26"/>
        </w:numPr>
        <w:spacing w:after="0" w:line="240" w:lineRule="auto"/>
        <w:ind w:left="0" w:firstLine="644"/>
        <w:rPr>
          <w:rFonts w:ascii="Times New Roman" w:hAnsi="Times New Roman" w:cs="Times New Roman"/>
          <w:sz w:val="24"/>
          <w:szCs w:val="24"/>
        </w:rPr>
      </w:pPr>
      <w:r w:rsidRPr="00E0064B">
        <w:rPr>
          <w:rFonts w:ascii="Times New Roman" w:hAnsi="Times New Roman" w:cs="Times New Roman"/>
          <w:sz w:val="24"/>
          <w:szCs w:val="24"/>
        </w:rPr>
        <w:t xml:space="preserve">Procesinių dokumentų, perduotų į </w:t>
      </w:r>
      <w:r w:rsidRPr="00E0064B">
        <w:rPr>
          <w:rFonts w:ascii="Times New Roman" w:hAnsi="Times New Roman" w:cs="Times New Roman"/>
          <w:iCs/>
          <w:sz w:val="24"/>
          <w:szCs w:val="24"/>
        </w:rPr>
        <w:t>KADIS</w:t>
      </w:r>
      <w:r w:rsidR="005F228F" w:rsidRPr="00E0064B">
        <w:rPr>
          <w:rFonts w:ascii="Times New Roman" w:hAnsi="Times New Roman" w:cs="Times New Roman"/>
          <w:sz w:val="24"/>
          <w:szCs w:val="24"/>
        </w:rPr>
        <w:t>–</w:t>
      </w:r>
      <w:r w:rsidRPr="00E0064B">
        <w:rPr>
          <w:rFonts w:ascii="Times New Roman" w:hAnsi="Times New Roman" w:cs="Times New Roman"/>
          <w:iCs/>
          <w:sz w:val="24"/>
          <w:szCs w:val="24"/>
        </w:rPr>
        <w:t>2 supažindinimui pasirašytinai, gavimas į IBPS;</w:t>
      </w:r>
    </w:p>
    <w:p w14:paraId="226643E1" w14:textId="0591B752" w:rsidR="00E0064B" w:rsidRPr="00E0064B" w:rsidRDefault="00E0064B" w:rsidP="001376DF">
      <w:pPr>
        <w:pStyle w:val="Sraopastraipa"/>
        <w:numPr>
          <w:ilvl w:val="0"/>
          <w:numId w:val="26"/>
        </w:numPr>
        <w:spacing w:after="0" w:line="240" w:lineRule="auto"/>
        <w:ind w:left="0" w:firstLine="644"/>
        <w:rPr>
          <w:rFonts w:ascii="Times New Roman" w:hAnsi="Times New Roman" w:cs="Times New Roman"/>
          <w:sz w:val="24"/>
          <w:szCs w:val="24"/>
        </w:rPr>
      </w:pPr>
      <w:r w:rsidRPr="00E0064B">
        <w:rPr>
          <w:rFonts w:ascii="Times New Roman" w:hAnsi="Times New Roman" w:cs="Times New Roman"/>
          <w:sz w:val="24"/>
          <w:szCs w:val="24"/>
        </w:rPr>
        <w:t>Pranešimų (duomenų), susijusių su įtariamojo (suimtojo) konvojavimu, apsilankymais ir kt., gavimas IBPS;</w:t>
      </w:r>
    </w:p>
    <w:p w14:paraId="31C2F2B6" w14:textId="2E46B76E" w:rsidR="00E0064B" w:rsidRPr="00E0064B" w:rsidRDefault="00E0064B" w:rsidP="001376DF">
      <w:pPr>
        <w:pStyle w:val="Sraopastraipa"/>
        <w:widowControl w:val="0"/>
        <w:numPr>
          <w:ilvl w:val="0"/>
          <w:numId w:val="26"/>
        </w:numPr>
        <w:spacing w:after="0" w:line="240" w:lineRule="auto"/>
        <w:ind w:left="0" w:firstLine="644"/>
        <w:rPr>
          <w:rFonts w:ascii="Times New Roman" w:eastAsia="Times New Roman" w:hAnsi="Times New Roman" w:cs="Times New Roman"/>
          <w:sz w:val="24"/>
          <w:szCs w:val="24"/>
        </w:rPr>
      </w:pPr>
      <w:r w:rsidRPr="00E0064B">
        <w:rPr>
          <w:rFonts w:ascii="Times New Roman" w:hAnsi="Times New Roman" w:cs="Times New Roman"/>
          <w:iCs/>
          <w:sz w:val="24"/>
          <w:szCs w:val="24"/>
        </w:rPr>
        <w:t>Funkcionalumo, susijusio su (įtariamojo (suimtojo), nuteistojo) asmens kortelės duomenų peržiūr</w:t>
      </w:r>
      <w:r w:rsidR="005F228F">
        <w:rPr>
          <w:rFonts w:ascii="Times New Roman" w:hAnsi="Times New Roman" w:cs="Times New Roman"/>
          <w:iCs/>
          <w:sz w:val="24"/>
          <w:szCs w:val="24"/>
        </w:rPr>
        <w:t>a</w:t>
      </w:r>
      <w:r w:rsidRPr="00E0064B">
        <w:rPr>
          <w:rFonts w:ascii="Times New Roman" w:hAnsi="Times New Roman" w:cs="Times New Roman"/>
          <w:iCs/>
          <w:sz w:val="24"/>
          <w:szCs w:val="24"/>
        </w:rPr>
        <w:t xml:space="preserve"> IBPS, sukūrimas;</w:t>
      </w:r>
    </w:p>
    <w:p w14:paraId="4D165A32" w14:textId="1EE5F953" w:rsidR="00E0064B" w:rsidRPr="00E0064B" w:rsidRDefault="00E0064B" w:rsidP="001376DF">
      <w:pPr>
        <w:pStyle w:val="Sraopastraipa"/>
        <w:widowControl w:val="0"/>
        <w:numPr>
          <w:ilvl w:val="0"/>
          <w:numId w:val="26"/>
        </w:numPr>
        <w:spacing w:after="0" w:line="240" w:lineRule="auto"/>
        <w:ind w:left="0" w:firstLine="644"/>
        <w:rPr>
          <w:rFonts w:ascii="Times New Roman" w:eastAsia="Times New Roman" w:hAnsi="Times New Roman" w:cs="Times New Roman"/>
          <w:sz w:val="24"/>
          <w:szCs w:val="24"/>
        </w:rPr>
      </w:pPr>
      <w:r w:rsidRPr="00E0064B">
        <w:rPr>
          <w:rFonts w:ascii="Times New Roman" w:hAnsi="Times New Roman" w:cs="Times New Roman"/>
          <w:iCs/>
          <w:sz w:val="24"/>
          <w:szCs w:val="24"/>
        </w:rPr>
        <w:t>Informacijos, susijusios su  įtariamojo (suimtojo), nuteistojo, buvimo vieta įkalinimo įstaigoje, gavimas IBPS.</w:t>
      </w:r>
    </w:p>
    <w:p w14:paraId="20D2A236" w14:textId="602AE4DB" w:rsidR="00624567" w:rsidRDefault="00E0064B" w:rsidP="00142E71">
      <w:pPr>
        <w:pStyle w:val="Antrat1"/>
        <w:tabs>
          <w:tab w:val="center" w:pos="0"/>
        </w:tabs>
        <w:ind w:firstLine="567"/>
        <w:rPr>
          <w:rFonts w:ascii="Times New Roman" w:hAnsi="Times New Roman" w:cs="Times New Roman"/>
          <w:sz w:val="24"/>
          <w:szCs w:val="24"/>
        </w:rPr>
      </w:pPr>
      <w:r>
        <w:rPr>
          <w:rFonts w:ascii="Times New Roman" w:hAnsi="Times New Roman" w:cs="Times New Roman"/>
          <w:sz w:val="24"/>
          <w:szCs w:val="24"/>
        </w:rPr>
        <w:t>I</w:t>
      </w:r>
      <w:r w:rsidR="00624567" w:rsidRPr="00624567">
        <w:rPr>
          <w:rFonts w:ascii="Times New Roman" w:hAnsi="Times New Roman" w:cs="Times New Roman"/>
          <w:sz w:val="24"/>
          <w:szCs w:val="24"/>
        </w:rPr>
        <w:t>BPS ARCHITEKTŪRA</w:t>
      </w:r>
    </w:p>
    <w:p w14:paraId="574EC97F" w14:textId="77777777" w:rsidR="00C636A9" w:rsidRPr="00C636A9" w:rsidRDefault="00C636A9" w:rsidP="00C636A9"/>
    <w:p w14:paraId="2D569469" w14:textId="61CF0748" w:rsidR="00624567" w:rsidRPr="00624567" w:rsidRDefault="00624567" w:rsidP="00142E71">
      <w:pPr>
        <w:tabs>
          <w:tab w:val="center" w:pos="0"/>
        </w:tabs>
        <w:spacing w:after="0"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 xml:space="preserve">IBPS realizuojama kaip Java </w:t>
      </w:r>
      <w:proofErr w:type="spellStart"/>
      <w:r w:rsidRPr="00624567">
        <w:rPr>
          <w:rFonts w:ascii="Times New Roman" w:hAnsi="Times New Roman" w:cs="Times New Roman"/>
          <w:sz w:val="24"/>
          <w:szCs w:val="24"/>
        </w:rPr>
        <w:t>web</w:t>
      </w:r>
      <w:proofErr w:type="spellEnd"/>
      <w:r w:rsidRPr="00624567">
        <w:rPr>
          <w:rFonts w:ascii="Times New Roman" w:hAnsi="Times New Roman" w:cs="Times New Roman"/>
          <w:sz w:val="24"/>
          <w:szCs w:val="24"/>
        </w:rPr>
        <w:t xml:space="preserve"> aplikacija, kuri diegiama kaip ZK konteineris </w:t>
      </w:r>
      <w:proofErr w:type="spellStart"/>
      <w:r w:rsidRPr="00624567">
        <w:rPr>
          <w:rFonts w:ascii="Times New Roman" w:hAnsi="Times New Roman" w:cs="Times New Roman"/>
          <w:sz w:val="24"/>
          <w:szCs w:val="24"/>
        </w:rPr>
        <w:t>Apache</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Tomcat</w:t>
      </w:r>
      <w:proofErr w:type="spellEnd"/>
      <w:r w:rsidRPr="00624567">
        <w:rPr>
          <w:rFonts w:ascii="Times New Roman" w:hAnsi="Times New Roman" w:cs="Times New Roman"/>
          <w:sz w:val="24"/>
          <w:szCs w:val="24"/>
        </w:rPr>
        <w:t xml:space="preserve"> aplikacijų serveryje. Sistemoje naudojama 3 lygių architektūra, kurią sudaro naudotojo, veiklos logikos ir duomenų bazės lygiai:</w:t>
      </w:r>
    </w:p>
    <w:p w14:paraId="6D883AD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Naudotojo lygiui naudojamas ZK </w:t>
      </w:r>
      <w:proofErr w:type="spellStart"/>
      <w:r w:rsidRPr="00624567">
        <w:rPr>
          <w:rFonts w:ascii="Times New Roman" w:hAnsi="Times New Roman" w:cs="Times New Roman"/>
          <w:sz w:val="24"/>
          <w:szCs w:val="24"/>
        </w:rPr>
        <w:t>Framework</w:t>
      </w:r>
      <w:proofErr w:type="spellEnd"/>
      <w:r w:rsidRPr="00624567">
        <w:rPr>
          <w:rFonts w:ascii="Times New Roman" w:hAnsi="Times New Roman" w:cs="Times New Roman"/>
          <w:sz w:val="24"/>
          <w:szCs w:val="24"/>
        </w:rPr>
        <w:t xml:space="preserve">  9.6.0.2;</w:t>
      </w:r>
    </w:p>
    <w:p w14:paraId="1E452005"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Veiklos logikai </w:t>
      </w:r>
      <w:proofErr w:type="spellStart"/>
      <w:r w:rsidRPr="00624567">
        <w:rPr>
          <w:rFonts w:ascii="Times New Roman" w:hAnsi="Times New Roman" w:cs="Times New Roman"/>
          <w:sz w:val="24"/>
          <w:szCs w:val="24"/>
        </w:rPr>
        <w:t>Spring</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Framework</w:t>
      </w:r>
      <w:proofErr w:type="spellEnd"/>
      <w:r w:rsidRPr="00624567">
        <w:rPr>
          <w:rFonts w:ascii="Times New Roman" w:hAnsi="Times New Roman" w:cs="Times New Roman"/>
          <w:sz w:val="24"/>
          <w:szCs w:val="24"/>
        </w:rPr>
        <w:t xml:space="preserve"> 4.3.30 servisai; </w:t>
      </w:r>
    </w:p>
    <w:p w14:paraId="5CEA2D5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bazei (</w:t>
      </w:r>
      <w:proofErr w:type="spellStart"/>
      <w:r w:rsidRPr="00624567">
        <w:rPr>
          <w:rFonts w:ascii="Times New Roman" w:hAnsi="Times New Roman" w:cs="Times New Roman"/>
          <w:sz w:val="24"/>
          <w:szCs w:val="24"/>
        </w:rPr>
        <w:t>Oracle</w:t>
      </w:r>
      <w:proofErr w:type="spellEnd"/>
      <w:r w:rsidRPr="00624567">
        <w:rPr>
          <w:rFonts w:ascii="Times New Roman" w:hAnsi="Times New Roman" w:cs="Times New Roman"/>
          <w:sz w:val="24"/>
          <w:szCs w:val="24"/>
        </w:rPr>
        <w:t xml:space="preserve"> DBVS) </w:t>
      </w:r>
      <w:proofErr w:type="spellStart"/>
      <w:r w:rsidRPr="00624567">
        <w:rPr>
          <w:rFonts w:ascii="Times New Roman" w:hAnsi="Times New Roman" w:cs="Times New Roman"/>
          <w:sz w:val="24"/>
          <w:szCs w:val="24"/>
        </w:rPr>
        <w:t>Hibernate</w:t>
      </w:r>
      <w:proofErr w:type="spellEnd"/>
      <w:r w:rsidRPr="00624567">
        <w:rPr>
          <w:rFonts w:ascii="Times New Roman" w:hAnsi="Times New Roman" w:cs="Times New Roman"/>
          <w:sz w:val="24"/>
          <w:szCs w:val="24"/>
        </w:rPr>
        <w:t xml:space="preserve"> ORM </w:t>
      </w:r>
      <w:proofErr w:type="spellStart"/>
      <w:r w:rsidRPr="00624567">
        <w:rPr>
          <w:rFonts w:ascii="Times New Roman" w:hAnsi="Times New Roman" w:cs="Times New Roman"/>
          <w:sz w:val="24"/>
          <w:szCs w:val="24"/>
        </w:rPr>
        <w:t>framework</w:t>
      </w:r>
      <w:proofErr w:type="spellEnd"/>
      <w:r w:rsidRPr="00624567">
        <w:rPr>
          <w:rFonts w:ascii="Times New Roman" w:hAnsi="Times New Roman" w:cs="Times New Roman"/>
          <w:sz w:val="24"/>
          <w:szCs w:val="24"/>
        </w:rPr>
        <w:t xml:space="preserve"> 5.1.0 ir </w:t>
      </w:r>
      <w:proofErr w:type="spellStart"/>
      <w:r w:rsidRPr="00624567">
        <w:rPr>
          <w:rFonts w:ascii="Times New Roman" w:hAnsi="Times New Roman" w:cs="Times New Roman"/>
          <w:sz w:val="24"/>
          <w:szCs w:val="24"/>
        </w:rPr>
        <w:t>iBATIS</w:t>
      </w:r>
      <w:proofErr w:type="spellEnd"/>
      <w:r w:rsidRPr="00624567">
        <w:rPr>
          <w:rFonts w:ascii="Times New Roman" w:hAnsi="Times New Roman" w:cs="Times New Roman"/>
          <w:sz w:val="24"/>
          <w:szCs w:val="24"/>
        </w:rPr>
        <w:t>.</w:t>
      </w:r>
    </w:p>
    <w:p w14:paraId="1EDB48EA" w14:textId="77777777" w:rsidR="00624567" w:rsidRPr="00624567" w:rsidRDefault="00624567" w:rsidP="00624567">
      <w:pPr>
        <w:tabs>
          <w:tab w:val="center" w:pos="0"/>
        </w:tabs>
        <w:spacing w:after="0" w:line="240" w:lineRule="atLeast"/>
        <w:rPr>
          <w:rFonts w:ascii="Times New Roman" w:hAnsi="Times New Roman" w:cs="Times New Roman"/>
          <w:bCs/>
          <w:sz w:val="24"/>
          <w:szCs w:val="24"/>
        </w:rPr>
      </w:pPr>
      <w:r w:rsidRPr="00624567">
        <w:rPr>
          <w:rFonts w:ascii="Times New Roman" w:hAnsi="Times New Roman" w:cs="Times New Roman"/>
          <w:sz w:val="24"/>
          <w:szCs w:val="24"/>
        </w:rPr>
        <w:t xml:space="preserve">IBPS EPP realizuota kaip Java </w:t>
      </w:r>
      <w:proofErr w:type="spellStart"/>
      <w:r w:rsidRPr="00624567">
        <w:rPr>
          <w:rFonts w:ascii="Times New Roman" w:hAnsi="Times New Roman" w:cs="Times New Roman"/>
          <w:sz w:val="24"/>
          <w:szCs w:val="24"/>
        </w:rPr>
        <w:t>web</w:t>
      </w:r>
      <w:proofErr w:type="spellEnd"/>
      <w:r w:rsidRPr="00624567">
        <w:rPr>
          <w:rFonts w:ascii="Times New Roman" w:hAnsi="Times New Roman" w:cs="Times New Roman"/>
          <w:sz w:val="24"/>
          <w:szCs w:val="24"/>
        </w:rPr>
        <w:t xml:space="preserve"> aplikacija. Ji yra trijų lygių architektūros:</w:t>
      </w:r>
    </w:p>
    <w:p w14:paraId="5D8903B6"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lastRenderedPageBreak/>
        <w:t xml:space="preserve">Naudotojo sąsajos lygis – </w:t>
      </w:r>
      <w:proofErr w:type="spellStart"/>
      <w:r w:rsidRPr="00624567">
        <w:rPr>
          <w:rFonts w:ascii="Times New Roman" w:hAnsi="Times New Roman" w:cs="Times New Roman"/>
          <w:sz w:val="24"/>
          <w:szCs w:val="24"/>
        </w:rPr>
        <w:t>Angular</w:t>
      </w:r>
      <w:proofErr w:type="spellEnd"/>
      <w:r w:rsidRPr="00624567">
        <w:rPr>
          <w:rFonts w:ascii="Times New Roman" w:hAnsi="Times New Roman" w:cs="Times New Roman"/>
          <w:sz w:val="24"/>
          <w:szCs w:val="24"/>
        </w:rPr>
        <w:t xml:space="preserve"> vartotojo sąsaja;</w:t>
      </w:r>
    </w:p>
    <w:p w14:paraId="6C603AA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Verslo logikos lygis – </w:t>
      </w:r>
      <w:proofErr w:type="spellStart"/>
      <w:r w:rsidRPr="00624567">
        <w:rPr>
          <w:rFonts w:ascii="Times New Roman" w:hAnsi="Times New Roman" w:cs="Times New Roman"/>
          <w:sz w:val="24"/>
          <w:szCs w:val="24"/>
        </w:rPr>
        <w:t>SpringBoot</w:t>
      </w:r>
      <w:proofErr w:type="spellEnd"/>
      <w:r w:rsidRPr="00624567">
        <w:rPr>
          <w:rFonts w:ascii="Times New Roman" w:hAnsi="Times New Roman" w:cs="Times New Roman"/>
          <w:sz w:val="24"/>
          <w:szCs w:val="24"/>
        </w:rPr>
        <w:t xml:space="preserve"> REST komponentas;</w:t>
      </w:r>
    </w:p>
    <w:p w14:paraId="32A28BBA" w14:textId="42838A86" w:rsidR="009E4EF8" w:rsidRPr="009E4EF8" w:rsidRDefault="00624567" w:rsidP="009E4EF8">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9E4EF8">
        <w:rPr>
          <w:rFonts w:ascii="Times New Roman" w:hAnsi="Times New Roman" w:cs="Times New Roman"/>
          <w:sz w:val="24"/>
          <w:szCs w:val="24"/>
        </w:rPr>
        <w:t xml:space="preserve">Duomenų lygis – </w:t>
      </w:r>
      <w:proofErr w:type="spellStart"/>
      <w:r w:rsidRPr="009E4EF8">
        <w:rPr>
          <w:rFonts w:ascii="Times New Roman" w:hAnsi="Times New Roman" w:cs="Times New Roman"/>
          <w:sz w:val="24"/>
          <w:szCs w:val="24"/>
        </w:rPr>
        <w:t>PostreSQL</w:t>
      </w:r>
      <w:proofErr w:type="spellEnd"/>
      <w:r w:rsidRPr="009E4EF8">
        <w:rPr>
          <w:rFonts w:ascii="Times New Roman" w:hAnsi="Times New Roman" w:cs="Times New Roman"/>
          <w:sz w:val="24"/>
          <w:szCs w:val="24"/>
        </w:rPr>
        <w:t xml:space="preserve"> DB ir </w:t>
      </w:r>
      <w:proofErr w:type="spellStart"/>
      <w:r w:rsidRPr="009E4EF8">
        <w:rPr>
          <w:rFonts w:ascii="Times New Roman" w:hAnsi="Times New Roman" w:cs="Times New Roman"/>
          <w:sz w:val="24"/>
          <w:szCs w:val="24"/>
        </w:rPr>
        <w:t>ActiveMQ</w:t>
      </w:r>
      <w:proofErr w:type="spellEnd"/>
      <w:r w:rsidR="009E4EF8">
        <w:rPr>
          <w:rFonts w:ascii="Times New Roman" w:hAnsi="Times New Roman" w:cs="Times New Roman"/>
          <w:sz w:val="24"/>
          <w:szCs w:val="24"/>
        </w:rPr>
        <w:t>;</w:t>
      </w:r>
    </w:p>
    <w:p w14:paraId="5B37D8F4" w14:textId="05EEBBAD" w:rsidR="00624567" w:rsidRPr="009E4EF8" w:rsidRDefault="00624567" w:rsidP="009E4EF8">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9E4EF8">
        <w:rPr>
          <w:rFonts w:ascii="Times New Roman" w:hAnsi="Times New Roman" w:cs="Times New Roman"/>
          <w:sz w:val="24"/>
          <w:szCs w:val="24"/>
        </w:rPr>
        <w:t xml:space="preserve">Duomenų indeksavimui ir paieškai naudojamas </w:t>
      </w:r>
      <w:proofErr w:type="spellStart"/>
      <w:r w:rsidRPr="009E4EF8">
        <w:rPr>
          <w:rFonts w:ascii="Times New Roman" w:hAnsi="Times New Roman" w:cs="Times New Roman"/>
          <w:sz w:val="24"/>
          <w:szCs w:val="24"/>
        </w:rPr>
        <w:t>Apache</w:t>
      </w:r>
      <w:proofErr w:type="spellEnd"/>
      <w:r w:rsidRPr="009E4EF8">
        <w:rPr>
          <w:rFonts w:ascii="Times New Roman" w:hAnsi="Times New Roman" w:cs="Times New Roman"/>
          <w:sz w:val="24"/>
          <w:szCs w:val="24"/>
        </w:rPr>
        <w:t xml:space="preserve"> </w:t>
      </w:r>
      <w:proofErr w:type="spellStart"/>
      <w:r w:rsidRPr="009E4EF8">
        <w:rPr>
          <w:rFonts w:ascii="Times New Roman" w:hAnsi="Times New Roman" w:cs="Times New Roman"/>
          <w:sz w:val="24"/>
          <w:szCs w:val="24"/>
        </w:rPr>
        <w:t>Solr</w:t>
      </w:r>
      <w:proofErr w:type="spellEnd"/>
      <w:r w:rsidRPr="009E4EF8">
        <w:rPr>
          <w:rFonts w:ascii="Times New Roman" w:hAnsi="Times New Roman" w:cs="Times New Roman"/>
          <w:sz w:val="24"/>
          <w:szCs w:val="24"/>
        </w:rPr>
        <w:t xml:space="preserve"> (</w:t>
      </w:r>
      <w:proofErr w:type="spellStart"/>
      <w:r w:rsidRPr="009E4EF8">
        <w:rPr>
          <w:rFonts w:ascii="Times New Roman" w:hAnsi="Times New Roman" w:cs="Times New Roman"/>
          <w:sz w:val="24"/>
          <w:szCs w:val="24"/>
        </w:rPr>
        <w:t>Apache</w:t>
      </w:r>
      <w:proofErr w:type="spellEnd"/>
      <w:r w:rsidRPr="009E4EF8">
        <w:rPr>
          <w:rFonts w:ascii="Times New Roman" w:hAnsi="Times New Roman" w:cs="Times New Roman"/>
          <w:sz w:val="24"/>
          <w:szCs w:val="24"/>
        </w:rPr>
        <w:t xml:space="preserve"> </w:t>
      </w:r>
      <w:proofErr w:type="spellStart"/>
      <w:r w:rsidRPr="009E4EF8">
        <w:rPr>
          <w:rFonts w:ascii="Times New Roman" w:hAnsi="Times New Roman" w:cs="Times New Roman"/>
          <w:sz w:val="24"/>
          <w:szCs w:val="24"/>
        </w:rPr>
        <w:t>Solr</w:t>
      </w:r>
      <w:proofErr w:type="spellEnd"/>
      <w:r w:rsidRPr="009E4EF8">
        <w:rPr>
          <w:rFonts w:ascii="Times New Roman" w:hAnsi="Times New Roman" w:cs="Times New Roman"/>
          <w:sz w:val="24"/>
          <w:szCs w:val="24"/>
        </w:rPr>
        <w:t xml:space="preserve"> 7.2).</w:t>
      </w:r>
    </w:p>
    <w:p w14:paraId="088AF032"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 xml:space="preserve">Duomenų modelis sukurtas atsižvelgiant į reikalavimus duomenų struktūroms. Duomenų saugojimui naudojama </w:t>
      </w:r>
      <w:proofErr w:type="spellStart"/>
      <w:r w:rsidRPr="00624567">
        <w:rPr>
          <w:rFonts w:ascii="Times New Roman" w:hAnsi="Times New Roman" w:cs="Times New Roman"/>
          <w:sz w:val="24"/>
          <w:szCs w:val="24"/>
        </w:rPr>
        <w:t>Oracle</w:t>
      </w:r>
      <w:proofErr w:type="spellEnd"/>
      <w:r w:rsidRPr="00624567">
        <w:rPr>
          <w:rFonts w:ascii="Times New Roman" w:hAnsi="Times New Roman" w:cs="Times New Roman"/>
          <w:sz w:val="24"/>
          <w:szCs w:val="24"/>
        </w:rPr>
        <w:t xml:space="preserve"> duomenų bazės valdymo sistema. Veiklos logikos sluoksnis užtikrina funkcinių komponentų darbą, sąsajas su išorinėmis sistemomis. Šio sluoksnio paslaugų komponentai logiškai atskirti pagal funkcionalumą. Šis sluoksnis – atsakingas už taikomosios PĮ funkcinių modulių darbą (duomenų tvarkymo funkcijos, klasifikatorių tvarkymo funkcijos, jame atliekami visi reikalingi skaičiavimai). Šis paslaugų komponentas bendrauja su duomenų baze. Darbui su duomenų baze naudojamas </w:t>
      </w:r>
      <w:proofErr w:type="spellStart"/>
      <w:r w:rsidRPr="00624567">
        <w:rPr>
          <w:rFonts w:ascii="Times New Roman" w:hAnsi="Times New Roman" w:cs="Times New Roman"/>
          <w:sz w:val="24"/>
          <w:szCs w:val="24"/>
        </w:rPr>
        <w:t>Hibernate</w:t>
      </w:r>
      <w:proofErr w:type="spellEnd"/>
      <w:r w:rsidRPr="00624567">
        <w:rPr>
          <w:rFonts w:ascii="Times New Roman" w:hAnsi="Times New Roman" w:cs="Times New Roman"/>
          <w:sz w:val="24"/>
          <w:szCs w:val="24"/>
        </w:rPr>
        <w:t xml:space="preserve"> 3 (JPA) objektinio-reliacinio modelių susiejimo karkasas, kuris QL užklausas paverčia į SQL užklausas ir grąžina modelio objektus. IBPS moduliai komunikuoja tiesiogiai tarpusavyje. Sujungimus tarp modulių užtikrina </w:t>
      </w:r>
      <w:proofErr w:type="spellStart"/>
      <w:r w:rsidRPr="00624567">
        <w:rPr>
          <w:rFonts w:ascii="Times New Roman" w:hAnsi="Times New Roman" w:cs="Times New Roman"/>
          <w:sz w:val="24"/>
          <w:szCs w:val="24"/>
        </w:rPr>
        <w:t>Spring</w:t>
      </w:r>
      <w:proofErr w:type="spellEnd"/>
      <w:r w:rsidRPr="00624567">
        <w:rPr>
          <w:rFonts w:ascii="Times New Roman" w:hAnsi="Times New Roman" w:cs="Times New Roman"/>
          <w:sz w:val="24"/>
          <w:szCs w:val="24"/>
        </w:rPr>
        <w:t xml:space="preserve"> karkasas. </w:t>
      </w:r>
    </w:p>
    <w:p w14:paraId="552D62B0"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Didelės apimties priedai (</w:t>
      </w:r>
      <w:proofErr w:type="spellStart"/>
      <w:r w:rsidRPr="00624567">
        <w:rPr>
          <w:rFonts w:ascii="Times New Roman" w:hAnsi="Times New Roman" w:cs="Times New Roman"/>
          <w:sz w:val="24"/>
          <w:szCs w:val="24"/>
        </w:rPr>
        <w:t>video</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audio</w:t>
      </w:r>
      <w:proofErr w:type="spellEnd"/>
      <w:r w:rsidRPr="00624567">
        <w:rPr>
          <w:rFonts w:ascii="Times New Roman" w:hAnsi="Times New Roman" w:cs="Times New Roman"/>
          <w:sz w:val="24"/>
          <w:szCs w:val="24"/>
        </w:rPr>
        <w:t xml:space="preserve"> medžiaga, prisegti priedai) saugomi IBPS modulyje – DARSIS (informacija saugoma atskiroje </w:t>
      </w:r>
      <w:proofErr w:type="spellStart"/>
      <w:r w:rsidRPr="00624567">
        <w:rPr>
          <w:rFonts w:ascii="Times New Roman" w:hAnsi="Times New Roman" w:cs="Times New Roman"/>
          <w:sz w:val="24"/>
          <w:szCs w:val="24"/>
        </w:rPr>
        <w:t>failinėje</w:t>
      </w:r>
      <w:proofErr w:type="spellEnd"/>
      <w:r w:rsidRPr="00624567">
        <w:rPr>
          <w:rFonts w:ascii="Times New Roman" w:hAnsi="Times New Roman" w:cs="Times New Roman"/>
          <w:sz w:val="24"/>
          <w:szCs w:val="24"/>
        </w:rPr>
        <w:t xml:space="preserve"> sistemoje). </w:t>
      </w:r>
    </w:p>
    <w:p w14:paraId="492FE070" w14:textId="5FB0E112"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 xml:space="preserve">Visi IBPS naudotojų veiksmai yra apdorojami auditavimo komponento, kuris transformuoja veiksmo sistemoje duomenis ir siunčia juos į audito įvykių eilę (JMS), kur vėliau duomenys patenka AUDIT III audituojamų įvykių posistemį. Į audito įvykių eilę išsiųstus pranešimus, nuskaito, </w:t>
      </w:r>
      <w:proofErr w:type="spellStart"/>
      <w:r w:rsidRPr="00624567">
        <w:rPr>
          <w:rFonts w:ascii="Times New Roman" w:hAnsi="Times New Roman" w:cs="Times New Roman"/>
          <w:sz w:val="24"/>
          <w:szCs w:val="24"/>
        </w:rPr>
        <w:t>validuoja</w:t>
      </w:r>
      <w:proofErr w:type="spellEnd"/>
      <w:r w:rsidRPr="00624567">
        <w:rPr>
          <w:rFonts w:ascii="Times New Roman" w:hAnsi="Times New Roman" w:cs="Times New Roman"/>
          <w:sz w:val="24"/>
          <w:szCs w:val="24"/>
        </w:rPr>
        <w:t>, apdoroja ir įrašo į AUDIT III duomenų bazę AUDIT III posistemis.</w:t>
      </w:r>
    </w:p>
    <w:p w14:paraId="4CC2151C"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IBPS funkcinės architektūros schemos pavaizduotos žemiau esančiuose paveikslėliuose:</w:t>
      </w:r>
    </w:p>
    <w:p w14:paraId="4CB0A6A4"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IBPS funkcinės architektūros schema (žr. 2 paveikslėlį).</w:t>
      </w:r>
    </w:p>
    <w:p w14:paraId="2FF5C8C1"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r w:rsidRPr="00624567">
        <w:rPr>
          <w:rFonts w:ascii="Times New Roman" w:hAnsi="Times New Roman" w:cs="Times New Roman"/>
          <w:noProof/>
          <w:sz w:val="24"/>
          <w:szCs w:val="24"/>
          <w:lang w:eastAsia="lt-LT"/>
        </w:rPr>
        <w:drawing>
          <wp:inline distT="0" distB="0" distL="0" distR="0" wp14:anchorId="7FDA74D3" wp14:editId="7AC0CE8A">
            <wp:extent cx="5899785" cy="5059680"/>
            <wp:effectExtent l="0" t="0" r="0" b="0"/>
            <wp:docPr id="2" name="Picture 10" descr="Paveikslėlis, kuriame yra tekstas, ekrano kopija, Šriftas, diagram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Paveikslėlis, kuriame yra tekstas, ekrano kopija, Šriftas, diagrama  Automatiškai sugeneruotas aprašymas"/>
                    <pic:cNvPicPr>
                      <a:picLocks noChangeAspect="1" noChangeArrowheads="1"/>
                    </pic:cNvPicPr>
                  </pic:nvPicPr>
                  <pic:blipFill>
                    <a:blip r:embed="rId14"/>
                    <a:stretch>
                      <a:fillRect/>
                    </a:stretch>
                  </pic:blipFill>
                  <pic:spPr bwMode="auto">
                    <a:xfrm>
                      <a:off x="0" y="0"/>
                      <a:ext cx="5899785" cy="5059680"/>
                    </a:xfrm>
                    <a:prstGeom prst="rect">
                      <a:avLst/>
                    </a:prstGeom>
                  </pic:spPr>
                </pic:pic>
              </a:graphicData>
            </a:graphic>
          </wp:inline>
        </w:drawing>
      </w:r>
    </w:p>
    <w:p w14:paraId="03237287"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2</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funkcinė architektūra</w:t>
      </w:r>
      <w:bookmarkStart w:id="2" w:name="_Hlk130557026"/>
      <w:bookmarkEnd w:id="2"/>
    </w:p>
    <w:p w14:paraId="01ED536D" w14:textId="77777777" w:rsidR="00624567" w:rsidRPr="00624567" w:rsidRDefault="00624567" w:rsidP="00624567">
      <w:pPr>
        <w:tabs>
          <w:tab w:val="center" w:pos="0"/>
        </w:tabs>
        <w:spacing w:line="240" w:lineRule="atLeast"/>
        <w:rPr>
          <w:rFonts w:ascii="Times New Roman" w:hAnsi="Times New Roman" w:cs="Times New Roman"/>
          <w:bCs/>
          <w:sz w:val="24"/>
          <w:szCs w:val="24"/>
        </w:rPr>
      </w:pPr>
      <w:r w:rsidRPr="00624567">
        <w:rPr>
          <w:rFonts w:ascii="Times New Roman" w:hAnsi="Times New Roman" w:cs="Times New Roman"/>
          <w:sz w:val="24"/>
          <w:szCs w:val="24"/>
        </w:rPr>
        <w:lastRenderedPageBreak/>
        <w:t>Žemiau lentelėje detalizuojami IBPS sudarantys posistemiai.</w:t>
      </w:r>
    </w:p>
    <w:p w14:paraId="08A640CA" w14:textId="77777777" w:rsidR="00624567" w:rsidRPr="00624567" w:rsidRDefault="00624567" w:rsidP="00624567">
      <w:pPr>
        <w:tabs>
          <w:tab w:val="center" w:pos="0"/>
        </w:tabs>
        <w:spacing w:before="240" w:line="240" w:lineRule="atLeast"/>
        <w:rPr>
          <w:rFonts w:ascii="Times New Roman" w:hAnsi="Times New Roman" w:cs="Times New Roman"/>
          <w:i/>
          <w:iCs/>
          <w:sz w:val="24"/>
          <w:szCs w:val="24"/>
        </w:rPr>
      </w:pPr>
      <w:r w:rsidRPr="00624567">
        <w:rPr>
          <w:rFonts w:ascii="Times New Roman" w:hAnsi="Times New Roman" w:cs="Times New Roman"/>
          <w:iCs/>
          <w:sz w:val="24"/>
          <w:szCs w:val="24"/>
        </w:rPr>
        <w:t>IBPS posistemiai</w:t>
      </w:r>
    </w:p>
    <w:tbl>
      <w:tblPr>
        <w:tblW w:w="5000" w:type="pct"/>
        <w:tblLayout w:type="fixed"/>
        <w:tblCellMar>
          <w:top w:w="28" w:type="dxa"/>
          <w:left w:w="57" w:type="dxa"/>
          <w:bottom w:w="28" w:type="dxa"/>
          <w:right w:w="57" w:type="dxa"/>
        </w:tblCellMar>
        <w:tblLook w:val="00A0" w:firstRow="1" w:lastRow="0" w:firstColumn="1" w:lastColumn="0" w:noHBand="0" w:noVBand="0"/>
      </w:tblPr>
      <w:tblGrid>
        <w:gridCol w:w="478"/>
        <w:gridCol w:w="2145"/>
        <w:gridCol w:w="7291"/>
      </w:tblGrid>
      <w:tr w:rsidR="00624567" w:rsidRPr="00624567" w14:paraId="3A8DA620" w14:textId="77777777" w:rsidTr="00CD099F">
        <w:trPr>
          <w:trHeight w:val="491"/>
          <w:tblHeader/>
        </w:trPr>
        <w:tc>
          <w:tcPr>
            <w:tcW w:w="47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6D1034BB" w14:textId="77777777" w:rsidR="00624567" w:rsidRPr="00624567" w:rsidRDefault="00624567" w:rsidP="00624567">
            <w:pPr>
              <w:widowControl w:val="0"/>
              <w:tabs>
                <w:tab w:val="center" w:pos="0"/>
              </w:tabs>
              <w:spacing w:line="240" w:lineRule="atLeast"/>
              <w:rPr>
                <w:rFonts w:ascii="Times New Roman" w:hAnsi="Times New Roman" w:cs="Times New Roman"/>
                <w:b/>
                <w:bCs/>
                <w:sz w:val="24"/>
                <w:szCs w:val="24"/>
              </w:rPr>
            </w:pPr>
            <w:r w:rsidRPr="00624567">
              <w:rPr>
                <w:rFonts w:ascii="Times New Roman" w:hAnsi="Times New Roman" w:cs="Times New Roman"/>
                <w:b/>
                <w:sz w:val="24"/>
                <w:szCs w:val="24"/>
              </w:rPr>
              <w:t>Nr.</w:t>
            </w:r>
          </w:p>
        </w:tc>
        <w:tc>
          <w:tcPr>
            <w:tcW w:w="21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21C3DAB9" w14:textId="77777777" w:rsidR="00624567" w:rsidRPr="00624567" w:rsidRDefault="00624567" w:rsidP="00624567">
            <w:pPr>
              <w:widowControl w:val="0"/>
              <w:tabs>
                <w:tab w:val="center" w:pos="0"/>
              </w:tabs>
              <w:spacing w:line="240" w:lineRule="atLeast"/>
              <w:jc w:val="center"/>
              <w:rPr>
                <w:rFonts w:ascii="Times New Roman" w:hAnsi="Times New Roman" w:cs="Times New Roman"/>
                <w:b/>
                <w:bCs/>
                <w:sz w:val="24"/>
                <w:szCs w:val="24"/>
              </w:rPr>
            </w:pPr>
            <w:r w:rsidRPr="00624567">
              <w:rPr>
                <w:rFonts w:ascii="Times New Roman" w:hAnsi="Times New Roman" w:cs="Times New Roman"/>
                <w:b/>
                <w:sz w:val="24"/>
                <w:szCs w:val="24"/>
              </w:rPr>
              <w:t>Posistemis</w:t>
            </w:r>
          </w:p>
        </w:tc>
        <w:tc>
          <w:tcPr>
            <w:tcW w:w="729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71AAA520" w14:textId="77777777" w:rsidR="00624567" w:rsidRPr="00624567" w:rsidRDefault="00624567" w:rsidP="00624567">
            <w:pPr>
              <w:widowControl w:val="0"/>
              <w:tabs>
                <w:tab w:val="center" w:pos="0"/>
              </w:tabs>
              <w:spacing w:line="240" w:lineRule="atLeast"/>
              <w:jc w:val="center"/>
              <w:rPr>
                <w:rFonts w:ascii="Times New Roman" w:hAnsi="Times New Roman" w:cs="Times New Roman"/>
                <w:b/>
                <w:bCs/>
                <w:sz w:val="24"/>
                <w:szCs w:val="24"/>
              </w:rPr>
            </w:pPr>
            <w:r w:rsidRPr="00624567">
              <w:rPr>
                <w:rFonts w:ascii="Times New Roman" w:hAnsi="Times New Roman" w:cs="Times New Roman"/>
                <w:b/>
                <w:sz w:val="24"/>
                <w:szCs w:val="24"/>
              </w:rPr>
              <w:t>Funkcijos</w:t>
            </w:r>
          </w:p>
        </w:tc>
      </w:tr>
      <w:tr w:rsidR="00624567" w:rsidRPr="00624567" w14:paraId="0125DB0D" w14:textId="77777777" w:rsidTr="00CD099F">
        <w:tc>
          <w:tcPr>
            <w:tcW w:w="479" w:type="dxa"/>
            <w:tcBorders>
              <w:top w:val="single" w:sz="4" w:space="0" w:color="000000"/>
              <w:left w:val="single" w:sz="4" w:space="0" w:color="000000"/>
              <w:bottom w:val="single" w:sz="4" w:space="0" w:color="000000"/>
              <w:right w:val="single" w:sz="4" w:space="0" w:color="000000"/>
            </w:tcBorders>
          </w:tcPr>
          <w:p w14:paraId="672AE9DF"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45AFE7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Duomenų mainų posistemis</w:t>
            </w:r>
          </w:p>
        </w:tc>
        <w:tc>
          <w:tcPr>
            <w:tcW w:w="7296" w:type="dxa"/>
            <w:tcBorders>
              <w:top w:val="single" w:sz="4" w:space="0" w:color="000000"/>
              <w:left w:val="single" w:sz="4" w:space="0" w:color="000000"/>
              <w:bottom w:val="single" w:sz="4" w:space="0" w:color="000000"/>
              <w:right w:val="single" w:sz="4" w:space="0" w:color="000000"/>
            </w:tcBorders>
          </w:tcPr>
          <w:p w14:paraId="61E09E4D"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Vykdomi duomenų mainai tarp IBPS komponentų (posistemių) bei tarp IBPS komponentų ir informacinių sistemų, registrų.</w:t>
            </w:r>
          </w:p>
        </w:tc>
      </w:tr>
      <w:tr w:rsidR="00624567" w:rsidRPr="00624567" w14:paraId="5C9B7C7D" w14:textId="77777777" w:rsidTr="00CD099F">
        <w:tc>
          <w:tcPr>
            <w:tcW w:w="479" w:type="dxa"/>
            <w:tcBorders>
              <w:top w:val="single" w:sz="4" w:space="0" w:color="000000"/>
              <w:left w:val="single" w:sz="4" w:space="0" w:color="000000"/>
              <w:bottom w:val="single" w:sz="4" w:space="0" w:color="000000"/>
              <w:right w:val="single" w:sz="4" w:space="0" w:color="000000"/>
            </w:tcBorders>
          </w:tcPr>
          <w:p w14:paraId="2451247E"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57F1B40A"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Dokumentų ir užduočių valdymo posistemis</w:t>
            </w:r>
          </w:p>
        </w:tc>
        <w:tc>
          <w:tcPr>
            <w:tcW w:w="7296" w:type="dxa"/>
            <w:tcBorders>
              <w:top w:val="single" w:sz="4" w:space="0" w:color="000000"/>
              <w:left w:val="single" w:sz="4" w:space="0" w:color="000000"/>
              <w:bottom w:val="single" w:sz="4" w:space="0" w:color="000000"/>
              <w:right w:val="single" w:sz="4" w:space="0" w:color="000000"/>
            </w:tcBorders>
          </w:tcPr>
          <w:p w14:paraId="6E94C6CC"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Vykdomos dokumentų paieškos, sukūrimo, peržiūros, pasirašymo elektroniniu parašu bei užduočių sukūrimo, vykdymo bei valdymo funkcijos.</w:t>
            </w:r>
          </w:p>
        </w:tc>
      </w:tr>
      <w:tr w:rsidR="00624567" w:rsidRPr="00624567" w14:paraId="2BDD5831" w14:textId="77777777" w:rsidTr="00CD099F">
        <w:tc>
          <w:tcPr>
            <w:tcW w:w="479" w:type="dxa"/>
            <w:tcBorders>
              <w:top w:val="single" w:sz="4" w:space="0" w:color="000000"/>
              <w:left w:val="single" w:sz="4" w:space="0" w:color="000000"/>
              <w:bottom w:val="single" w:sz="4" w:space="0" w:color="000000"/>
              <w:right w:val="single" w:sz="4" w:space="0" w:color="000000"/>
            </w:tcBorders>
          </w:tcPr>
          <w:p w14:paraId="5403B554"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D50434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DARSIS</w:t>
            </w:r>
          </w:p>
        </w:tc>
        <w:tc>
          <w:tcPr>
            <w:tcW w:w="7296" w:type="dxa"/>
            <w:tcBorders>
              <w:top w:val="single" w:sz="4" w:space="0" w:color="000000"/>
              <w:left w:val="single" w:sz="4" w:space="0" w:color="000000"/>
              <w:bottom w:val="single" w:sz="4" w:space="0" w:color="000000"/>
              <w:right w:val="single" w:sz="4" w:space="0" w:color="000000"/>
            </w:tcBorders>
          </w:tcPr>
          <w:p w14:paraId="7B3142D1" w14:textId="5C1D9CF1"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 xml:space="preserve">Didelės apimties rinkmenų saugojimo posistemis skirtas patogiai įkelti didelės apimties turinį (pvz. </w:t>
            </w:r>
            <w:proofErr w:type="spellStart"/>
            <w:r w:rsidRPr="00624567">
              <w:rPr>
                <w:rFonts w:ascii="Times New Roman" w:hAnsi="Times New Roman" w:cs="Times New Roman"/>
                <w:sz w:val="24"/>
                <w:szCs w:val="24"/>
              </w:rPr>
              <w:t>video</w:t>
            </w:r>
            <w:proofErr w:type="spellEnd"/>
            <w:r w:rsidRPr="00624567">
              <w:rPr>
                <w:rFonts w:ascii="Times New Roman" w:hAnsi="Times New Roman" w:cs="Times New Roman"/>
                <w:sz w:val="24"/>
                <w:szCs w:val="24"/>
              </w:rPr>
              <w:t xml:space="preserve"> medžiagą) bei jį peržiūrėti tiesiai iš IBPS  naudotojo sąsajos.</w:t>
            </w:r>
          </w:p>
        </w:tc>
      </w:tr>
      <w:tr w:rsidR="00624567" w:rsidRPr="00624567" w14:paraId="51682F1F" w14:textId="77777777" w:rsidTr="00CD099F">
        <w:tc>
          <w:tcPr>
            <w:tcW w:w="479" w:type="dxa"/>
            <w:tcBorders>
              <w:top w:val="single" w:sz="4" w:space="0" w:color="000000"/>
              <w:left w:val="single" w:sz="4" w:space="0" w:color="000000"/>
              <w:bottom w:val="single" w:sz="4" w:space="0" w:color="000000"/>
              <w:right w:val="single" w:sz="4" w:space="0" w:color="000000"/>
            </w:tcBorders>
          </w:tcPr>
          <w:p w14:paraId="658D2AD6"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3B1482E"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Paieškos posistemis</w:t>
            </w:r>
          </w:p>
        </w:tc>
        <w:tc>
          <w:tcPr>
            <w:tcW w:w="7296" w:type="dxa"/>
            <w:tcBorders>
              <w:top w:val="single" w:sz="4" w:space="0" w:color="000000"/>
              <w:left w:val="single" w:sz="4" w:space="0" w:color="000000"/>
              <w:bottom w:val="single" w:sz="4" w:space="0" w:color="000000"/>
              <w:right w:val="single" w:sz="4" w:space="0" w:color="000000"/>
            </w:tcBorders>
          </w:tcPr>
          <w:p w14:paraId="732AF0E3"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pacing w:val="-4"/>
                <w:sz w:val="24"/>
                <w:szCs w:val="24"/>
              </w:rPr>
              <w:t>Pagal pasirinktus kriterijus generuojama įvairių IBPS saugomų duomenų paieška.</w:t>
            </w:r>
          </w:p>
        </w:tc>
      </w:tr>
      <w:tr w:rsidR="00624567" w:rsidRPr="00624567" w14:paraId="0F462A47" w14:textId="77777777" w:rsidTr="00CD099F">
        <w:tc>
          <w:tcPr>
            <w:tcW w:w="479" w:type="dxa"/>
            <w:tcBorders>
              <w:top w:val="single" w:sz="4" w:space="0" w:color="000000"/>
              <w:left w:val="single" w:sz="4" w:space="0" w:color="000000"/>
              <w:bottom w:val="single" w:sz="4" w:space="0" w:color="000000"/>
              <w:right w:val="single" w:sz="4" w:space="0" w:color="000000"/>
            </w:tcBorders>
          </w:tcPr>
          <w:p w14:paraId="24E49F71"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1C56A18"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Ataskaitų posistemis</w:t>
            </w:r>
          </w:p>
        </w:tc>
        <w:tc>
          <w:tcPr>
            <w:tcW w:w="7296" w:type="dxa"/>
            <w:tcBorders>
              <w:top w:val="single" w:sz="4" w:space="0" w:color="000000"/>
              <w:left w:val="single" w:sz="4" w:space="0" w:color="000000"/>
              <w:bottom w:val="single" w:sz="4" w:space="0" w:color="000000"/>
              <w:right w:val="single" w:sz="4" w:space="0" w:color="000000"/>
            </w:tcBorders>
          </w:tcPr>
          <w:p w14:paraId="3D8415D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pacing w:val="-2"/>
                <w:sz w:val="24"/>
                <w:szCs w:val="24"/>
              </w:rPr>
              <w:t>Generuojamos ataskaitos apie ikiteisminius tyrimus, atliktus tyrimo veiksmus, registruotas nusikalstamas veikas, kardomąsias ir kitas procesines prievartos priemones, teismo nutartis ir nuosprendžius.</w:t>
            </w:r>
          </w:p>
        </w:tc>
      </w:tr>
      <w:tr w:rsidR="00624567" w:rsidRPr="00624567" w14:paraId="584D4338" w14:textId="77777777" w:rsidTr="00CD099F">
        <w:tc>
          <w:tcPr>
            <w:tcW w:w="479" w:type="dxa"/>
            <w:tcBorders>
              <w:top w:val="single" w:sz="4" w:space="0" w:color="000000"/>
              <w:left w:val="single" w:sz="4" w:space="0" w:color="000000"/>
              <w:bottom w:val="single" w:sz="4" w:space="0" w:color="000000"/>
              <w:right w:val="single" w:sz="4" w:space="0" w:color="000000"/>
            </w:tcBorders>
          </w:tcPr>
          <w:p w14:paraId="11D0AB7B"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D4F3E51"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Bendrųjų klasifikatorių posistemis</w:t>
            </w:r>
          </w:p>
        </w:tc>
        <w:tc>
          <w:tcPr>
            <w:tcW w:w="7296" w:type="dxa"/>
            <w:tcBorders>
              <w:top w:val="single" w:sz="4" w:space="0" w:color="000000"/>
              <w:left w:val="single" w:sz="4" w:space="0" w:color="000000"/>
              <w:bottom w:val="single" w:sz="4" w:space="0" w:color="000000"/>
              <w:right w:val="single" w:sz="4" w:space="0" w:color="000000"/>
            </w:tcBorders>
          </w:tcPr>
          <w:p w14:paraId="3416587B"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Kaupiami, valdomi ir naudojami visų IBPS komponentų klasifikatoriai.</w:t>
            </w:r>
          </w:p>
        </w:tc>
      </w:tr>
      <w:tr w:rsidR="00624567" w:rsidRPr="00624567" w14:paraId="1EBA2F62" w14:textId="77777777" w:rsidTr="00CD099F">
        <w:tc>
          <w:tcPr>
            <w:tcW w:w="479" w:type="dxa"/>
            <w:tcBorders>
              <w:top w:val="single" w:sz="4" w:space="0" w:color="000000"/>
              <w:left w:val="single" w:sz="4" w:space="0" w:color="000000"/>
              <w:bottom w:val="single" w:sz="4" w:space="0" w:color="000000"/>
              <w:right w:val="single" w:sz="4" w:space="0" w:color="000000"/>
            </w:tcBorders>
          </w:tcPr>
          <w:p w14:paraId="2718A1B3"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7000825"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Audituojamų įvykių posistemis</w:t>
            </w:r>
          </w:p>
        </w:tc>
        <w:tc>
          <w:tcPr>
            <w:tcW w:w="7296" w:type="dxa"/>
            <w:tcBorders>
              <w:top w:val="single" w:sz="4" w:space="0" w:color="000000"/>
              <w:left w:val="single" w:sz="4" w:space="0" w:color="000000"/>
              <w:bottom w:val="single" w:sz="4" w:space="0" w:color="000000"/>
              <w:right w:val="single" w:sz="4" w:space="0" w:color="000000"/>
            </w:tcBorders>
          </w:tcPr>
          <w:p w14:paraId="5745758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Registruojami IBPS naudotojų atlikti veiksmai.</w:t>
            </w:r>
          </w:p>
        </w:tc>
      </w:tr>
      <w:tr w:rsidR="00624567" w:rsidRPr="00624567" w14:paraId="3AB7B96C" w14:textId="77777777" w:rsidTr="00CD099F">
        <w:tc>
          <w:tcPr>
            <w:tcW w:w="479" w:type="dxa"/>
            <w:tcBorders>
              <w:top w:val="single" w:sz="4" w:space="0" w:color="000000"/>
              <w:left w:val="single" w:sz="4" w:space="0" w:color="000000"/>
              <w:bottom w:val="single" w:sz="4" w:space="0" w:color="000000"/>
              <w:right w:val="single" w:sz="4" w:space="0" w:color="000000"/>
            </w:tcBorders>
          </w:tcPr>
          <w:p w14:paraId="67B881B0"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C543AE5"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Naudotojų administravimo posistemis</w:t>
            </w:r>
          </w:p>
        </w:tc>
        <w:tc>
          <w:tcPr>
            <w:tcW w:w="7296" w:type="dxa"/>
            <w:tcBorders>
              <w:top w:val="single" w:sz="4" w:space="0" w:color="000000"/>
              <w:left w:val="single" w:sz="4" w:space="0" w:color="000000"/>
              <w:bottom w:val="single" w:sz="4" w:space="0" w:color="000000"/>
              <w:right w:val="single" w:sz="4" w:space="0" w:color="000000"/>
            </w:tcBorders>
          </w:tcPr>
          <w:p w14:paraId="366423A1"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Kaupiama informacija apie hierarchines institucijų organizacines struktūras (juridinių asmenų, jų padalinių ir pareigybių) ir valdomas naudotojų roles ir teises.</w:t>
            </w:r>
          </w:p>
        </w:tc>
      </w:tr>
      <w:tr w:rsidR="00624567" w:rsidRPr="00624567" w14:paraId="78FFBC20" w14:textId="77777777" w:rsidTr="00CD099F">
        <w:tc>
          <w:tcPr>
            <w:tcW w:w="479" w:type="dxa"/>
            <w:tcBorders>
              <w:top w:val="single" w:sz="4" w:space="0" w:color="000000"/>
              <w:left w:val="single" w:sz="4" w:space="0" w:color="000000"/>
              <w:bottom w:val="single" w:sz="4" w:space="0" w:color="000000"/>
              <w:right w:val="single" w:sz="4" w:space="0" w:color="000000"/>
            </w:tcBorders>
          </w:tcPr>
          <w:p w14:paraId="35512739"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55A7806"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IBPS IT vykdymo posistemis</w:t>
            </w:r>
          </w:p>
        </w:tc>
        <w:tc>
          <w:tcPr>
            <w:tcW w:w="7296" w:type="dxa"/>
            <w:tcBorders>
              <w:top w:val="single" w:sz="4" w:space="0" w:color="000000"/>
              <w:left w:val="single" w:sz="4" w:space="0" w:color="000000"/>
              <w:bottom w:val="single" w:sz="4" w:space="0" w:color="000000"/>
              <w:right w:val="single" w:sz="4" w:space="0" w:color="000000"/>
            </w:tcBorders>
          </w:tcPr>
          <w:p w14:paraId="7ABB2823"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 xml:space="preserve">Tvarkomi ir kaupiami ikiteisminio tyrimo vykdymo ir tarptautinio bendradarbiavimo, baudžiamojo proceso srityje, veiksmai ir duomenys. </w:t>
            </w:r>
          </w:p>
        </w:tc>
      </w:tr>
      <w:tr w:rsidR="00624567" w:rsidRPr="00624567" w14:paraId="6427D682" w14:textId="77777777" w:rsidTr="00CD099F">
        <w:tc>
          <w:tcPr>
            <w:tcW w:w="479" w:type="dxa"/>
            <w:tcBorders>
              <w:top w:val="single" w:sz="4" w:space="0" w:color="000000"/>
              <w:left w:val="single" w:sz="4" w:space="0" w:color="000000"/>
              <w:bottom w:val="single" w:sz="4" w:space="0" w:color="000000"/>
              <w:right w:val="single" w:sz="4" w:space="0" w:color="000000"/>
            </w:tcBorders>
          </w:tcPr>
          <w:p w14:paraId="05E109BF"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53F8A1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IBPS IT kontrolės posistemis</w:t>
            </w:r>
          </w:p>
        </w:tc>
        <w:tc>
          <w:tcPr>
            <w:tcW w:w="7296" w:type="dxa"/>
            <w:tcBorders>
              <w:top w:val="single" w:sz="4" w:space="0" w:color="000000"/>
              <w:left w:val="single" w:sz="4" w:space="0" w:color="000000"/>
              <w:bottom w:val="single" w:sz="4" w:space="0" w:color="000000"/>
              <w:right w:val="single" w:sz="4" w:space="0" w:color="000000"/>
            </w:tcBorders>
          </w:tcPr>
          <w:p w14:paraId="11A0E2C2"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Tvarkomi ir kaupiami ikiteisminio tyrimo vykdymo, kontrolės ir tarptautinio bendradarbiavimo, baudžiamojo proceso srityje,  veiksmai ir duomenys.</w:t>
            </w:r>
          </w:p>
        </w:tc>
      </w:tr>
      <w:tr w:rsidR="00624567" w:rsidRPr="00624567" w14:paraId="68464B6C" w14:textId="77777777" w:rsidTr="00CD099F">
        <w:tc>
          <w:tcPr>
            <w:tcW w:w="479" w:type="dxa"/>
            <w:tcBorders>
              <w:top w:val="single" w:sz="4" w:space="0" w:color="000000"/>
              <w:left w:val="single" w:sz="4" w:space="0" w:color="000000"/>
              <w:bottom w:val="single" w:sz="4" w:space="0" w:color="000000"/>
              <w:right w:val="single" w:sz="4" w:space="0" w:color="000000"/>
            </w:tcBorders>
          </w:tcPr>
          <w:p w14:paraId="675D359B"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DDE693A"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IBPS IT teisėjo veiksmų posistemis</w:t>
            </w:r>
          </w:p>
        </w:tc>
        <w:tc>
          <w:tcPr>
            <w:tcW w:w="7296" w:type="dxa"/>
            <w:tcBorders>
              <w:top w:val="single" w:sz="4" w:space="0" w:color="000000"/>
              <w:left w:val="single" w:sz="4" w:space="0" w:color="000000"/>
              <w:bottom w:val="single" w:sz="4" w:space="0" w:color="000000"/>
              <w:right w:val="single" w:sz="4" w:space="0" w:color="000000"/>
            </w:tcBorders>
          </w:tcPr>
          <w:p w14:paraId="5877C1D1"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 xml:space="preserve">Tvarkomi ir kaupiami ikiteisminio tyrimo teisėjo veiksmai ir duomenys. </w:t>
            </w:r>
          </w:p>
          <w:p w14:paraId="05535090"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p>
        </w:tc>
      </w:tr>
      <w:tr w:rsidR="00624567" w:rsidRPr="00624567" w14:paraId="17A970BC" w14:textId="77777777" w:rsidTr="00CD099F">
        <w:tc>
          <w:tcPr>
            <w:tcW w:w="479" w:type="dxa"/>
            <w:tcBorders>
              <w:top w:val="single" w:sz="4" w:space="0" w:color="000000"/>
              <w:left w:val="single" w:sz="4" w:space="0" w:color="000000"/>
              <w:bottom w:val="single" w:sz="4" w:space="0" w:color="000000"/>
              <w:right w:val="single" w:sz="4" w:space="0" w:color="000000"/>
            </w:tcBorders>
          </w:tcPr>
          <w:p w14:paraId="6BC86764"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2335C85"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EPP</w:t>
            </w:r>
          </w:p>
        </w:tc>
        <w:tc>
          <w:tcPr>
            <w:tcW w:w="7296" w:type="dxa"/>
            <w:tcBorders>
              <w:top w:val="single" w:sz="4" w:space="0" w:color="000000"/>
              <w:left w:val="single" w:sz="4" w:space="0" w:color="000000"/>
              <w:bottom w:val="single" w:sz="4" w:space="0" w:color="000000"/>
              <w:right w:val="single" w:sz="4" w:space="0" w:color="000000"/>
            </w:tcBorders>
          </w:tcPr>
          <w:p w14:paraId="07711118"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lang w:eastAsia="lt-LT"/>
              </w:rPr>
              <w:t>Tvarkomi ir kaupiami baudžiamojo proceso dalyviams ikiteisminio tyrimo vykdymo ir skundo, pareiškimo ar pranešimo apie nusikalstamą veiką nagrinėjimo (patikslinimo) metu teikiamų elektroninių paslaugų ir gautų iš baudžiamojo proceso dalyvių duomenys ir informacija.</w:t>
            </w:r>
          </w:p>
        </w:tc>
      </w:tr>
    </w:tbl>
    <w:p w14:paraId="5A568A71" w14:textId="77777777" w:rsidR="00624567" w:rsidRPr="00624567" w:rsidRDefault="00624567" w:rsidP="00624567">
      <w:pPr>
        <w:tabs>
          <w:tab w:val="center" w:pos="0"/>
        </w:tabs>
        <w:spacing w:line="240" w:lineRule="atLeast"/>
        <w:rPr>
          <w:rFonts w:ascii="Times New Roman" w:hAnsi="Times New Roman" w:cs="Times New Roman"/>
          <w:sz w:val="24"/>
          <w:szCs w:val="24"/>
        </w:rPr>
      </w:pPr>
    </w:p>
    <w:p w14:paraId="4509FDCF" w14:textId="77777777" w:rsidR="00624567" w:rsidRPr="00624567" w:rsidRDefault="00624567" w:rsidP="00624567">
      <w:pPr>
        <w:tabs>
          <w:tab w:val="center" w:pos="0"/>
        </w:tabs>
        <w:spacing w:line="240" w:lineRule="atLeast"/>
        <w:rPr>
          <w:rFonts w:ascii="Times New Roman" w:hAnsi="Times New Roman" w:cs="Times New Roman"/>
          <w:bCs/>
          <w:sz w:val="24"/>
          <w:szCs w:val="24"/>
        </w:rPr>
      </w:pPr>
      <w:r w:rsidRPr="00624567">
        <w:rPr>
          <w:rFonts w:ascii="Times New Roman" w:hAnsi="Times New Roman" w:cs="Times New Roman"/>
          <w:sz w:val="24"/>
          <w:szCs w:val="24"/>
        </w:rPr>
        <w:t>IBPS išoriniai duomenų srautai pavaizduoti schemoje (žr. 3 paveikslėlį).</w:t>
      </w:r>
    </w:p>
    <w:p w14:paraId="2B5ACDCF" w14:textId="71A9B204" w:rsidR="00624567" w:rsidRPr="00624567" w:rsidRDefault="0063502A" w:rsidP="00624567">
      <w:pPr>
        <w:tabs>
          <w:tab w:val="center" w:pos="0"/>
        </w:tabs>
        <w:spacing w:before="100" w:beforeAutospacing="1" w:after="100" w:afterAutospacing="1" w:line="240" w:lineRule="auto"/>
        <w:jc w:val="left"/>
        <w:rPr>
          <w:rFonts w:ascii="Times New Roman" w:eastAsia="Times New Roman" w:hAnsi="Times New Roman" w:cs="Times New Roman"/>
          <w:sz w:val="24"/>
          <w:szCs w:val="24"/>
          <w:lang w:eastAsia="lt-LT"/>
        </w:rPr>
      </w:pPr>
      <w:r>
        <w:rPr>
          <w:rFonts w:ascii="Arial" w:hAnsi="Arial" w:cs="Arial"/>
          <w:noProof/>
          <w:color w:val="000000"/>
          <w:lang w:eastAsia="lt-LT"/>
        </w:rPr>
        <w:lastRenderedPageBreak/>
        <w:drawing>
          <wp:inline distT="0" distB="0" distL="0" distR="0" wp14:anchorId="27CAE8F8" wp14:editId="63032FAB">
            <wp:extent cx="6301740" cy="3536950"/>
            <wp:effectExtent l="0" t="0" r="3810" b="6350"/>
            <wp:docPr id="2134662873" name="Paveikslėlis 1" descr="Paveikslėlis, kuriame yra tekstas, ekrano kopija, linija, skaičius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662873" name="Paveikslėlis 1" descr="Paveikslėlis, kuriame yra tekstas, ekrano kopija, linija, skaičius  Automatiškai sugeneruotas aprašymas"/>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301740" cy="3536950"/>
                    </a:xfrm>
                    <a:prstGeom prst="rect">
                      <a:avLst/>
                    </a:prstGeom>
                    <a:noFill/>
                    <a:ln>
                      <a:noFill/>
                    </a:ln>
                  </pic:spPr>
                </pic:pic>
              </a:graphicData>
            </a:graphic>
          </wp:inline>
        </w:drawing>
      </w:r>
    </w:p>
    <w:p w14:paraId="55964F58"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p>
    <w:p w14:paraId="026ED84F"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3</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išoriniai duomenų srautai.</w:t>
      </w:r>
    </w:p>
    <w:p w14:paraId="008E6C48" w14:textId="49A3D16B" w:rsidR="00624567" w:rsidRPr="00624567" w:rsidRDefault="00624567" w:rsidP="00764E0A">
      <w:pPr>
        <w:pStyle w:val="Antrat1"/>
        <w:tabs>
          <w:tab w:val="center" w:pos="0"/>
        </w:tabs>
        <w:ind w:firstLine="567"/>
        <w:rPr>
          <w:rFonts w:ascii="Times New Roman" w:hAnsi="Times New Roman" w:cs="Times New Roman"/>
          <w:sz w:val="24"/>
          <w:szCs w:val="24"/>
        </w:rPr>
      </w:pPr>
      <w:r w:rsidRPr="00624567">
        <w:rPr>
          <w:rFonts w:ascii="Times New Roman" w:hAnsi="Times New Roman" w:cs="Times New Roman"/>
          <w:sz w:val="24"/>
          <w:szCs w:val="24"/>
        </w:rPr>
        <w:t>IBPS FIZINĖ ARCHITEKTŪRA</w:t>
      </w:r>
    </w:p>
    <w:p w14:paraId="72DCB522" w14:textId="1739BFE7" w:rsidR="00624567" w:rsidRPr="00624567" w:rsidRDefault="00624567" w:rsidP="00764E0A">
      <w:pPr>
        <w:tabs>
          <w:tab w:val="center" w:pos="0"/>
        </w:tabs>
        <w:spacing w:after="0"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 xml:space="preserve">Žemiau pateikiamoje fizinės architektūros schemoje pavaizduota 3 vnt. tarnybinių stočių (TS1, TS2, TS3), skirtų realizuoti </w:t>
      </w:r>
      <w:proofErr w:type="spellStart"/>
      <w:r w:rsidRPr="00624567">
        <w:rPr>
          <w:rFonts w:ascii="Times New Roman" w:hAnsi="Times New Roman" w:cs="Times New Roman"/>
          <w:sz w:val="24"/>
          <w:szCs w:val="24"/>
        </w:rPr>
        <w:t>virtualizavimo</w:t>
      </w:r>
      <w:proofErr w:type="spellEnd"/>
      <w:r w:rsidRPr="00624567">
        <w:rPr>
          <w:rFonts w:ascii="Times New Roman" w:hAnsi="Times New Roman" w:cs="Times New Roman"/>
          <w:sz w:val="24"/>
          <w:szCs w:val="24"/>
        </w:rPr>
        <w:t xml:space="preserve"> platformą, 3 vnt. tarnybinių stočių (TS4, TS5, TS6), skirtų realizuoti duomenų mainus su susijusiomis institucijomis, 2 vnt. duomenų saugyklų, skirtų saugoti IBPS tvarkomus duomenis, iš kurių viena naudojama kaip pagrindinė, o kita naudojama kaip rezervinė bei juostų biblioteka (JB1), skirta daryti atsargines duomenų kopijas:</w:t>
      </w:r>
    </w:p>
    <w:p w14:paraId="181DD549" w14:textId="77777777" w:rsidR="00624567" w:rsidRPr="00624567" w:rsidRDefault="00624567" w:rsidP="00624567">
      <w:pPr>
        <w:pStyle w:val="prastasiniatinklio"/>
        <w:tabs>
          <w:tab w:val="center" w:pos="0"/>
        </w:tabs>
        <w:rPr>
          <w:rFonts w:eastAsia="Times New Roman"/>
          <w:szCs w:val="24"/>
          <w:lang w:eastAsia="lt-LT"/>
        </w:rPr>
      </w:pPr>
      <w:r w:rsidRPr="00624567">
        <w:rPr>
          <w:rFonts w:eastAsia="Times New Roman"/>
          <w:noProof/>
          <w:szCs w:val="24"/>
          <w:lang w:eastAsia="lt-LT"/>
        </w:rPr>
        <w:drawing>
          <wp:inline distT="0" distB="0" distL="0" distR="0" wp14:anchorId="23774B46" wp14:editId="328F7826">
            <wp:extent cx="6299835" cy="3827145"/>
            <wp:effectExtent l="0" t="0" r="5715" b="1905"/>
            <wp:docPr id="1489743834" name="Paveikslėlis 2" descr="Paveikslėlis, kuriame yra tekstas, diagrama, ekrano kopij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743834" name="Paveikslėlis 2" descr="Paveikslėlis, kuriame yra tekstas, diagrama, ekrano kopija  Automatiškai sugeneruotas aprašyma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99835" cy="3827145"/>
                    </a:xfrm>
                    <a:prstGeom prst="rect">
                      <a:avLst/>
                    </a:prstGeom>
                    <a:noFill/>
                    <a:ln>
                      <a:noFill/>
                    </a:ln>
                  </pic:spPr>
                </pic:pic>
              </a:graphicData>
            </a:graphic>
          </wp:inline>
        </w:drawing>
      </w:r>
    </w:p>
    <w:p w14:paraId="4B8C212B"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p>
    <w:p w14:paraId="59E14BAE"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4</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fizinė architektūra</w:t>
      </w:r>
      <w:bookmarkStart w:id="3" w:name="_Hlk130557755"/>
      <w:bookmarkEnd w:id="3"/>
    </w:p>
    <w:p w14:paraId="332142FB" w14:textId="6FFD58EC" w:rsidR="00624567" w:rsidRPr="00624567" w:rsidRDefault="00624567" w:rsidP="00764E0A">
      <w:pPr>
        <w:tabs>
          <w:tab w:val="center" w:pos="0"/>
        </w:tabs>
        <w:spacing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 xml:space="preserve">IBPS techninė infrastruktūra yra realizuota virtualizacijos platformoje, kuri paskirstyta per dvi tarnybinių stočių patalpas. Duomenys saugomi dubliuotoje duomenų saugykloje. Duomenų kopijos daromos į juostų biblioteką. Kiekvienoje integruojamoje institucijoje įrengta duomenų mainų tarnybinė stotis, veikianti tinklinių paslaugų (angl. </w:t>
      </w:r>
      <w:proofErr w:type="spellStart"/>
      <w:r w:rsidRPr="00624567">
        <w:rPr>
          <w:rFonts w:ascii="Times New Roman" w:hAnsi="Times New Roman" w:cs="Times New Roman"/>
          <w:i/>
          <w:iCs/>
          <w:sz w:val="24"/>
          <w:szCs w:val="24"/>
        </w:rPr>
        <w:t>Web</w:t>
      </w:r>
      <w:proofErr w:type="spellEnd"/>
      <w:r w:rsidRPr="00624567">
        <w:rPr>
          <w:rFonts w:ascii="Times New Roman" w:hAnsi="Times New Roman" w:cs="Times New Roman"/>
          <w:i/>
          <w:iCs/>
          <w:sz w:val="24"/>
          <w:szCs w:val="24"/>
        </w:rPr>
        <w:t xml:space="preserve"> </w:t>
      </w:r>
      <w:proofErr w:type="spellStart"/>
      <w:r w:rsidRPr="00624567">
        <w:rPr>
          <w:rFonts w:ascii="Times New Roman" w:hAnsi="Times New Roman" w:cs="Times New Roman"/>
          <w:i/>
          <w:iCs/>
          <w:sz w:val="24"/>
          <w:szCs w:val="24"/>
        </w:rPr>
        <w:t>Services</w:t>
      </w:r>
      <w:proofErr w:type="spellEnd"/>
      <w:r w:rsidRPr="00624567">
        <w:rPr>
          <w:rFonts w:ascii="Times New Roman" w:hAnsi="Times New Roman" w:cs="Times New Roman"/>
          <w:sz w:val="24"/>
          <w:szCs w:val="24"/>
        </w:rPr>
        <w:t>) technologijų pagrindu, skirta realizuoti sąsajas su tos institucijos vidinėmis informacinėmis sistemomis (duomenų bazėmis).</w:t>
      </w:r>
    </w:p>
    <w:p w14:paraId="1E1358D3" w14:textId="6ACCE634" w:rsidR="00624567" w:rsidRPr="00624567" w:rsidRDefault="00624567" w:rsidP="00432A3B">
      <w:pPr>
        <w:tabs>
          <w:tab w:val="center" w:pos="0"/>
        </w:tabs>
        <w:spacing w:after="0"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Virtualizacijos platformoje yra šios virtualios tarnybinės stotys:</w:t>
      </w:r>
    </w:p>
    <w:p w14:paraId="67434E9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bazės valdymo,</w:t>
      </w:r>
    </w:p>
    <w:p w14:paraId="1C2C1DE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Aplikacijų, </w:t>
      </w:r>
    </w:p>
    <w:p w14:paraId="6383EF3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DUVP ir el. pasirašymo,</w:t>
      </w:r>
    </w:p>
    <w:p w14:paraId="577D426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mainų,</w:t>
      </w:r>
    </w:p>
    <w:p w14:paraId="7B6994C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Analizės ir ataskaitų.</w:t>
      </w:r>
    </w:p>
    <w:p w14:paraId="1C7D7FF2" w14:textId="77777777" w:rsidR="00624567" w:rsidRPr="00624567" w:rsidRDefault="00624567" w:rsidP="00624567">
      <w:pPr>
        <w:pStyle w:val="Sraopastraipa"/>
        <w:tabs>
          <w:tab w:val="center" w:pos="0"/>
        </w:tabs>
        <w:spacing w:after="0" w:line="240" w:lineRule="atLeast"/>
        <w:ind w:left="851"/>
        <w:contextualSpacing w:val="0"/>
        <w:rPr>
          <w:rFonts w:ascii="Times New Roman" w:hAnsi="Times New Roman" w:cs="Times New Roman"/>
          <w:bCs/>
          <w:sz w:val="24"/>
          <w:szCs w:val="24"/>
        </w:rPr>
      </w:pPr>
    </w:p>
    <w:p w14:paraId="15A21EE3" w14:textId="28479631" w:rsidR="00624567" w:rsidRPr="00624567" w:rsidRDefault="00624567" w:rsidP="00432A3B">
      <w:pPr>
        <w:pStyle w:val="Antrat1"/>
        <w:tabs>
          <w:tab w:val="center" w:pos="0"/>
        </w:tabs>
        <w:ind w:firstLine="567"/>
        <w:rPr>
          <w:rFonts w:ascii="Times New Roman" w:hAnsi="Times New Roman" w:cs="Times New Roman"/>
          <w:sz w:val="24"/>
          <w:szCs w:val="24"/>
        </w:rPr>
      </w:pPr>
      <w:r w:rsidRPr="00624567">
        <w:rPr>
          <w:rFonts w:ascii="Times New Roman" w:hAnsi="Times New Roman" w:cs="Times New Roman"/>
          <w:sz w:val="24"/>
          <w:szCs w:val="24"/>
        </w:rPr>
        <w:t>IBPS DOKUMENTACIJA IR IŠEITIES TEKSTAI</w:t>
      </w:r>
    </w:p>
    <w:p w14:paraId="0787B83F" w14:textId="3212D366" w:rsidR="00624567" w:rsidRPr="00624567" w:rsidRDefault="00624567" w:rsidP="00432A3B">
      <w:pPr>
        <w:tabs>
          <w:tab w:val="center" w:pos="0"/>
        </w:tabs>
        <w:spacing w:after="0"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IBPS yra sukurta ir sutartį vykdysiančiam paslaugų teikėjui susipažinimui bus pateikta tokia dokumentacija:</w:t>
      </w:r>
    </w:p>
    <w:p w14:paraId="7CB3EAD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IBPS techninis aprašymas (specifikacija);</w:t>
      </w:r>
    </w:p>
    <w:p w14:paraId="1D44ABB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ir IBPS EPP projektavimo dokumentacija; </w:t>
      </w:r>
    </w:p>
    <w:p w14:paraId="6E7C907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duomenų modelis; </w:t>
      </w:r>
    </w:p>
    <w:p w14:paraId="3BBF81F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sistemos architektūros dokumentacija; </w:t>
      </w:r>
    </w:p>
    <w:p w14:paraId="3CE9E56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administratoriaus dokumentacija; </w:t>
      </w:r>
    </w:p>
    <w:p w14:paraId="74137ABC" w14:textId="77777777" w:rsidR="00624567" w:rsidRPr="00E14195"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IBPS naudotojo vadovas.</w:t>
      </w:r>
    </w:p>
    <w:p w14:paraId="282C1EC4" w14:textId="4480F37A" w:rsidR="00E14195" w:rsidRPr="00E14195" w:rsidRDefault="00E14195" w:rsidP="00EF7AF6">
      <w:pPr>
        <w:spacing w:after="0" w:line="240" w:lineRule="auto"/>
        <w:ind w:firstLine="567"/>
        <w:rPr>
          <w:rFonts w:ascii="Times New Roman" w:hAnsi="Times New Roman" w:cs="Times New Roman"/>
          <w:bCs/>
          <w:sz w:val="24"/>
          <w:szCs w:val="24"/>
        </w:rPr>
      </w:pPr>
      <w:r w:rsidRPr="00E14195">
        <w:rPr>
          <w:rFonts w:ascii="Times New Roman" w:hAnsi="Times New Roman" w:cs="Times New Roman"/>
          <w:bCs/>
          <w:sz w:val="24"/>
          <w:szCs w:val="24"/>
        </w:rPr>
        <w:t xml:space="preserve">Sutartį vykdysiančiam paslaugų teikėjui bus pateikti IBPS išeities tekstai tokie, kokie yra. </w:t>
      </w:r>
    </w:p>
    <w:p w14:paraId="72042B69" w14:textId="77777777" w:rsidR="00E465B0" w:rsidRDefault="00E465B0" w:rsidP="004C5DFB">
      <w:pPr>
        <w:spacing w:after="0" w:line="240" w:lineRule="auto"/>
        <w:ind w:firstLine="567"/>
        <w:rPr>
          <w:rFonts w:ascii="Times New Roman" w:hAnsi="Times New Roman" w:cs="Times New Roman"/>
          <w:bCs/>
          <w:sz w:val="24"/>
          <w:szCs w:val="24"/>
        </w:rPr>
      </w:pPr>
    </w:p>
    <w:p w14:paraId="7119F644" w14:textId="5B1C916F" w:rsidR="00EA22D5" w:rsidRPr="00F242B8" w:rsidRDefault="00EA22D5" w:rsidP="004C5DFB">
      <w:pPr>
        <w:spacing w:after="0" w:line="240" w:lineRule="auto"/>
        <w:ind w:firstLine="567"/>
        <w:rPr>
          <w:rFonts w:ascii="Times New Roman" w:hAnsi="Times New Roman" w:cs="Times New Roman"/>
          <w:bCs/>
          <w:sz w:val="24"/>
          <w:szCs w:val="24"/>
        </w:rPr>
      </w:pPr>
      <w:r w:rsidRPr="00F242B8">
        <w:rPr>
          <w:rFonts w:ascii="Times New Roman" w:hAnsi="Times New Roman" w:cs="Times New Roman"/>
          <w:bCs/>
          <w:sz w:val="24"/>
          <w:szCs w:val="24"/>
        </w:rPr>
        <w:t xml:space="preserve">IBPS sistemos naudotojų yra apie 11 500, per mėnesį sukuriama apie 500 000 dokumentų, duomenų saugykla išsiplečia apie 4 TB. </w:t>
      </w:r>
    </w:p>
    <w:p w14:paraId="14AF2293" w14:textId="77777777" w:rsidR="008D2155" w:rsidRPr="00F242B8" w:rsidRDefault="008D2155" w:rsidP="004C5DFB">
      <w:pPr>
        <w:spacing w:after="0" w:line="240" w:lineRule="auto"/>
        <w:ind w:firstLine="567"/>
        <w:rPr>
          <w:rFonts w:ascii="Times New Roman" w:hAnsi="Times New Roman" w:cs="Times New Roman"/>
          <w:sz w:val="24"/>
          <w:szCs w:val="24"/>
        </w:rPr>
      </w:pPr>
    </w:p>
    <w:p w14:paraId="0C099235" w14:textId="6E814B1E" w:rsidR="00EA22D5" w:rsidRPr="009D2BC1" w:rsidRDefault="009D2BC1" w:rsidP="009D2BC1">
      <w:pPr>
        <w:pStyle w:val="Sraopastraipa"/>
        <w:numPr>
          <w:ilvl w:val="1"/>
          <w:numId w:val="27"/>
        </w:numPr>
        <w:tabs>
          <w:tab w:val="left" w:pos="851"/>
        </w:tabs>
        <w:suppressAutoHyphens/>
        <w:spacing w:after="0" w:line="240" w:lineRule="auto"/>
        <w:ind w:left="851"/>
        <w:rPr>
          <w:rFonts w:ascii="Times New Roman" w:hAnsi="Times New Roman" w:cs="Times New Roman"/>
          <w:b/>
          <w:sz w:val="24"/>
          <w:szCs w:val="24"/>
        </w:rPr>
      </w:pPr>
      <w:r>
        <w:rPr>
          <w:rFonts w:ascii="Times New Roman" w:hAnsi="Times New Roman" w:cs="Times New Roman"/>
          <w:b/>
          <w:sz w:val="24"/>
          <w:szCs w:val="24"/>
        </w:rPr>
        <w:t xml:space="preserve"> </w:t>
      </w:r>
      <w:r w:rsidR="00EA22D5" w:rsidRPr="009D2BC1">
        <w:rPr>
          <w:rFonts w:ascii="Times New Roman" w:hAnsi="Times New Roman" w:cs="Times New Roman"/>
          <w:b/>
          <w:sz w:val="24"/>
          <w:szCs w:val="24"/>
        </w:rPr>
        <w:t xml:space="preserve">IBPS kuriama ir tvarkoma vadovaujantis aktualiomis šių teisės aktų redakcijomis: </w:t>
      </w:r>
    </w:p>
    <w:p w14:paraId="730C1C16"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BPK;</w:t>
      </w:r>
    </w:p>
    <w:p w14:paraId="329E78F2"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baudžiamuoju kodeksu (toliau – BK);</w:t>
      </w:r>
    </w:p>
    <w:p w14:paraId="0492A69F"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bausmių vykdymo kodeksu;</w:t>
      </w:r>
    </w:p>
    <w:p w14:paraId="090ED8EA"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administracinių nusižengimų kodeksu;</w:t>
      </w:r>
    </w:p>
    <w:p w14:paraId="19A4307F"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w:t>
      </w:r>
    </w:p>
    <w:p w14:paraId="4AE54769"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2017 m. spalio 12 d. Tarybos reglamentu (ES) 2017/1939, kuriuo įgyvendinamas tvirtesnis bendradarbiavimas Europos prokuratūros įsteigimo srityje, nustatomas Europos prokuratūros veikimo pagrindas;</w:t>
      </w:r>
    </w:p>
    <w:p w14:paraId="58F167BA"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suėmimo vykdymo įstatymu;</w:t>
      </w:r>
    </w:p>
    <w:p w14:paraId="40252994"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policijos įstatymu;</w:t>
      </w:r>
    </w:p>
    <w:p w14:paraId="6CB8F8E4"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prokuratūros įstatymu;</w:t>
      </w:r>
    </w:p>
    <w:p w14:paraId="0F3132C6"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teismų įstatymu;</w:t>
      </w:r>
    </w:p>
    <w:p w14:paraId="6D7597CA"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nacionalinės teismų administracijos įstatymu;</w:t>
      </w:r>
    </w:p>
    <w:p w14:paraId="534D139F"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asmens duomenų, tvarkomų nusikalstamų veikų prevencijos, tyrimo, atskleidimo ar baudžiamojo persekiojimo už jas, bausmių vykdymo arba nacionalinio saugumo ar gynybos tikslais, teisinės apsaugos įstatymu;</w:t>
      </w:r>
    </w:p>
    <w:p w14:paraId="4EF6A2B0"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teisės gauti informaciją ir duomenų pakartotinio naudojimo įstatymu;</w:t>
      </w:r>
    </w:p>
    <w:p w14:paraId="66CC114D"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kibernetinio saugumo įstatymu;</w:t>
      </w:r>
    </w:p>
    <w:p w14:paraId="3DC0AF3C"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lastRenderedPageBreak/>
        <w:t>Lietuvos Respublikos valstybės informacinių išteklių valdymo įstatymu;</w:t>
      </w:r>
    </w:p>
    <w:p w14:paraId="240F58BB"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smurtiniais nusikaltimais padarytos žalos kompensavimo įstatymu;</w:t>
      </w:r>
    </w:p>
    <w:p w14:paraId="7BCBBFCB"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apsaugos nuo smurto artimoje aplinkoje įstatymu;</w:t>
      </w:r>
    </w:p>
    <w:p w14:paraId="5289C1FC"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09E3C87A" w14:textId="5D34B335"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Bendrųjų elektroninės informacijos saugos reikalavimų aprašu, patvirtintu Lietuvos Respublikos Vyriausybės 2013 m. liepos 24 d. nutarimu Nr. 716 „Dėl Bendrųjų elektroninės informacijos saugos reikalavimų aprašo</w:t>
      </w:r>
      <w:r w:rsidR="00C636A9">
        <w:rPr>
          <w:rFonts w:ascii="Times New Roman" w:hAnsi="Times New Roman" w:cs="Times New Roman"/>
          <w:bCs/>
          <w:sz w:val="24"/>
          <w:szCs w:val="24"/>
        </w:rPr>
        <w:t xml:space="preserve"> ir</w:t>
      </w:r>
      <w:r w:rsidRPr="00F242B8">
        <w:rPr>
          <w:rFonts w:ascii="Times New Roman" w:hAnsi="Times New Roman" w:cs="Times New Roman"/>
          <w:bCs/>
          <w:sz w:val="24"/>
          <w:szCs w:val="24"/>
        </w:rPr>
        <w:t xml:space="preserve"> Saugos dokumentų turinio gairių aprašo</w:t>
      </w:r>
      <w:r w:rsidR="00911EB4">
        <w:rPr>
          <w:rFonts w:ascii="Times New Roman" w:hAnsi="Times New Roman" w:cs="Times New Roman"/>
          <w:bCs/>
          <w:sz w:val="24"/>
          <w:szCs w:val="24"/>
        </w:rPr>
        <w:t xml:space="preserve"> </w:t>
      </w:r>
      <w:r w:rsidRPr="00F242B8">
        <w:rPr>
          <w:rFonts w:ascii="Times New Roman" w:hAnsi="Times New Roman" w:cs="Times New Roman"/>
          <w:bCs/>
          <w:sz w:val="24"/>
          <w:szCs w:val="24"/>
        </w:rPr>
        <w:t>patvirtinimo“;</w:t>
      </w:r>
    </w:p>
    <w:p w14:paraId="028EA154"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Organizacinių ir techninių kibernetinio saugumo reikalavimų, taikomų kibernetinio saugumo subjektams, aprašu, patvirtintu Lietuvos Respublikos Vyriausybės 2018 m. rugpjūčio 13 d. nutarimu Nr. 818 „Dėl Lietuvos Respublikos kibernetinio saugumo įstatymo įgyvendinimo“; </w:t>
      </w:r>
    </w:p>
    <w:p w14:paraId="20E11DA9"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Integruotos baudžiamojo proceso informacinės sistemos elektroninių paslaugų portalo paslaugų teikimo taisyklėmis, patvirtintomis 2021 m. rugsėjo 13 d. Lietuvos Respublikos vidaus reikalų ministro įsakymu Nr. 1V-718 „Dėl Integruotos baudžiamojo proceso informacinės sistemos elektroninių paslaugų portalo paslaugų teikimo taisyklių patvirtinimo“;</w:t>
      </w:r>
    </w:p>
    <w:p w14:paraId="773B8EE5"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Baudžiamosios bylos duomenų tvarkymo elektronine forma ikiteisminio tyrimo metu tvarkos aprašu, patvirtintu Lietuvos Respublikos vidaus reikalų ministro ir Lietuvos Respublikos generalinio prokuroro 2016 m. sausio 29 d. įsakymu Nr. 1V-67/I-31 „Dėl Baudžiamosios bylos duomenų tvarkymo elektronine forma ikiteisminio tyrimo metu tvarkos aprašo patvirtinimo“;</w:t>
      </w:r>
    </w:p>
    <w:p w14:paraId="42E5D15D"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Nusikalstamų veikų žinybinio registro objektų pagrindinių statistinių rodiklių apskaičiavimo taisyklėmis, patvirtintomis Lietuvos Respublikos vidaus reikalų ministro 2016 m. spalio 25 d. įsakymu Nr.  1V-758 „Dėl Nusikalstamų veikų žinybinio registro objektų pagrindinių statistinių rodiklių apskaičiavimo taisyklių patvirtinimo“;</w:t>
      </w:r>
    </w:p>
    <w:p w14:paraId="059DC577"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Nusikalstamų veikų žinybinio registro duomenų tvarkymo taisyklėmis, patvirtintomis Lietuvos Respublikos vidaus reikalų ministro 2016 m. spalio 31 d. įsakymu Nr.  1V-776 „Dėl Nusikalstamų veikų žinybinio registro duomenų tvarkymo taisyklių patvirtinimo“;</w:t>
      </w:r>
    </w:p>
    <w:p w14:paraId="10AD1032"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Europos arešto orderio išdavimo ir asmens perėmimo pagal Europos arešto orderį taisyklėmis, patvirtintomis Lietuvos Respublikos teisingumo ministro ir Lietuvos Respublikos generalinio prokuroro 2004 m. rugpjūčio 26 d. įsakymu Nr. 1R-195/I-114 „Dėl Europos arešto orderio išdavimo ir asmens perėmimo pagal Europos arešto orderį taisyklių patvirtinimo“;</w:t>
      </w:r>
    </w:p>
    <w:p w14:paraId="5A52F6D9"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Lietuvos Respublikos generalinio prokuroro 2014 m. gruodžio 29 d. įsakymu Nr. I-288 „Dėl baudžiamojo proceso dokumentų formų patvirtinimo“ su visais jo pakeitimais; </w:t>
      </w:r>
    </w:p>
    <w:p w14:paraId="3BD4D4E0"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generalinio prokuroro 2016 m. vasario 2 d. įsakymu Nr. I-33 „Dėl baudžiamojo proceso dokumentų formų patvirtinimo“;</w:t>
      </w:r>
    </w:p>
    <w:p w14:paraId="6EF75A62"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 Lietuvos Respublikos generalinio prokuroro 2016 m. gegužės 16 d. įsakymu Nr. I-122 „Dėl baudžiamojo proceso dokumentų formų patvirtinimo“;</w:t>
      </w:r>
    </w:p>
    <w:p w14:paraId="2253469B"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Lietuvos Respublikos generalinio prokuroro 2017 m. vasario 28 d. įsakymu Nr. I-55 „Dėl baudžiamojo proceso dokumentų formų patvirtinimo“; </w:t>
      </w:r>
    </w:p>
    <w:p w14:paraId="6FC87C73"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Lietuvos Respublikos teisingumo ministro 2015 m. kovo 30 d. įsakymu Nr. 1R-89 „Dėl pavyzdinių formų patvirtinimo“;   </w:t>
      </w:r>
    </w:p>
    <w:p w14:paraId="795B474D"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baudžiamosios atsakomybės juridiniams asmenims taikymo, patvirtintomis Lietuvos Respublikos generalinio prokuroro 2004 m. lapkričio 24 d. įsakymu Nr. I</w:t>
      </w:r>
      <w:r w:rsidRPr="00F242B8">
        <w:rPr>
          <w:rFonts w:ascii="Times New Roman" w:hAnsi="Times New Roman" w:cs="Times New Roman"/>
          <w:bCs/>
          <w:sz w:val="24"/>
          <w:szCs w:val="24"/>
        </w:rPr>
        <w:noBreakHyphen/>
        <w:t>188 „Dėl Rekomendacijų dėl baudžiamosios atsakomybės juridiniams asmenims taikymo patvirtinimo“;</w:t>
      </w:r>
    </w:p>
    <w:p w14:paraId="3DCB5B2B"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nusikalstamų veikų tyrimų sujungimo ir atskyrimo, patvirtintomis Lietuvos Respublikos generalinio prokuroro 2004 m. sausio 29 d. įsakymu Nr. I-20 „Dėl nusikalstamų veikų tyrimų sujungimo ir atskyrimo rekomendacijų patvirtinimo“;</w:t>
      </w:r>
    </w:p>
    <w:p w14:paraId="3D7566C0"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ikiteisminio tyrimo pradžios ir jos registravimo tvarkos, patvirtintomis Lietuvos Respublikos generalinio prokuroro 2008 m. rugpjūčio 11 d. įsakymu Nr. I</w:t>
      </w:r>
      <w:r w:rsidRPr="00F242B8">
        <w:rPr>
          <w:rFonts w:ascii="Times New Roman" w:hAnsi="Times New Roman" w:cs="Times New Roman"/>
          <w:bCs/>
          <w:sz w:val="24"/>
          <w:szCs w:val="24"/>
        </w:rPr>
        <w:noBreakHyphen/>
        <w:t>110 „Dėl Rekomendacijų dėl ikiteisminio tyrimo pradžios ir jos registravimo tvarkos patvirtinimo“;</w:t>
      </w:r>
    </w:p>
    <w:p w14:paraId="5BF39D54"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finansų tyrimo, patvirtintomis Lietuvos Respublikos generalinio prokuroro 2013 m. kovo 19 d. įsakymu Nr. I-73 „Dėl rekomendacijų dėl finansų tyrimo tvirtinimo“;</w:t>
      </w:r>
    </w:p>
    <w:p w14:paraId="2BE78798"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lastRenderedPageBreak/>
        <w:t>Rekomendacijomis dėl apklausos garso ir vaizdo nuotolinio perdavimo priemonėmis ikiteisminiame tyrime atlikimo ir įforminimo, patvirtintomis Lietuvos Respublikos generalinio prokuroro 2016 m. gegužės 6 d. įsakymu Nr. I-116 „Dėl rekomendacijų dėl apklausos garso ir vaizdo nuotolinio perdavimo priemonėmis ikiteisminiame tyrime atlikimo ir įforminimo patvirtinimo“;</w:t>
      </w:r>
    </w:p>
    <w:p w14:paraId="6C499128"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Europos tyrimo orderio išdavimo ir siuntimo kitai Europos Sąjungos valstybei narei ikiteisminio tyrimo metu ir Lietuvos Respublikos prokuratūroje gautų Europos tyrimo orderių pripažinimo, patvirtintomis Lietuvos Respublikos generalinio prokuroro 2017 m. birželio 14 d. įsakymu Nr. I-206 „Dėl rekomendacijų dėl Europos tyrimo orderio išdavimo ir siuntimo kitai Europos Sąjungos valstybei narei ikiteisminio tyrimo metu ir Lietuvos Respublikos prokuratūroje gautų Europos tyrimo orderių pripažinimo patvirtinimo“;</w:t>
      </w:r>
    </w:p>
    <w:p w14:paraId="5D529B8C"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proceso dalyvių susipažinimo su ikiteisminio tyrimo medžiaga, patvirtintomis Lietuvos Respublikos generalinio prokuroro 2018 m. vasario 14 d. įsakymu Nr. I-57 „Dėl rekomendacijų dėl proceso dalyvių susipažinimo su ikiteisminio tyrimo medžiaga patvirtinimo“, (toliau – Rekomendacijos dėl proceso dalyvių susipažinimo su ikiteisminio tyrimo medžiaga);</w:t>
      </w:r>
    </w:p>
    <w:p w14:paraId="452638FA"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turto tyrimo, patvirtintomis Lietuvos Respublikos generalinio prokuroro 2018 m. birželio 27 d. įsakymu Nr. I-219 „Dėl rekomendacijų dėl turto tyrimo tvirtinimo“, (toliau – Rekomendacijos dėl turto tyrimo);</w:t>
      </w:r>
    </w:p>
    <w:p w14:paraId="6664B6F8"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Ikiteisminio tyrimo terminų kontrolės tvarkos aprašu, patvirtintu Lietuvos Respublikos generalinio prokuroro 2010 m. spalio 15 d. įsakymu Nr. I-142 „Dėl ikiteisminio tyrimo terminų kontrolės tvarkos aprašo patvirtinimo“;</w:t>
      </w:r>
    </w:p>
    <w:p w14:paraId="7068A43A" w14:textId="77777777" w:rsidR="00C93A9F" w:rsidRPr="00C93A9F" w:rsidRDefault="00C93A9F" w:rsidP="000B3859">
      <w:pPr>
        <w:pStyle w:val="Sraopastraipa"/>
        <w:numPr>
          <w:ilvl w:val="0"/>
          <w:numId w:val="20"/>
        </w:numPr>
        <w:tabs>
          <w:tab w:val="left" w:pos="900"/>
        </w:tabs>
        <w:spacing w:line="240" w:lineRule="auto"/>
        <w:ind w:left="0" w:firstLine="540"/>
        <w:rPr>
          <w:rFonts w:ascii="Times New Roman" w:hAnsi="Times New Roman" w:cs="Times New Roman"/>
          <w:bCs/>
          <w:sz w:val="24"/>
          <w:szCs w:val="24"/>
        </w:rPr>
      </w:pPr>
      <w:r w:rsidRPr="00C93A9F">
        <w:rPr>
          <w:rFonts w:ascii="Times New Roman" w:hAnsi="Times New Roman" w:cs="Times New Roman"/>
          <w:bCs/>
          <w:sz w:val="24"/>
          <w:szCs w:val="24"/>
        </w:rPr>
        <w:t>Įtariamųjų, kaltinamųjų ir nuteistųjų registro nuostatais, patvirtintais Lietuvos Respublikos Vyriausybės 2012 m. balandžio 18 d. nutarimu Nr. 435 „Dėl Įtariamųjų, kaltinamųjų ir nuteistųjų registro nuostatų patvirtinimo“;</w:t>
      </w:r>
    </w:p>
    <w:p w14:paraId="5F2365A1"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40"/>
        <w:contextualSpacing w:val="0"/>
        <w:rPr>
          <w:rFonts w:ascii="Times New Roman" w:hAnsi="Times New Roman" w:cs="Times New Roman"/>
          <w:bCs/>
          <w:sz w:val="24"/>
          <w:szCs w:val="24"/>
        </w:rPr>
      </w:pPr>
      <w:r w:rsidRPr="00F242B8">
        <w:rPr>
          <w:rFonts w:ascii="Times New Roman" w:hAnsi="Times New Roman" w:cs="Times New Roman"/>
          <w:bCs/>
          <w:sz w:val="24"/>
          <w:szCs w:val="24"/>
        </w:rPr>
        <w:t>Policijos dokumentų valdymo sistemos aprašu, patvirtintu Lietuvos policijos generalinio komisaro 2015 m. kovo 12 d. įsakymu Nr. 5-V-259 „Dėl policijos dokumentų valdymo sistemos aprašo patvirtinimo“;</w:t>
      </w:r>
    </w:p>
    <w:p w14:paraId="6BFEAF39" w14:textId="77777777" w:rsidR="00EA22D5" w:rsidRPr="00F242B8" w:rsidRDefault="00EA22D5" w:rsidP="000B3859">
      <w:pPr>
        <w:pStyle w:val="Sraopastraipa"/>
        <w:numPr>
          <w:ilvl w:val="0"/>
          <w:numId w:val="20"/>
        </w:numPr>
        <w:tabs>
          <w:tab w:val="clear" w:pos="0"/>
          <w:tab w:val="left" w:pos="993"/>
        </w:tabs>
        <w:suppressAutoHyphens/>
        <w:spacing w:after="0" w:line="240" w:lineRule="auto"/>
        <w:ind w:left="0" w:firstLine="540"/>
        <w:contextualSpacing w:val="0"/>
        <w:rPr>
          <w:rFonts w:ascii="Times New Roman" w:hAnsi="Times New Roman" w:cs="Times New Roman"/>
          <w:bCs/>
          <w:sz w:val="24"/>
          <w:szCs w:val="24"/>
        </w:rPr>
      </w:pPr>
      <w:r w:rsidRPr="00F242B8">
        <w:rPr>
          <w:rFonts w:ascii="Times New Roman" w:hAnsi="Times New Roman" w:cs="Times New Roman"/>
          <w:bCs/>
          <w:sz w:val="24"/>
          <w:szCs w:val="24"/>
        </w:rPr>
        <w:t>Įtariamųjų, kaltinamųjų ir nuteistųjų registro objektų registravimo ir duomenų teikimo taisyklėmis, patvirtintomis Informatikos ir ryšių departamento prie Lietuvos Respublikos vidaus reikalų ministerijos direktoriaus 2012 m. rugpjūčio 10 d. įsakymu Nr. 5V-67 „Dėl Įtariamųjų, kaltinamųjų ir nuteistųjų registro objektų registravimo ir duomenų teikimo taisyklių patvirtinimo“;</w:t>
      </w:r>
    </w:p>
    <w:p w14:paraId="24950077" w14:textId="77777777" w:rsidR="00EA22D5" w:rsidRPr="00F242B8" w:rsidRDefault="00EA22D5" w:rsidP="001013DC">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standartu LST EN ISO/IEC 27001;</w:t>
      </w:r>
    </w:p>
    <w:p w14:paraId="033F984C" w14:textId="77777777" w:rsidR="00EA22D5" w:rsidRPr="00F242B8" w:rsidRDefault="00EA22D5" w:rsidP="001013DC">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standartu LST EN ISO/IEC 27002.</w:t>
      </w:r>
    </w:p>
    <w:p w14:paraId="39C23E87" w14:textId="77777777" w:rsidR="00EA22D5" w:rsidRPr="00F242B8" w:rsidRDefault="00EA22D5" w:rsidP="00EA22D5">
      <w:pPr>
        <w:tabs>
          <w:tab w:val="left" w:pos="426"/>
          <w:tab w:val="left" w:pos="709"/>
          <w:tab w:val="left" w:pos="851"/>
          <w:tab w:val="left" w:pos="900"/>
          <w:tab w:val="left" w:pos="993"/>
        </w:tabs>
        <w:spacing w:before="120" w:after="120"/>
        <w:ind w:firstLine="426"/>
        <w:rPr>
          <w:rFonts w:ascii="Times New Roman" w:hAnsi="Times New Roman" w:cs="Times New Roman"/>
          <w:color w:val="000000"/>
          <w:sz w:val="24"/>
          <w:szCs w:val="24"/>
        </w:rPr>
      </w:pPr>
    </w:p>
    <w:p w14:paraId="1F532F57" w14:textId="77777777" w:rsidR="00EC17D1" w:rsidRDefault="00EC17D1" w:rsidP="00EC17D1">
      <w:pPr>
        <w:pStyle w:val="Antrat2"/>
        <w:numPr>
          <w:ilvl w:val="0"/>
          <w:numId w:val="10"/>
        </w:numPr>
        <w:suppressAutoHyphens/>
        <w:spacing w:before="0" w:line="240" w:lineRule="auto"/>
        <w:jc w:val="center"/>
        <w:rPr>
          <w:rFonts w:ascii="Times New Roman" w:hAnsi="Times New Roman" w:cs="Times New Roman"/>
          <w:caps/>
          <w:sz w:val="24"/>
          <w:szCs w:val="24"/>
        </w:rPr>
      </w:pPr>
      <w:r w:rsidRPr="0032683C">
        <w:rPr>
          <w:rFonts w:ascii="Times New Roman" w:hAnsi="Times New Roman" w:cs="Times New Roman"/>
          <w:caps/>
          <w:sz w:val="24"/>
          <w:szCs w:val="24"/>
        </w:rPr>
        <w:t>Pirkimo objektas</w:t>
      </w:r>
    </w:p>
    <w:p w14:paraId="57FEECDC" w14:textId="33080BF4"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 xml:space="preserve">2. Pirkimo objektas yra IBPS programinės įrangos priežiūros </w:t>
      </w:r>
      <w:r w:rsidR="005B473E">
        <w:rPr>
          <w:rFonts w:ascii="Times New Roman" w:hAnsi="Times New Roman" w:cs="Times New Roman"/>
          <w:bCs/>
          <w:sz w:val="24"/>
          <w:szCs w:val="24"/>
        </w:rPr>
        <w:t xml:space="preserve">ir modernizavimo </w:t>
      </w:r>
      <w:r w:rsidRPr="0032683C">
        <w:rPr>
          <w:rFonts w:ascii="Times New Roman" w:hAnsi="Times New Roman" w:cs="Times New Roman"/>
          <w:bCs/>
          <w:sz w:val="24"/>
          <w:szCs w:val="24"/>
        </w:rPr>
        <w:t>paslaugos:</w:t>
      </w:r>
    </w:p>
    <w:p w14:paraId="69D1A510" w14:textId="36327551" w:rsidR="00EC17D1"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 xml:space="preserve">2.1. IBPS programinės įrangos kūrimas, </w:t>
      </w:r>
      <w:r>
        <w:rPr>
          <w:rFonts w:ascii="Times New Roman" w:hAnsi="Times New Roman" w:cs="Times New Roman"/>
          <w:bCs/>
          <w:sz w:val="24"/>
          <w:szCs w:val="24"/>
        </w:rPr>
        <w:t>modernizavimas</w:t>
      </w:r>
      <w:r w:rsidRPr="0032683C">
        <w:rPr>
          <w:rFonts w:ascii="Times New Roman" w:hAnsi="Times New Roman" w:cs="Times New Roman"/>
          <w:bCs/>
          <w:sz w:val="24"/>
          <w:szCs w:val="24"/>
        </w:rPr>
        <w:t xml:space="preserve"> ir jos įdiegimas pagal šios Techninės specifikacijos III skyriuje „Reikalavimai IBPS programinės įrangos priežiūrai</w:t>
      </w:r>
      <w:r w:rsidR="005B473E">
        <w:rPr>
          <w:rFonts w:ascii="Times New Roman" w:hAnsi="Times New Roman" w:cs="Times New Roman"/>
          <w:bCs/>
          <w:sz w:val="24"/>
          <w:szCs w:val="24"/>
        </w:rPr>
        <w:t xml:space="preserve"> ir modernizavimui</w:t>
      </w:r>
      <w:r w:rsidRPr="0032683C">
        <w:rPr>
          <w:rFonts w:ascii="Times New Roman" w:hAnsi="Times New Roman" w:cs="Times New Roman"/>
          <w:bCs/>
          <w:sz w:val="24"/>
          <w:szCs w:val="24"/>
        </w:rPr>
        <w:t xml:space="preserve">“ </w:t>
      </w:r>
      <w:r>
        <w:rPr>
          <w:rFonts w:ascii="Times New Roman" w:hAnsi="Times New Roman" w:cs="Times New Roman"/>
          <w:bCs/>
          <w:sz w:val="24"/>
          <w:szCs w:val="24"/>
        </w:rPr>
        <w:t xml:space="preserve">1 - </w:t>
      </w:r>
      <w:r w:rsidR="00C94268">
        <w:rPr>
          <w:rFonts w:ascii="Times New Roman" w:hAnsi="Times New Roman" w:cs="Times New Roman"/>
          <w:bCs/>
          <w:sz w:val="24"/>
          <w:szCs w:val="24"/>
        </w:rPr>
        <w:t>60</w:t>
      </w:r>
      <w:r w:rsidRPr="0032683C">
        <w:rPr>
          <w:rFonts w:ascii="Times New Roman" w:hAnsi="Times New Roman" w:cs="Times New Roman"/>
          <w:bCs/>
          <w:sz w:val="24"/>
          <w:szCs w:val="24"/>
        </w:rPr>
        <w:t xml:space="preserve"> punktuose nurodytus funkcinius reikalavimus;</w:t>
      </w:r>
    </w:p>
    <w:p w14:paraId="326856BF" w14:textId="4F38EB71" w:rsidR="00C94268" w:rsidRDefault="00C94268" w:rsidP="00C94268">
      <w:pPr>
        <w:spacing w:after="0" w:line="240" w:lineRule="auto"/>
        <w:ind w:firstLine="567"/>
        <w:rPr>
          <w:rFonts w:ascii="Times New Roman" w:hAnsi="Times New Roman" w:cs="Times New Roman"/>
          <w:bCs/>
          <w:sz w:val="24"/>
          <w:szCs w:val="24"/>
        </w:rPr>
      </w:pPr>
      <w:r>
        <w:rPr>
          <w:rFonts w:ascii="Times New Roman" w:hAnsi="Times New Roman" w:cs="Times New Roman"/>
          <w:bCs/>
          <w:sz w:val="24"/>
          <w:szCs w:val="24"/>
        </w:rPr>
        <w:t>2.2. IBPS</w:t>
      </w:r>
      <w:r w:rsidR="00C67D58">
        <w:rPr>
          <w:rFonts w:ascii="Times New Roman" w:hAnsi="Times New Roman" w:cs="Times New Roman"/>
          <w:bCs/>
          <w:sz w:val="24"/>
          <w:szCs w:val="24"/>
        </w:rPr>
        <w:t xml:space="preserve"> modernizavimas ir</w:t>
      </w:r>
      <w:r>
        <w:rPr>
          <w:rFonts w:ascii="Times New Roman" w:hAnsi="Times New Roman" w:cs="Times New Roman"/>
          <w:bCs/>
          <w:sz w:val="24"/>
          <w:szCs w:val="24"/>
        </w:rPr>
        <w:t xml:space="preserve"> integracinės sąsajos sukūrimas su KADIS–2, </w:t>
      </w:r>
      <w:r w:rsidRPr="0032683C">
        <w:rPr>
          <w:rFonts w:ascii="Times New Roman" w:hAnsi="Times New Roman" w:cs="Times New Roman"/>
          <w:bCs/>
          <w:sz w:val="24"/>
          <w:szCs w:val="24"/>
        </w:rPr>
        <w:t>pagal šios Techninės specifikacijos III skyriuje „Reikalavimai IBPS programinės įrangos priežiūrai</w:t>
      </w:r>
      <w:r w:rsidR="005B473E">
        <w:rPr>
          <w:rFonts w:ascii="Times New Roman" w:hAnsi="Times New Roman" w:cs="Times New Roman"/>
          <w:bCs/>
          <w:sz w:val="24"/>
          <w:szCs w:val="24"/>
        </w:rPr>
        <w:t xml:space="preserve"> ir modernizavimui</w:t>
      </w:r>
      <w:r w:rsidRPr="0032683C">
        <w:rPr>
          <w:rFonts w:ascii="Times New Roman" w:hAnsi="Times New Roman" w:cs="Times New Roman"/>
          <w:bCs/>
          <w:sz w:val="24"/>
          <w:szCs w:val="24"/>
        </w:rPr>
        <w:t xml:space="preserve">“ </w:t>
      </w:r>
      <w:r>
        <w:rPr>
          <w:rFonts w:ascii="Times New Roman" w:hAnsi="Times New Roman" w:cs="Times New Roman"/>
          <w:bCs/>
          <w:sz w:val="24"/>
          <w:szCs w:val="24"/>
        </w:rPr>
        <w:t>61 - 68</w:t>
      </w:r>
      <w:r w:rsidRPr="0032683C">
        <w:rPr>
          <w:rFonts w:ascii="Times New Roman" w:hAnsi="Times New Roman" w:cs="Times New Roman"/>
          <w:bCs/>
          <w:sz w:val="24"/>
          <w:szCs w:val="24"/>
        </w:rPr>
        <w:t xml:space="preserve"> punktuose nurodytus funkcinius reikalavimus;</w:t>
      </w:r>
    </w:p>
    <w:p w14:paraId="2AB63B4B" w14:textId="40CC6C05"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2.</w:t>
      </w:r>
      <w:r w:rsidR="007375AD">
        <w:rPr>
          <w:rFonts w:ascii="Times New Roman" w:hAnsi="Times New Roman" w:cs="Times New Roman"/>
          <w:bCs/>
          <w:sz w:val="24"/>
          <w:szCs w:val="24"/>
        </w:rPr>
        <w:t xml:space="preserve">3. </w:t>
      </w:r>
      <w:r w:rsidRPr="0032683C">
        <w:rPr>
          <w:rFonts w:ascii="Times New Roman" w:hAnsi="Times New Roman" w:cs="Times New Roman"/>
          <w:bCs/>
          <w:sz w:val="24"/>
          <w:szCs w:val="24"/>
        </w:rPr>
        <w:t xml:space="preserve">iki </w:t>
      </w:r>
      <w:r w:rsidR="00C94268">
        <w:rPr>
          <w:rFonts w:ascii="Times New Roman" w:hAnsi="Times New Roman" w:cs="Times New Roman"/>
          <w:bCs/>
          <w:sz w:val="24"/>
          <w:szCs w:val="24"/>
        </w:rPr>
        <w:t xml:space="preserve">477 </w:t>
      </w:r>
      <w:r w:rsidRPr="0032683C">
        <w:rPr>
          <w:rFonts w:ascii="Times New Roman" w:hAnsi="Times New Roman" w:cs="Times New Roman"/>
          <w:bCs/>
          <w:sz w:val="24"/>
          <w:szCs w:val="24"/>
        </w:rPr>
        <w:t xml:space="preserve">val. IBPS priežiūros paslaugų užsakytiems pakeitimams atlikti, </w:t>
      </w:r>
      <w:r w:rsidR="007375AD">
        <w:rPr>
          <w:rFonts w:ascii="Times New Roman" w:hAnsi="Times New Roman" w:cs="Times New Roman"/>
          <w:bCs/>
          <w:sz w:val="24"/>
          <w:szCs w:val="24"/>
        </w:rPr>
        <w:t xml:space="preserve">pagal </w:t>
      </w:r>
      <w:r w:rsidRPr="0032683C">
        <w:rPr>
          <w:rFonts w:ascii="Times New Roman" w:hAnsi="Times New Roman" w:cs="Times New Roman"/>
          <w:bCs/>
          <w:sz w:val="24"/>
          <w:szCs w:val="24"/>
        </w:rPr>
        <w:t>Techninės specifikacijos III skyriuje „Reikalavimai IBPS programinės įrangos priežiūrai</w:t>
      </w:r>
      <w:r w:rsidR="00D94542">
        <w:rPr>
          <w:rFonts w:ascii="Times New Roman" w:hAnsi="Times New Roman" w:cs="Times New Roman"/>
          <w:bCs/>
          <w:sz w:val="24"/>
          <w:szCs w:val="24"/>
        </w:rPr>
        <w:t xml:space="preserve"> ir modernizavimui</w:t>
      </w:r>
      <w:r w:rsidRPr="0032683C">
        <w:rPr>
          <w:rFonts w:ascii="Times New Roman" w:hAnsi="Times New Roman" w:cs="Times New Roman"/>
          <w:bCs/>
          <w:sz w:val="24"/>
          <w:szCs w:val="24"/>
        </w:rPr>
        <w:t xml:space="preserve">“ </w:t>
      </w:r>
      <w:r w:rsidR="00C94268">
        <w:rPr>
          <w:rFonts w:ascii="Times New Roman" w:hAnsi="Times New Roman" w:cs="Times New Roman"/>
          <w:bCs/>
          <w:sz w:val="24"/>
          <w:szCs w:val="24"/>
        </w:rPr>
        <w:t>69</w:t>
      </w:r>
      <w:r w:rsidRPr="0032683C">
        <w:rPr>
          <w:rFonts w:ascii="Times New Roman" w:hAnsi="Times New Roman" w:cs="Times New Roman"/>
          <w:bCs/>
          <w:sz w:val="24"/>
          <w:szCs w:val="24"/>
        </w:rPr>
        <w:t xml:space="preserve"> punkto reikalavimus. Perkančioji organizacija neįsipareigoja įsigyti viso</w:t>
      </w:r>
      <w:r w:rsidR="00ED4FF2">
        <w:rPr>
          <w:rFonts w:ascii="Times New Roman" w:hAnsi="Times New Roman" w:cs="Times New Roman"/>
          <w:bCs/>
          <w:sz w:val="24"/>
          <w:szCs w:val="24"/>
        </w:rPr>
        <w:t xml:space="preserve"> šiame</w:t>
      </w:r>
      <w:r w:rsidR="00AC4E0B">
        <w:rPr>
          <w:rFonts w:ascii="Times New Roman" w:hAnsi="Times New Roman" w:cs="Times New Roman"/>
          <w:bCs/>
          <w:sz w:val="24"/>
          <w:szCs w:val="24"/>
        </w:rPr>
        <w:t xml:space="preserve"> papunktyje </w:t>
      </w:r>
      <w:r w:rsidRPr="0032683C">
        <w:rPr>
          <w:rFonts w:ascii="Times New Roman" w:hAnsi="Times New Roman" w:cs="Times New Roman"/>
          <w:bCs/>
          <w:sz w:val="24"/>
          <w:szCs w:val="24"/>
        </w:rPr>
        <w:t>nurodyto paslaugų kiekio. Paslaugos pagal šios Techninės specifikacijos III skyriuje „Reikalavimai IBPS programinės įrangos priežiūrai</w:t>
      </w:r>
      <w:r w:rsidR="00D94542">
        <w:rPr>
          <w:rFonts w:ascii="Times New Roman" w:hAnsi="Times New Roman" w:cs="Times New Roman"/>
          <w:bCs/>
          <w:sz w:val="24"/>
          <w:szCs w:val="24"/>
        </w:rPr>
        <w:t xml:space="preserve"> ir modernizavimui</w:t>
      </w:r>
      <w:r w:rsidRPr="0032683C">
        <w:rPr>
          <w:rFonts w:ascii="Times New Roman" w:hAnsi="Times New Roman" w:cs="Times New Roman"/>
          <w:bCs/>
          <w:sz w:val="24"/>
          <w:szCs w:val="24"/>
        </w:rPr>
        <w:t xml:space="preserve">“ nurodytą </w:t>
      </w:r>
      <w:r w:rsidR="00C94268">
        <w:rPr>
          <w:rFonts w:ascii="Times New Roman" w:hAnsi="Times New Roman" w:cs="Times New Roman"/>
          <w:bCs/>
          <w:sz w:val="24"/>
          <w:szCs w:val="24"/>
        </w:rPr>
        <w:t>69</w:t>
      </w:r>
      <w:r w:rsidRPr="0032683C">
        <w:rPr>
          <w:rFonts w:ascii="Times New Roman" w:hAnsi="Times New Roman" w:cs="Times New Roman"/>
          <w:bCs/>
          <w:sz w:val="24"/>
          <w:szCs w:val="24"/>
        </w:rPr>
        <w:t xml:space="preserve"> </w:t>
      </w:r>
      <w:r w:rsidR="006C2125">
        <w:rPr>
          <w:rFonts w:ascii="Times New Roman" w:hAnsi="Times New Roman" w:cs="Times New Roman"/>
          <w:bCs/>
          <w:sz w:val="24"/>
          <w:szCs w:val="24"/>
        </w:rPr>
        <w:t xml:space="preserve">punkto </w:t>
      </w:r>
      <w:r w:rsidRPr="0032683C">
        <w:rPr>
          <w:rFonts w:ascii="Times New Roman" w:hAnsi="Times New Roman" w:cs="Times New Roman"/>
          <w:bCs/>
          <w:sz w:val="24"/>
          <w:szCs w:val="24"/>
        </w:rPr>
        <w:t>reikalavimą užsakomos esant poreikiui;</w:t>
      </w:r>
    </w:p>
    <w:p w14:paraId="2C0D75FA" w14:textId="7E9665FC"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2.</w:t>
      </w:r>
      <w:r w:rsidR="007375AD">
        <w:rPr>
          <w:rFonts w:ascii="Times New Roman" w:hAnsi="Times New Roman" w:cs="Times New Roman"/>
          <w:bCs/>
          <w:sz w:val="24"/>
          <w:szCs w:val="24"/>
        </w:rPr>
        <w:t>4</w:t>
      </w:r>
      <w:r w:rsidRPr="0032683C">
        <w:rPr>
          <w:rFonts w:ascii="Times New Roman" w:hAnsi="Times New Roman" w:cs="Times New Roman"/>
          <w:bCs/>
          <w:sz w:val="24"/>
          <w:szCs w:val="24"/>
        </w:rPr>
        <w:t xml:space="preserve">. suteikta garantinė priežiūra sukurtai / </w:t>
      </w:r>
      <w:r w:rsidR="00C94268">
        <w:rPr>
          <w:rFonts w:ascii="Times New Roman" w:hAnsi="Times New Roman" w:cs="Times New Roman"/>
          <w:bCs/>
          <w:sz w:val="24"/>
          <w:szCs w:val="24"/>
        </w:rPr>
        <w:t>modernizuotai</w:t>
      </w:r>
      <w:r w:rsidRPr="0032683C">
        <w:rPr>
          <w:rFonts w:ascii="Times New Roman" w:hAnsi="Times New Roman" w:cs="Times New Roman"/>
          <w:bCs/>
          <w:sz w:val="24"/>
          <w:szCs w:val="24"/>
        </w:rPr>
        <w:t xml:space="preserve"> IBPS programinei įrangai </w:t>
      </w:r>
      <w:r w:rsidR="00245A6E" w:rsidRPr="00245A6E">
        <w:rPr>
          <w:rFonts w:ascii="Times New Roman" w:hAnsi="Times New Roman" w:cs="Times New Roman"/>
          <w:bCs/>
          <w:sz w:val="24"/>
          <w:szCs w:val="24"/>
        </w:rPr>
        <w:t>nuo sukurtos/modernizuotos konkrečios IBPS programinės įrangos perdavimo-priėmimo akto pasirašymo dienos sutarties galiojimo laikotarpiu ir 12 (dvylika) mėnesių nuo paskutinio paslaugų perdavimo-priėmimo akto pagal sutartį pasirašymo dienos</w:t>
      </w:r>
      <w:r w:rsidR="0085399B">
        <w:rPr>
          <w:rFonts w:ascii="Times New Roman" w:hAnsi="Times New Roman" w:cs="Times New Roman"/>
          <w:bCs/>
          <w:sz w:val="24"/>
          <w:szCs w:val="24"/>
        </w:rPr>
        <w:t>:</w:t>
      </w:r>
    </w:p>
    <w:p w14:paraId="43B823A8" w14:textId="3BEA2196" w:rsidR="00EC17D1" w:rsidRPr="00FB4CA9"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FB4CA9">
        <w:rPr>
          <w:rFonts w:ascii="Times New Roman" w:hAnsi="Times New Roman" w:cs="Times New Roman"/>
          <w:bCs/>
          <w:sz w:val="24"/>
          <w:szCs w:val="24"/>
        </w:rPr>
        <w:lastRenderedPageBreak/>
        <w:t>Sukurtos / mod</w:t>
      </w:r>
      <w:r w:rsidR="00C94268" w:rsidRPr="00FB4CA9">
        <w:rPr>
          <w:rFonts w:ascii="Times New Roman" w:hAnsi="Times New Roman" w:cs="Times New Roman"/>
          <w:bCs/>
          <w:sz w:val="24"/>
          <w:szCs w:val="24"/>
        </w:rPr>
        <w:t>ernizuotos</w:t>
      </w:r>
      <w:r w:rsidRPr="00FB4CA9">
        <w:rPr>
          <w:rFonts w:ascii="Times New Roman" w:hAnsi="Times New Roman" w:cs="Times New Roman"/>
          <w:bCs/>
          <w:sz w:val="24"/>
          <w:szCs w:val="24"/>
        </w:rPr>
        <w:t xml:space="preserve"> IBPS programinės įrangos versijų atnaujinimas, klaidų </w:t>
      </w:r>
      <w:r w:rsidR="00C93A9F" w:rsidRPr="00FB4CA9">
        <w:rPr>
          <w:rFonts w:ascii="Times New Roman" w:hAnsi="Times New Roman" w:cs="Times New Roman"/>
          <w:bCs/>
          <w:sz w:val="24"/>
          <w:szCs w:val="24"/>
        </w:rPr>
        <w:t xml:space="preserve">ir pažeidžiamumų </w:t>
      </w:r>
      <w:r w:rsidRPr="00FB4CA9">
        <w:rPr>
          <w:rFonts w:ascii="Times New Roman" w:hAnsi="Times New Roman" w:cs="Times New Roman"/>
          <w:bCs/>
          <w:sz w:val="24"/>
          <w:szCs w:val="24"/>
        </w:rPr>
        <w:t>taisymas;</w:t>
      </w:r>
    </w:p>
    <w:p w14:paraId="0A3CAE70" w14:textId="1410BD53"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Pr>
          <w:rFonts w:ascii="Times New Roman" w:hAnsi="Times New Roman" w:cs="Times New Roman"/>
          <w:bCs/>
          <w:sz w:val="24"/>
          <w:szCs w:val="24"/>
        </w:rPr>
        <w:t>Sukurtos / mod</w:t>
      </w:r>
      <w:r w:rsidR="00C94268">
        <w:rPr>
          <w:rFonts w:ascii="Times New Roman" w:hAnsi="Times New Roman" w:cs="Times New Roman"/>
          <w:bCs/>
          <w:sz w:val="24"/>
          <w:szCs w:val="24"/>
        </w:rPr>
        <w:t>ernizuotos</w:t>
      </w:r>
      <w:r w:rsidRPr="0032683C">
        <w:rPr>
          <w:rFonts w:ascii="Times New Roman" w:hAnsi="Times New Roman" w:cs="Times New Roman"/>
          <w:bCs/>
          <w:sz w:val="24"/>
          <w:szCs w:val="24"/>
        </w:rPr>
        <w:t xml:space="preserve"> IBPS programinės įrangos priežiūros paslaugos, t. y. konsultacijos telefonu, elektroniniu paštu, Pagalbos tarnybos (angl. </w:t>
      </w:r>
      <w:proofErr w:type="spellStart"/>
      <w:r w:rsidRPr="0032683C">
        <w:rPr>
          <w:rFonts w:ascii="Times New Roman" w:hAnsi="Times New Roman" w:cs="Times New Roman"/>
          <w:bCs/>
          <w:i/>
          <w:iCs/>
          <w:sz w:val="24"/>
          <w:szCs w:val="24"/>
        </w:rPr>
        <w:t>Help</w:t>
      </w:r>
      <w:proofErr w:type="spellEnd"/>
      <w:r w:rsidRPr="0032683C">
        <w:rPr>
          <w:rFonts w:ascii="Times New Roman" w:hAnsi="Times New Roman" w:cs="Times New Roman"/>
          <w:bCs/>
          <w:i/>
          <w:iCs/>
          <w:sz w:val="24"/>
          <w:szCs w:val="24"/>
        </w:rPr>
        <w:t xml:space="preserve"> </w:t>
      </w:r>
      <w:proofErr w:type="spellStart"/>
      <w:r w:rsidRPr="0032683C">
        <w:rPr>
          <w:rFonts w:ascii="Times New Roman" w:hAnsi="Times New Roman" w:cs="Times New Roman"/>
          <w:bCs/>
          <w:i/>
          <w:iCs/>
          <w:sz w:val="24"/>
          <w:szCs w:val="24"/>
        </w:rPr>
        <w:t>Desk</w:t>
      </w:r>
      <w:proofErr w:type="spellEnd"/>
      <w:r w:rsidRPr="0032683C">
        <w:rPr>
          <w:rFonts w:ascii="Times New Roman" w:hAnsi="Times New Roman" w:cs="Times New Roman"/>
          <w:bCs/>
          <w:sz w:val="24"/>
          <w:szCs w:val="24"/>
        </w:rPr>
        <w:t>) pagalba ar konsultacijos IBPS įdiegimo vietoje. Konsultacijos turi būti teikiamos darbo dienomis nuo 7.30 val. iki 18.00 val.</w:t>
      </w:r>
    </w:p>
    <w:p w14:paraId="54FCC053" w14:textId="77777777"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Pirkimo užduočiai įvykdyti paslaugų teikėjas privalės:</w:t>
      </w:r>
    </w:p>
    <w:p w14:paraId="7F6B0E7C" w14:textId="0E6B9262"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Atlikti detalią analizę ir detaliai specifikuoti III skyriuje „Reikalavimai IBPS programinės įrangos priežiūrai</w:t>
      </w:r>
      <w:r w:rsidR="005B473E">
        <w:rPr>
          <w:rFonts w:ascii="Times New Roman" w:hAnsi="Times New Roman" w:cs="Times New Roman"/>
          <w:bCs/>
          <w:sz w:val="24"/>
          <w:szCs w:val="24"/>
        </w:rPr>
        <w:t xml:space="preserve"> ir modernizavimui</w:t>
      </w:r>
      <w:r w:rsidRPr="0032683C">
        <w:rPr>
          <w:rFonts w:ascii="Times New Roman" w:hAnsi="Times New Roman" w:cs="Times New Roman"/>
          <w:bCs/>
          <w:sz w:val="24"/>
          <w:szCs w:val="24"/>
        </w:rPr>
        <w:t>“ nurodytus reikalavimus. Analizės ir projektavimo rezultatus dokumentuoti atnaujinant esamą IBPS dokumentaciją</w:t>
      </w:r>
      <w:r w:rsidR="00EA3DFC">
        <w:rPr>
          <w:rFonts w:ascii="Times New Roman" w:hAnsi="Times New Roman" w:cs="Times New Roman"/>
          <w:bCs/>
          <w:sz w:val="24"/>
          <w:szCs w:val="24"/>
        </w:rPr>
        <w:t xml:space="preserve">. </w:t>
      </w:r>
      <w:r w:rsidR="00EA3DFC" w:rsidRPr="00EA3DFC">
        <w:rPr>
          <w:rFonts w:ascii="Times New Roman" w:hAnsi="Times New Roman" w:cs="Times New Roman"/>
          <w:bCs/>
          <w:sz w:val="24"/>
          <w:szCs w:val="24"/>
        </w:rPr>
        <w:t xml:space="preserve">Atliekant analizę ir projektavimą Paslaugų teikėjas turi vykdyti susitikimus su Perkančiosios organizacijos ir </w:t>
      </w:r>
      <w:r w:rsidR="00EA3DFC">
        <w:rPr>
          <w:rFonts w:ascii="Times New Roman" w:hAnsi="Times New Roman" w:cs="Times New Roman"/>
          <w:bCs/>
          <w:sz w:val="24"/>
          <w:szCs w:val="24"/>
        </w:rPr>
        <w:t xml:space="preserve">kitų </w:t>
      </w:r>
      <w:r w:rsidR="00EA3DFC" w:rsidRPr="00EA3DFC">
        <w:rPr>
          <w:rFonts w:ascii="Times New Roman" w:hAnsi="Times New Roman" w:cs="Times New Roman"/>
          <w:bCs/>
          <w:sz w:val="24"/>
          <w:szCs w:val="24"/>
        </w:rPr>
        <w:t>susijusių institucijų</w:t>
      </w:r>
      <w:r w:rsidR="00EA3DFC">
        <w:rPr>
          <w:rFonts w:ascii="Times New Roman" w:hAnsi="Times New Roman" w:cs="Times New Roman"/>
          <w:bCs/>
          <w:sz w:val="24"/>
          <w:szCs w:val="24"/>
        </w:rPr>
        <w:t xml:space="preserve">, kurioms kuriamas IBPS funkcionalumas, </w:t>
      </w:r>
      <w:r w:rsidR="00EA3DFC" w:rsidRPr="00EA3DFC">
        <w:rPr>
          <w:rFonts w:ascii="Times New Roman" w:hAnsi="Times New Roman" w:cs="Times New Roman"/>
          <w:bCs/>
          <w:sz w:val="24"/>
          <w:szCs w:val="24"/>
        </w:rPr>
        <w:t xml:space="preserve"> specialistais. Susitikimai pagal poreikį turi būti protokoluojami Paslaugų teikėjo.</w:t>
      </w:r>
      <w:r w:rsidRPr="0032683C">
        <w:rPr>
          <w:rFonts w:ascii="Times New Roman" w:hAnsi="Times New Roman" w:cs="Times New Roman"/>
          <w:bCs/>
          <w:sz w:val="24"/>
          <w:szCs w:val="24"/>
        </w:rPr>
        <w:t xml:space="preserve">; </w:t>
      </w:r>
    </w:p>
    <w:p w14:paraId="49179F2F" w14:textId="58A59AEF"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IBPS programinę įrangą sukurti, </w:t>
      </w:r>
      <w:r>
        <w:rPr>
          <w:rFonts w:ascii="Times New Roman" w:hAnsi="Times New Roman" w:cs="Times New Roman"/>
          <w:bCs/>
          <w:sz w:val="24"/>
          <w:szCs w:val="24"/>
        </w:rPr>
        <w:t>mod</w:t>
      </w:r>
      <w:r w:rsidR="00C67D58">
        <w:rPr>
          <w:rFonts w:ascii="Times New Roman" w:hAnsi="Times New Roman" w:cs="Times New Roman"/>
          <w:bCs/>
          <w:sz w:val="24"/>
          <w:szCs w:val="24"/>
        </w:rPr>
        <w:t>ernizuoti</w:t>
      </w:r>
      <w:r w:rsidRPr="0032683C">
        <w:rPr>
          <w:rFonts w:ascii="Times New Roman" w:hAnsi="Times New Roman" w:cs="Times New Roman"/>
          <w:bCs/>
          <w:sz w:val="24"/>
          <w:szCs w:val="24"/>
        </w:rPr>
        <w:t xml:space="preserve"> ir įdiegti pagal III skyriuje „Reikalavimai IBPS programinės įrangos priežiūrai</w:t>
      </w:r>
      <w:r w:rsidR="005B473E" w:rsidRPr="005B473E">
        <w:rPr>
          <w:rFonts w:ascii="Times New Roman" w:hAnsi="Times New Roman" w:cs="Times New Roman"/>
          <w:bCs/>
          <w:sz w:val="24"/>
          <w:szCs w:val="24"/>
        </w:rPr>
        <w:t xml:space="preserve"> </w:t>
      </w:r>
      <w:r w:rsidR="005B473E">
        <w:rPr>
          <w:rFonts w:ascii="Times New Roman" w:hAnsi="Times New Roman" w:cs="Times New Roman"/>
          <w:bCs/>
          <w:sz w:val="24"/>
          <w:szCs w:val="24"/>
        </w:rPr>
        <w:t>ir modernizavimui</w:t>
      </w:r>
      <w:r w:rsidRPr="0032683C">
        <w:rPr>
          <w:rFonts w:ascii="Times New Roman" w:hAnsi="Times New Roman" w:cs="Times New Roman"/>
          <w:bCs/>
          <w:sz w:val="24"/>
          <w:szCs w:val="24"/>
        </w:rPr>
        <w:t>“ nurodytus reikalavimus;</w:t>
      </w:r>
    </w:p>
    <w:p w14:paraId="2A42BCE5" w14:textId="43CD0419"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Sukurtą ir </w:t>
      </w:r>
      <w:r>
        <w:rPr>
          <w:rFonts w:ascii="Times New Roman" w:hAnsi="Times New Roman" w:cs="Times New Roman"/>
          <w:bCs/>
          <w:sz w:val="24"/>
          <w:szCs w:val="24"/>
        </w:rPr>
        <w:t>mod</w:t>
      </w:r>
      <w:r w:rsidR="00C67D58">
        <w:rPr>
          <w:rFonts w:ascii="Times New Roman" w:hAnsi="Times New Roman" w:cs="Times New Roman"/>
          <w:bCs/>
          <w:sz w:val="24"/>
          <w:szCs w:val="24"/>
        </w:rPr>
        <w:t>ernizuotą</w:t>
      </w:r>
      <w:r w:rsidRPr="0032683C">
        <w:rPr>
          <w:rFonts w:ascii="Times New Roman" w:hAnsi="Times New Roman" w:cs="Times New Roman"/>
          <w:bCs/>
          <w:sz w:val="24"/>
          <w:szCs w:val="24"/>
        </w:rPr>
        <w:t xml:space="preserve"> IBPS programinę įrangą įdiegti į IRD </w:t>
      </w:r>
      <w:proofErr w:type="spellStart"/>
      <w:r w:rsidRPr="0032683C">
        <w:rPr>
          <w:rFonts w:ascii="Times New Roman" w:hAnsi="Times New Roman" w:cs="Times New Roman"/>
          <w:bCs/>
          <w:sz w:val="24"/>
          <w:szCs w:val="24"/>
        </w:rPr>
        <w:t>testinę</w:t>
      </w:r>
      <w:proofErr w:type="spellEnd"/>
      <w:r w:rsidRPr="0032683C">
        <w:rPr>
          <w:rFonts w:ascii="Times New Roman" w:hAnsi="Times New Roman" w:cs="Times New Roman"/>
          <w:bCs/>
          <w:sz w:val="24"/>
          <w:szCs w:val="24"/>
        </w:rPr>
        <w:t xml:space="preserve"> aplinką ir dalyvauti testavimų metu; </w:t>
      </w:r>
    </w:p>
    <w:p w14:paraId="5D556978" w14:textId="1F42C242"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PO diegiant sukurtą, </w:t>
      </w:r>
      <w:r>
        <w:rPr>
          <w:rFonts w:ascii="Times New Roman" w:hAnsi="Times New Roman" w:cs="Times New Roman"/>
          <w:bCs/>
          <w:sz w:val="24"/>
          <w:szCs w:val="24"/>
        </w:rPr>
        <w:t>mod</w:t>
      </w:r>
      <w:r w:rsidR="00C67D58">
        <w:rPr>
          <w:rFonts w:ascii="Times New Roman" w:hAnsi="Times New Roman" w:cs="Times New Roman"/>
          <w:bCs/>
          <w:sz w:val="24"/>
          <w:szCs w:val="24"/>
        </w:rPr>
        <w:t>ernizuotą</w:t>
      </w:r>
      <w:r w:rsidRPr="0032683C">
        <w:rPr>
          <w:rFonts w:ascii="Times New Roman" w:hAnsi="Times New Roman" w:cs="Times New Roman"/>
          <w:bCs/>
          <w:sz w:val="24"/>
          <w:szCs w:val="24"/>
        </w:rPr>
        <w:t xml:space="preserve"> ir ištestuotą IBPS programinę įrangą į IBPS darbinę aplinką dalyvauti diegimo metu;</w:t>
      </w:r>
    </w:p>
    <w:p w14:paraId="30BBF6FD" w14:textId="77777777"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Suteikti IBPS pakeitimams garantinės priežiūros paslaugą;</w:t>
      </w:r>
    </w:p>
    <w:p w14:paraId="35FF0BF2" w14:textId="77777777"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Papildomo funkcionalumo realizavimo ar keitimo atvejais pagal PO užsakymus turi būti realizuojamas pilnas IBPS PĮ gamybos ir diegimo ciklas (gamyba, testavimas, diegimas, dokumentacijos atnaujinimas ir pan.);</w:t>
      </w:r>
    </w:p>
    <w:p w14:paraId="147A1A0F" w14:textId="1E7E4BFE"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Pateikti atnaujintą IBPS techninę dokumentaciją; užtikrinti paslaugų atitiktį organizaciniams ir techniniams kibernetinio saugumo reikalavimams, kurių sąrašas patvirtintas Lietuvos Respublikos Vyriausybės 2018 m. rugpjūčio 13 d. nutarimu Nr. 818 „Dėl Lietuvos Respublikos kibernetinio saugumo įstatymo įgyvendinimo“</w:t>
      </w:r>
      <w:r w:rsidR="001376DF">
        <w:rPr>
          <w:rFonts w:ascii="Times New Roman" w:hAnsi="Times New Roman" w:cs="Times New Roman"/>
          <w:bCs/>
          <w:sz w:val="24"/>
          <w:szCs w:val="24"/>
        </w:rPr>
        <w:t xml:space="preserve"> </w:t>
      </w:r>
      <w:r w:rsidR="00FE750D">
        <w:rPr>
          <w:rFonts w:ascii="Times New Roman" w:hAnsi="Times New Roman" w:cs="Times New Roman"/>
          <w:bCs/>
          <w:sz w:val="24"/>
          <w:szCs w:val="24"/>
        </w:rPr>
        <w:t>ir nurodytas</w:t>
      </w:r>
      <w:r w:rsidR="001376DF">
        <w:rPr>
          <w:rFonts w:ascii="Times New Roman" w:hAnsi="Times New Roman" w:cs="Times New Roman"/>
          <w:bCs/>
          <w:sz w:val="24"/>
          <w:szCs w:val="24"/>
        </w:rPr>
        <w:t xml:space="preserve"> </w:t>
      </w:r>
      <w:r w:rsidR="00FE750D">
        <w:rPr>
          <w:rFonts w:ascii="Times New Roman" w:hAnsi="Times New Roman" w:cs="Times New Roman"/>
          <w:bCs/>
          <w:sz w:val="24"/>
          <w:szCs w:val="24"/>
        </w:rPr>
        <w:t>šios Techninės specifikacijos 1.4 papunktyje.</w:t>
      </w:r>
    </w:p>
    <w:p w14:paraId="318D9328" w14:textId="77777777" w:rsidR="00EC17D1" w:rsidRPr="00F242B8" w:rsidRDefault="00EC17D1" w:rsidP="00AF5483">
      <w:pPr>
        <w:spacing w:after="0" w:line="240" w:lineRule="auto"/>
        <w:ind w:firstLine="567"/>
        <w:rPr>
          <w:rFonts w:ascii="Times New Roman" w:hAnsi="Times New Roman" w:cs="Times New Roman"/>
          <w:bCs/>
          <w:sz w:val="24"/>
          <w:szCs w:val="24"/>
        </w:rPr>
      </w:pPr>
    </w:p>
    <w:p w14:paraId="7F00A234" w14:textId="77777777" w:rsidR="00EA22D5" w:rsidRPr="00F242B8" w:rsidRDefault="00EA22D5" w:rsidP="00EA22D5">
      <w:pPr>
        <w:pStyle w:val="Sraopastraipa"/>
        <w:spacing w:after="0" w:line="240" w:lineRule="auto"/>
        <w:ind w:left="0"/>
        <w:rPr>
          <w:rFonts w:ascii="Times New Roman" w:hAnsi="Times New Roman" w:cs="Times New Roman"/>
          <w:sz w:val="24"/>
          <w:szCs w:val="24"/>
        </w:rPr>
      </w:pPr>
    </w:p>
    <w:p w14:paraId="565BB221" w14:textId="65BD54F3" w:rsidR="00EA22D5" w:rsidRPr="00F242B8" w:rsidRDefault="001D1BF3" w:rsidP="00A22230">
      <w:pPr>
        <w:pStyle w:val="Antrat2"/>
        <w:numPr>
          <w:ilvl w:val="0"/>
          <w:numId w:val="10"/>
        </w:numPr>
        <w:suppressAutoHyphens/>
        <w:spacing w:before="0" w:line="240" w:lineRule="auto"/>
        <w:jc w:val="center"/>
        <w:rPr>
          <w:rFonts w:ascii="Times New Roman" w:hAnsi="Times New Roman" w:cs="Times New Roman"/>
          <w:sz w:val="24"/>
          <w:szCs w:val="24"/>
        </w:rPr>
      </w:pPr>
      <w:r w:rsidRPr="00F242B8">
        <w:rPr>
          <w:rFonts w:ascii="Times New Roman" w:hAnsi="Times New Roman" w:cs="Times New Roman"/>
          <w:sz w:val="24"/>
          <w:szCs w:val="24"/>
        </w:rPr>
        <w:t>REIKALAVIMAI IBPS PROGRAMINĖS ĮRANGOS PRIEŽIŪRAI</w:t>
      </w:r>
      <w:r w:rsidR="005B473E">
        <w:rPr>
          <w:rFonts w:ascii="Times New Roman" w:hAnsi="Times New Roman" w:cs="Times New Roman"/>
          <w:sz w:val="24"/>
          <w:szCs w:val="24"/>
        </w:rPr>
        <w:t xml:space="preserve"> IR MODERNIZAVIMUI</w:t>
      </w:r>
    </w:p>
    <w:tbl>
      <w:tblPr>
        <w:tblW w:w="10201" w:type="dxa"/>
        <w:tblLayout w:type="fixed"/>
        <w:tblLook w:val="0400" w:firstRow="0" w:lastRow="0" w:firstColumn="0" w:lastColumn="0" w:noHBand="0" w:noVBand="1"/>
      </w:tblPr>
      <w:tblGrid>
        <w:gridCol w:w="687"/>
        <w:gridCol w:w="2852"/>
        <w:gridCol w:w="6662"/>
      </w:tblGrid>
      <w:tr w:rsidR="00AF6269" w:rsidRPr="00F242B8" w14:paraId="5B5B6B4A" w14:textId="77777777" w:rsidTr="00AF6269">
        <w:trPr>
          <w:tblHeader/>
        </w:trPr>
        <w:tc>
          <w:tcPr>
            <w:tcW w:w="687"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70601737" w14:textId="77777777" w:rsidR="00AF6269" w:rsidRPr="00F242B8" w:rsidRDefault="00AF6269" w:rsidP="005206D7">
            <w:pPr>
              <w:widowControl w:val="0"/>
              <w:rPr>
                <w:rFonts w:ascii="Times New Roman" w:eastAsia="Times New Roman" w:hAnsi="Times New Roman" w:cs="Times New Roman"/>
                <w:b/>
                <w:sz w:val="24"/>
                <w:szCs w:val="24"/>
              </w:rPr>
            </w:pPr>
            <w:r w:rsidRPr="00F242B8">
              <w:rPr>
                <w:rFonts w:ascii="Times New Roman" w:eastAsia="Times New Roman" w:hAnsi="Times New Roman" w:cs="Times New Roman"/>
                <w:b/>
                <w:sz w:val="24"/>
                <w:szCs w:val="24"/>
              </w:rPr>
              <w:t>Nr.</w:t>
            </w:r>
          </w:p>
        </w:tc>
        <w:tc>
          <w:tcPr>
            <w:tcW w:w="2852"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31677DD6" w14:textId="16C2FDD7" w:rsidR="00AF6269" w:rsidRPr="00F242B8" w:rsidRDefault="00AF6269" w:rsidP="00D55523">
            <w:pPr>
              <w:widowControl w:val="0"/>
              <w:jc w:val="center"/>
              <w:rPr>
                <w:rFonts w:ascii="Times New Roman" w:eastAsia="Times New Roman" w:hAnsi="Times New Roman" w:cs="Times New Roman"/>
                <w:b/>
                <w:sz w:val="24"/>
                <w:szCs w:val="24"/>
              </w:rPr>
            </w:pPr>
            <w:r w:rsidRPr="00F242B8">
              <w:rPr>
                <w:rFonts w:ascii="Times New Roman" w:eastAsia="Times New Roman" w:hAnsi="Times New Roman" w:cs="Times New Roman"/>
                <w:b/>
                <w:sz w:val="24"/>
                <w:szCs w:val="24"/>
              </w:rPr>
              <w:t>Reikalavimas</w:t>
            </w:r>
          </w:p>
        </w:tc>
        <w:tc>
          <w:tcPr>
            <w:tcW w:w="6662"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6A534119" w14:textId="77777777" w:rsidR="00AF6269" w:rsidRPr="00F242B8" w:rsidRDefault="00AF6269" w:rsidP="00D34906">
            <w:pPr>
              <w:widowControl w:val="0"/>
              <w:jc w:val="center"/>
              <w:rPr>
                <w:rFonts w:ascii="Times New Roman" w:eastAsia="Times New Roman" w:hAnsi="Times New Roman" w:cs="Times New Roman"/>
                <w:b/>
                <w:sz w:val="24"/>
                <w:szCs w:val="24"/>
              </w:rPr>
            </w:pPr>
            <w:r w:rsidRPr="00F242B8">
              <w:rPr>
                <w:rFonts w:ascii="Times New Roman" w:eastAsia="Times New Roman" w:hAnsi="Times New Roman" w:cs="Times New Roman"/>
                <w:b/>
                <w:sz w:val="24"/>
                <w:szCs w:val="24"/>
              </w:rPr>
              <w:t>Aprašymas</w:t>
            </w:r>
          </w:p>
        </w:tc>
      </w:tr>
      <w:tr w:rsidR="002B5C54" w:rsidRPr="00F242B8" w14:paraId="3416356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D2FD5CA" w14:textId="06295BFC" w:rsidR="002B5C54" w:rsidRPr="006667DC"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w:t>
            </w:r>
          </w:p>
        </w:tc>
        <w:tc>
          <w:tcPr>
            <w:tcW w:w="2852" w:type="dxa"/>
            <w:tcBorders>
              <w:top w:val="single" w:sz="4" w:space="0" w:color="000000"/>
              <w:left w:val="single" w:sz="4" w:space="0" w:color="000000"/>
              <w:bottom w:val="single" w:sz="4" w:space="0" w:color="000000"/>
              <w:right w:val="single" w:sz="4" w:space="0" w:color="000000"/>
            </w:tcBorders>
          </w:tcPr>
          <w:p w14:paraId="0F299368" w14:textId="7BBA91DC" w:rsidR="002B5C54" w:rsidRPr="00F242B8" w:rsidRDefault="002B5C54" w:rsidP="002B5C54">
            <w:pPr>
              <w:widowControl w:val="0"/>
              <w:rPr>
                <w:rFonts w:ascii="Times New Roman" w:eastAsia="Times New Roman" w:hAnsi="Times New Roman" w:cs="Times New Roman"/>
                <w:b/>
                <w:bCs/>
                <w:sz w:val="24"/>
                <w:szCs w:val="24"/>
              </w:rPr>
            </w:pPr>
            <w:r w:rsidRPr="003D4B9E">
              <w:rPr>
                <w:rFonts w:ascii="Times New Roman" w:eastAsia="Times New Roman" w:hAnsi="Times New Roman" w:cs="Times New Roman"/>
                <w:b/>
                <w:sz w:val="24"/>
                <w:szCs w:val="24"/>
              </w:rPr>
              <w:t>IBPS pirmo lango ir</w:t>
            </w:r>
            <w:r w:rsidRPr="003D4B9E">
              <w:rPr>
                <w:rFonts w:ascii="Times New Roman" w:eastAsia="Times New Roman" w:hAnsi="Times New Roman" w:cs="Times New Roman"/>
                <w:b/>
                <w:bCs/>
                <w:sz w:val="24"/>
                <w:szCs w:val="24"/>
              </w:rPr>
              <w:t xml:space="preserve"> detalios paieškos lango optimizavimas</w:t>
            </w:r>
          </w:p>
        </w:tc>
        <w:tc>
          <w:tcPr>
            <w:tcW w:w="6662" w:type="dxa"/>
            <w:tcBorders>
              <w:top w:val="single" w:sz="4" w:space="0" w:color="000000"/>
              <w:left w:val="single" w:sz="4" w:space="0" w:color="000000"/>
              <w:bottom w:val="single" w:sz="4" w:space="0" w:color="000000"/>
              <w:right w:val="single" w:sz="4" w:space="0" w:color="000000"/>
            </w:tcBorders>
          </w:tcPr>
          <w:p w14:paraId="3F7A916B" w14:textId="77777777" w:rsidR="002B5C54" w:rsidRPr="003D4B9E" w:rsidRDefault="002B5C54" w:rsidP="002B5C54">
            <w:pPr>
              <w:widowControl w:val="0"/>
              <w:spacing w:after="0"/>
              <w:rPr>
                <w:rFonts w:ascii="Times New Roman" w:eastAsia="Times New Roman" w:hAnsi="Times New Roman" w:cs="Times New Roman"/>
                <w:sz w:val="24"/>
                <w:szCs w:val="24"/>
              </w:rPr>
            </w:pPr>
            <w:r w:rsidRPr="002B5C54">
              <w:rPr>
                <w:rFonts w:ascii="Times New Roman" w:eastAsia="Times New Roman" w:hAnsi="Times New Roman" w:cs="Times New Roman"/>
                <w:sz w:val="24"/>
                <w:szCs w:val="24"/>
              </w:rPr>
              <w:t>1.</w:t>
            </w:r>
            <w:r w:rsidRPr="003D4B9E">
              <w:rPr>
                <w:rFonts w:ascii="Times New Roman" w:eastAsia="Times New Roman" w:hAnsi="Times New Roman" w:cs="Times New Roman"/>
                <w:sz w:val="24"/>
                <w:szCs w:val="24"/>
              </w:rPr>
              <w:t xml:space="preserve"> Detalios paieškos pasirenkamų kriterijų laukus, pagal kuriuos atliekama detali paieška, sutraukti taip, kad IBPS naudotojas savo nuožiūra galėtų juos išskleisti ir pildyti.</w:t>
            </w:r>
          </w:p>
          <w:p w14:paraId="5C29904F" w14:textId="087228D3" w:rsidR="002B5C54" w:rsidRPr="003D4B9E"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2. Taip pat sukurti funkcionalumą</w:t>
            </w:r>
            <w:r w:rsidR="00C93A9F">
              <w:rPr>
                <w:rFonts w:ascii="Times New Roman" w:eastAsia="Times New Roman" w:hAnsi="Times New Roman" w:cs="Times New Roman"/>
                <w:sz w:val="24"/>
                <w:szCs w:val="24"/>
              </w:rPr>
              <w:t>,</w:t>
            </w:r>
            <w:r w:rsidRPr="003D4B9E">
              <w:rPr>
                <w:rFonts w:ascii="Times New Roman" w:eastAsia="Times New Roman" w:hAnsi="Times New Roman" w:cs="Times New Roman"/>
                <w:sz w:val="24"/>
                <w:szCs w:val="24"/>
              </w:rPr>
              <w:t xml:space="preserve"> leidžiantį IBPS naudotojui pačiam konfigūruoti „Detalioje paieškoje“ esančius paieškos kriterijus.</w:t>
            </w:r>
          </w:p>
          <w:p w14:paraId="419209C1" w14:textId="341ED711" w:rsidR="002B5C54" w:rsidRPr="003D4B9E" w:rsidRDefault="002B5C54" w:rsidP="002B5C54">
            <w:pPr>
              <w:widowControl w:val="0"/>
              <w:spacing w:after="0"/>
              <w:rPr>
                <w:rFonts w:ascii="Times New Roman" w:eastAsiaTheme="minorHAnsi" w:hAnsi="Times New Roman" w:cs="Times New Roman"/>
                <w:sz w:val="24"/>
                <w:szCs w:val="24"/>
              </w:rPr>
            </w:pPr>
            <w:r w:rsidRPr="003D4B9E">
              <w:rPr>
                <w:rFonts w:ascii="Times New Roman" w:eastAsiaTheme="minorHAnsi" w:hAnsi="Times New Roman" w:cs="Times New Roman"/>
                <w:sz w:val="24"/>
                <w:szCs w:val="24"/>
              </w:rPr>
              <w:t>3. Optimizuoti IBPS pirmame lange esančius mygtukus (apjungimas ir pan.) bei informacijos blokus, kad IBPS naudotojas savo paskyroje galėtų atžymėti</w:t>
            </w:r>
            <w:r w:rsidR="00C93A9F">
              <w:rPr>
                <w:rFonts w:ascii="Times New Roman" w:eastAsiaTheme="minorHAnsi" w:hAnsi="Times New Roman" w:cs="Times New Roman"/>
                <w:sz w:val="24"/>
                <w:szCs w:val="24"/>
              </w:rPr>
              <w:t>,</w:t>
            </w:r>
            <w:r w:rsidRPr="003D4B9E">
              <w:rPr>
                <w:rFonts w:ascii="Times New Roman" w:eastAsiaTheme="minorHAnsi" w:hAnsi="Times New Roman" w:cs="Times New Roman"/>
                <w:sz w:val="24"/>
                <w:szCs w:val="24"/>
              </w:rPr>
              <w:t xml:space="preserve"> kokią informaciją, ir kuriuos sąrašus jis nori matyti IBPS pirmame lange.</w:t>
            </w:r>
          </w:p>
          <w:p w14:paraId="1A8D0FE6" w14:textId="77777777" w:rsidR="002B5C54" w:rsidRPr="003D4B9E" w:rsidRDefault="002B5C54" w:rsidP="002B5C54">
            <w:pPr>
              <w:widowControl w:val="0"/>
              <w:spacing w:after="0"/>
              <w:rPr>
                <w:rFonts w:ascii="Times New Roman" w:eastAsiaTheme="minorHAnsi" w:hAnsi="Times New Roman" w:cs="Times New Roman"/>
                <w:sz w:val="24"/>
                <w:szCs w:val="24"/>
              </w:rPr>
            </w:pPr>
            <w:r w:rsidRPr="003D4B9E">
              <w:rPr>
                <w:rFonts w:ascii="Times New Roman" w:eastAsiaTheme="minorHAnsi" w:hAnsi="Times New Roman" w:cs="Times New Roman"/>
                <w:sz w:val="24"/>
                <w:szCs w:val="24"/>
              </w:rPr>
              <w:t>4. Papildyti detalią paiešką nauju kriterijumi - "Dokumento data" Nuo {data} iki {data}. </w:t>
            </w:r>
          </w:p>
          <w:p w14:paraId="66F26DD2" w14:textId="30A7BBC7" w:rsidR="002B5C54" w:rsidRPr="00F242B8" w:rsidRDefault="002B5C54" w:rsidP="002B5C54">
            <w:pPr>
              <w:widowControl w:val="0"/>
              <w:spacing w:after="0"/>
              <w:rPr>
                <w:rFonts w:ascii="Times New Roman" w:eastAsia="Times New Roman" w:hAnsi="Times New Roman" w:cs="Times New Roman"/>
                <w:b/>
                <w:bCs/>
                <w:color w:val="CC0000"/>
                <w:sz w:val="24"/>
                <w:szCs w:val="24"/>
              </w:rPr>
            </w:pPr>
            <w:r w:rsidRPr="003D4B9E">
              <w:rPr>
                <w:rFonts w:ascii="Times New Roman" w:eastAsiaTheme="minorHAnsi" w:hAnsi="Times New Roman" w:cs="Times New Roman"/>
                <w:sz w:val="24"/>
                <w:szCs w:val="24"/>
              </w:rPr>
              <w:t>5. Sukurti funkcionalumą, kad IBPS naudotojui būtų sudaryta galimybė detalioje paieškoje nurodomus kriterijus naudoti pagal ir (AND) bei arba (OR) funkcijas.</w:t>
            </w:r>
            <w:r w:rsidRPr="003D4B9E">
              <w:rPr>
                <w:rFonts w:ascii="Times New Roman" w:eastAsiaTheme="minorHAnsi" w:hAnsi="Times New Roman" w:cs="Times New Roman"/>
                <w:b/>
                <w:bCs/>
              </w:rPr>
              <w:t> </w:t>
            </w:r>
          </w:p>
        </w:tc>
      </w:tr>
      <w:tr w:rsidR="002B5C54" w:rsidRPr="00F242B8" w14:paraId="54EE6466" w14:textId="77777777" w:rsidTr="00AF6269">
        <w:trPr>
          <w:trHeight w:val="1189"/>
        </w:trPr>
        <w:tc>
          <w:tcPr>
            <w:tcW w:w="687" w:type="dxa"/>
            <w:tcBorders>
              <w:top w:val="single" w:sz="4" w:space="0" w:color="000000"/>
              <w:left w:val="single" w:sz="4" w:space="0" w:color="000000"/>
              <w:bottom w:val="single" w:sz="4" w:space="0" w:color="000000"/>
              <w:right w:val="single" w:sz="4" w:space="0" w:color="000000"/>
            </w:tcBorders>
          </w:tcPr>
          <w:p w14:paraId="530B4C84" w14:textId="2DDB973D"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73834236" w14:textId="5C45BFBF"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sz w:val="24"/>
                <w:szCs w:val="24"/>
              </w:rPr>
              <w:t>IBPS ir Gyventojų registro integracijos tobulinimas</w:t>
            </w:r>
          </w:p>
        </w:tc>
        <w:tc>
          <w:tcPr>
            <w:tcW w:w="6662" w:type="dxa"/>
            <w:tcBorders>
              <w:top w:val="single" w:sz="4" w:space="0" w:color="000000"/>
              <w:left w:val="single" w:sz="4" w:space="0" w:color="000000"/>
              <w:bottom w:val="single" w:sz="4" w:space="0" w:color="000000"/>
              <w:right w:val="single" w:sz="4" w:space="0" w:color="000000"/>
            </w:tcBorders>
          </w:tcPr>
          <w:p w14:paraId="0D8FFECB" w14:textId="7AD9F240" w:rsidR="002B5C54" w:rsidRPr="00F242B8" w:rsidRDefault="002B5C54" w:rsidP="002B5C54">
            <w:pPr>
              <w:widowControl w:val="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 xml:space="preserve">Registruojant medžiagoje, IT byloje, TP byloje proceso dalyvį jo lange turi būti atvaizduojama asmens nuotrauka iš Gyventojų registro, sudarant galimybę šią nuotrauką </w:t>
            </w:r>
            <w:r>
              <w:rPr>
                <w:rFonts w:ascii="Times New Roman" w:eastAsia="Times New Roman" w:hAnsi="Times New Roman" w:cs="Times New Roman"/>
                <w:sz w:val="24"/>
                <w:szCs w:val="24"/>
              </w:rPr>
              <w:t xml:space="preserve">išsaugoti ir </w:t>
            </w:r>
            <w:r w:rsidRPr="00624BCF">
              <w:rPr>
                <w:rFonts w:ascii="Times New Roman" w:eastAsia="Times New Roman" w:hAnsi="Times New Roman" w:cs="Times New Roman"/>
                <w:sz w:val="24"/>
                <w:szCs w:val="24"/>
              </w:rPr>
              <w:t xml:space="preserve">naudoti (įkelti į foto lentelę) atliekant ikiteisminio tyrimo veiksmus (pvz. </w:t>
            </w:r>
            <w:r w:rsidRPr="00624BCF">
              <w:rPr>
                <w:rFonts w:ascii="Times New Roman" w:eastAsia="Times New Roman" w:hAnsi="Times New Roman" w:cs="Times New Roman"/>
                <w:sz w:val="24"/>
                <w:szCs w:val="24"/>
              </w:rPr>
              <w:lastRenderedPageBreak/>
              <w:t xml:space="preserve">atpažinimas pagal  nuotrauką). </w:t>
            </w:r>
          </w:p>
        </w:tc>
      </w:tr>
      <w:tr w:rsidR="002B5C54" w:rsidRPr="00F242B8" w14:paraId="78CB7F3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88E7B17" w14:textId="162F88B9"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D14F99E" w14:textId="389CE445" w:rsidR="002B5C54" w:rsidRPr="00F242B8" w:rsidRDefault="002B5C54" w:rsidP="002B5C54">
            <w:pPr>
              <w:widowControl w:val="0"/>
              <w:rPr>
                <w:rFonts w:ascii="Times New Roman" w:eastAsia="Times New Roman" w:hAnsi="Times New Roman" w:cs="Times New Roman"/>
                <w:b/>
                <w:bCs/>
                <w:sz w:val="24"/>
                <w:szCs w:val="24"/>
              </w:rPr>
            </w:pPr>
            <w:r w:rsidRPr="00D80532">
              <w:rPr>
                <w:rFonts w:ascii="Times New Roman" w:hAnsi="Times New Roman" w:cs="Times New Roman"/>
                <w:b/>
                <w:bCs/>
                <w:sz w:val="24"/>
                <w:szCs w:val="24"/>
              </w:rPr>
              <w:t xml:space="preserve">Integracijos su </w:t>
            </w:r>
            <w:bookmarkStart w:id="4" w:name="_Hlk155599636"/>
            <w:r>
              <w:rPr>
                <w:rFonts w:ascii="Times New Roman" w:eastAsia="Times New Roman" w:hAnsi="Times New Roman" w:cs="Times New Roman"/>
                <w:b/>
                <w:color w:val="000000"/>
                <w:sz w:val="24"/>
                <w:szCs w:val="24"/>
              </w:rPr>
              <w:t>Transporto priemonių savininkų apskaitos informacine sistema</w:t>
            </w:r>
            <w:r w:rsidRPr="00D80532">
              <w:rPr>
                <w:rFonts w:ascii="Times New Roman" w:hAnsi="Times New Roman" w:cs="Times New Roman"/>
                <w:b/>
                <w:bCs/>
                <w:sz w:val="24"/>
                <w:szCs w:val="24"/>
              </w:rPr>
              <w:t xml:space="preserve"> </w:t>
            </w:r>
            <w:r>
              <w:rPr>
                <w:rFonts w:ascii="Times New Roman" w:hAnsi="Times New Roman" w:cs="Times New Roman"/>
                <w:b/>
                <w:bCs/>
                <w:sz w:val="24"/>
                <w:szCs w:val="24"/>
              </w:rPr>
              <w:t>(</w:t>
            </w:r>
            <w:r w:rsidRPr="00D80532">
              <w:rPr>
                <w:rFonts w:ascii="Times New Roman" w:hAnsi="Times New Roman" w:cs="Times New Roman"/>
                <w:b/>
                <w:bCs/>
                <w:sz w:val="24"/>
                <w:szCs w:val="24"/>
              </w:rPr>
              <w:t>TPSAIS</w:t>
            </w:r>
            <w:bookmarkEnd w:id="4"/>
            <w:r>
              <w:rPr>
                <w:rFonts w:ascii="Times New Roman" w:hAnsi="Times New Roman" w:cs="Times New Roman"/>
                <w:b/>
                <w:bCs/>
                <w:sz w:val="24"/>
                <w:szCs w:val="24"/>
              </w:rPr>
              <w:t>)</w:t>
            </w:r>
            <w:r w:rsidRPr="00D80532">
              <w:rPr>
                <w:rFonts w:ascii="Times New Roman" w:hAnsi="Times New Roman" w:cs="Times New Roman"/>
                <w:b/>
                <w:bCs/>
                <w:sz w:val="24"/>
                <w:szCs w:val="24"/>
              </w:rPr>
              <w:t xml:space="preserve"> sukūrimas</w:t>
            </w:r>
          </w:p>
        </w:tc>
        <w:tc>
          <w:tcPr>
            <w:tcW w:w="6662" w:type="dxa"/>
            <w:tcBorders>
              <w:top w:val="single" w:sz="4" w:space="0" w:color="000000"/>
              <w:left w:val="single" w:sz="4" w:space="0" w:color="000000"/>
              <w:bottom w:val="single" w:sz="4" w:space="0" w:color="000000"/>
              <w:right w:val="single" w:sz="4" w:space="0" w:color="000000"/>
            </w:tcBorders>
          </w:tcPr>
          <w:p w14:paraId="58B9218D" w14:textId="0B71AD0F" w:rsidR="002B5C54" w:rsidRPr="00F242B8" w:rsidRDefault="002B5C54" w:rsidP="002B5C54">
            <w:pPr>
              <w:widowControl w:val="0"/>
              <w:rPr>
                <w:rFonts w:ascii="Times New Roman" w:eastAsia="Times New Roman" w:hAnsi="Times New Roman" w:cs="Times New Roman"/>
                <w:color w:val="CC0000"/>
                <w:sz w:val="24"/>
                <w:szCs w:val="24"/>
              </w:rPr>
            </w:pPr>
            <w:r w:rsidRPr="00BD1C94">
              <w:rPr>
                <w:rFonts w:ascii="Times New Roman" w:hAnsi="Times New Roman" w:cs="Times New Roman"/>
                <w:sz w:val="24"/>
                <w:szCs w:val="24"/>
              </w:rPr>
              <w:t>Sukurti integraciją su TPSAIS</w:t>
            </w:r>
            <w:r w:rsidR="00C93A9F">
              <w:rPr>
                <w:rFonts w:ascii="Times New Roman" w:hAnsi="Times New Roman" w:cs="Times New Roman"/>
                <w:sz w:val="24"/>
                <w:szCs w:val="24"/>
              </w:rPr>
              <w:t>,</w:t>
            </w:r>
            <w:r w:rsidRPr="00BD1C94">
              <w:rPr>
                <w:rFonts w:ascii="Times New Roman" w:hAnsi="Times New Roman" w:cs="Times New Roman"/>
                <w:sz w:val="24"/>
                <w:szCs w:val="24"/>
              </w:rPr>
              <w:t xml:space="preserve"> skirtą gauti kelių transporto priemonės  naujausią savininką, atsižvelgiant į pasirašytą transporto priemonės pirkimo-pardavimo sutartį.</w:t>
            </w:r>
          </w:p>
        </w:tc>
      </w:tr>
      <w:tr w:rsidR="002B5C54" w:rsidRPr="00F242B8" w14:paraId="19D16A6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1DB3FA9" w14:textId="44C3C689"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3260D89" w14:textId="25A44545" w:rsidR="002B5C54" w:rsidRPr="00F242B8" w:rsidRDefault="002B5C54" w:rsidP="002B5C54">
            <w:pPr>
              <w:widowControl w:val="0"/>
              <w:rPr>
                <w:rFonts w:ascii="Times New Roman" w:eastAsia="Times New Roman" w:hAnsi="Times New Roman" w:cs="Times New Roman"/>
                <w:b/>
                <w:sz w:val="24"/>
                <w:szCs w:val="24"/>
              </w:rPr>
            </w:pPr>
            <w:r w:rsidRPr="00D80532">
              <w:rPr>
                <w:rFonts w:ascii="Times New Roman" w:hAnsi="Times New Roman" w:cs="Times New Roman"/>
                <w:b/>
                <w:bCs/>
                <w:sz w:val="24"/>
                <w:szCs w:val="24"/>
              </w:rPr>
              <w:t>Integracijos su NTR, KTPR ir TSMPR registru, tobulinimas</w:t>
            </w:r>
          </w:p>
        </w:tc>
        <w:tc>
          <w:tcPr>
            <w:tcW w:w="6662" w:type="dxa"/>
            <w:tcBorders>
              <w:top w:val="single" w:sz="4" w:space="0" w:color="000000"/>
              <w:left w:val="single" w:sz="4" w:space="0" w:color="000000"/>
              <w:bottom w:val="single" w:sz="4" w:space="0" w:color="000000"/>
              <w:right w:val="single" w:sz="4" w:space="0" w:color="000000"/>
            </w:tcBorders>
          </w:tcPr>
          <w:p w14:paraId="2A023731" w14:textId="6A1C28E7" w:rsidR="002B5C54" w:rsidRPr="00BD1C94" w:rsidRDefault="002B5C54" w:rsidP="002B5C54">
            <w:pPr>
              <w:widowControl w:val="0"/>
              <w:spacing w:after="0"/>
              <w:rPr>
                <w:rFonts w:ascii="Times New Roman" w:hAnsi="Times New Roman" w:cs="Times New Roman"/>
                <w:sz w:val="24"/>
                <w:szCs w:val="24"/>
              </w:rPr>
            </w:pPr>
            <w:r w:rsidRPr="00BD1C94">
              <w:rPr>
                <w:rFonts w:ascii="Times New Roman" w:hAnsi="Times New Roman" w:cs="Times New Roman"/>
                <w:sz w:val="24"/>
                <w:szCs w:val="24"/>
              </w:rPr>
              <w:t>Patobulinti integracijos su NTR, KTPR ir TSMPR registru taip, kad būtų galimybė patikrinti turto, automobilių ir traktorių, sąrašą pagal individualią užklausą, sukuriant, išsaugant (sukuriant veiksmą, poveiksmį) ir pasirašant tokį dokumentą (išrašą).</w:t>
            </w:r>
          </w:p>
          <w:p w14:paraId="6F90B3EB" w14:textId="320C2573" w:rsidR="002B5C54" w:rsidRPr="00F242B8" w:rsidRDefault="002B5C54" w:rsidP="002B5C54">
            <w:pPr>
              <w:widowControl w:val="0"/>
              <w:spacing w:after="0" w:line="240" w:lineRule="auto"/>
              <w:rPr>
                <w:rFonts w:ascii="Times New Roman" w:eastAsia="Times New Roman" w:hAnsi="Times New Roman" w:cs="Times New Roman"/>
                <w:strike/>
                <w:color w:val="E06666"/>
                <w:sz w:val="24"/>
                <w:szCs w:val="24"/>
              </w:rPr>
            </w:pPr>
            <w:r w:rsidRPr="00BD1C94">
              <w:rPr>
                <w:rFonts w:ascii="Times New Roman" w:hAnsi="Times New Roman" w:cs="Times New Roman"/>
                <w:sz w:val="24"/>
                <w:szCs w:val="24"/>
              </w:rPr>
              <w:t>Funkcionalumas turi būti analogiškas kaip veikia kiti išrašai proceso dalyvio lange (ĮKNR, ANR, Sodra).</w:t>
            </w:r>
          </w:p>
        </w:tc>
      </w:tr>
      <w:tr w:rsidR="002B5C54" w:rsidRPr="00F242B8" w14:paraId="420320D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1EBA3EC" w14:textId="17056DAB"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17FC588C" w14:textId="464CF823" w:rsidR="002B5C54" w:rsidRPr="00F242B8" w:rsidRDefault="002B5C54" w:rsidP="002B5C54">
            <w:pPr>
              <w:widowControl w:val="0"/>
              <w:rPr>
                <w:rFonts w:ascii="Times New Roman" w:eastAsia="Times New Roman" w:hAnsi="Times New Roman" w:cs="Times New Roman"/>
                <w:b/>
                <w:sz w:val="24"/>
                <w:szCs w:val="24"/>
              </w:rPr>
            </w:pPr>
            <w:r w:rsidRPr="00D80532">
              <w:rPr>
                <w:rFonts w:ascii="Times New Roman" w:hAnsi="Times New Roman" w:cs="Times New Roman"/>
                <w:b/>
                <w:bCs/>
                <w:sz w:val="24"/>
                <w:szCs w:val="24"/>
              </w:rPr>
              <w:t>Integracijos TAAR tobulinimas</w:t>
            </w:r>
          </w:p>
        </w:tc>
        <w:tc>
          <w:tcPr>
            <w:tcW w:w="6662" w:type="dxa"/>
            <w:tcBorders>
              <w:top w:val="single" w:sz="4" w:space="0" w:color="000000"/>
              <w:left w:val="single" w:sz="4" w:space="0" w:color="000000"/>
              <w:bottom w:val="single" w:sz="4" w:space="0" w:color="000000"/>
              <w:right w:val="single" w:sz="4" w:space="0" w:color="000000"/>
            </w:tcBorders>
          </w:tcPr>
          <w:p w14:paraId="11D82757" w14:textId="77777777" w:rsidR="002B5C54" w:rsidRPr="00BD1C94" w:rsidRDefault="002B5C54" w:rsidP="002B5C54">
            <w:pPr>
              <w:pStyle w:val="prastasiniatinklio"/>
              <w:spacing w:after="0"/>
            </w:pPr>
            <w:r w:rsidRPr="00BD1C94">
              <w:t>1. Papildyti TAAR registro integraciją, leidžiant perduoti turto apribojimų pakeitimus ir panaikinimus pagal pilno duomenų importo specifikaciją (perduodant struktūrizuotus turto apribojimo duomenis) kai duomenų mainų serviso funkcijos bus atnaujintos TAAR.</w:t>
            </w:r>
          </w:p>
          <w:p w14:paraId="46DDB519" w14:textId="2C69F92B" w:rsidR="002B5C54" w:rsidRPr="00F242B8" w:rsidRDefault="002B5C54" w:rsidP="002B5C54">
            <w:pPr>
              <w:widowControl w:val="0"/>
              <w:rPr>
                <w:rFonts w:ascii="Times New Roman" w:eastAsia="Times New Roman" w:hAnsi="Times New Roman" w:cs="Times New Roman"/>
                <w:color w:val="CC0000"/>
                <w:sz w:val="24"/>
                <w:szCs w:val="24"/>
              </w:rPr>
            </w:pPr>
            <w:r w:rsidRPr="00BD1C94">
              <w:rPr>
                <w:rFonts w:ascii="Times New Roman" w:hAnsi="Times New Roman" w:cs="Times New Roman"/>
                <w:sz w:val="24"/>
                <w:szCs w:val="24"/>
              </w:rPr>
              <w:t>2. Papildyti TAAR registro integraciją funkcionalumu, leidžiančiu antrą kartą, esant klaidai, perduoti dokumentus, taip pat papildomai perduoti dokumentus prie jau esančio apribojimo.</w:t>
            </w:r>
          </w:p>
        </w:tc>
      </w:tr>
      <w:tr w:rsidR="002B5C54" w:rsidRPr="00F242B8" w14:paraId="44836E5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D10633A" w14:textId="7888A1D0"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8BB709A" w14:textId="2CB4956F" w:rsidR="002B5C54" w:rsidRPr="00F242B8" w:rsidRDefault="002B5C54" w:rsidP="002B5C54">
            <w:pPr>
              <w:widowControl w:val="0"/>
              <w:rPr>
                <w:rFonts w:ascii="Times New Roman" w:eastAsia="Times New Roman" w:hAnsi="Times New Roman" w:cs="Times New Roman"/>
                <w:b/>
                <w:bCs/>
                <w:sz w:val="24"/>
                <w:szCs w:val="24"/>
              </w:rPr>
            </w:pPr>
            <w:r w:rsidRPr="00624BCF">
              <w:rPr>
                <w:rFonts w:ascii="Times New Roman" w:eastAsia="Times New Roman" w:hAnsi="Times New Roman" w:cs="Times New Roman"/>
                <w:b/>
                <w:sz w:val="24"/>
                <w:szCs w:val="24"/>
              </w:rPr>
              <w:t>Bylos/medžiagos apyrašo tobulinimas</w:t>
            </w:r>
          </w:p>
        </w:tc>
        <w:tc>
          <w:tcPr>
            <w:tcW w:w="6662" w:type="dxa"/>
            <w:tcBorders>
              <w:top w:val="single" w:sz="4" w:space="0" w:color="000000"/>
              <w:left w:val="single" w:sz="4" w:space="0" w:color="000000"/>
              <w:bottom w:val="single" w:sz="4" w:space="0" w:color="000000"/>
              <w:right w:val="single" w:sz="4" w:space="0" w:color="000000"/>
            </w:tcBorders>
          </w:tcPr>
          <w:p w14:paraId="26D59A51" w14:textId="77777777" w:rsidR="002B5C54" w:rsidRPr="00624BCF" w:rsidRDefault="002B5C54" w:rsidP="002B5C54">
            <w:pPr>
              <w:widowControl w:val="0"/>
              <w:spacing w:after="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1.Papildyti medžiagos IT bylos, TP bylos, apyrašo kūrimo funkcionalumą taip, kad medžiagos, bylos, TP bylos, dokumentus būtų galima patogiai peržiūrėti vartant kaip elektroninę knygą su paieškos elementais, bei sudaryti galimybę žymėti komentarus.</w:t>
            </w:r>
            <w:r w:rsidRPr="00624BCF">
              <w:rPr>
                <w:rFonts w:ascii="Times New Roman" w:eastAsia="Times New Roman" w:hAnsi="Times New Roman" w:cs="Times New Roman"/>
                <w:color w:val="000000"/>
                <w:sz w:val="24"/>
                <w:szCs w:val="24"/>
              </w:rPr>
              <w:t xml:space="preserve"> Komentarai būtų rašomi ant „juodraštinio“ apyrašo. Toks apyrašas teismams neturi būti matomas.</w:t>
            </w:r>
          </w:p>
          <w:p w14:paraId="6B8DEAD7" w14:textId="77777777" w:rsidR="002B5C54" w:rsidRPr="00624BCF" w:rsidRDefault="002B5C54" w:rsidP="002B5C54">
            <w:pPr>
              <w:widowControl w:val="0"/>
              <w:spacing w:after="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2. Patobulinti teismų naudojamų bylos apyrašo funkcionalumą pagal šio reikalavimo 1 punkte numatytus papildymus.</w:t>
            </w:r>
          </w:p>
          <w:p w14:paraId="59DB9730" w14:textId="3E773D01" w:rsidR="002B5C54" w:rsidRPr="00F242B8" w:rsidRDefault="002B5C54" w:rsidP="002B5C54">
            <w:pPr>
              <w:widowControl w:val="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 xml:space="preserve">3. Formuojant apyrašus turi būti sukurtas funkcionalumas, užtikrinantis apyraše esančių dokumentų tikrinimą, kad jie yra </w:t>
            </w:r>
            <w:proofErr w:type="spellStart"/>
            <w:r w:rsidRPr="00624BCF">
              <w:rPr>
                <w:rFonts w:ascii="Times New Roman" w:eastAsia="Times New Roman" w:hAnsi="Times New Roman" w:cs="Times New Roman"/>
                <w:sz w:val="24"/>
                <w:szCs w:val="24"/>
              </w:rPr>
              <w:t>validūs</w:t>
            </w:r>
            <w:proofErr w:type="spellEnd"/>
            <w:r w:rsidRPr="00624BCF">
              <w:rPr>
                <w:rFonts w:ascii="Times New Roman" w:eastAsia="Times New Roman" w:hAnsi="Times New Roman" w:cs="Times New Roman"/>
                <w:sz w:val="24"/>
                <w:szCs w:val="24"/>
              </w:rPr>
              <w:t xml:space="preserve"> ir neturi klaidų.</w:t>
            </w:r>
          </w:p>
        </w:tc>
      </w:tr>
      <w:tr w:rsidR="002B5C54" w:rsidRPr="00F242B8" w14:paraId="2F7687C7" w14:textId="77777777" w:rsidTr="00AF6269">
        <w:trPr>
          <w:trHeight w:val="230"/>
        </w:trPr>
        <w:tc>
          <w:tcPr>
            <w:tcW w:w="687" w:type="dxa"/>
            <w:tcBorders>
              <w:top w:val="single" w:sz="4" w:space="0" w:color="000000"/>
              <w:left w:val="single" w:sz="4" w:space="0" w:color="000000"/>
              <w:bottom w:val="single" w:sz="4" w:space="0" w:color="000000"/>
              <w:right w:val="single" w:sz="4" w:space="0" w:color="000000"/>
            </w:tcBorders>
          </w:tcPr>
          <w:p w14:paraId="012BC6B0" w14:textId="7F6C35C9"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771F654" w14:textId="75586BD5" w:rsidR="002B5C54" w:rsidRPr="00F242B8" w:rsidRDefault="002B5C54" w:rsidP="002B5C54">
            <w:pPr>
              <w:widowControl w:val="0"/>
              <w:rPr>
                <w:rFonts w:ascii="Times New Roman" w:eastAsia="Times New Roman" w:hAnsi="Times New Roman" w:cs="Times New Roman"/>
                <w:b/>
                <w:bCs/>
                <w:sz w:val="24"/>
                <w:szCs w:val="24"/>
              </w:rPr>
            </w:pPr>
            <w:r w:rsidRPr="003D4B9E">
              <w:rPr>
                <w:rFonts w:ascii="Times New Roman" w:eastAsia="Times New Roman" w:hAnsi="Times New Roman" w:cs="Times New Roman"/>
                <w:b/>
                <w:sz w:val="24"/>
                <w:szCs w:val="24"/>
              </w:rPr>
              <w:t>Veikų registracijos, komentarų atvaizdavimas ir paieškos ikiteisminiame tyrime ir medžiagoje funkcionalumo papildymas</w:t>
            </w:r>
          </w:p>
        </w:tc>
        <w:tc>
          <w:tcPr>
            <w:tcW w:w="6662" w:type="dxa"/>
            <w:tcBorders>
              <w:top w:val="single" w:sz="4" w:space="0" w:color="000000"/>
              <w:left w:val="single" w:sz="4" w:space="0" w:color="000000"/>
              <w:bottom w:val="single" w:sz="4" w:space="0" w:color="000000"/>
              <w:right w:val="single" w:sz="4" w:space="0" w:color="000000"/>
            </w:tcBorders>
          </w:tcPr>
          <w:p w14:paraId="5C2DC87B" w14:textId="77777777" w:rsidR="002B5C54" w:rsidRPr="003D4B9E"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1. Sukurti funkcionalumą, sudarantį galimybę IBPS naudotojui medžiagoje, IT byloje, TP byloje registruojamas veikas numeruoti ir nustatyti eiliškumą pačiam.</w:t>
            </w:r>
          </w:p>
          <w:p w14:paraId="63710B7F" w14:textId="77777777" w:rsidR="002B5C54" w:rsidRPr="003D4B9E"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2. Medžiagoje, IT byloje, TP byloje veikų numeracija ir straipsniai turi būti atvaizduoti paryškintu šriftu.</w:t>
            </w:r>
          </w:p>
          <w:p w14:paraId="02D2E7CC" w14:textId="77777777" w:rsidR="002B5C54" w:rsidRPr="003D4B9E"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3. Esant veikų sutapties atvejui, veikų komentarai turi matytis ir prie pagrindinės veikos, jos neišskleidžiant. Esant veikų sutapties atvejams, veikų komentarai turi matytis ir prie pagrindinės veikos, jos neišskleidžiant.</w:t>
            </w:r>
          </w:p>
          <w:p w14:paraId="70133CB9" w14:textId="77777777" w:rsidR="002B5C54" w:rsidRPr="003D4B9E"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4. Veikų langas turi būti papildytas paieškų laukeliais.</w:t>
            </w:r>
          </w:p>
          <w:p w14:paraId="38C3BEC9" w14:textId="2D0D6738" w:rsidR="002B5C54" w:rsidRPr="00F242B8"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5. Medžiagoje IT byloje, TP byloje turi būti sudaryta galimybė ieškoti veikas pagal jų aprašymą ir kitus veikos lango duomenis.</w:t>
            </w:r>
          </w:p>
        </w:tc>
      </w:tr>
      <w:tr w:rsidR="002B5C54" w:rsidRPr="00F242B8" w14:paraId="1985F91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143BA0D" w14:textId="763D8A02"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E457FFB" w14:textId="31E4778C" w:rsidR="002B5C54" w:rsidRPr="00F242B8" w:rsidRDefault="002B5C54" w:rsidP="002B5C54">
            <w:pPr>
              <w:widowControl w:val="0"/>
              <w:rPr>
                <w:rFonts w:ascii="Times New Roman" w:eastAsia="Times New Roman" w:hAnsi="Times New Roman" w:cs="Times New Roman"/>
                <w:b/>
                <w:bCs/>
                <w:sz w:val="24"/>
                <w:szCs w:val="24"/>
              </w:rPr>
            </w:pPr>
            <w:r w:rsidRPr="003D4B9E">
              <w:rPr>
                <w:rFonts w:ascii="Times New Roman" w:eastAsia="Times New Roman" w:hAnsi="Times New Roman" w:cs="Times New Roman"/>
                <w:b/>
                <w:sz w:val="24"/>
                <w:szCs w:val="24"/>
              </w:rPr>
              <w:t xml:space="preserve">Proceso dalyvio paieška </w:t>
            </w:r>
            <w:r w:rsidRPr="003D4B9E">
              <w:rPr>
                <w:rFonts w:ascii="Times New Roman" w:eastAsia="Times New Roman" w:hAnsi="Times New Roman" w:cs="Times New Roman"/>
                <w:b/>
                <w:sz w:val="24"/>
                <w:szCs w:val="24"/>
              </w:rPr>
              <w:lastRenderedPageBreak/>
              <w:t>dokumentų formose pakeitimas</w:t>
            </w:r>
          </w:p>
        </w:tc>
        <w:tc>
          <w:tcPr>
            <w:tcW w:w="6662" w:type="dxa"/>
            <w:tcBorders>
              <w:top w:val="single" w:sz="4" w:space="0" w:color="000000"/>
              <w:left w:val="single" w:sz="4" w:space="0" w:color="000000"/>
              <w:bottom w:val="single" w:sz="4" w:space="0" w:color="000000"/>
              <w:right w:val="single" w:sz="4" w:space="0" w:color="000000"/>
            </w:tcBorders>
          </w:tcPr>
          <w:p w14:paraId="24CB036A" w14:textId="77777777" w:rsidR="002B5C54" w:rsidRPr="003D4B9E" w:rsidRDefault="002B5C54" w:rsidP="002B5C54">
            <w:pPr>
              <w:widowControl w:val="0"/>
              <w:spacing w:after="0" w:line="240" w:lineRule="auto"/>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lastRenderedPageBreak/>
              <w:t xml:space="preserve">IBPS visose dokumentų formose, kuriose pateikiamas sąrašas </w:t>
            </w:r>
            <w:r w:rsidRPr="003D4B9E">
              <w:rPr>
                <w:rFonts w:ascii="Times New Roman" w:eastAsia="Times New Roman" w:hAnsi="Times New Roman" w:cs="Times New Roman"/>
                <w:sz w:val="24"/>
                <w:szCs w:val="24"/>
              </w:rPr>
              <w:lastRenderedPageBreak/>
              <w:t>pasirinktinų proceso dalyvių turi būti sudaryta galimybė ieškoti ir rinktis dalyvį naudojant filtrą (pagal vardą, pavardę, procesinę padėtį).</w:t>
            </w:r>
          </w:p>
          <w:p w14:paraId="7D3B770A" w14:textId="1B4EACE9" w:rsidR="002B5C54" w:rsidRPr="00F242B8"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Taip pat visose dokumentų formose pasirenkamų dalyvių sąrašai turi būti papildyti jų procesinėmis padėtimis.</w:t>
            </w:r>
          </w:p>
        </w:tc>
      </w:tr>
      <w:tr w:rsidR="002B5C54" w:rsidRPr="00F242B8" w14:paraId="7386EB94"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3B287E8" w14:textId="344C3159"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31495DD" w14:textId="6A0E00D7"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sz w:val="24"/>
                <w:szCs w:val="24"/>
              </w:rPr>
              <w:t>Bylų, medžiagų prieigos teisių ir prokurorų įstaigos tobulinimas pasikeitus byloje prokurorui</w:t>
            </w:r>
          </w:p>
        </w:tc>
        <w:tc>
          <w:tcPr>
            <w:tcW w:w="6662" w:type="dxa"/>
            <w:tcBorders>
              <w:top w:val="single" w:sz="4" w:space="0" w:color="000000"/>
              <w:left w:val="single" w:sz="4" w:space="0" w:color="000000"/>
              <w:bottom w:val="single" w:sz="4" w:space="0" w:color="000000"/>
              <w:right w:val="single" w:sz="4" w:space="0" w:color="000000"/>
            </w:tcBorders>
          </w:tcPr>
          <w:p w14:paraId="1825A42D" w14:textId="36432C52" w:rsidR="002B5C54" w:rsidRPr="00F242B8" w:rsidRDefault="002B5C54" w:rsidP="002B5C54">
            <w:pPr>
              <w:widowControl w:val="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Sukurti funkcionalumą leidžiantį prokurorui perėjus dirbti į kitą prokuratūrą (ar skyrių), senesnės prokuratūros (ar skyriaus) atsakingiems asmenims turėti galimybę patekti į tas IT bylas, TP bylas ir medžiagas. IT byla, TP byla, medžiaga turi likti tos prokuratūros, skyriaus apskaitoje, kurioje priimtas sprendimas.</w:t>
            </w:r>
          </w:p>
        </w:tc>
      </w:tr>
      <w:tr w:rsidR="002B5C54" w:rsidRPr="00F242B8" w14:paraId="61416EA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A087D16" w14:textId="4A081510" w:rsidR="002B5C54" w:rsidRPr="006667DC"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10.</w:t>
            </w:r>
          </w:p>
        </w:tc>
        <w:tc>
          <w:tcPr>
            <w:tcW w:w="2852" w:type="dxa"/>
            <w:tcBorders>
              <w:top w:val="single" w:sz="4" w:space="0" w:color="000000"/>
              <w:left w:val="single" w:sz="4" w:space="0" w:color="000000"/>
              <w:bottom w:val="single" w:sz="4" w:space="0" w:color="000000"/>
              <w:right w:val="single" w:sz="4" w:space="0" w:color="000000"/>
            </w:tcBorders>
          </w:tcPr>
          <w:p w14:paraId="52B37342" w14:textId="331CE765" w:rsidR="002B5C54" w:rsidRPr="00F242B8" w:rsidRDefault="002B5C54" w:rsidP="002B5C54">
            <w:pPr>
              <w:widowControl w:val="0"/>
              <w:rPr>
                <w:rFonts w:ascii="Times New Roman" w:eastAsia="Times New Roman" w:hAnsi="Times New Roman" w:cs="Times New Roman"/>
                <w:b/>
                <w:sz w:val="24"/>
                <w:szCs w:val="24"/>
              </w:rPr>
            </w:pPr>
            <w:r w:rsidRPr="009A263E">
              <w:rPr>
                <w:rFonts w:ascii="Times New Roman" w:hAnsi="Times New Roman" w:cs="Times New Roman"/>
                <w:b/>
                <w:bCs/>
                <w:sz w:val="24"/>
                <w:szCs w:val="24"/>
              </w:rPr>
              <w:t>Patikslinti IBPS veiksmų auditavimą</w:t>
            </w:r>
          </w:p>
        </w:tc>
        <w:tc>
          <w:tcPr>
            <w:tcW w:w="6662" w:type="dxa"/>
            <w:tcBorders>
              <w:top w:val="single" w:sz="4" w:space="0" w:color="000000"/>
              <w:left w:val="single" w:sz="4" w:space="0" w:color="000000"/>
              <w:bottom w:val="single" w:sz="4" w:space="0" w:color="000000"/>
              <w:right w:val="single" w:sz="4" w:space="0" w:color="000000"/>
            </w:tcBorders>
          </w:tcPr>
          <w:p w14:paraId="33212325" w14:textId="555A2572" w:rsidR="002B5C54" w:rsidRPr="00F242B8" w:rsidRDefault="002B5C54" w:rsidP="002B5C54">
            <w:pPr>
              <w:widowControl w:val="0"/>
              <w:spacing w:after="0"/>
              <w:rPr>
                <w:rFonts w:ascii="Times New Roman" w:eastAsia="Times New Roman" w:hAnsi="Times New Roman" w:cs="Times New Roman"/>
                <w:color w:val="CC0000"/>
                <w:sz w:val="24"/>
                <w:szCs w:val="24"/>
              </w:rPr>
            </w:pPr>
            <w:r w:rsidRPr="009A263E">
              <w:rPr>
                <w:rFonts w:ascii="Times New Roman" w:hAnsi="Times New Roman" w:cs="Times New Roman"/>
                <w:sz w:val="24"/>
                <w:szCs w:val="24"/>
              </w:rPr>
              <w:t>Visi paieškos ir duomenų peržiūros veiksmai į AUDIT</w:t>
            </w:r>
            <w:r w:rsidR="00B86385">
              <w:rPr>
                <w:rFonts w:ascii="Times New Roman" w:hAnsi="Times New Roman" w:cs="Times New Roman"/>
                <w:sz w:val="24"/>
                <w:szCs w:val="24"/>
              </w:rPr>
              <w:t>III</w:t>
            </w:r>
            <w:r w:rsidRPr="009A263E">
              <w:rPr>
                <w:rFonts w:ascii="Times New Roman" w:hAnsi="Times New Roman" w:cs="Times New Roman"/>
                <w:sz w:val="24"/>
                <w:szCs w:val="24"/>
              </w:rPr>
              <w:t xml:space="preserve"> turi būti teikiami privalomai nurodant paieškos tikslą (klasifikatorius)  ir patikslinimą; duomenų (failo) atsisiuntimas turi būti audituojamas su tipu (11 arba 12) o ne 2; turi būti audituojamos užklausos pagal  integracines sąsajas.</w:t>
            </w:r>
          </w:p>
        </w:tc>
      </w:tr>
      <w:tr w:rsidR="002B5C54" w:rsidRPr="00F242B8" w14:paraId="3DB4126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63DD235" w14:textId="6DB67527" w:rsidR="002B5C54" w:rsidRPr="006667DC" w:rsidRDefault="002B5C54" w:rsidP="002B5C54">
            <w:pPr>
              <w:widowControl w:val="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CB60C2E" w14:textId="0BB94930"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sz w:val="24"/>
                <w:szCs w:val="24"/>
              </w:rPr>
              <w:t>Funkcionalumo, susijusio su teismo šaukimais, sukūrimas</w:t>
            </w:r>
          </w:p>
        </w:tc>
        <w:tc>
          <w:tcPr>
            <w:tcW w:w="6662" w:type="dxa"/>
            <w:tcBorders>
              <w:top w:val="single" w:sz="4" w:space="0" w:color="000000"/>
              <w:left w:val="single" w:sz="4" w:space="0" w:color="000000"/>
              <w:bottom w:val="single" w:sz="4" w:space="0" w:color="000000"/>
              <w:right w:val="single" w:sz="4" w:space="0" w:color="000000"/>
            </w:tcBorders>
          </w:tcPr>
          <w:p w14:paraId="5E397F31" w14:textId="77777777" w:rsidR="002B5C54" w:rsidRPr="00624BCF" w:rsidRDefault="002B5C54" w:rsidP="002B5C54">
            <w:pPr>
              <w:widowControl w:val="0"/>
              <w:tabs>
                <w:tab w:val="left" w:pos="709"/>
              </w:tabs>
              <w:spacing w:after="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1. Teisėjo posistemyje sukurti funkcionalumą, leidžiantį teisėjui (jo komandai) IBPS formuoti teismo šaukimus į posėdžius kviečiamiems proceso dalyviams (tais atvejais, kai skundas/pareiškimas nagrinėjamas žodinio proceso tvarka ir į posėdį kviečia teismas).</w:t>
            </w:r>
          </w:p>
          <w:p w14:paraId="5ED162F3" w14:textId="77777777" w:rsidR="002B5C54" w:rsidRPr="00624BCF" w:rsidRDefault="002B5C54" w:rsidP="002B5C54">
            <w:pPr>
              <w:widowControl w:val="0"/>
              <w:tabs>
                <w:tab w:val="left" w:pos="709"/>
              </w:tabs>
              <w:spacing w:after="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 xml:space="preserve">2. Posėdis turi būti  papildytas nauju poveiksmiu  - „Šaukimas“. Jei šaukiamas dalyvis yra IBPS EPP dalyvis, turi būti sudaryta galimybė šaukimą pateikti per IBPS EPP pasirašytinai. </w:t>
            </w:r>
          </w:p>
          <w:p w14:paraId="508A9BBA" w14:textId="21CDF08D" w:rsidR="002B5C54" w:rsidRPr="00F242B8" w:rsidRDefault="002B5C54" w:rsidP="002B5C54">
            <w:pPr>
              <w:widowControl w:val="0"/>
              <w:spacing w:after="0"/>
              <w:rPr>
                <w:rFonts w:ascii="Times New Roman" w:eastAsia="Times New Roman" w:hAnsi="Times New Roman" w:cs="Times New Roman"/>
                <w:b/>
                <w:color w:val="CC0000"/>
                <w:sz w:val="24"/>
                <w:szCs w:val="24"/>
              </w:rPr>
            </w:pPr>
            <w:r w:rsidRPr="00624BCF">
              <w:rPr>
                <w:rFonts w:ascii="Times New Roman" w:eastAsia="Times New Roman" w:hAnsi="Times New Roman" w:cs="Times New Roman"/>
                <w:sz w:val="24"/>
                <w:szCs w:val="24"/>
              </w:rPr>
              <w:t>Šiame poveiksmyje turi būti visi IBPS realizuoti poveiksmių papildomi funkcionalumai numatyti nuorodoje „Daugiau funkcijų“.</w:t>
            </w:r>
          </w:p>
        </w:tc>
      </w:tr>
      <w:tr w:rsidR="002B5C54" w:rsidRPr="00F242B8" w14:paraId="27BC9B11"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032025B" w14:textId="749216C1"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59914535" w14:textId="237FD989"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sz w:val="24"/>
                <w:szCs w:val="24"/>
              </w:rPr>
              <w:t>Skundų registravimo IBPS modifikavimas</w:t>
            </w:r>
          </w:p>
        </w:tc>
        <w:tc>
          <w:tcPr>
            <w:tcW w:w="6662" w:type="dxa"/>
            <w:tcBorders>
              <w:top w:val="single" w:sz="4" w:space="0" w:color="000000"/>
              <w:left w:val="single" w:sz="4" w:space="0" w:color="000000"/>
              <w:bottom w:val="single" w:sz="4" w:space="0" w:color="000000"/>
              <w:right w:val="single" w:sz="4" w:space="0" w:color="000000"/>
            </w:tcBorders>
          </w:tcPr>
          <w:p w14:paraId="7AC91423" w14:textId="77777777" w:rsidR="002B5C54" w:rsidRPr="00624BCF" w:rsidRDefault="002B5C54" w:rsidP="002B5C54">
            <w:pPr>
              <w:widowControl w:val="0"/>
              <w:tabs>
                <w:tab w:val="left" w:pos="709"/>
              </w:tabs>
              <w:spacing w:after="0"/>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Ikiteisminio tyrimo teisėjo posistemyje reikalinga detalizuoti duomenis apie asmenį, kurio atžvilgiu yra sukurtas veiksmas ir/ar dokumentas, prie visų rūšių dokumentų, tuo pačiu atvaizduojant glaustus duomenis ir apie skundžiamą nutartį, procesinį veiksmą ir pan.:</w:t>
            </w:r>
          </w:p>
          <w:p w14:paraId="0F168BD6" w14:textId="77777777" w:rsidR="002B5C54" w:rsidRPr="00624BCF" w:rsidRDefault="002B5C54" w:rsidP="002B5C54">
            <w:pPr>
              <w:widowControl w:val="0"/>
              <w:tabs>
                <w:tab w:val="left" w:pos="709"/>
              </w:tabs>
              <w:spacing w:after="0"/>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 xml:space="preserve">-skiltyje „Pateikęs asmuo“ turi būti nurodomi skundą pateikusio asmens duomenys (statusas, procesinė padėtis, vardas, pavardė). Šie duomenys turi būti atvaizduojami ties dokumento poveiksmiu visose duomenų atvaizdavimo formose, t. y. „Tyrimo eiga“, „Gauti IT dokumentai“ ir kt. </w:t>
            </w:r>
          </w:p>
          <w:p w14:paraId="0668D4D3" w14:textId="6EFF53CD" w:rsidR="002B5C54" w:rsidRPr="00F242B8" w:rsidRDefault="002B5C54" w:rsidP="002B5C54">
            <w:pPr>
              <w:widowControl w:val="0"/>
              <w:spacing w:after="0" w:line="240" w:lineRule="auto"/>
              <w:rPr>
                <w:rFonts w:ascii="Times New Roman" w:eastAsia="Times New Roman" w:hAnsi="Times New Roman" w:cs="Times New Roman"/>
                <w:color w:val="CC0000"/>
                <w:sz w:val="24"/>
                <w:szCs w:val="24"/>
              </w:rPr>
            </w:pPr>
            <w:r w:rsidRPr="00624BCF">
              <w:rPr>
                <w:rFonts w:ascii="Times New Roman" w:eastAsia="Times New Roman" w:hAnsi="Times New Roman" w:cs="Times New Roman"/>
                <w:color w:val="000000"/>
                <w:sz w:val="24"/>
                <w:szCs w:val="24"/>
              </w:rPr>
              <w:t>- dalį „atvaizduojant glaustus duomenis ir apie skundžiamą nutartį, procesinį veiksmą ir pan.“  taip pat įgyvendinti skundo poveiksmyje.</w:t>
            </w:r>
          </w:p>
        </w:tc>
      </w:tr>
      <w:tr w:rsidR="002B5C54" w:rsidRPr="00F242B8" w14:paraId="06BE231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995A249" w14:textId="543ECF1D"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C7F8C75" w14:textId="1368A533" w:rsidR="002B5C54" w:rsidRPr="00F242B8" w:rsidRDefault="002B5C54" w:rsidP="002B5C54">
            <w:pPr>
              <w:widowControl w:val="0"/>
              <w:rPr>
                <w:rFonts w:ascii="Times New Roman" w:eastAsia="Times New Roman" w:hAnsi="Times New Roman" w:cs="Times New Roman"/>
                <w:b/>
                <w:bCs/>
                <w:sz w:val="24"/>
                <w:szCs w:val="24"/>
              </w:rPr>
            </w:pPr>
            <w:r w:rsidRPr="00624BCF">
              <w:rPr>
                <w:rFonts w:ascii="Times New Roman" w:eastAsia="Times New Roman" w:hAnsi="Times New Roman" w:cs="Times New Roman"/>
                <w:b/>
                <w:sz w:val="24"/>
                <w:szCs w:val="24"/>
              </w:rPr>
              <w:t xml:space="preserve">Duomenų apie įtariamųjų atžvilgiu taikytas proc. prievartos priemones ir kt. sprendimus atvaizdavimo papildymas </w:t>
            </w:r>
          </w:p>
        </w:tc>
        <w:tc>
          <w:tcPr>
            <w:tcW w:w="6662" w:type="dxa"/>
            <w:tcBorders>
              <w:top w:val="single" w:sz="4" w:space="0" w:color="000000"/>
              <w:left w:val="single" w:sz="4" w:space="0" w:color="000000"/>
              <w:bottom w:val="single" w:sz="4" w:space="0" w:color="000000"/>
              <w:right w:val="single" w:sz="4" w:space="0" w:color="000000"/>
            </w:tcBorders>
          </w:tcPr>
          <w:p w14:paraId="254A91FD" w14:textId="76A43A9C"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 xml:space="preserve">IBPS teisėjo posistemyje įtariamųjų langą papildyti taip, kad jame atsispindėtų visi duomenys apie tam asmeniui taikytas procesines prievartos priemones, jų taikymo terminus, procesinius sprendimus priėmusius teisėjus. </w:t>
            </w:r>
          </w:p>
        </w:tc>
      </w:tr>
      <w:tr w:rsidR="002B5C54" w:rsidRPr="00F242B8" w14:paraId="67A51F9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7554F06" w14:textId="156958F4"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58639DF" w14:textId="77777777" w:rsidR="002B5C54" w:rsidRPr="00624BCF" w:rsidRDefault="002B5C54" w:rsidP="002B5C54">
            <w:pPr>
              <w:widowControl w:val="0"/>
              <w:spacing w:after="0"/>
              <w:rPr>
                <w:rFonts w:ascii="Times New Roman" w:eastAsia="Times New Roman" w:hAnsi="Times New Roman" w:cs="Times New Roman"/>
                <w:b/>
                <w:sz w:val="24"/>
                <w:szCs w:val="24"/>
              </w:rPr>
            </w:pPr>
            <w:r w:rsidRPr="00624BCF">
              <w:rPr>
                <w:rFonts w:ascii="Times New Roman" w:eastAsia="Times New Roman" w:hAnsi="Times New Roman" w:cs="Times New Roman"/>
                <w:b/>
                <w:sz w:val="24"/>
                <w:szCs w:val="24"/>
              </w:rPr>
              <w:t>Veikos registravimo lango papildymas nauju požymiu</w:t>
            </w:r>
          </w:p>
          <w:p w14:paraId="2EC563F6" w14:textId="3C2144B8" w:rsidR="002B5C54" w:rsidRPr="00F242B8" w:rsidRDefault="002B5C54" w:rsidP="002B5C54">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293868C7" w14:textId="0966E074" w:rsidR="002B5C54" w:rsidRPr="00F242B8" w:rsidRDefault="002B5C54" w:rsidP="002B5C54">
            <w:pPr>
              <w:widowControl w:val="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 xml:space="preserve">Veikos registravimo langą papildyti nauju požymiu „Sisteminis nusikaltimas“, kuris turi veikti analogiškai kaip kiti veikos registravime lange esantys požymiai. Taip pat papildyti detalią IT bylų paiešką šiuo požymiu ir šis požymis turi būti atvaizduojamas </w:t>
            </w:r>
            <w:r w:rsidRPr="00624BCF">
              <w:rPr>
                <w:rFonts w:ascii="Times New Roman" w:eastAsia="Times New Roman" w:hAnsi="Times New Roman" w:cs="Times New Roman"/>
                <w:sz w:val="24"/>
                <w:szCs w:val="24"/>
              </w:rPr>
              <w:lastRenderedPageBreak/>
              <w:t>IT bylų, medžiagų sąraše.</w:t>
            </w:r>
          </w:p>
        </w:tc>
      </w:tr>
      <w:tr w:rsidR="002B5C54" w:rsidRPr="00F242B8" w14:paraId="421C6FA3"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4BA9497" w14:textId="4ABD7DB5" w:rsidR="002B5C54" w:rsidRPr="006667DC"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15.</w:t>
            </w:r>
          </w:p>
        </w:tc>
        <w:tc>
          <w:tcPr>
            <w:tcW w:w="2852" w:type="dxa"/>
            <w:tcBorders>
              <w:top w:val="single" w:sz="4" w:space="0" w:color="000000"/>
              <w:left w:val="single" w:sz="4" w:space="0" w:color="000000"/>
              <w:bottom w:val="single" w:sz="4" w:space="0" w:color="000000"/>
              <w:right w:val="single" w:sz="4" w:space="0" w:color="000000"/>
            </w:tcBorders>
          </w:tcPr>
          <w:p w14:paraId="44E3346E" w14:textId="628C721A"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bCs/>
                <w:color w:val="000000"/>
                <w:sz w:val="24"/>
                <w:szCs w:val="24"/>
              </w:rPr>
              <w:t>Naudotojo paskyros patobulinimas</w:t>
            </w:r>
          </w:p>
        </w:tc>
        <w:tc>
          <w:tcPr>
            <w:tcW w:w="6662" w:type="dxa"/>
            <w:tcBorders>
              <w:top w:val="single" w:sz="4" w:space="0" w:color="000000"/>
              <w:left w:val="single" w:sz="4" w:space="0" w:color="000000"/>
              <w:bottom w:val="single" w:sz="4" w:space="0" w:color="000000"/>
              <w:right w:val="single" w:sz="4" w:space="0" w:color="000000"/>
            </w:tcBorders>
          </w:tcPr>
          <w:p w14:paraId="160CC98F" w14:textId="4102381F" w:rsidR="002B5C54" w:rsidRPr="00F242B8" w:rsidRDefault="002B5C54" w:rsidP="002B5C54">
            <w:pPr>
              <w:widowControl w:val="0"/>
              <w:spacing w:after="0"/>
              <w:rPr>
                <w:rFonts w:ascii="Times New Roman" w:eastAsia="Times New Roman" w:hAnsi="Times New Roman" w:cs="Times New Roman"/>
                <w:sz w:val="24"/>
                <w:szCs w:val="24"/>
              </w:rPr>
            </w:pPr>
            <w:r w:rsidRPr="001376DF">
              <w:rPr>
                <w:rFonts w:ascii="Times New Roman" w:eastAsia="Times New Roman" w:hAnsi="Times New Roman" w:cs="Times New Roman"/>
                <w:sz w:val="24"/>
                <w:szCs w:val="24"/>
              </w:rPr>
              <w:t>Prokuratūros posistemio naudotojams IBPS profilį (IBPS naudotojo paskyrą) papildyti naujais laukais EPP el. paštas ir EPP telefonas. Šiuose laukuose užpildyta informacija turi būti atvaizduojama tik EPP naudotojams.</w:t>
            </w:r>
            <w:r w:rsidRPr="00BD1C94">
              <w:rPr>
                <w:rFonts w:eastAsia="Times New Roman"/>
                <w:color w:val="000000"/>
              </w:rPr>
              <w:t xml:space="preserve"> </w:t>
            </w:r>
          </w:p>
        </w:tc>
      </w:tr>
      <w:tr w:rsidR="002B5C54" w:rsidRPr="00F242B8" w14:paraId="230187F9"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7F38FA3" w14:textId="0D2FCD97"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5DA4EBC" w14:textId="7DEEC28A"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color w:val="000000"/>
                <w:sz w:val="24"/>
                <w:szCs w:val="24"/>
              </w:rPr>
              <w:t>Aukštesniojo prokuroro elemento įvedimas</w:t>
            </w:r>
          </w:p>
        </w:tc>
        <w:tc>
          <w:tcPr>
            <w:tcW w:w="6662" w:type="dxa"/>
            <w:tcBorders>
              <w:top w:val="single" w:sz="4" w:space="0" w:color="000000"/>
              <w:left w:val="single" w:sz="4" w:space="0" w:color="000000"/>
              <w:bottom w:val="single" w:sz="4" w:space="0" w:color="000000"/>
              <w:right w:val="single" w:sz="4" w:space="0" w:color="000000"/>
            </w:tcBorders>
          </w:tcPr>
          <w:p w14:paraId="4BAA1A2C" w14:textId="77777777" w:rsidR="002B5C54" w:rsidRPr="00624BCF" w:rsidRDefault="002B5C54" w:rsidP="002B5C54">
            <w:pPr>
              <w:widowControl w:val="0"/>
              <w:spacing w:after="0" w:line="240" w:lineRule="auto"/>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1. Sukurti IBPS elementą “Aukštesnysis prokuroras”, kuris turėtų informaciją, kas yra konkrečios bylos vadovaujančio prokuroro aukštesnysis prokuroras. Prokurorui nutraukus tam tikras bylas arba Teisme priėmus tam tikro tipo nutartis informuoti apie jas aukštesnįjį prokurorą, sukuriant automatines užduotis.</w:t>
            </w:r>
          </w:p>
          <w:p w14:paraId="3564A1B1" w14:textId="57BAF581"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2. Patikslinti stebimų tyrimų funkcionalumą atsižvelgiant į aukštesnio prokuroro elemento įvedimą.</w:t>
            </w:r>
          </w:p>
        </w:tc>
      </w:tr>
      <w:tr w:rsidR="002B5C54" w:rsidRPr="00F242B8" w14:paraId="62D84818"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CCA1E39" w14:textId="3A6948CE" w:rsidR="002B5C54" w:rsidRPr="006667DC"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17.</w:t>
            </w:r>
          </w:p>
        </w:tc>
        <w:tc>
          <w:tcPr>
            <w:tcW w:w="2852" w:type="dxa"/>
            <w:tcBorders>
              <w:top w:val="single" w:sz="4" w:space="0" w:color="000000"/>
              <w:left w:val="single" w:sz="4" w:space="0" w:color="000000"/>
              <w:bottom w:val="single" w:sz="4" w:space="0" w:color="000000"/>
              <w:right w:val="single" w:sz="4" w:space="0" w:color="000000"/>
            </w:tcBorders>
          </w:tcPr>
          <w:p w14:paraId="40F61E1D" w14:textId="741AD2BC"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bCs/>
                <w:color w:val="000000"/>
                <w:sz w:val="24"/>
                <w:szCs w:val="24"/>
              </w:rPr>
              <w:t>Jautrių bylų funkcionalumo išplėtimas</w:t>
            </w:r>
          </w:p>
        </w:tc>
        <w:tc>
          <w:tcPr>
            <w:tcW w:w="6662" w:type="dxa"/>
            <w:tcBorders>
              <w:top w:val="single" w:sz="4" w:space="0" w:color="000000"/>
              <w:left w:val="single" w:sz="4" w:space="0" w:color="000000"/>
              <w:bottom w:val="single" w:sz="4" w:space="0" w:color="000000"/>
              <w:right w:val="single" w:sz="4" w:space="0" w:color="000000"/>
            </w:tcBorders>
          </w:tcPr>
          <w:p w14:paraId="44137693" w14:textId="13FC54B0" w:rsidR="002B5C54" w:rsidRPr="00BD1C94" w:rsidRDefault="002B5C54" w:rsidP="002B5C54">
            <w:pPr>
              <w:widowControl w:val="0"/>
              <w:spacing w:after="0" w:line="240" w:lineRule="auto"/>
              <w:rPr>
                <w:rFonts w:ascii="Times New Roman" w:eastAsiaTheme="minorHAnsi" w:hAnsi="Times New Roman" w:cs="Times New Roman"/>
                <w:sz w:val="24"/>
                <w:szCs w:val="24"/>
              </w:rPr>
            </w:pPr>
            <w:r w:rsidRPr="00BD1C94">
              <w:rPr>
                <w:rFonts w:ascii="Times New Roman" w:eastAsia="Times New Roman" w:hAnsi="Times New Roman" w:cs="Times New Roman"/>
                <w:sz w:val="24"/>
                <w:szCs w:val="24"/>
              </w:rPr>
              <w:t xml:space="preserve">1. Pakeisti jautrių bylų funkcionalumą taip, kad IT byla būtų matoma ir joje galėtų dirbti </w:t>
            </w:r>
            <w:r w:rsidRPr="00BD1C94">
              <w:rPr>
                <w:rFonts w:ascii="Times New Roman" w:eastAsiaTheme="minorHAnsi" w:hAnsi="Times New Roman" w:cs="Times New Roman"/>
                <w:sz w:val="24"/>
                <w:szCs w:val="24"/>
              </w:rPr>
              <w:t xml:space="preserve">IT bylai vadovaujantys prokurorai ir tyrimą atliekantys tyrėjai. Visiems kitiems IBPS naudotojams turintiems teisę matyti IT bylą nuo požymio „Jautri byla“ uždėjimo </w:t>
            </w:r>
            <w:r w:rsidR="00B86385">
              <w:rPr>
                <w:rFonts w:ascii="Times New Roman" w:eastAsiaTheme="minorHAnsi" w:hAnsi="Times New Roman" w:cs="Times New Roman"/>
                <w:sz w:val="24"/>
                <w:szCs w:val="24"/>
              </w:rPr>
              <w:t>nebūtų</w:t>
            </w:r>
            <w:r w:rsidRPr="00BD1C94">
              <w:rPr>
                <w:rFonts w:ascii="Times New Roman" w:eastAsiaTheme="minorHAnsi" w:hAnsi="Times New Roman" w:cs="Times New Roman"/>
                <w:sz w:val="24"/>
                <w:szCs w:val="24"/>
              </w:rPr>
              <w:t xml:space="preserve"> mato</w:t>
            </w:r>
            <w:r w:rsidR="00B86385">
              <w:rPr>
                <w:rFonts w:ascii="Times New Roman" w:eastAsiaTheme="minorHAnsi" w:hAnsi="Times New Roman" w:cs="Times New Roman"/>
                <w:sz w:val="24"/>
                <w:szCs w:val="24"/>
              </w:rPr>
              <w:t>ma</w:t>
            </w:r>
            <w:r w:rsidRPr="00BD1C94">
              <w:rPr>
                <w:rFonts w:ascii="Times New Roman" w:eastAsiaTheme="minorHAnsi" w:hAnsi="Times New Roman" w:cs="Times New Roman"/>
                <w:sz w:val="24"/>
                <w:szCs w:val="24"/>
              </w:rPr>
              <w:t xml:space="preserve">, ir ji nebūtų atvaizduojama bylų paieškoje. </w:t>
            </w:r>
          </w:p>
          <w:p w14:paraId="39B8BE0B" w14:textId="5249A98C" w:rsidR="002B5C54" w:rsidRPr="00BD1C94" w:rsidRDefault="002B5C54" w:rsidP="002B5C54">
            <w:pPr>
              <w:widowControl w:val="0"/>
              <w:spacing w:after="0" w:line="240" w:lineRule="auto"/>
              <w:rPr>
                <w:rFonts w:ascii="Times New Roman" w:eastAsiaTheme="minorHAnsi" w:hAnsi="Times New Roman" w:cs="Times New Roman"/>
                <w:sz w:val="24"/>
                <w:szCs w:val="24"/>
              </w:rPr>
            </w:pPr>
            <w:r w:rsidRPr="00BD1C94">
              <w:rPr>
                <w:rFonts w:ascii="Times New Roman" w:eastAsiaTheme="minorHAnsi" w:hAnsi="Times New Roman" w:cs="Times New Roman"/>
                <w:sz w:val="24"/>
                <w:szCs w:val="24"/>
              </w:rPr>
              <w:t xml:space="preserve">2. Sukurti funkcionalumą, sudarantį galimybę IT bylai vadovaujantiems prokurorams ir tyrimą atliekančiam tyrėjui pasirinkti atitinkamą IBPS naudotoją ir jam suteikti atitinkamas teises (administratoriaus, ar dalines peržiūros/redagavimo teises) nustatant IT bylos matymo atitinkamą laikotarpį. </w:t>
            </w:r>
          </w:p>
          <w:p w14:paraId="3CEE1B39" w14:textId="7F5F8143" w:rsidR="002B5C54" w:rsidRPr="00F242B8" w:rsidRDefault="002B5C54" w:rsidP="002B5C54">
            <w:pPr>
              <w:widowControl w:val="0"/>
              <w:rPr>
                <w:rFonts w:ascii="Times New Roman" w:eastAsia="Times New Roman" w:hAnsi="Times New Roman" w:cs="Times New Roman"/>
                <w:sz w:val="24"/>
                <w:szCs w:val="24"/>
              </w:rPr>
            </w:pPr>
            <w:r w:rsidRPr="00BD1C94">
              <w:rPr>
                <w:rFonts w:ascii="Times New Roman" w:eastAsiaTheme="minorHAnsi" w:hAnsi="Times New Roman" w:cs="Times New Roman"/>
                <w:sz w:val="24"/>
                <w:szCs w:val="24"/>
              </w:rPr>
              <w:t>Visa teisių suteikimo/išjungimo istorija turi būti saugoma IT byloje.</w:t>
            </w:r>
          </w:p>
        </w:tc>
      </w:tr>
      <w:tr w:rsidR="002B5C54" w:rsidRPr="00F242B8" w14:paraId="0751785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E529D2F" w14:textId="0DEEDC4E"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264CD18" w14:textId="1F8664A5" w:rsidR="002B5C54" w:rsidRPr="00F242B8" w:rsidRDefault="002B5C54" w:rsidP="002B5C54">
            <w:pPr>
              <w:widowControl w:val="0"/>
              <w:rPr>
                <w:rFonts w:ascii="Times New Roman" w:eastAsia="Times New Roman" w:hAnsi="Times New Roman" w:cs="Times New Roman"/>
                <w:b/>
                <w:sz w:val="24"/>
                <w:szCs w:val="24"/>
              </w:rPr>
            </w:pPr>
            <w:r w:rsidRPr="003D4B9E">
              <w:rPr>
                <w:rFonts w:ascii="Times New Roman" w:eastAsia="Times New Roman" w:hAnsi="Times New Roman" w:cs="Times New Roman"/>
                <w:b/>
                <w:bCs/>
                <w:sz w:val="24"/>
                <w:szCs w:val="24"/>
              </w:rPr>
              <w:t>IBPS naudotojo informavimo apie įvykius papildymas</w:t>
            </w:r>
          </w:p>
        </w:tc>
        <w:tc>
          <w:tcPr>
            <w:tcW w:w="6662" w:type="dxa"/>
            <w:tcBorders>
              <w:top w:val="single" w:sz="4" w:space="0" w:color="000000"/>
              <w:left w:val="single" w:sz="4" w:space="0" w:color="000000"/>
              <w:bottom w:val="single" w:sz="4" w:space="0" w:color="000000"/>
              <w:right w:val="single" w:sz="4" w:space="0" w:color="000000"/>
            </w:tcBorders>
          </w:tcPr>
          <w:p w14:paraId="501CF453" w14:textId="49ACA363" w:rsidR="002B5C54" w:rsidRPr="00F242B8" w:rsidRDefault="002B5C54" w:rsidP="002B5C54">
            <w:pPr>
              <w:widowControl w:val="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Sukurti funkcionalumą</w:t>
            </w:r>
            <w:r w:rsidR="00B86385">
              <w:rPr>
                <w:rFonts w:ascii="Times New Roman" w:eastAsia="Times New Roman" w:hAnsi="Times New Roman" w:cs="Times New Roman"/>
                <w:sz w:val="24"/>
                <w:szCs w:val="24"/>
              </w:rPr>
              <w:t>,</w:t>
            </w:r>
            <w:r w:rsidRPr="003D4B9E">
              <w:rPr>
                <w:rFonts w:ascii="Times New Roman" w:eastAsia="Times New Roman" w:hAnsi="Times New Roman" w:cs="Times New Roman"/>
                <w:sz w:val="24"/>
                <w:szCs w:val="24"/>
              </w:rPr>
              <w:t xml:space="preserve"> leidžiantį IBPS naudotoją (prokuratūros posistemio naudotojus) informuoti apie įvykį SMS žinute: p</w:t>
            </w:r>
            <w:r w:rsidRPr="003D4B9E">
              <w:rPr>
                <w:rFonts w:ascii="Times New Roman" w:eastAsiaTheme="minorHAnsi" w:hAnsi="Times New Roman" w:cs="Times New Roman"/>
                <w:sz w:val="24"/>
                <w:szCs w:val="24"/>
              </w:rPr>
              <w:t xml:space="preserve">apildyti IBPS naudotojo paskyrą nauja reikšme </w:t>
            </w:r>
            <w:r w:rsidR="00B86385">
              <w:rPr>
                <w:rFonts w:ascii="Times New Roman" w:eastAsiaTheme="minorHAnsi" w:hAnsi="Times New Roman" w:cs="Times New Roman"/>
                <w:sz w:val="24"/>
                <w:szCs w:val="24"/>
              </w:rPr>
              <w:t>„</w:t>
            </w:r>
            <w:r w:rsidRPr="003D4B9E">
              <w:rPr>
                <w:rFonts w:ascii="Times New Roman" w:eastAsiaTheme="minorHAnsi" w:hAnsi="Times New Roman" w:cs="Times New Roman"/>
                <w:sz w:val="24"/>
                <w:szCs w:val="24"/>
              </w:rPr>
              <w:t>Gauti informaciją SMS žinute apie pasikeitusį teismo posėdį“. Pažymėjus šią reikšmę, IBPS naudotojui nurodytu IBPS naudotojo paskyroje telefonu turi būti siunčiama SMS po to</w:t>
            </w:r>
            <w:r w:rsidR="00B86385">
              <w:rPr>
                <w:rFonts w:ascii="Times New Roman" w:eastAsiaTheme="minorHAnsi" w:hAnsi="Times New Roman" w:cs="Times New Roman"/>
                <w:sz w:val="24"/>
                <w:szCs w:val="24"/>
              </w:rPr>
              <w:t>,</w:t>
            </w:r>
            <w:r w:rsidRPr="003D4B9E">
              <w:rPr>
                <w:rFonts w:ascii="Times New Roman" w:eastAsiaTheme="minorHAnsi" w:hAnsi="Times New Roman" w:cs="Times New Roman"/>
                <w:sz w:val="24"/>
                <w:szCs w:val="24"/>
              </w:rPr>
              <w:t xml:space="preserve"> kai teismo posėdžio lauke pasikeičia jo data, laikas, posėdžio salė.</w:t>
            </w:r>
          </w:p>
        </w:tc>
      </w:tr>
      <w:tr w:rsidR="002B5C54" w:rsidRPr="00F242B8" w14:paraId="040CD84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B83351E" w14:textId="1BDCC4CB" w:rsidR="002B5C54" w:rsidRPr="006667DC"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19.</w:t>
            </w:r>
          </w:p>
        </w:tc>
        <w:tc>
          <w:tcPr>
            <w:tcW w:w="2852" w:type="dxa"/>
            <w:tcBorders>
              <w:top w:val="single" w:sz="4" w:space="0" w:color="000000"/>
              <w:left w:val="single" w:sz="4" w:space="0" w:color="000000"/>
              <w:bottom w:val="single" w:sz="4" w:space="0" w:color="000000"/>
              <w:right w:val="single" w:sz="4" w:space="0" w:color="000000"/>
            </w:tcBorders>
          </w:tcPr>
          <w:p w14:paraId="5399AC9C" w14:textId="7F766308" w:rsidR="002B5C54" w:rsidRPr="00F242B8" w:rsidRDefault="002B5C54" w:rsidP="002B5C54">
            <w:pPr>
              <w:widowControl w:val="0"/>
              <w:rPr>
                <w:rFonts w:ascii="Times New Roman" w:eastAsia="Times New Roman" w:hAnsi="Times New Roman" w:cs="Times New Roman"/>
                <w:b/>
                <w:sz w:val="24"/>
                <w:szCs w:val="24"/>
              </w:rPr>
            </w:pPr>
            <w:r w:rsidRPr="003D4B9E">
              <w:rPr>
                <w:rFonts w:ascii="Times New Roman" w:eastAsia="Times New Roman" w:hAnsi="Times New Roman" w:cs="Times New Roman"/>
                <w:b/>
                <w:bCs/>
                <w:sz w:val="24"/>
                <w:szCs w:val="24"/>
              </w:rPr>
              <w:t>Įvykio vietos parodymas žemėlapyje</w:t>
            </w:r>
          </w:p>
        </w:tc>
        <w:tc>
          <w:tcPr>
            <w:tcW w:w="6662" w:type="dxa"/>
            <w:tcBorders>
              <w:top w:val="single" w:sz="4" w:space="0" w:color="000000"/>
              <w:left w:val="single" w:sz="4" w:space="0" w:color="000000"/>
              <w:bottom w:val="single" w:sz="4" w:space="0" w:color="000000"/>
              <w:right w:val="single" w:sz="4" w:space="0" w:color="000000"/>
            </w:tcBorders>
          </w:tcPr>
          <w:p w14:paraId="506AE5A7" w14:textId="2EDC6678" w:rsidR="002B5C54" w:rsidRPr="00F242B8" w:rsidRDefault="002B5C54" w:rsidP="002B5C54">
            <w:pPr>
              <w:widowControl w:val="0"/>
              <w:tabs>
                <w:tab w:val="left" w:pos="709"/>
              </w:tabs>
              <w:rPr>
                <w:rFonts w:ascii="Times New Roman" w:eastAsia="Times New Roman" w:hAnsi="Times New Roman" w:cs="Times New Roman"/>
                <w:b/>
                <w:sz w:val="24"/>
                <w:szCs w:val="24"/>
              </w:rPr>
            </w:pPr>
            <w:r w:rsidRPr="003D4B9E">
              <w:rPr>
                <w:rFonts w:ascii="Times New Roman" w:eastAsiaTheme="minorHAnsi" w:hAnsi="Times New Roman" w:cs="Times New Roman"/>
                <w:sz w:val="24"/>
                <w:szCs w:val="24"/>
                <w14:ligatures w14:val="standardContextual"/>
              </w:rPr>
              <w:t>Sukurti funkcionalumą</w:t>
            </w:r>
            <w:r w:rsidR="00B86385">
              <w:rPr>
                <w:rFonts w:ascii="Times New Roman" w:eastAsiaTheme="minorHAnsi" w:hAnsi="Times New Roman" w:cs="Times New Roman"/>
                <w:sz w:val="24"/>
                <w:szCs w:val="24"/>
                <w14:ligatures w14:val="standardContextual"/>
              </w:rPr>
              <w:t>,</w:t>
            </w:r>
            <w:r w:rsidRPr="003D4B9E">
              <w:rPr>
                <w:rFonts w:ascii="Times New Roman" w:eastAsiaTheme="minorHAnsi" w:hAnsi="Times New Roman" w:cs="Times New Roman"/>
                <w:sz w:val="24"/>
                <w:szCs w:val="24"/>
                <w14:ligatures w14:val="standardContextual"/>
              </w:rPr>
              <w:t xml:space="preserve"> leidžiantį parodyti IT bylos nusikalstamas veikas žemėlapyje pagal turimas nusikalstamos veikos koordinates. Turi būti galimybė peržiūrėti konkrečios nusikalstamos veikos padarymo vietą žemėlapyje arba visų IT bylos nusikalstamų veikų padarymo vietas žemėlapyje atvaizduojant taškais. Atvaizduojant nusikalstamos vietos padarymo tašką jame turi būti pateikiama ir papildoma nusikalstamos veikos informacija (veikos numeris, BK str., ir kt. </w:t>
            </w:r>
            <w:r w:rsidR="00B86385">
              <w:rPr>
                <w:rFonts w:ascii="Times New Roman" w:eastAsiaTheme="minorHAnsi" w:hAnsi="Times New Roman" w:cs="Times New Roman"/>
                <w:sz w:val="24"/>
                <w:szCs w:val="24"/>
                <w14:ligatures w14:val="standardContextual"/>
              </w:rPr>
              <w:t xml:space="preserve">duomenys, </w:t>
            </w:r>
            <w:r w:rsidRPr="003D4B9E">
              <w:rPr>
                <w:rFonts w:ascii="Times New Roman" w:eastAsiaTheme="minorHAnsi" w:hAnsi="Times New Roman" w:cs="Times New Roman"/>
                <w:sz w:val="24"/>
                <w:szCs w:val="24"/>
                <w14:ligatures w14:val="standardContextual"/>
              </w:rPr>
              <w:t>suderinti detalios analizės metu).</w:t>
            </w:r>
          </w:p>
        </w:tc>
      </w:tr>
      <w:tr w:rsidR="002B5C54" w:rsidRPr="00F242B8" w14:paraId="52FFDA9E"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BD1D183" w14:textId="612FB8DA"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B5F97DC" w14:textId="7ED37B01"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color w:val="000000"/>
                <w:sz w:val="24"/>
                <w:szCs w:val="24"/>
              </w:rPr>
              <w:t>ES vėliavos ženklo rodymas</w:t>
            </w:r>
          </w:p>
        </w:tc>
        <w:tc>
          <w:tcPr>
            <w:tcW w:w="6662" w:type="dxa"/>
            <w:tcBorders>
              <w:top w:val="single" w:sz="4" w:space="0" w:color="000000"/>
              <w:left w:val="single" w:sz="4" w:space="0" w:color="000000"/>
              <w:bottom w:val="single" w:sz="4" w:space="0" w:color="000000"/>
              <w:right w:val="single" w:sz="4" w:space="0" w:color="000000"/>
            </w:tcBorders>
          </w:tcPr>
          <w:p w14:paraId="6AFC8619" w14:textId="1222C037" w:rsidR="002B5C54" w:rsidRPr="00F242B8" w:rsidRDefault="002B5C54" w:rsidP="002B5C54">
            <w:pPr>
              <w:widowControl w:val="0"/>
              <w:tabs>
                <w:tab w:val="left" w:pos="709"/>
              </w:tabs>
              <w:rPr>
                <w:rFonts w:ascii="Times New Roman" w:eastAsia="Times New Roman" w:hAnsi="Times New Roman" w:cs="Times New Roman"/>
                <w:b/>
                <w:color w:val="000000"/>
                <w:sz w:val="24"/>
                <w:szCs w:val="24"/>
              </w:rPr>
            </w:pPr>
            <w:r w:rsidRPr="00624BCF">
              <w:rPr>
                <w:rFonts w:ascii="Times New Roman" w:eastAsia="Times New Roman" w:hAnsi="Times New Roman" w:cs="Times New Roman"/>
                <w:color w:val="000000"/>
                <w:sz w:val="24"/>
                <w:szCs w:val="24"/>
              </w:rPr>
              <w:t>IT bylose ir medžiagose, kuriose tyrimus atlieka Europos prokuratūros prokurorai, pirmame bylos puslapyje rodyti Europos sąjungos vėliavėlę - ženklą.</w:t>
            </w:r>
          </w:p>
        </w:tc>
      </w:tr>
      <w:tr w:rsidR="002B5C54" w:rsidRPr="00F242B8" w14:paraId="5ECD763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C72BCD6" w14:textId="5A34B25B"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18C324A1" w14:textId="32AB25A0" w:rsidR="002B5C54" w:rsidRPr="00F242B8" w:rsidRDefault="002B5C54" w:rsidP="002B5C54">
            <w:pPr>
              <w:widowControl w:val="0"/>
              <w:rPr>
                <w:rFonts w:ascii="Times New Roman" w:eastAsia="Times New Roman" w:hAnsi="Times New Roman" w:cs="Times New Roman"/>
                <w:b/>
                <w:sz w:val="24"/>
                <w:szCs w:val="24"/>
              </w:rPr>
            </w:pPr>
            <w:r w:rsidRPr="00624BCF">
              <w:rPr>
                <w:rFonts w:ascii="Times New Roman" w:eastAsia="Times New Roman" w:hAnsi="Times New Roman" w:cs="Times New Roman"/>
                <w:b/>
                <w:color w:val="000000"/>
                <w:sz w:val="24"/>
                <w:szCs w:val="24"/>
              </w:rPr>
              <w:t>Apribojimų sukūrimas, kai medžiagoje, IT byloje, TP byloje yra nebaigtas pasirašymo/paskelbimo procesas IBPS</w:t>
            </w:r>
          </w:p>
        </w:tc>
        <w:tc>
          <w:tcPr>
            <w:tcW w:w="6662" w:type="dxa"/>
            <w:tcBorders>
              <w:top w:val="single" w:sz="4" w:space="0" w:color="000000"/>
              <w:left w:val="single" w:sz="4" w:space="0" w:color="000000"/>
              <w:bottom w:val="single" w:sz="4" w:space="0" w:color="000000"/>
              <w:right w:val="single" w:sz="4" w:space="0" w:color="000000"/>
            </w:tcBorders>
          </w:tcPr>
          <w:p w14:paraId="6ACF396C" w14:textId="77777777" w:rsidR="002B5C54" w:rsidRPr="00624BCF" w:rsidRDefault="002B5C54" w:rsidP="002B5C54">
            <w:pPr>
              <w:widowControl w:val="0"/>
              <w:spacing w:after="0" w:line="240" w:lineRule="auto"/>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1. Sukurti draudimus atlikti baigiamuosius veiksmus (neleisti pasirašyti baigiamųjų procesinių dokumentų), jei medžiagos, IT bylos, TP bylos dokumentai nepilnai pasirašyti/paskelbti (turi oranžinį įspėjimo ženklą).</w:t>
            </w:r>
          </w:p>
          <w:p w14:paraId="1160E186" w14:textId="2ADADD52" w:rsidR="002B5C54" w:rsidRPr="00F242B8" w:rsidRDefault="002B5C54" w:rsidP="002B5C54">
            <w:pPr>
              <w:widowControl w:val="0"/>
              <w:tabs>
                <w:tab w:val="left" w:pos="709"/>
              </w:tabs>
              <w:rPr>
                <w:rFonts w:ascii="Times New Roman" w:eastAsia="Times New Roman" w:hAnsi="Times New Roman" w:cs="Times New Roman"/>
                <w:b/>
                <w:color w:val="000000"/>
                <w:sz w:val="24"/>
                <w:szCs w:val="24"/>
              </w:rPr>
            </w:pPr>
            <w:r w:rsidRPr="00624BCF">
              <w:rPr>
                <w:rFonts w:ascii="Times New Roman" w:eastAsia="Times New Roman" w:hAnsi="Times New Roman" w:cs="Times New Roman"/>
                <w:sz w:val="24"/>
                <w:szCs w:val="24"/>
              </w:rPr>
              <w:t xml:space="preserve">2. IBPS naudotojui turi būti parodomas medžiagoje, IT byloje, TP byloje nepilnai pasirašytų/paskelbtų (oranžinis ženklas) dokumentų </w:t>
            </w:r>
            <w:r w:rsidRPr="00624BCF">
              <w:rPr>
                <w:rFonts w:ascii="Times New Roman" w:eastAsia="Times New Roman" w:hAnsi="Times New Roman" w:cs="Times New Roman"/>
                <w:sz w:val="24"/>
                <w:szCs w:val="24"/>
              </w:rPr>
              <w:lastRenderedPageBreak/>
              <w:t>atskiras sąrašas.</w:t>
            </w:r>
          </w:p>
        </w:tc>
      </w:tr>
      <w:tr w:rsidR="002B5C54" w:rsidRPr="00F242B8" w14:paraId="18308F6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B3CC9FD" w14:textId="29695AA6" w:rsidR="002B5C54" w:rsidRPr="006667DC" w:rsidRDefault="002B5C54" w:rsidP="002B5C54">
            <w:pPr>
              <w:widowControl w:val="0"/>
              <w:spacing w:after="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22.</w:t>
            </w:r>
          </w:p>
        </w:tc>
        <w:tc>
          <w:tcPr>
            <w:tcW w:w="2852" w:type="dxa"/>
            <w:tcBorders>
              <w:top w:val="single" w:sz="4" w:space="0" w:color="000000"/>
              <w:left w:val="single" w:sz="4" w:space="0" w:color="000000"/>
              <w:bottom w:val="single" w:sz="4" w:space="0" w:color="000000"/>
              <w:right w:val="single" w:sz="4" w:space="0" w:color="000000"/>
            </w:tcBorders>
          </w:tcPr>
          <w:p w14:paraId="361DB69E" w14:textId="49C74D33" w:rsidR="002B5C54" w:rsidRPr="00F242B8" w:rsidRDefault="002B5C54" w:rsidP="002B5C54">
            <w:pPr>
              <w:widowControl w:val="0"/>
              <w:spacing w:after="0"/>
              <w:rPr>
                <w:rFonts w:ascii="Times New Roman" w:eastAsia="Times New Roman" w:hAnsi="Times New Roman" w:cs="Times New Roman"/>
                <w:b/>
                <w:sz w:val="24"/>
                <w:szCs w:val="24"/>
              </w:rPr>
            </w:pPr>
            <w:proofErr w:type="spellStart"/>
            <w:r w:rsidRPr="003D4B9E">
              <w:rPr>
                <w:rFonts w:ascii="Times New Roman" w:eastAsia="Times New Roman" w:hAnsi="Times New Roman" w:cs="Times New Roman"/>
                <w:b/>
                <w:bCs/>
                <w:sz w:val="24"/>
                <w:szCs w:val="24"/>
              </w:rPr>
              <w:t>Anti</w:t>
            </w:r>
            <w:proofErr w:type="spellEnd"/>
            <w:r w:rsidRPr="003D4B9E">
              <w:rPr>
                <w:rFonts w:ascii="Times New Roman" w:eastAsia="Times New Roman" w:hAnsi="Times New Roman" w:cs="Times New Roman"/>
                <w:b/>
                <w:bCs/>
                <w:sz w:val="24"/>
                <w:szCs w:val="24"/>
              </w:rPr>
              <w:t>-roboto sukūrimas</w:t>
            </w:r>
          </w:p>
        </w:tc>
        <w:tc>
          <w:tcPr>
            <w:tcW w:w="6662" w:type="dxa"/>
            <w:tcBorders>
              <w:top w:val="single" w:sz="4" w:space="0" w:color="000000"/>
              <w:left w:val="single" w:sz="4" w:space="0" w:color="000000"/>
              <w:bottom w:val="single" w:sz="4" w:space="0" w:color="000000"/>
              <w:right w:val="single" w:sz="4" w:space="0" w:color="000000"/>
            </w:tcBorders>
          </w:tcPr>
          <w:p w14:paraId="7DE96E85" w14:textId="77777777" w:rsidR="002B5C54" w:rsidRPr="003D4B9E" w:rsidRDefault="002B5C54" w:rsidP="002B5C54">
            <w:pPr>
              <w:spacing w:after="0" w:line="240" w:lineRule="auto"/>
              <w:rPr>
                <w:rFonts w:ascii="Times New Roman" w:eastAsia="Times New Roman" w:hAnsi="Times New Roman" w:cs="Times New Roman"/>
                <w:sz w:val="24"/>
                <w:szCs w:val="24"/>
                <w:lang w:eastAsia="lt-LT"/>
              </w:rPr>
            </w:pPr>
            <w:r w:rsidRPr="003D4B9E">
              <w:rPr>
                <w:rFonts w:ascii="Times New Roman" w:eastAsia="Times New Roman" w:hAnsi="Times New Roman" w:cs="Times New Roman"/>
                <w:sz w:val="24"/>
                <w:szCs w:val="24"/>
                <w:lang w:eastAsia="lt-LT"/>
              </w:rPr>
              <w:t>IBPS paieškoje įdiegti funkcionalumą, leidžiantį aptikti vienodų veiksmų pakartojimą (daug kartų atliekama paieška naudojant tuos pačius paieškos kriterijus, pakeičiant tik ieškomą reikšmę. Pvz., daug kartų atliekama paieška, ieškant tik pagal skirtingus bylos numerius). Aptikus tokį IBPS paieškos naudojimą, naudotojo turi būti pareikalaujama nurodyti dažnai atliekamų veiksmų priežastį bei nurodyti IBPS sugeneruotą kodą, siekiant įsitikinti, kad veiksmai atliekami ne "roboto". </w:t>
            </w:r>
          </w:p>
          <w:p w14:paraId="7F41F214" w14:textId="77777777" w:rsidR="002B5C54" w:rsidRPr="003D4B9E" w:rsidRDefault="002B5C54" w:rsidP="002B5C54">
            <w:pPr>
              <w:spacing w:after="0" w:line="240" w:lineRule="auto"/>
              <w:rPr>
                <w:rFonts w:ascii="Times New Roman" w:eastAsia="Times New Roman" w:hAnsi="Times New Roman" w:cs="Times New Roman"/>
                <w:sz w:val="24"/>
                <w:szCs w:val="24"/>
                <w:lang w:eastAsia="lt-LT"/>
              </w:rPr>
            </w:pPr>
            <w:r w:rsidRPr="003D4B9E">
              <w:rPr>
                <w:rFonts w:ascii="Times New Roman" w:eastAsia="Times New Roman" w:hAnsi="Times New Roman" w:cs="Times New Roman"/>
                <w:sz w:val="24"/>
                <w:szCs w:val="24"/>
                <w:lang w:eastAsia="lt-LT"/>
              </w:rPr>
              <w:t>Pasikartojančių veiksmų skaičius, po kurio turi būti reikalaujama patvirtinimo, kad "aš nesu robotas" - turi būti konfigūruojamas IBPS parametras. </w:t>
            </w:r>
          </w:p>
          <w:p w14:paraId="01B45649" w14:textId="1FF0DC95" w:rsidR="002B5C54" w:rsidRPr="00F242B8"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lang w:eastAsia="lt-LT"/>
              </w:rPr>
              <w:t>Aptiktas vienodų veiksmų naudojimas turi būti audituojamas IBPS vidinėmis priemonėmis (koks naudotojas, kada, dėl kokios nurodytos priežasties).</w:t>
            </w:r>
          </w:p>
        </w:tc>
      </w:tr>
      <w:tr w:rsidR="002B5C54" w:rsidRPr="00F242B8" w14:paraId="3161DBC1"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9FA14B3" w14:textId="764B0895"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9F8C5EF" w14:textId="37952EC5" w:rsidR="002B5C54" w:rsidRPr="00F242B8" w:rsidRDefault="002B5C54" w:rsidP="002B5C54">
            <w:pPr>
              <w:widowControl w:val="0"/>
              <w:rPr>
                <w:rFonts w:ascii="Times New Roman" w:eastAsia="Times New Roman" w:hAnsi="Times New Roman" w:cs="Times New Roman"/>
                <w:b/>
                <w:bCs/>
                <w:sz w:val="24"/>
                <w:szCs w:val="24"/>
              </w:rPr>
            </w:pPr>
            <w:r w:rsidRPr="00624BCF">
              <w:rPr>
                <w:rFonts w:ascii="Times New Roman" w:eastAsia="Times New Roman" w:hAnsi="Times New Roman" w:cs="Times New Roman"/>
                <w:b/>
                <w:color w:val="000000"/>
                <w:sz w:val="24"/>
                <w:szCs w:val="24"/>
              </w:rPr>
              <w:t>Rezoliucijų tobulinimas</w:t>
            </w:r>
          </w:p>
        </w:tc>
        <w:tc>
          <w:tcPr>
            <w:tcW w:w="6662" w:type="dxa"/>
            <w:tcBorders>
              <w:top w:val="single" w:sz="4" w:space="0" w:color="000000"/>
              <w:left w:val="single" w:sz="4" w:space="0" w:color="000000"/>
              <w:bottom w:val="single" w:sz="4" w:space="0" w:color="000000"/>
              <w:right w:val="single" w:sz="4" w:space="0" w:color="000000"/>
            </w:tcBorders>
          </w:tcPr>
          <w:p w14:paraId="47CE306D" w14:textId="7130121B" w:rsidR="002B5C54" w:rsidRPr="00F242B8" w:rsidRDefault="002B5C54" w:rsidP="002B5C54">
            <w:pPr>
              <w:widowControl w:val="0"/>
              <w:spacing w:after="0"/>
              <w:rPr>
                <w:rFonts w:ascii="Times New Roman" w:eastAsia="Times New Roman" w:hAnsi="Times New Roman" w:cs="Times New Roman"/>
                <w:sz w:val="24"/>
                <w:szCs w:val="24"/>
              </w:rPr>
            </w:pPr>
            <w:r w:rsidRPr="00624BCF">
              <w:rPr>
                <w:rFonts w:ascii="Times New Roman" w:eastAsia="Times New Roman" w:hAnsi="Times New Roman" w:cs="Times New Roman"/>
                <w:color w:val="000000"/>
                <w:sz w:val="24"/>
                <w:szCs w:val="24"/>
              </w:rPr>
              <w:t>Patobulinti prokuratūros rezoliucijas, leidžiant kai kuriose iš jų pasirinkti tik prokurorus arba prokuratūros darbuotojus.  Rašant rezoliuciją (pagal nutylėjimą) rinktis vykdytojus tik iš sau pavaldžių darbuotojų  arba iš bendro sąrašo.</w:t>
            </w:r>
          </w:p>
        </w:tc>
      </w:tr>
      <w:tr w:rsidR="002B5C54" w:rsidRPr="00F242B8" w14:paraId="0DB8DA84" w14:textId="77777777" w:rsidTr="00AF6269">
        <w:trPr>
          <w:trHeight w:val="939"/>
        </w:trPr>
        <w:tc>
          <w:tcPr>
            <w:tcW w:w="687" w:type="dxa"/>
            <w:tcBorders>
              <w:top w:val="single" w:sz="4" w:space="0" w:color="000000"/>
              <w:left w:val="single" w:sz="4" w:space="0" w:color="000000"/>
              <w:bottom w:val="single" w:sz="4" w:space="0" w:color="000000"/>
              <w:right w:val="single" w:sz="4" w:space="0" w:color="000000"/>
            </w:tcBorders>
          </w:tcPr>
          <w:p w14:paraId="12383782" w14:textId="5C338E24" w:rsidR="002B5C54" w:rsidRPr="006667DC"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11B63924" w14:textId="40E0F07E" w:rsidR="002B5C54" w:rsidRPr="00F242B8" w:rsidRDefault="002B5C54" w:rsidP="002B5C54">
            <w:pPr>
              <w:widowControl w:val="0"/>
              <w:rPr>
                <w:rFonts w:ascii="Times New Roman" w:eastAsia="Times New Roman" w:hAnsi="Times New Roman" w:cs="Times New Roman"/>
                <w:b/>
                <w:bCs/>
                <w:sz w:val="24"/>
                <w:szCs w:val="24"/>
              </w:rPr>
            </w:pPr>
            <w:r w:rsidRPr="00624BCF">
              <w:rPr>
                <w:rFonts w:ascii="Times New Roman" w:eastAsia="Times New Roman" w:hAnsi="Times New Roman" w:cs="Times New Roman"/>
                <w:b/>
                <w:color w:val="000000"/>
                <w:sz w:val="24"/>
                <w:szCs w:val="24"/>
              </w:rPr>
              <w:t>Patobulinti supažindinimo su medžiagos, IT bylos medžiaga</w:t>
            </w:r>
            <w:r>
              <w:rPr>
                <w:rFonts w:ascii="Times New Roman" w:eastAsia="Times New Roman" w:hAnsi="Times New Roman" w:cs="Times New Roman"/>
                <w:b/>
                <w:color w:val="000000"/>
                <w:sz w:val="24"/>
                <w:szCs w:val="24"/>
              </w:rPr>
              <w:t>, protokolo</w:t>
            </w:r>
            <w:r w:rsidRPr="00624BCF">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ir kitų dokumentų </w:t>
            </w:r>
            <w:r w:rsidRPr="00624BCF">
              <w:rPr>
                <w:rFonts w:ascii="Times New Roman" w:eastAsia="Times New Roman" w:hAnsi="Times New Roman" w:cs="Times New Roman"/>
                <w:b/>
                <w:color w:val="000000"/>
                <w:sz w:val="24"/>
                <w:szCs w:val="24"/>
              </w:rPr>
              <w:t>perdavimo į EPP portalą funkcionalumą</w:t>
            </w:r>
          </w:p>
        </w:tc>
        <w:tc>
          <w:tcPr>
            <w:tcW w:w="6662" w:type="dxa"/>
            <w:tcBorders>
              <w:top w:val="single" w:sz="4" w:space="0" w:color="000000"/>
              <w:left w:val="single" w:sz="4" w:space="0" w:color="000000"/>
              <w:bottom w:val="single" w:sz="4" w:space="0" w:color="000000"/>
              <w:right w:val="single" w:sz="4" w:space="0" w:color="000000"/>
            </w:tcBorders>
          </w:tcPr>
          <w:p w14:paraId="1076DD74" w14:textId="77777777" w:rsidR="002B5C54" w:rsidRPr="00810848" w:rsidRDefault="002B5C54" w:rsidP="002B5C54">
            <w:pPr>
              <w:widowControl w:val="0"/>
              <w:spacing w:after="0" w:line="240" w:lineRule="auto"/>
              <w:rPr>
                <w:rFonts w:ascii="Times New Roman" w:eastAsia="Times New Roman" w:hAnsi="Times New Roman" w:cs="Times New Roman"/>
                <w:bCs/>
                <w:color w:val="000000"/>
                <w:sz w:val="24"/>
                <w:szCs w:val="24"/>
              </w:rPr>
            </w:pPr>
            <w:r w:rsidRPr="00810848">
              <w:rPr>
                <w:rFonts w:ascii="Times New Roman" w:eastAsia="Times New Roman" w:hAnsi="Times New Roman" w:cs="Times New Roman"/>
                <w:bCs/>
                <w:color w:val="000000"/>
                <w:sz w:val="24"/>
                <w:szCs w:val="24"/>
              </w:rPr>
              <w:t>Patobulinti supažindinimo procesinių dokumentų ir dokumentų, susijusių su įspėjimais apie IT bylos duomenų neatskleidimą, pasirašymo funkcionalumą taip, kad IBPS naudotojui medžiagoje, IT byloje, TP byloje sukūrus supažindinimo su medžiaga, IT byla, TP byla (nebaigus, baigus IT, TP bylą, medžiagą) procesinį dokumentą ir jį pasirašius, būtų sudaryta galimybę sukurti EPP procesinio dokumento pasirašymo užduotį, ir dokumentą pasirašymui perduoti proceso dalyviui į elektroninių paslaugų portalą (toliau – EPP). Proceso dalyviui EPP pasirašius procesinį dokumentą, jis turi galėti peržiūrėti supažindinimui pateiktus dokumentus ir jų sąrašus.</w:t>
            </w:r>
          </w:p>
          <w:p w14:paraId="26C114AA" w14:textId="777EC9BC" w:rsidR="002B5C54" w:rsidRPr="00F242B8" w:rsidRDefault="00EF64EE" w:rsidP="002B5C54">
            <w:pPr>
              <w:widowControl w:val="0"/>
              <w:spacing w:after="0"/>
              <w:rPr>
                <w:rFonts w:ascii="Times New Roman" w:eastAsia="Times New Roman" w:hAnsi="Times New Roman" w:cs="Times New Roman"/>
                <w:strike/>
                <w:color w:val="CC0000"/>
                <w:sz w:val="24"/>
                <w:szCs w:val="24"/>
              </w:rPr>
            </w:pPr>
            <w:r w:rsidRPr="00810848">
              <w:rPr>
                <w:rFonts w:ascii="Times New Roman" w:eastAsia="Times New Roman" w:hAnsi="Times New Roman" w:cs="Times New Roman"/>
                <w:bCs/>
                <w:color w:val="000000"/>
                <w:sz w:val="24"/>
                <w:szCs w:val="24"/>
              </w:rPr>
              <w:t xml:space="preserve">IBPS naudotojui pasirašius dokumentus, </w:t>
            </w:r>
            <w:r w:rsidR="002B5C54" w:rsidRPr="00810848">
              <w:rPr>
                <w:rFonts w:ascii="Times New Roman" w:eastAsia="Times New Roman" w:hAnsi="Times New Roman" w:cs="Times New Roman"/>
                <w:bCs/>
                <w:color w:val="000000"/>
                <w:sz w:val="24"/>
                <w:szCs w:val="24"/>
              </w:rPr>
              <w:t>susijusi</w:t>
            </w:r>
            <w:r>
              <w:rPr>
                <w:rFonts w:ascii="Times New Roman" w:eastAsia="Times New Roman" w:hAnsi="Times New Roman" w:cs="Times New Roman"/>
                <w:bCs/>
                <w:color w:val="000000"/>
                <w:sz w:val="24"/>
                <w:szCs w:val="24"/>
              </w:rPr>
              <w:t>us</w:t>
            </w:r>
            <w:r w:rsidR="002B5C54" w:rsidRPr="00810848">
              <w:rPr>
                <w:rFonts w:ascii="Times New Roman" w:eastAsia="Times New Roman" w:hAnsi="Times New Roman" w:cs="Times New Roman"/>
                <w:bCs/>
                <w:color w:val="000000"/>
                <w:sz w:val="24"/>
                <w:szCs w:val="24"/>
              </w:rPr>
              <w:t xml:space="preserve"> su įspėjimais apie</w:t>
            </w:r>
            <w:r w:rsidR="001376DF">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IT</w:t>
            </w:r>
            <w:r w:rsidR="001376DF">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bylos </w:t>
            </w:r>
            <w:r w:rsidR="001376DF">
              <w:rPr>
                <w:rFonts w:ascii="Times New Roman" w:eastAsia="Times New Roman" w:hAnsi="Times New Roman" w:cs="Times New Roman"/>
                <w:bCs/>
                <w:color w:val="000000"/>
                <w:sz w:val="24"/>
                <w:szCs w:val="24"/>
              </w:rPr>
              <w:t>duomenų neatskleidimą</w:t>
            </w:r>
            <w:r>
              <w:rPr>
                <w:rFonts w:ascii="Times New Roman" w:eastAsia="Times New Roman" w:hAnsi="Times New Roman" w:cs="Times New Roman"/>
                <w:bCs/>
                <w:color w:val="000000"/>
                <w:sz w:val="24"/>
                <w:szCs w:val="24"/>
              </w:rPr>
              <w:t xml:space="preserve">, </w:t>
            </w:r>
            <w:r w:rsidR="002B5C54" w:rsidRPr="00810848">
              <w:rPr>
                <w:rFonts w:ascii="Times New Roman" w:eastAsia="Times New Roman" w:hAnsi="Times New Roman" w:cs="Times New Roman"/>
                <w:bCs/>
                <w:color w:val="000000"/>
                <w:sz w:val="24"/>
                <w:szCs w:val="24"/>
              </w:rPr>
              <w:t xml:space="preserve">turi būti sudaryta galimybė sukurti EPP procesinio dokumento pasirašymo užduotį ir dokumentą pasirašymui perduoti proceso dalyviui į EPP. </w:t>
            </w:r>
          </w:p>
        </w:tc>
      </w:tr>
      <w:tr w:rsidR="002B5C54" w:rsidRPr="00F242B8" w14:paraId="1DD3A5E1" w14:textId="77777777" w:rsidTr="002B5C54">
        <w:trPr>
          <w:trHeight w:val="940"/>
        </w:trPr>
        <w:tc>
          <w:tcPr>
            <w:tcW w:w="687" w:type="dxa"/>
            <w:tcBorders>
              <w:top w:val="single" w:sz="4" w:space="0" w:color="000000"/>
              <w:left w:val="single" w:sz="4" w:space="0" w:color="000000"/>
              <w:bottom w:val="single" w:sz="4" w:space="0" w:color="000000"/>
              <w:right w:val="single" w:sz="4" w:space="0" w:color="000000"/>
            </w:tcBorders>
          </w:tcPr>
          <w:p w14:paraId="07A3B53A" w14:textId="004D46D0" w:rsidR="002B5C54" w:rsidRPr="006667DC"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25.</w:t>
            </w:r>
          </w:p>
        </w:tc>
        <w:tc>
          <w:tcPr>
            <w:tcW w:w="2852" w:type="dxa"/>
            <w:tcBorders>
              <w:top w:val="single" w:sz="4" w:space="0" w:color="000000"/>
              <w:left w:val="single" w:sz="4" w:space="0" w:color="000000"/>
              <w:bottom w:val="single" w:sz="4" w:space="0" w:color="000000"/>
              <w:right w:val="single" w:sz="4" w:space="0" w:color="000000"/>
            </w:tcBorders>
          </w:tcPr>
          <w:p w14:paraId="2E6C192F" w14:textId="2FA24758" w:rsidR="002B5C54" w:rsidRPr="00F242B8" w:rsidRDefault="002B5C54" w:rsidP="002B5C54">
            <w:pPr>
              <w:widowControl w:val="0"/>
              <w:spacing w:after="0"/>
              <w:rPr>
                <w:rFonts w:ascii="Times New Roman" w:eastAsia="Times New Roman" w:hAnsi="Times New Roman" w:cs="Times New Roman"/>
                <w:b/>
                <w:sz w:val="24"/>
                <w:szCs w:val="24"/>
              </w:rPr>
            </w:pPr>
            <w:r w:rsidRPr="00624BCF">
              <w:rPr>
                <w:rFonts w:ascii="Times New Roman" w:eastAsia="Times New Roman" w:hAnsi="Times New Roman" w:cs="Times New Roman"/>
                <w:b/>
                <w:bCs/>
                <w:color w:val="000000"/>
                <w:sz w:val="24"/>
                <w:szCs w:val="24"/>
              </w:rPr>
              <w:t>Gauto iš EPP dokumento perdavimo kitai įstaigai tobulinimas</w:t>
            </w:r>
          </w:p>
        </w:tc>
        <w:tc>
          <w:tcPr>
            <w:tcW w:w="6662" w:type="dxa"/>
            <w:tcBorders>
              <w:top w:val="single" w:sz="4" w:space="0" w:color="000000"/>
              <w:left w:val="single" w:sz="4" w:space="0" w:color="000000"/>
              <w:bottom w:val="single" w:sz="4" w:space="0" w:color="000000"/>
              <w:right w:val="single" w:sz="4" w:space="0" w:color="000000"/>
            </w:tcBorders>
          </w:tcPr>
          <w:p w14:paraId="040EF2E0" w14:textId="7F97D422" w:rsidR="002B5C54" w:rsidRPr="00F242B8" w:rsidRDefault="002B5C54" w:rsidP="002B5C54">
            <w:pPr>
              <w:widowControl w:val="0"/>
              <w:spacing w:after="0"/>
              <w:rPr>
                <w:rFonts w:ascii="Times New Roman" w:eastAsia="Times New Roman" w:hAnsi="Times New Roman" w:cs="Times New Roman"/>
                <w:sz w:val="24"/>
                <w:szCs w:val="24"/>
              </w:rPr>
            </w:pPr>
            <w:r w:rsidRPr="00810848">
              <w:rPr>
                <w:rFonts w:ascii="Times New Roman" w:eastAsia="Times New Roman" w:hAnsi="Times New Roman" w:cs="Times New Roman"/>
                <w:bCs/>
                <w:color w:val="000000"/>
                <w:sz w:val="24"/>
                <w:szCs w:val="24"/>
              </w:rPr>
              <w:t>Sukurti funkcionalumą, kad gavus dokumentą iš EPP, IBPS pavirtinimo (atmetimo) procese jį galima būtų perduoti kitai įstaigai surašant atitinkamą organizacinę rezoliuciją.</w:t>
            </w:r>
          </w:p>
        </w:tc>
      </w:tr>
      <w:tr w:rsidR="002B5C54" w:rsidRPr="00F242B8" w14:paraId="2D8864D5" w14:textId="77777777" w:rsidTr="00AF6269">
        <w:trPr>
          <w:trHeight w:val="765"/>
        </w:trPr>
        <w:tc>
          <w:tcPr>
            <w:tcW w:w="687" w:type="dxa"/>
            <w:tcBorders>
              <w:top w:val="single" w:sz="4" w:space="0" w:color="000000"/>
              <w:left w:val="single" w:sz="4" w:space="0" w:color="000000"/>
              <w:bottom w:val="single" w:sz="4" w:space="0" w:color="000000"/>
              <w:right w:val="single" w:sz="4" w:space="0" w:color="000000"/>
            </w:tcBorders>
          </w:tcPr>
          <w:p w14:paraId="5B8F7A1C" w14:textId="7EB20A6B"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A4C680E" w14:textId="0F46A4A2" w:rsidR="002B5C54" w:rsidRPr="00F242B8" w:rsidRDefault="002B5C54" w:rsidP="002B5C54">
            <w:pPr>
              <w:widowControl w:val="0"/>
              <w:spacing w:after="0"/>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Do</w:t>
            </w:r>
            <w:r w:rsidRPr="00624BCF">
              <w:rPr>
                <w:rFonts w:ascii="Times New Roman" w:eastAsia="Times New Roman" w:hAnsi="Times New Roman" w:cs="Times New Roman"/>
                <w:b/>
                <w:color w:val="000000"/>
                <w:sz w:val="24"/>
                <w:szCs w:val="24"/>
              </w:rPr>
              <w:t>kumentų pasirašymo funkcionalum</w:t>
            </w:r>
            <w:r>
              <w:rPr>
                <w:rFonts w:ascii="Times New Roman" w:eastAsia="Times New Roman" w:hAnsi="Times New Roman" w:cs="Times New Roman"/>
                <w:b/>
                <w:color w:val="000000"/>
                <w:sz w:val="24"/>
                <w:szCs w:val="24"/>
              </w:rPr>
              <w:t>o pakeitimas</w:t>
            </w:r>
          </w:p>
        </w:tc>
        <w:tc>
          <w:tcPr>
            <w:tcW w:w="6662" w:type="dxa"/>
            <w:tcBorders>
              <w:top w:val="single" w:sz="4" w:space="0" w:color="000000"/>
              <w:left w:val="single" w:sz="4" w:space="0" w:color="000000"/>
              <w:bottom w:val="single" w:sz="4" w:space="0" w:color="000000"/>
              <w:right w:val="single" w:sz="4" w:space="0" w:color="000000"/>
            </w:tcBorders>
          </w:tcPr>
          <w:p w14:paraId="242694C6" w14:textId="78F8040B" w:rsidR="002B5C54" w:rsidRDefault="002B5C54" w:rsidP="002B5C54">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Pr="00624BCF">
              <w:rPr>
                <w:rFonts w:ascii="Times New Roman" w:eastAsia="Times New Roman" w:hAnsi="Times New Roman" w:cs="Times New Roman"/>
                <w:color w:val="000000"/>
                <w:sz w:val="24"/>
                <w:szCs w:val="24"/>
              </w:rPr>
              <w:t>IBPS naudotojui sukūrus procesinį dokumentą ir spaudžiant mygtuką „Pasirašyti“, privalomai (arba pagal pasirinkimą) turi būti parodytas pasirašomo dokumento PDF atvaizdavimas (analogiškai</w:t>
            </w:r>
            <w:r w:rsidR="000B42CB">
              <w:rPr>
                <w:rFonts w:ascii="Times New Roman" w:eastAsia="Times New Roman" w:hAnsi="Times New Roman" w:cs="Times New Roman"/>
                <w:color w:val="000000"/>
                <w:sz w:val="24"/>
                <w:szCs w:val="24"/>
              </w:rPr>
              <w:t>,</w:t>
            </w:r>
            <w:r w:rsidRPr="00624BCF">
              <w:rPr>
                <w:rFonts w:ascii="Times New Roman" w:eastAsia="Times New Roman" w:hAnsi="Times New Roman" w:cs="Times New Roman"/>
                <w:color w:val="000000"/>
                <w:sz w:val="24"/>
                <w:szCs w:val="24"/>
              </w:rPr>
              <w:t xml:space="preserve"> kaip veikia EPP dokumentų pasirašymas).</w:t>
            </w:r>
          </w:p>
          <w:p w14:paraId="5040996E" w14:textId="5834CE52" w:rsidR="002B5C54" w:rsidRPr="00F242B8" w:rsidRDefault="002B5C54" w:rsidP="002B5C54">
            <w:pPr>
              <w:widowControl w:val="0"/>
              <w:spacing w:after="0"/>
              <w:rPr>
                <w:rFonts w:ascii="Times New Roman" w:eastAsia="Times New Roman" w:hAnsi="Times New Roman" w:cs="Times New Roman"/>
                <w:sz w:val="24"/>
                <w:szCs w:val="24"/>
              </w:rPr>
            </w:pPr>
            <w:r w:rsidRPr="001E276D">
              <w:rPr>
                <w:rFonts w:ascii="Times New Roman" w:eastAsia="Times New Roman" w:hAnsi="Times New Roman" w:cs="Times New Roman"/>
                <w:sz w:val="24"/>
                <w:szCs w:val="24"/>
              </w:rPr>
              <w:t>2. Sukurti funkcionalumą</w:t>
            </w:r>
            <w:r w:rsidR="000B42CB">
              <w:rPr>
                <w:rFonts w:ascii="Times New Roman" w:eastAsia="Times New Roman" w:hAnsi="Times New Roman" w:cs="Times New Roman"/>
                <w:sz w:val="24"/>
                <w:szCs w:val="24"/>
              </w:rPr>
              <w:t>,</w:t>
            </w:r>
            <w:r w:rsidRPr="001E276D">
              <w:rPr>
                <w:rFonts w:ascii="Times New Roman" w:eastAsia="Times New Roman" w:hAnsi="Times New Roman" w:cs="Times New Roman"/>
                <w:sz w:val="24"/>
                <w:szCs w:val="24"/>
              </w:rPr>
              <w:t xml:space="preserve"> neleidžiantį pasirašyti/įspėti IBPS naudotoją, jei dokumente yra akivaizdžių teksto neatitikimo elementų (pvz.: ekraninėje formoje 50 psl., o </w:t>
            </w:r>
            <w:proofErr w:type="spellStart"/>
            <w:r w:rsidRPr="001E276D">
              <w:rPr>
                <w:rFonts w:ascii="Times New Roman" w:eastAsia="Times New Roman" w:hAnsi="Times New Roman" w:cs="Times New Roman"/>
                <w:sz w:val="24"/>
                <w:szCs w:val="24"/>
              </w:rPr>
              <w:t>PDF’e</w:t>
            </w:r>
            <w:proofErr w:type="spellEnd"/>
            <w:r w:rsidRPr="001E276D">
              <w:rPr>
                <w:rFonts w:ascii="Times New Roman" w:eastAsia="Times New Roman" w:hAnsi="Times New Roman" w:cs="Times New Roman"/>
                <w:sz w:val="24"/>
                <w:szCs w:val="24"/>
              </w:rPr>
              <w:t xml:space="preserve"> 1 psl.)</w:t>
            </w:r>
          </w:p>
        </w:tc>
      </w:tr>
      <w:tr w:rsidR="002B5C54" w:rsidRPr="00F242B8" w14:paraId="29A822DA" w14:textId="77777777" w:rsidTr="00AF6269">
        <w:trPr>
          <w:trHeight w:val="1159"/>
        </w:trPr>
        <w:tc>
          <w:tcPr>
            <w:tcW w:w="687" w:type="dxa"/>
            <w:tcBorders>
              <w:top w:val="single" w:sz="4" w:space="0" w:color="000000"/>
              <w:left w:val="single" w:sz="4" w:space="0" w:color="000000"/>
              <w:bottom w:val="single" w:sz="4" w:space="0" w:color="000000"/>
              <w:right w:val="single" w:sz="4" w:space="0" w:color="000000"/>
            </w:tcBorders>
          </w:tcPr>
          <w:p w14:paraId="6490FF97" w14:textId="0F81E36D"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2163B3D" w14:textId="04FE94C2" w:rsidR="002B5C54" w:rsidRPr="00F242B8" w:rsidRDefault="002B5C54" w:rsidP="002B5C54">
            <w:pPr>
              <w:widowControl w:val="0"/>
              <w:rPr>
                <w:rFonts w:ascii="Times New Roman" w:eastAsia="Times New Roman" w:hAnsi="Times New Roman" w:cs="Times New Roman"/>
                <w:b/>
                <w:sz w:val="24"/>
                <w:szCs w:val="24"/>
              </w:rPr>
            </w:pPr>
            <w:r w:rsidRPr="003D4B9E">
              <w:rPr>
                <w:rFonts w:ascii="Times New Roman" w:eastAsia="Times New Roman" w:hAnsi="Times New Roman" w:cs="Times New Roman"/>
                <w:b/>
                <w:sz w:val="24"/>
                <w:szCs w:val="24"/>
              </w:rPr>
              <w:t>Mokomosios/metodinės medžiagos talpinimas IBPS pirmame lange</w:t>
            </w:r>
          </w:p>
        </w:tc>
        <w:tc>
          <w:tcPr>
            <w:tcW w:w="6662" w:type="dxa"/>
            <w:tcBorders>
              <w:top w:val="single" w:sz="4" w:space="0" w:color="000000"/>
              <w:left w:val="single" w:sz="4" w:space="0" w:color="000000"/>
              <w:bottom w:val="single" w:sz="4" w:space="0" w:color="000000"/>
              <w:right w:val="single" w:sz="4" w:space="0" w:color="000000"/>
            </w:tcBorders>
          </w:tcPr>
          <w:p w14:paraId="29EB5459" w14:textId="196E4BE6" w:rsidR="002B5C54" w:rsidRPr="00F242B8"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Sukurti funkcionalumą, leidžiantį IBPS administratoriui IBPS pirmame lange atnaujinti ir įkelti mokomąją/metodinę ir kitą informaciją</w:t>
            </w:r>
            <w:r w:rsidR="000B42CB">
              <w:rPr>
                <w:rFonts w:ascii="Times New Roman" w:eastAsia="Times New Roman" w:hAnsi="Times New Roman" w:cs="Times New Roman"/>
                <w:sz w:val="24"/>
                <w:szCs w:val="24"/>
              </w:rPr>
              <w:t>,</w:t>
            </w:r>
            <w:r w:rsidRPr="003D4B9E">
              <w:rPr>
                <w:rFonts w:ascii="Times New Roman" w:eastAsia="Times New Roman" w:hAnsi="Times New Roman" w:cs="Times New Roman"/>
                <w:sz w:val="24"/>
                <w:szCs w:val="24"/>
              </w:rPr>
              <w:t xml:space="preserve"> susijusią su IBPS. IBPS naudotojui jungiantis į IBPS turi būti pateikiama susipažinimui atnaujinta informacija.</w:t>
            </w:r>
          </w:p>
        </w:tc>
      </w:tr>
      <w:tr w:rsidR="002B5C54" w:rsidRPr="00F242B8" w14:paraId="1E916D82" w14:textId="77777777" w:rsidTr="00AF6269">
        <w:trPr>
          <w:trHeight w:val="1159"/>
        </w:trPr>
        <w:tc>
          <w:tcPr>
            <w:tcW w:w="687" w:type="dxa"/>
            <w:tcBorders>
              <w:top w:val="single" w:sz="4" w:space="0" w:color="000000"/>
              <w:left w:val="single" w:sz="4" w:space="0" w:color="000000"/>
              <w:bottom w:val="single" w:sz="4" w:space="0" w:color="000000"/>
              <w:right w:val="single" w:sz="4" w:space="0" w:color="000000"/>
            </w:tcBorders>
          </w:tcPr>
          <w:p w14:paraId="324DC230" w14:textId="774C4C9D" w:rsidR="002B5C54" w:rsidRPr="00F242B8" w:rsidRDefault="002B5C54" w:rsidP="002B5C54">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lastRenderedPageBreak/>
              <w:t>28.</w:t>
            </w:r>
          </w:p>
        </w:tc>
        <w:tc>
          <w:tcPr>
            <w:tcW w:w="2852" w:type="dxa"/>
            <w:tcBorders>
              <w:top w:val="single" w:sz="4" w:space="0" w:color="000000"/>
              <w:left w:val="single" w:sz="4" w:space="0" w:color="000000"/>
              <w:bottom w:val="single" w:sz="4" w:space="0" w:color="000000"/>
              <w:right w:val="single" w:sz="4" w:space="0" w:color="000000"/>
            </w:tcBorders>
          </w:tcPr>
          <w:p w14:paraId="6C1F7FBB" w14:textId="45240BEF" w:rsidR="002B5C54" w:rsidRPr="00F242B8" w:rsidRDefault="002B5C54" w:rsidP="002B5C54">
            <w:pPr>
              <w:widowControl w:val="0"/>
              <w:spacing w:after="0"/>
              <w:rPr>
                <w:rFonts w:ascii="Times New Roman" w:eastAsia="Times New Roman" w:hAnsi="Times New Roman" w:cs="Times New Roman"/>
                <w:b/>
                <w:sz w:val="24"/>
                <w:szCs w:val="24"/>
              </w:rPr>
            </w:pPr>
            <w:r w:rsidRPr="00624BCF">
              <w:rPr>
                <w:rFonts w:ascii="Times New Roman" w:eastAsia="Times New Roman" w:hAnsi="Times New Roman" w:cs="Times New Roman"/>
                <w:b/>
                <w:bCs/>
                <w:sz w:val="24"/>
                <w:szCs w:val="24"/>
              </w:rPr>
              <w:t xml:space="preserve">Veiksmų papildymas naujais poveiksmiais </w:t>
            </w:r>
          </w:p>
        </w:tc>
        <w:tc>
          <w:tcPr>
            <w:tcW w:w="6662" w:type="dxa"/>
            <w:tcBorders>
              <w:top w:val="single" w:sz="4" w:space="0" w:color="000000"/>
              <w:left w:val="single" w:sz="4" w:space="0" w:color="000000"/>
              <w:bottom w:val="single" w:sz="4" w:space="0" w:color="000000"/>
              <w:right w:val="single" w:sz="4" w:space="0" w:color="000000"/>
            </w:tcBorders>
          </w:tcPr>
          <w:p w14:paraId="12EAB50E" w14:textId="77777777" w:rsidR="002B5C54" w:rsidRPr="00810848" w:rsidRDefault="002B5C54" w:rsidP="002B5C54">
            <w:pPr>
              <w:widowControl w:val="0"/>
              <w:spacing w:after="0"/>
              <w:rPr>
                <w:rFonts w:ascii="Times New Roman" w:eastAsia="Times New Roman" w:hAnsi="Times New Roman" w:cs="Times New Roman"/>
                <w:sz w:val="24"/>
                <w:szCs w:val="24"/>
              </w:rPr>
            </w:pPr>
            <w:r w:rsidRPr="00810848">
              <w:rPr>
                <w:rFonts w:ascii="Times New Roman" w:eastAsia="Times New Roman" w:hAnsi="Times New Roman" w:cs="Times New Roman"/>
                <w:sz w:val="24"/>
                <w:szCs w:val="24"/>
              </w:rPr>
              <w:t>1. Veiksmą „Objektų tyrimas“ papildyti šiais poveiksmiais:</w:t>
            </w:r>
          </w:p>
          <w:p w14:paraId="51309CC5" w14:textId="77777777" w:rsidR="002B5C54" w:rsidRPr="00810848" w:rsidRDefault="002B5C54" w:rsidP="002B5C54">
            <w:pPr>
              <w:widowControl w:val="0"/>
              <w:spacing w:after="0"/>
              <w:rPr>
                <w:rFonts w:ascii="Times New Roman" w:eastAsia="Times New Roman" w:hAnsi="Times New Roman" w:cs="Times New Roman"/>
                <w:sz w:val="24"/>
                <w:szCs w:val="24"/>
              </w:rPr>
            </w:pPr>
            <w:r w:rsidRPr="00810848">
              <w:rPr>
                <w:rFonts w:ascii="Times New Roman" w:eastAsia="Times New Roman" w:hAnsi="Times New Roman" w:cs="Times New Roman"/>
                <w:sz w:val="24"/>
                <w:szCs w:val="24"/>
              </w:rPr>
              <w:t>- Nutarimas sunaikinti informaciją;</w:t>
            </w:r>
          </w:p>
          <w:p w14:paraId="50FB24BB" w14:textId="77777777" w:rsidR="002B5C54" w:rsidRPr="00810848" w:rsidRDefault="002B5C54" w:rsidP="002B5C54">
            <w:pPr>
              <w:widowControl w:val="0"/>
              <w:spacing w:after="0"/>
              <w:rPr>
                <w:rFonts w:ascii="Times New Roman" w:eastAsia="Times New Roman" w:hAnsi="Times New Roman" w:cs="Times New Roman"/>
                <w:sz w:val="24"/>
                <w:szCs w:val="24"/>
              </w:rPr>
            </w:pPr>
            <w:r w:rsidRPr="00810848">
              <w:rPr>
                <w:rFonts w:ascii="Times New Roman" w:eastAsia="Times New Roman" w:hAnsi="Times New Roman" w:cs="Times New Roman"/>
                <w:sz w:val="24"/>
                <w:szCs w:val="24"/>
              </w:rPr>
              <w:t>- Informacijos sunaikinimo aktas.</w:t>
            </w:r>
          </w:p>
          <w:p w14:paraId="729800B5" w14:textId="4DBCFABE" w:rsidR="002B5C54" w:rsidRPr="00F242B8" w:rsidRDefault="002B5C54" w:rsidP="002B5C54">
            <w:pPr>
              <w:widowControl w:val="0"/>
              <w:spacing w:after="0"/>
              <w:rPr>
                <w:rFonts w:ascii="Times New Roman" w:eastAsia="Times New Roman" w:hAnsi="Times New Roman" w:cs="Times New Roman"/>
                <w:sz w:val="24"/>
                <w:szCs w:val="24"/>
              </w:rPr>
            </w:pPr>
            <w:r w:rsidRPr="00810848">
              <w:rPr>
                <w:rFonts w:ascii="Times New Roman" w:eastAsia="Times New Roman" w:hAnsi="Times New Roman" w:cs="Times New Roman"/>
                <w:sz w:val="24"/>
                <w:szCs w:val="24"/>
              </w:rPr>
              <w:t xml:space="preserve">Šių poveiksmių funkcionalumas turi turėti visas, procesinės prievartos priemonių poveiksmių „Nutarimas sunaikinti informaciją“, „Informacijos sunaikinimo aktas“, funkcijas. </w:t>
            </w:r>
          </w:p>
        </w:tc>
      </w:tr>
      <w:tr w:rsidR="002B5C54" w:rsidRPr="00F242B8" w14:paraId="258D1FF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C22E466" w14:textId="65EC1892" w:rsidR="002B5C54" w:rsidRPr="00B04537"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71A10487" w14:textId="2D77992B"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sidRPr="002A08AA">
              <w:rPr>
                <w:rFonts w:ascii="Times New Roman" w:eastAsia="Times New Roman" w:hAnsi="Times New Roman" w:cs="Times New Roman"/>
                <w:b/>
                <w:sz w:val="24"/>
                <w:szCs w:val="24"/>
              </w:rPr>
              <w:t>Bylos, medžiagos tyrimo eigos dokumentų funkcionalumo pakeitimas bei IBPS veiksmų, poveiksmių pavadinimų pakeitimas</w:t>
            </w:r>
          </w:p>
        </w:tc>
        <w:tc>
          <w:tcPr>
            <w:tcW w:w="6662" w:type="dxa"/>
            <w:tcBorders>
              <w:top w:val="single" w:sz="4" w:space="0" w:color="000000"/>
              <w:left w:val="single" w:sz="4" w:space="0" w:color="000000"/>
              <w:bottom w:val="single" w:sz="4" w:space="0" w:color="000000"/>
              <w:right w:val="single" w:sz="4" w:space="0" w:color="000000"/>
            </w:tcBorders>
          </w:tcPr>
          <w:p w14:paraId="603BD153" w14:textId="77777777" w:rsidR="002B5C54" w:rsidRPr="002A08AA" w:rsidRDefault="002B5C54" w:rsidP="002B5C54">
            <w:pPr>
              <w:widowControl w:val="0"/>
              <w:spacing w:after="0"/>
              <w:rPr>
                <w:rFonts w:ascii="Times New Roman" w:eastAsia="Times New Roman" w:hAnsi="Times New Roman" w:cs="Times New Roman"/>
                <w:sz w:val="24"/>
                <w:szCs w:val="24"/>
              </w:rPr>
            </w:pPr>
            <w:r w:rsidRPr="002A08AA">
              <w:rPr>
                <w:rFonts w:ascii="Times New Roman" w:eastAsia="Times New Roman" w:hAnsi="Times New Roman" w:cs="Times New Roman"/>
                <w:sz w:val="24"/>
                <w:szCs w:val="24"/>
              </w:rPr>
              <w:t>1. Sukurti funkcionalumą, sudarantį galimybę IBPS naudotojai veiksmuose esančius poveiksmius perkelti į kitą veiksmą kaip poveiksmį.</w:t>
            </w:r>
          </w:p>
          <w:p w14:paraId="71DA3AA9" w14:textId="7F04E72D" w:rsidR="002B5C54" w:rsidRPr="002A08AA" w:rsidRDefault="002B5C54" w:rsidP="002B5C54">
            <w:pPr>
              <w:widowControl w:val="0"/>
              <w:spacing w:after="0"/>
              <w:rPr>
                <w:rFonts w:ascii="Times New Roman" w:eastAsia="Times New Roman" w:hAnsi="Times New Roman" w:cs="Times New Roman"/>
                <w:sz w:val="24"/>
                <w:szCs w:val="24"/>
              </w:rPr>
            </w:pPr>
            <w:r w:rsidRPr="002A08AA">
              <w:rPr>
                <w:rFonts w:ascii="Times New Roman" w:eastAsia="Times New Roman" w:hAnsi="Times New Roman" w:cs="Times New Roman"/>
                <w:sz w:val="24"/>
                <w:szCs w:val="24"/>
              </w:rPr>
              <w:t>2. Sukurti funkcionalumą, sudarantį galimybę IBPS naudotojui tyrimo eigoje esančius veiksmus ir jų poveiksmius, grupuoti ne pagal datą, tai yra</w:t>
            </w:r>
            <w:r w:rsidR="000B42CB">
              <w:rPr>
                <w:rFonts w:ascii="Times New Roman" w:eastAsia="Times New Roman" w:hAnsi="Times New Roman" w:cs="Times New Roman"/>
                <w:sz w:val="24"/>
                <w:szCs w:val="24"/>
              </w:rPr>
              <w:t>,</w:t>
            </w:r>
            <w:r w:rsidRPr="002A08AA">
              <w:rPr>
                <w:rFonts w:ascii="Times New Roman" w:eastAsia="Times New Roman" w:hAnsi="Times New Roman" w:cs="Times New Roman"/>
                <w:sz w:val="24"/>
                <w:szCs w:val="24"/>
              </w:rPr>
              <w:t xml:space="preserve"> keisti  eiliškumą neatsižvelgiant į dokumento ar veiksmo datą. Šis nurodytas dokumento, veiksmo eiliškumas turi būti atvaizduojamas bylos apyraše, išskiriamų dokumentų apyraše ir kituose poveiksmiuose, kuriuose atvaizduojami veiksmų, poveiksmių sąrašai.</w:t>
            </w:r>
          </w:p>
          <w:p w14:paraId="5C09599B" w14:textId="77777777" w:rsidR="002B5C54" w:rsidRPr="002A08AA" w:rsidRDefault="002B5C54" w:rsidP="002B5C54">
            <w:pPr>
              <w:widowControl w:val="0"/>
              <w:spacing w:after="0"/>
              <w:rPr>
                <w:rFonts w:ascii="Times New Roman" w:eastAsia="Times New Roman" w:hAnsi="Times New Roman" w:cs="Times New Roman"/>
                <w:sz w:val="24"/>
                <w:szCs w:val="24"/>
              </w:rPr>
            </w:pPr>
            <w:r w:rsidRPr="002A08AA">
              <w:rPr>
                <w:rFonts w:ascii="Times New Roman" w:eastAsia="Times New Roman" w:hAnsi="Times New Roman" w:cs="Times New Roman"/>
                <w:sz w:val="24"/>
                <w:szCs w:val="24"/>
              </w:rPr>
              <w:t>3. Sukurti funkcionalumą, sudarantį galimybę IBPS naudotojui tyrimo eigoje esančius dokumentus ir jų priedus parsisiųsti.</w:t>
            </w:r>
          </w:p>
          <w:p w14:paraId="6DBF8505" w14:textId="77777777" w:rsidR="002B5C54" w:rsidRPr="002A08AA" w:rsidRDefault="002B5C54" w:rsidP="002B5C54">
            <w:pPr>
              <w:widowControl w:val="0"/>
              <w:spacing w:after="0"/>
              <w:rPr>
                <w:rFonts w:ascii="Times New Roman" w:eastAsia="Times New Roman" w:hAnsi="Times New Roman" w:cs="Times New Roman"/>
                <w:sz w:val="24"/>
                <w:szCs w:val="24"/>
              </w:rPr>
            </w:pPr>
            <w:r w:rsidRPr="002A08AA">
              <w:rPr>
                <w:rFonts w:ascii="Times New Roman" w:eastAsia="Times New Roman" w:hAnsi="Times New Roman" w:cs="Times New Roman"/>
                <w:sz w:val="24"/>
                <w:szCs w:val="24"/>
              </w:rPr>
              <w:t>4. Sukurti funkcionalumą, sudarantį galimybę IBPS naudotojui tyrimo eigoje esančius dokumentus (veiksmus ir atskirai poveiksmius) numeruoti, bei naudojant numeracijos funkcionalumą, keisti dokumentų eiliškumą.</w:t>
            </w:r>
          </w:p>
          <w:p w14:paraId="675EF85E" w14:textId="77777777" w:rsidR="002B5C54" w:rsidRPr="002A08AA" w:rsidRDefault="002B5C54" w:rsidP="002B5C54">
            <w:pPr>
              <w:widowControl w:val="0"/>
              <w:spacing w:after="0"/>
              <w:rPr>
                <w:rFonts w:ascii="Times New Roman" w:eastAsia="Times New Roman" w:hAnsi="Times New Roman" w:cs="Times New Roman"/>
                <w:sz w:val="24"/>
                <w:szCs w:val="24"/>
              </w:rPr>
            </w:pPr>
            <w:r w:rsidRPr="002A08AA">
              <w:rPr>
                <w:rFonts w:ascii="Times New Roman" w:eastAsia="Times New Roman" w:hAnsi="Times New Roman" w:cs="Times New Roman"/>
                <w:sz w:val="24"/>
                <w:szCs w:val="24"/>
              </w:rPr>
              <w:t>5. Sukurti funkcionalumą, leidžiantį sugrupuoti tyrimo eigoje dokumentus pagal IBPS naudotojo poreikį, sudarant galimybę prokurorui ir tyrėjui vienodai sudėlioti dokumentus, išliekant galimybei kiekvienam matyti ir savo sudėliotus dokumentus.</w:t>
            </w:r>
          </w:p>
          <w:p w14:paraId="7767BFC6" w14:textId="416B0930"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sidRPr="002A08AA">
              <w:rPr>
                <w:rFonts w:ascii="Times New Roman" w:eastAsia="Times New Roman" w:hAnsi="Times New Roman" w:cs="Times New Roman"/>
                <w:sz w:val="24"/>
                <w:szCs w:val="24"/>
              </w:rPr>
              <w:t>6. Pakeisti galutinių sprendimų (veiksmų, poveiksmių) ir baudžiamojo proceso dalyvių procesinių padėčių pavadinimus į pilnus žodžius, kuriuose naudojami žodžių trumpiniai.</w:t>
            </w:r>
          </w:p>
        </w:tc>
      </w:tr>
      <w:tr w:rsidR="002B5C54" w:rsidRPr="00F242B8" w14:paraId="0FF5BED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21003B9" w14:textId="424C4483" w:rsidR="002B5C54" w:rsidRPr="00B04537"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B6BA481" w14:textId="02ED39C6"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sidRPr="00624BCF">
              <w:rPr>
                <w:rFonts w:ascii="Times New Roman" w:eastAsia="Times New Roman" w:hAnsi="Times New Roman" w:cs="Times New Roman"/>
                <w:b/>
                <w:sz w:val="24"/>
                <w:szCs w:val="24"/>
              </w:rPr>
              <w:t>IT bylų archyvavimo funkcionalumo papildymas</w:t>
            </w:r>
          </w:p>
        </w:tc>
        <w:tc>
          <w:tcPr>
            <w:tcW w:w="6662" w:type="dxa"/>
            <w:tcBorders>
              <w:top w:val="single" w:sz="4" w:space="0" w:color="000000"/>
              <w:left w:val="single" w:sz="4" w:space="0" w:color="000000"/>
              <w:bottom w:val="single" w:sz="4" w:space="0" w:color="000000"/>
              <w:right w:val="single" w:sz="4" w:space="0" w:color="000000"/>
            </w:tcBorders>
          </w:tcPr>
          <w:p w14:paraId="61CE0EC9" w14:textId="77777777" w:rsidR="002B5C54" w:rsidRPr="00624BCF" w:rsidRDefault="002B5C54" w:rsidP="002B5C54">
            <w:pPr>
              <w:widowControl w:val="0"/>
              <w:spacing w:after="0"/>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1.Sukurti funkcionalumą, sudarantį galimybę IBPS archyvo darbuotojui gavus archyvavimui IT bylą, IBPS pildyti NVŽR statistinę formą (60) ir duomenis iš IBPS perduoti į NVŽR.</w:t>
            </w:r>
          </w:p>
          <w:p w14:paraId="391A1528" w14:textId="06375979" w:rsidR="002B5C54" w:rsidRPr="00624BCF" w:rsidRDefault="002B5C54" w:rsidP="002B5C54">
            <w:pPr>
              <w:widowControl w:val="0"/>
              <w:spacing w:after="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2. Pakeisti IBPS archyvo darbuotojo funkcionalumą taip, kad archyvo darbuotojai matyt</w:t>
            </w:r>
            <w:r w:rsidR="00E650AD">
              <w:rPr>
                <w:rFonts w:ascii="Times New Roman" w:eastAsia="Times New Roman" w:hAnsi="Times New Roman" w:cs="Times New Roman"/>
                <w:sz w:val="24"/>
                <w:szCs w:val="24"/>
              </w:rPr>
              <w:t>ų</w:t>
            </w:r>
            <w:r w:rsidRPr="00624BCF">
              <w:rPr>
                <w:rFonts w:ascii="Times New Roman" w:eastAsia="Times New Roman" w:hAnsi="Times New Roman" w:cs="Times New Roman"/>
                <w:sz w:val="24"/>
                <w:szCs w:val="24"/>
              </w:rPr>
              <w:t xml:space="preserve"> tik savo teritorines policijos apskrities IT bylas, kurios perduotos archyvavimui.</w:t>
            </w:r>
          </w:p>
          <w:p w14:paraId="38AA6BBC" w14:textId="77777777" w:rsidR="002B5C54" w:rsidRPr="00624BCF" w:rsidRDefault="002B5C54" w:rsidP="002B5C54">
            <w:pPr>
              <w:widowControl w:val="0"/>
              <w:spacing w:after="0"/>
              <w:rPr>
                <w:rFonts w:ascii="Times New Roman" w:eastAsia="Times New Roman" w:hAnsi="Times New Roman" w:cs="Times New Roman"/>
                <w:color w:val="000000"/>
                <w:sz w:val="24"/>
                <w:szCs w:val="24"/>
              </w:rPr>
            </w:pPr>
            <w:r w:rsidRPr="00624BCF">
              <w:rPr>
                <w:rFonts w:ascii="Times New Roman" w:eastAsia="Times New Roman" w:hAnsi="Times New Roman" w:cs="Times New Roman"/>
                <w:color w:val="000000"/>
                <w:sz w:val="24"/>
                <w:szCs w:val="24"/>
              </w:rPr>
              <w:t>3. Pakeisti saugojimo termino suvedimo laukus, leidžiant nurodyti konkrečius skaičius (metais ir/ar mėnesiais, ir/ar dienomis).</w:t>
            </w:r>
          </w:p>
          <w:p w14:paraId="7CF3DAB8" w14:textId="77777777" w:rsidR="002B5C54" w:rsidRPr="00624BCF" w:rsidRDefault="002B5C54" w:rsidP="002B5C54">
            <w:pPr>
              <w:widowControl w:val="0"/>
              <w:spacing w:after="0"/>
              <w:rPr>
                <w:rFonts w:ascii="Times New Roman" w:eastAsia="Times New Roman" w:hAnsi="Times New Roman" w:cs="Times New Roman"/>
                <w:color w:val="FF0000"/>
                <w:sz w:val="24"/>
                <w:szCs w:val="24"/>
              </w:rPr>
            </w:pPr>
            <w:r w:rsidRPr="00624BCF">
              <w:rPr>
                <w:rFonts w:ascii="Times New Roman" w:eastAsia="Times New Roman" w:hAnsi="Times New Roman" w:cs="Times New Roman"/>
                <w:color w:val="000000"/>
                <w:sz w:val="24"/>
                <w:szCs w:val="24"/>
              </w:rPr>
              <w:t>4. Sukurti funkcionalumą, sudarantį galimybę archyvo darbuotojui suformuoti  savo (kaip archyvaro) ar įstaigos suarchyvuotų bylų sąrašą ir atlikti jų paiešką.</w:t>
            </w:r>
          </w:p>
          <w:p w14:paraId="321AB35D" w14:textId="77777777" w:rsidR="002B5C54" w:rsidRDefault="002B5C54" w:rsidP="002B5C54">
            <w:pPr>
              <w:widowControl w:val="0"/>
              <w:spacing w:after="0"/>
              <w:rPr>
                <w:rFonts w:ascii="Times New Roman" w:eastAsia="Times New Roman" w:hAnsi="Times New Roman" w:cs="Times New Roman"/>
                <w:sz w:val="24"/>
                <w:szCs w:val="24"/>
              </w:rPr>
            </w:pPr>
            <w:bookmarkStart w:id="5" w:name="_heading=h.gjdgxs"/>
            <w:bookmarkEnd w:id="5"/>
            <w:r w:rsidRPr="00624BCF">
              <w:rPr>
                <w:rFonts w:ascii="Times New Roman" w:eastAsia="Times New Roman" w:hAnsi="Times New Roman" w:cs="Times New Roman"/>
                <w:sz w:val="24"/>
                <w:szCs w:val="24"/>
              </w:rPr>
              <w:t>5. Sukurti funkcionalumą, kad nutrauktą IT bylą perduoti į archyvą būtų galima tik praėjus tam tikram nustatytam laikotarpiui.</w:t>
            </w:r>
          </w:p>
          <w:p w14:paraId="455FCDA1" w14:textId="77777777" w:rsidR="002B5C54"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 Sukurti funkcionalumą, sudarantį galimybę archyvo darbuotojui IBPS atlikti medžiagų, kuriose priimtas</w:t>
            </w:r>
            <w:r w:rsidRPr="00624B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atsisakymas pradėti IT, paiešką pagal sa</w:t>
            </w:r>
            <w:r w:rsidRPr="00624BCF">
              <w:rPr>
                <w:rFonts w:ascii="Times New Roman" w:eastAsia="Times New Roman" w:hAnsi="Times New Roman" w:cs="Times New Roman"/>
                <w:sz w:val="24"/>
                <w:szCs w:val="24"/>
              </w:rPr>
              <w:t>vo teritorines policijos apskriti</w:t>
            </w:r>
            <w:r>
              <w:rPr>
                <w:rFonts w:ascii="Times New Roman" w:eastAsia="Times New Roman" w:hAnsi="Times New Roman" w:cs="Times New Roman"/>
                <w:sz w:val="24"/>
                <w:szCs w:val="24"/>
              </w:rPr>
              <w:t>es įstaigas, padalinius, pareigūnus, BK ir ar BPK straipsnius su galimybę šiuos sąrašus išsaugoti, filtruoti, parsisiųsti.</w:t>
            </w:r>
          </w:p>
          <w:p w14:paraId="5B92A99A" w14:textId="076060F9" w:rsidR="002B5C54" w:rsidRPr="00F242B8" w:rsidRDefault="002B5C54" w:rsidP="002B5C54">
            <w:pPr>
              <w:pStyle w:val="prastasiniatinklio"/>
              <w:rPr>
                <w:rFonts w:eastAsia="Times New Roman"/>
                <w:color w:val="000000"/>
              </w:rPr>
            </w:pPr>
            <w:r>
              <w:rPr>
                <w:rFonts w:eastAsia="Times New Roman"/>
                <w:szCs w:val="24"/>
              </w:rPr>
              <w:t>7. Sukurti funkcionalumą, sudarantį galimybę archyvo darbuotojui IBPS daryti atžymas (įrašus) medžiagose, kuriose priimtas</w:t>
            </w:r>
            <w:r w:rsidRPr="00624BCF">
              <w:rPr>
                <w:rFonts w:eastAsia="Times New Roman"/>
                <w:szCs w:val="24"/>
              </w:rPr>
              <w:t xml:space="preserve"> </w:t>
            </w:r>
            <w:r>
              <w:rPr>
                <w:rFonts w:eastAsia="Times New Roman"/>
                <w:szCs w:val="24"/>
              </w:rPr>
              <w:lastRenderedPageBreak/>
              <w:t>atsisakymas pradėti IT, apie popierinės medžiagos sunaikinimą (nurodant sunaikinimo akto duomenis).</w:t>
            </w:r>
          </w:p>
        </w:tc>
      </w:tr>
      <w:tr w:rsidR="002B5C54" w:rsidRPr="00F242B8" w14:paraId="74A2615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1A6B530" w14:textId="1774EEE0" w:rsidR="002B5C54" w:rsidRPr="00B04537"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7BFCC69C" w14:textId="77777777" w:rsidR="002B5C54" w:rsidRDefault="002B5C54" w:rsidP="002B5C54">
            <w:pPr>
              <w:widowControl w:val="0"/>
              <w:spacing w:after="0"/>
              <w:rPr>
                <w:rFonts w:ascii="Times New Roman" w:eastAsiaTheme="minorHAnsi" w:hAnsi="Times New Roman" w:cs="Times New Roman"/>
                <w:b/>
                <w:bCs/>
                <w:sz w:val="24"/>
                <w:szCs w:val="24"/>
                <w14:ligatures w14:val="standardContextual"/>
              </w:rPr>
            </w:pPr>
            <w:r w:rsidRPr="00C6014E">
              <w:rPr>
                <w:rFonts w:ascii="Times New Roman" w:eastAsiaTheme="minorHAnsi" w:hAnsi="Times New Roman" w:cs="Times New Roman"/>
                <w:b/>
                <w:bCs/>
                <w:sz w:val="24"/>
                <w:szCs w:val="24"/>
                <w14:ligatures w14:val="standardContextual"/>
              </w:rPr>
              <w:t>Patikslinti/papildyti teismo nutarčių pasirašymo funkcionalumą</w:t>
            </w:r>
          </w:p>
          <w:p w14:paraId="5381DB09" w14:textId="4CF576A3"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2B6D814" w14:textId="7A259DDC"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C6014E">
              <w:rPr>
                <w:rFonts w:ascii="Times New Roman" w:eastAsiaTheme="minorHAnsi" w:hAnsi="Times New Roman" w:cs="Times New Roman"/>
                <w:sz w:val="24"/>
                <w:szCs w:val="24"/>
                <w14:ligatures w14:val="standardContextual"/>
              </w:rPr>
              <w:t xml:space="preserve">Patikslinti/papildyti teismo nutarčių pasirašymo funkcionalumą, leidžiant teisėjui ar teismo kolegijai, rašant nutartį, redaguoti teisėjo pareigas. Prie kiekvienos nutarties turi būti įdėti tekstiniai laukai, kuriuose būtų teisėjo pareigos ir vardas bei pavardė. Į tuos laukus teisėjo pareigos ir vardas bei pavardė turi </w:t>
            </w:r>
            <w:r w:rsidR="007B4558">
              <w:rPr>
                <w:rFonts w:ascii="Times New Roman" w:eastAsiaTheme="minorHAnsi" w:hAnsi="Times New Roman" w:cs="Times New Roman"/>
                <w:sz w:val="24"/>
                <w:szCs w:val="24"/>
                <w14:ligatures w14:val="standardContextual"/>
              </w:rPr>
              <w:t xml:space="preserve">persikelti </w:t>
            </w:r>
            <w:r w:rsidR="007B4558" w:rsidRPr="00C6014E">
              <w:rPr>
                <w:rFonts w:ascii="Times New Roman" w:eastAsiaTheme="minorHAnsi" w:hAnsi="Times New Roman" w:cs="Times New Roman"/>
                <w:sz w:val="24"/>
                <w:szCs w:val="24"/>
                <w14:ligatures w14:val="standardContextual"/>
              </w:rPr>
              <w:t xml:space="preserve"> </w:t>
            </w:r>
            <w:r w:rsidRPr="00C6014E">
              <w:rPr>
                <w:rFonts w:ascii="Times New Roman" w:eastAsiaTheme="minorHAnsi" w:hAnsi="Times New Roman" w:cs="Times New Roman"/>
                <w:sz w:val="24"/>
                <w:szCs w:val="24"/>
                <w14:ligatures w14:val="standardContextual"/>
              </w:rPr>
              <w:t xml:space="preserve">iš paskirto nagrinėti dokumentą teisėjo naudotojo paskyros. Vardo ir pavardės laukai neredaguotini (užrakinti), o pareigų laukas - redaguojamas. Jei nutartį turi pasirašyti teismo kolegija, tai kiekvienam teisėjui turi būti po pareigų ir vardo/pavardės lauką. Turi būti galimybė keisti kolegijos eiliškumą (pagal nutylėjimą, eiliškumas yra abėcėlės tvarka pagal teisėjo pavardę). </w:t>
            </w:r>
            <w:proofErr w:type="spellStart"/>
            <w:r w:rsidRPr="00C6014E">
              <w:rPr>
                <w:rFonts w:ascii="Times New Roman" w:eastAsiaTheme="minorHAnsi" w:hAnsi="Times New Roman" w:cs="Times New Roman"/>
                <w:sz w:val="24"/>
                <w:szCs w:val="24"/>
                <w14:ligatures w14:val="standardContextual"/>
              </w:rPr>
              <w:t>PDF'e</w:t>
            </w:r>
            <w:proofErr w:type="spellEnd"/>
            <w:r w:rsidRPr="00C6014E">
              <w:rPr>
                <w:rFonts w:ascii="Times New Roman" w:eastAsiaTheme="minorHAnsi" w:hAnsi="Times New Roman" w:cs="Times New Roman"/>
                <w:sz w:val="24"/>
                <w:szCs w:val="24"/>
                <w14:ligatures w14:val="standardContextual"/>
              </w:rPr>
              <w:t xml:space="preserve"> teisėjų pareigos ir vardai bei pavardės  atvaizduojami taip</w:t>
            </w:r>
            <w:r w:rsidR="007B4558">
              <w:rPr>
                <w:rFonts w:ascii="Times New Roman" w:eastAsiaTheme="minorHAnsi" w:hAnsi="Times New Roman" w:cs="Times New Roman"/>
                <w:sz w:val="24"/>
                <w:szCs w:val="24"/>
                <w14:ligatures w14:val="standardContextual"/>
              </w:rPr>
              <w:t>,</w:t>
            </w:r>
            <w:r w:rsidRPr="00C6014E">
              <w:rPr>
                <w:rFonts w:ascii="Times New Roman" w:eastAsiaTheme="minorHAnsi" w:hAnsi="Times New Roman" w:cs="Times New Roman"/>
                <w:sz w:val="24"/>
                <w:szCs w:val="24"/>
                <w14:ligatures w14:val="standardContextual"/>
              </w:rPr>
              <w:t xml:space="preserve"> kaip yra ekraninėje formoje. Pasirašymo metu įdėti tikrinimą/įspėjimą ar pasirašo tas teisėjas, kuris nurodytas tekstiniame lauke.</w:t>
            </w:r>
          </w:p>
        </w:tc>
      </w:tr>
      <w:tr w:rsidR="002B5C54" w:rsidRPr="00F242B8" w14:paraId="6C86E533"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47DB34F" w14:textId="110B24F3" w:rsidR="002B5C54" w:rsidRPr="00B04537"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55489AF" w14:textId="7395418F"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Policijos ataskaitos papildymas naujais duomenims</w:t>
            </w:r>
          </w:p>
        </w:tc>
        <w:tc>
          <w:tcPr>
            <w:tcW w:w="6662" w:type="dxa"/>
            <w:tcBorders>
              <w:top w:val="single" w:sz="4" w:space="0" w:color="000000"/>
              <w:left w:val="single" w:sz="4" w:space="0" w:color="000000"/>
              <w:bottom w:val="single" w:sz="4" w:space="0" w:color="000000"/>
              <w:right w:val="single" w:sz="4" w:space="0" w:color="000000"/>
            </w:tcBorders>
          </w:tcPr>
          <w:p w14:paraId="40010F7F" w14:textId="77777777" w:rsidR="002B5C54" w:rsidRDefault="002B5C54" w:rsidP="002B5C5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Papildyti policijos ataskaitą naujais duomenimis:</w:t>
            </w:r>
          </w:p>
          <w:p w14:paraId="03BC616B" w14:textId="1025EC26" w:rsidR="002B5C54" w:rsidRDefault="002B5C54" w:rsidP="002B5C5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Sudaryti galimybę policijos ataskaitą generuoti pagal IT stadijas (su galimyb</w:t>
            </w:r>
            <w:r w:rsidR="007B4558">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rinktis atskiras IT stadijas).</w:t>
            </w:r>
          </w:p>
          <w:p w14:paraId="6CF1F706" w14:textId="77777777" w:rsidR="002B5C54" w:rsidRDefault="002B5C54" w:rsidP="002B5C54">
            <w:pPr>
              <w:widowControl w:val="0"/>
              <w:spacing w:after="0" w:line="240" w:lineRule="auto"/>
              <w:rPr>
                <w:rFonts w:ascii="Times New Roman" w:hAnsi="Times New Roman" w:cs="Times New Roman"/>
                <w:sz w:val="24"/>
                <w:szCs w:val="24"/>
              </w:rPr>
            </w:pPr>
            <w:r w:rsidRPr="00F117F7">
              <w:rPr>
                <w:rFonts w:ascii="Times New Roman" w:eastAsia="Times New Roman" w:hAnsi="Times New Roman" w:cs="Times New Roman"/>
                <w:sz w:val="24"/>
                <w:szCs w:val="24"/>
              </w:rPr>
              <w:t>2.</w:t>
            </w:r>
            <w:r w:rsidRPr="00F117F7">
              <w:rPr>
                <w:rFonts w:ascii="Times New Roman" w:hAnsi="Times New Roman" w:cs="Times New Roman"/>
                <w:sz w:val="24"/>
                <w:szCs w:val="24"/>
              </w:rPr>
              <w:t xml:space="preserve"> Ataskaitos </w:t>
            </w:r>
            <w:r>
              <w:rPr>
                <w:rFonts w:ascii="Times New Roman" w:hAnsi="Times New Roman" w:cs="Times New Roman"/>
                <w:sz w:val="24"/>
                <w:szCs w:val="24"/>
              </w:rPr>
              <w:t>„</w:t>
            </w:r>
            <w:r w:rsidRPr="00F117F7">
              <w:rPr>
                <w:rFonts w:ascii="Times New Roman" w:hAnsi="Times New Roman" w:cs="Times New Roman"/>
                <w:sz w:val="24"/>
                <w:szCs w:val="24"/>
              </w:rPr>
              <w:t>AD</w:t>
            </w:r>
            <w:r>
              <w:rPr>
                <w:rFonts w:ascii="Times New Roman" w:hAnsi="Times New Roman" w:cs="Times New Roman"/>
                <w:sz w:val="24"/>
                <w:szCs w:val="24"/>
              </w:rPr>
              <w:t>“</w:t>
            </w:r>
            <w:r w:rsidRPr="00F117F7">
              <w:rPr>
                <w:rFonts w:ascii="Times New Roman" w:hAnsi="Times New Roman" w:cs="Times New Roman"/>
                <w:sz w:val="24"/>
                <w:szCs w:val="24"/>
              </w:rPr>
              <w:t xml:space="preserve"> stulpel</w:t>
            </w:r>
            <w:r>
              <w:rPr>
                <w:rFonts w:ascii="Times New Roman" w:hAnsi="Times New Roman" w:cs="Times New Roman"/>
                <w:sz w:val="24"/>
                <w:szCs w:val="24"/>
              </w:rPr>
              <w:t xml:space="preserve">į </w:t>
            </w:r>
            <w:r w:rsidRPr="00AB73A0">
              <w:rPr>
                <w:rFonts w:ascii="Times New Roman" w:hAnsi="Times New Roman" w:cs="Times New Roman"/>
                <w:sz w:val="24"/>
                <w:szCs w:val="24"/>
              </w:rPr>
              <w:t xml:space="preserve">„Tarnybinis pranešimas dėl asmens galimai padariusio nusikalstamą veiką, nustatymo“ </w:t>
            </w:r>
            <w:r>
              <w:rPr>
                <w:rFonts w:ascii="Times New Roman" w:hAnsi="Times New Roman" w:cs="Times New Roman"/>
                <w:sz w:val="24"/>
                <w:szCs w:val="24"/>
              </w:rPr>
              <w:t>papildyti naujais duomenimis:</w:t>
            </w:r>
            <w:r w:rsidRPr="00F117F7">
              <w:rPr>
                <w:rFonts w:ascii="Times New Roman" w:hAnsi="Times New Roman" w:cs="Times New Roman"/>
                <w:sz w:val="24"/>
                <w:szCs w:val="24"/>
              </w:rPr>
              <w:t xml:space="preserve"> policijos įstaiga, pareigūno padalinys, vardas ir pavardė</w:t>
            </w:r>
            <w:r>
              <w:rPr>
                <w:rFonts w:ascii="Times New Roman" w:hAnsi="Times New Roman" w:cs="Times New Roman"/>
                <w:sz w:val="24"/>
                <w:szCs w:val="24"/>
              </w:rPr>
              <w:t xml:space="preserve">, kurie turėtų būti </w:t>
            </w:r>
            <w:r w:rsidRPr="00F117F7">
              <w:rPr>
                <w:rFonts w:ascii="Times New Roman" w:hAnsi="Times New Roman" w:cs="Times New Roman"/>
                <w:sz w:val="24"/>
                <w:szCs w:val="24"/>
              </w:rPr>
              <w:t>pateik</w:t>
            </w:r>
            <w:r>
              <w:rPr>
                <w:rFonts w:ascii="Times New Roman" w:hAnsi="Times New Roman" w:cs="Times New Roman"/>
                <w:sz w:val="24"/>
                <w:szCs w:val="24"/>
              </w:rPr>
              <w:t>iami</w:t>
            </w:r>
            <w:r w:rsidRPr="00F117F7">
              <w:rPr>
                <w:rFonts w:ascii="Times New Roman" w:hAnsi="Times New Roman" w:cs="Times New Roman"/>
                <w:sz w:val="24"/>
                <w:szCs w:val="24"/>
              </w:rPr>
              <w:t xml:space="preserve"> atskirame stulpel</w:t>
            </w:r>
            <w:r>
              <w:rPr>
                <w:rFonts w:ascii="Times New Roman" w:hAnsi="Times New Roman" w:cs="Times New Roman"/>
                <w:sz w:val="24"/>
                <w:szCs w:val="24"/>
              </w:rPr>
              <w:t>y</w:t>
            </w:r>
            <w:r w:rsidRPr="00F117F7">
              <w:rPr>
                <w:rFonts w:ascii="Times New Roman" w:hAnsi="Times New Roman" w:cs="Times New Roman"/>
                <w:sz w:val="24"/>
                <w:szCs w:val="24"/>
              </w:rPr>
              <w:t xml:space="preserve">je arba stulpelyje </w:t>
            </w:r>
            <w:r>
              <w:rPr>
                <w:rFonts w:ascii="Times New Roman" w:hAnsi="Times New Roman" w:cs="Times New Roman"/>
                <w:sz w:val="24"/>
                <w:szCs w:val="24"/>
              </w:rPr>
              <w:t>„</w:t>
            </w:r>
            <w:r w:rsidRPr="00F117F7">
              <w:rPr>
                <w:rFonts w:ascii="Times New Roman" w:hAnsi="Times New Roman" w:cs="Times New Roman"/>
                <w:sz w:val="24"/>
                <w:szCs w:val="24"/>
              </w:rPr>
              <w:t>AD</w:t>
            </w:r>
            <w:r>
              <w:rPr>
                <w:rFonts w:ascii="Times New Roman" w:hAnsi="Times New Roman" w:cs="Times New Roman"/>
                <w:sz w:val="24"/>
                <w:szCs w:val="24"/>
              </w:rPr>
              <w:t>“</w:t>
            </w:r>
            <w:r w:rsidRPr="00F117F7">
              <w:rPr>
                <w:rFonts w:ascii="Times New Roman" w:hAnsi="Times New Roman" w:cs="Times New Roman"/>
                <w:sz w:val="24"/>
                <w:szCs w:val="24"/>
              </w:rPr>
              <w:t xml:space="preserve"> atskiriant kabliataškiu.</w:t>
            </w:r>
          </w:p>
          <w:p w14:paraId="199E8104" w14:textId="6C5F1D7B" w:rsidR="002B5C54" w:rsidRDefault="002B5C54" w:rsidP="002B5C5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3.</w:t>
            </w:r>
            <w:r>
              <w:rPr>
                <w:b/>
                <w:bCs/>
              </w:rPr>
              <w:t xml:space="preserve"> </w:t>
            </w:r>
            <w:r w:rsidRPr="00C140A6">
              <w:rPr>
                <w:rFonts w:ascii="Times New Roman" w:hAnsi="Times New Roman" w:cs="Times New Roman"/>
                <w:sz w:val="24"/>
                <w:szCs w:val="24"/>
              </w:rPr>
              <w:t xml:space="preserve">Ataskaitos </w:t>
            </w:r>
            <w:r>
              <w:rPr>
                <w:rFonts w:ascii="Times New Roman" w:hAnsi="Times New Roman" w:cs="Times New Roman"/>
                <w:sz w:val="24"/>
                <w:szCs w:val="24"/>
              </w:rPr>
              <w:t>„</w:t>
            </w:r>
            <w:r w:rsidRPr="00C140A6">
              <w:rPr>
                <w:rFonts w:ascii="Times New Roman" w:hAnsi="Times New Roman" w:cs="Times New Roman"/>
                <w:sz w:val="24"/>
                <w:szCs w:val="24"/>
              </w:rPr>
              <w:t>AA</w:t>
            </w:r>
            <w:r>
              <w:rPr>
                <w:rFonts w:ascii="Times New Roman" w:hAnsi="Times New Roman" w:cs="Times New Roman"/>
                <w:sz w:val="24"/>
                <w:szCs w:val="24"/>
              </w:rPr>
              <w:t>“</w:t>
            </w:r>
            <w:r w:rsidRPr="00C140A6">
              <w:rPr>
                <w:rFonts w:ascii="Times New Roman" w:hAnsi="Times New Roman" w:cs="Times New Roman"/>
                <w:sz w:val="24"/>
                <w:szCs w:val="24"/>
              </w:rPr>
              <w:t xml:space="preserve"> stulpelį </w:t>
            </w:r>
            <w:r w:rsidR="007B4558">
              <w:rPr>
                <w:rFonts w:ascii="Times New Roman" w:hAnsi="Times New Roman" w:cs="Times New Roman"/>
                <w:sz w:val="24"/>
                <w:szCs w:val="24"/>
              </w:rPr>
              <w:t>„</w:t>
            </w:r>
            <w:r w:rsidRPr="00C140A6">
              <w:rPr>
                <w:rFonts w:ascii="Times New Roman" w:hAnsi="Times New Roman" w:cs="Times New Roman"/>
                <w:sz w:val="24"/>
                <w:szCs w:val="24"/>
              </w:rPr>
              <w:t>Turto turimo pažyma</w:t>
            </w:r>
            <w:r w:rsidR="007B4558">
              <w:rPr>
                <w:rFonts w:ascii="Times New Roman" w:hAnsi="Times New Roman" w:cs="Times New Roman"/>
                <w:sz w:val="24"/>
                <w:szCs w:val="24"/>
              </w:rPr>
              <w:t>“</w:t>
            </w:r>
            <w:r w:rsidRPr="00C140A6">
              <w:rPr>
                <w:rFonts w:ascii="Times New Roman" w:hAnsi="Times New Roman" w:cs="Times New Roman"/>
                <w:sz w:val="24"/>
                <w:szCs w:val="24"/>
              </w:rPr>
              <w:t xml:space="preserve"> papildyti turto tyrimo pažymos stadij</w:t>
            </w:r>
            <w:r>
              <w:rPr>
                <w:rFonts w:ascii="Times New Roman" w:hAnsi="Times New Roman" w:cs="Times New Roman"/>
                <w:sz w:val="24"/>
                <w:szCs w:val="24"/>
              </w:rPr>
              <w:t>os duomenimis.</w:t>
            </w:r>
          </w:p>
          <w:p w14:paraId="70C83637" w14:textId="77777777" w:rsidR="002B5C54" w:rsidRDefault="002B5C54" w:rsidP="002B5C54">
            <w:pPr>
              <w:autoSpaceDE w:val="0"/>
              <w:autoSpaceDN w:val="0"/>
              <w:adjustRightInd w:val="0"/>
              <w:spacing w:after="0"/>
              <w:rPr>
                <w:rFonts w:ascii="Times New Roman" w:hAnsi="Times New Roman" w:cs="Times New Roman"/>
                <w:sz w:val="24"/>
                <w:szCs w:val="24"/>
              </w:rPr>
            </w:pPr>
            <w:r w:rsidRPr="00186891">
              <w:rPr>
                <w:rFonts w:ascii="Times New Roman" w:hAnsi="Times New Roman" w:cs="Times New Roman"/>
                <w:sz w:val="24"/>
                <w:szCs w:val="24"/>
              </w:rPr>
              <w:t xml:space="preserve">4. </w:t>
            </w:r>
            <w:r>
              <w:rPr>
                <w:rFonts w:ascii="Times New Roman" w:hAnsi="Times New Roman" w:cs="Times New Roman"/>
                <w:sz w:val="24"/>
                <w:szCs w:val="24"/>
              </w:rPr>
              <w:t>Į</w:t>
            </w:r>
            <w:r w:rsidRPr="00186891">
              <w:rPr>
                <w:rFonts w:ascii="Times New Roman" w:hAnsi="Times New Roman" w:cs="Times New Roman"/>
                <w:sz w:val="24"/>
                <w:szCs w:val="24"/>
              </w:rPr>
              <w:t>vykio vietos apžiūros protokol</w:t>
            </w:r>
            <w:r>
              <w:rPr>
                <w:rFonts w:ascii="Times New Roman" w:hAnsi="Times New Roman" w:cs="Times New Roman"/>
                <w:sz w:val="24"/>
                <w:szCs w:val="24"/>
              </w:rPr>
              <w:t xml:space="preserve">o duomenis </w:t>
            </w:r>
            <w:r w:rsidRPr="00186891">
              <w:rPr>
                <w:rFonts w:ascii="Times New Roman" w:hAnsi="Times New Roman" w:cs="Times New Roman"/>
                <w:sz w:val="24"/>
                <w:szCs w:val="24"/>
              </w:rPr>
              <w:t>papildyti duomenimis:</w:t>
            </w:r>
          </w:p>
          <w:p w14:paraId="4BD4CBEC" w14:textId="77777777" w:rsidR="002B5C54" w:rsidRPr="00186891"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4.1. Apžiūra pradėta: data, laikas; apžiūra baigta: data, laikas.</w:t>
            </w:r>
          </w:p>
          <w:p w14:paraId="3DA004F6" w14:textId="77777777" w:rsidR="002B5C54" w:rsidRPr="00186891" w:rsidRDefault="002B5C54" w:rsidP="002B5C54">
            <w:pPr>
              <w:autoSpaceDE w:val="0"/>
              <w:autoSpaceDN w:val="0"/>
              <w:adjustRightInd w:val="0"/>
              <w:spacing w:after="0"/>
              <w:rPr>
                <w:rFonts w:ascii="Times New Roman" w:hAnsi="Times New Roman" w:cs="Times New Roman"/>
                <w:sz w:val="24"/>
                <w:szCs w:val="24"/>
              </w:rPr>
            </w:pPr>
            <w:r w:rsidRPr="00186891">
              <w:rPr>
                <w:rFonts w:ascii="Times New Roman" w:hAnsi="Times New Roman" w:cs="Times New Roman"/>
                <w:sz w:val="24"/>
                <w:szCs w:val="24"/>
              </w:rPr>
              <w:t>4.</w:t>
            </w:r>
            <w:r>
              <w:rPr>
                <w:rFonts w:ascii="Times New Roman" w:hAnsi="Times New Roman" w:cs="Times New Roman"/>
                <w:sz w:val="24"/>
                <w:szCs w:val="24"/>
              </w:rPr>
              <w:t>2</w:t>
            </w:r>
            <w:r w:rsidRPr="00186891">
              <w:rPr>
                <w:rFonts w:ascii="Times New Roman" w:hAnsi="Times New Roman" w:cs="Times New Roman"/>
                <w:sz w:val="24"/>
                <w:szCs w:val="24"/>
              </w:rPr>
              <w:t>.</w:t>
            </w:r>
            <w:r>
              <w:rPr>
                <w:rFonts w:ascii="Times New Roman" w:hAnsi="Times New Roman" w:cs="Times New Roman"/>
                <w:sz w:val="24"/>
                <w:szCs w:val="24"/>
              </w:rPr>
              <w:t xml:space="preserve"> </w:t>
            </w:r>
            <w:r w:rsidRPr="00186891">
              <w:rPr>
                <w:rFonts w:ascii="Times New Roman" w:hAnsi="Times New Roman" w:cs="Times New Roman"/>
                <w:sz w:val="24"/>
                <w:szCs w:val="24"/>
              </w:rPr>
              <w:t>Techninių priemonių naudojimas pagal BPK 179 straipsnį</w:t>
            </w:r>
            <w:r>
              <w:rPr>
                <w:rFonts w:ascii="Times New Roman" w:hAnsi="Times New Roman" w:cs="Times New Roman"/>
                <w:sz w:val="24"/>
                <w:szCs w:val="24"/>
              </w:rPr>
              <w:t xml:space="preserve"> „Naudotos“, „Nenaudotos“.</w:t>
            </w:r>
          </w:p>
          <w:p w14:paraId="3EEB1E3E" w14:textId="77777777" w:rsidR="002B5C54" w:rsidRPr="00186891"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4.3. </w:t>
            </w:r>
            <w:r w:rsidRPr="00186891">
              <w:rPr>
                <w:rFonts w:ascii="Times New Roman" w:hAnsi="Times New Roman" w:cs="Times New Roman"/>
                <w:sz w:val="24"/>
                <w:szCs w:val="24"/>
              </w:rPr>
              <w:t>Specialisto, BPK 89, 90, 92 ir 205 straipsniuose nustatyta tvarka atlikusio daiktų, dokumentų ir kitokių objektų tyrimą, išvada</w:t>
            </w:r>
            <w:r>
              <w:rPr>
                <w:rFonts w:ascii="Times New Roman" w:hAnsi="Times New Roman" w:cs="Times New Roman"/>
                <w:sz w:val="24"/>
                <w:szCs w:val="24"/>
              </w:rPr>
              <w:t>.</w:t>
            </w:r>
          </w:p>
          <w:p w14:paraId="5CF4184C" w14:textId="77777777" w:rsidR="002B5C54"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4.4. </w:t>
            </w:r>
            <w:r w:rsidRPr="00186891">
              <w:rPr>
                <w:rFonts w:ascii="Times New Roman" w:hAnsi="Times New Roman" w:cs="Times New Roman"/>
                <w:sz w:val="24"/>
                <w:szCs w:val="24"/>
              </w:rPr>
              <w:t>Protokolo priedai</w:t>
            </w:r>
            <w:r>
              <w:rPr>
                <w:rFonts w:ascii="Times New Roman" w:hAnsi="Times New Roman" w:cs="Times New Roman"/>
                <w:sz w:val="24"/>
                <w:szCs w:val="24"/>
              </w:rPr>
              <w:t>.</w:t>
            </w:r>
          </w:p>
          <w:p w14:paraId="1B550B68" w14:textId="77777777" w:rsidR="002B5C54"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4.5. Dokumento priedai: Nr., data, pareigūnas, pavadinimas, komentaras.</w:t>
            </w:r>
          </w:p>
          <w:p w14:paraId="28A3488F" w14:textId="77777777" w:rsidR="002B5C54"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4.6. Surašymo vieta.</w:t>
            </w:r>
          </w:p>
          <w:p w14:paraId="1B235D22" w14:textId="77777777" w:rsidR="002B5C54" w:rsidRPr="009D0937"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5. Ataskaitą papildyti k</w:t>
            </w:r>
            <w:r w:rsidRPr="009D0937">
              <w:rPr>
                <w:rFonts w:ascii="Times New Roman" w:hAnsi="Times New Roman" w:cs="Times New Roman"/>
                <w:sz w:val="24"/>
                <w:szCs w:val="24"/>
              </w:rPr>
              <w:t>elių eismo įvykio vietos apžiūros protokolo duomenimis:</w:t>
            </w:r>
          </w:p>
          <w:p w14:paraId="36B8AA42" w14:textId="77777777" w:rsidR="002B5C54" w:rsidRDefault="002B5C54" w:rsidP="002B5C54">
            <w:pPr>
              <w:pStyle w:val="prastasiniatinklio"/>
              <w:spacing w:after="0"/>
            </w:pPr>
            <w:r>
              <w:t>5.1. Apžiūrą atliko.</w:t>
            </w:r>
          </w:p>
          <w:p w14:paraId="656875B3" w14:textId="77777777" w:rsidR="002B5C54" w:rsidRDefault="002B5C54" w:rsidP="002B5C54">
            <w:pPr>
              <w:pStyle w:val="prastasiniatinklio"/>
              <w:spacing w:after="0"/>
            </w:pPr>
            <w:r>
              <w:t>5.2. Dalyvavo specialistas.</w:t>
            </w:r>
          </w:p>
          <w:p w14:paraId="7378380E" w14:textId="77777777" w:rsidR="002B5C54" w:rsidRDefault="002B5C54" w:rsidP="002B5C54">
            <w:pPr>
              <w:pStyle w:val="prastasiniatinklio"/>
              <w:spacing w:after="0"/>
            </w:pPr>
            <w:r>
              <w:t>5.3. Paimti objektai.</w:t>
            </w:r>
          </w:p>
          <w:p w14:paraId="660B5DBB" w14:textId="77777777" w:rsidR="002B5C54" w:rsidRDefault="002B5C54" w:rsidP="002B5C54">
            <w:pPr>
              <w:pStyle w:val="prastasiniatinklio"/>
              <w:spacing w:after="0"/>
            </w:pPr>
            <w:r>
              <w:t>5.4. Data, apžiūra pradėta, apžiūra baigta.</w:t>
            </w:r>
          </w:p>
          <w:p w14:paraId="5D17B775" w14:textId="77777777" w:rsidR="002B5C54" w:rsidRDefault="002B5C54" w:rsidP="002B5C54">
            <w:pPr>
              <w:pStyle w:val="prastasiniatinklio"/>
              <w:spacing w:after="0"/>
            </w:pPr>
            <w:r>
              <w:t>5.5.</w:t>
            </w:r>
            <w:r w:rsidRPr="00186891">
              <w:t xml:space="preserve"> Techninių priemonių naudojimas pagal BPK 179 straipsnį</w:t>
            </w:r>
            <w:r>
              <w:t xml:space="preserve"> „Naudotos“, „Nenaudotos“.</w:t>
            </w:r>
          </w:p>
          <w:p w14:paraId="71E5EC40" w14:textId="77777777" w:rsidR="002B5C54" w:rsidRDefault="002B5C54" w:rsidP="002B5C54">
            <w:pPr>
              <w:pStyle w:val="prastasiniatinklio"/>
              <w:spacing w:after="0"/>
            </w:pPr>
            <w:r>
              <w:t xml:space="preserve">5.6. </w:t>
            </w:r>
            <w:r w:rsidRPr="00186891">
              <w:t>Specialisto, BPK 89, 90, 92 ir 205 straipsniuose nustatyta tvarka atlikusio daiktų, dokumentų ir kitokių objektų tyrimą, išvada</w:t>
            </w:r>
            <w:r>
              <w:t>.</w:t>
            </w:r>
          </w:p>
          <w:p w14:paraId="1CA550E8" w14:textId="77777777" w:rsidR="002B5C54" w:rsidRDefault="002B5C54" w:rsidP="002B5C54">
            <w:pPr>
              <w:pStyle w:val="prastasiniatinklio"/>
              <w:spacing w:after="0"/>
            </w:pPr>
            <w:r>
              <w:t>5.7. Surašymo vieta.</w:t>
            </w:r>
          </w:p>
          <w:p w14:paraId="0D1D9F4A" w14:textId="77777777" w:rsidR="002B5C54"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5.8. </w:t>
            </w:r>
            <w:r w:rsidRPr="00186891">
              <w:rPr>
                <w:rFonts w:ascii="Times New Roman" w:hAnsi="Times New Roman" w:cs="Times New Roman"/>
                <w:sz w:val="24"/>
                <w:szCs w:val="24"/>
              </w:rPr>
              <w:t>Protokolo priedai</w:t>
            </w:r>
            <w:r>
              <w:rPr>
                <w:rFonts w:ascii="Times New Roman" w:hAnsi="Times New Roman" w:cs="Times New Roman"/>
                <w:sz w:val="24"/>
                <w:szCs w:val="24"/>
              </w:rPr>
              <w:t>.</w:t>
            </w:r>
          </w:p>
          <w:p w14:paraId="4474868A" w14:textId="77777777" w:rsidR="002B5C54"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5.9. Dokumento priedai: Nr., data, pareigūnas, pavadinimas, komentaras.</w:t>
            </w:r>
          </w:p>
          <w:p w14:paraId="455A3FDD" w14:textId="77777777" w:rsidR="002B5C54" w:rsidRPr="009D0937"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6. Ataskaitą papildyti transporto priemonės techninės būklės patikrinimo ir</w:t>
            </w:r>
            <w:r w:rsidRPr="009D0937">
              <w:rPr>
                <w:rFonts w:ascii="Times New Roman" w:hAnsi="Times New Roman" w:cs="Times New Roman"/>
                <w:sz w:val="24"/>
                <w:szCs w:val="24"/>
              </w:rPr>
              <w:t xml:space="preserve"> apžiūros protokolo duomenimis:</w:t>
            </w:r>
          </w:p>
          <w:p w14:paraId="3250D20F" w14:textId="77777777" w:rsidR="002B5C54" w:rsidRDefault="002B5C54" w:rsidP="002B5C54">
            <w:pPr>
              <w:pStyle w:val="prastasiniatinklio"/>
              <w:spacing w:after="0"/>
            </w:pPr>
            <w:r>
              <w:t>6.1. Apžiūrą atliko.</w:t>
            </w:r>
          </w:p>
          <w:p w14:paraId="61975BF2" w14:textId="77777777" w:rsidR="002B5C54" w:rsidRDefault="002B5C54" w:rsidP="002B5C54">
            <w:pPr>
              <w:pStyle w:val="prastasiniatinklio"/>
              <w:spacing w:after="0"/>
            </w:pPr>
            <w:r>
              <w:t>6.2. Dalyvavo specialistas.</w:t>
            </w:r>
          </w:p>
          <w:p w14:paraId="06AF2C3B" w14:textId="77777777" w:rsidR="002B5C54" w:rsidRDefault="002B5C54" w:rsidP="002B5C54">
            <w:pPr>
              <w:pStyle w:val="prastasiniatinklio"/>
              <w:spacing w:after="0"/>
            </w:pPr>
            <w:r>
              <w:t>6.3. Paimti objektai.</w:t>
            </w:r>
          </w:p>
          <w:p w14:paraId="09409AB2" w14:textId="77777777" w:rsidR="002B5C54" w:rsidRDefault="002B5C54" w:rsidP="002B5C54">
            <w:pPr>
              <w:pStyle w:val="prastasiniatinklio"/>
              <w:spacing w:after="0"/>
            </w:pPr>
            <w:r>
              <w:t>6.4. Data, apžiūra pradėta, apžiūra baigta.</w:t>
            </w:r>
          </w:p>
          <w:p w14:paraId="0E7B482D" w14:textId="77777777" w:rsidR="002B5C54" w:rsidRDefault="002B5C54" w:rsidP="002B5C54">
            <w:pPr>
              <w:pStyle w:val="prastasiniatinklio"/>
              <w:spacing w:after="0"/>
            </w:pPr>
            <w:r>
              <w:t>6.5.</w:t>
            </w:r>
            <w:r w:rsidRPr="00186891">
              <w:t xml:space="preserve"> Techninių priemonių naudojimas pagal BPK 179 straipsnį</w:t>
            </w:r>
            <w:r>
              <w:t xml:space="preserve"> „Naudotos“, „Nenaudotos“.</w:t>
            </w:r>
          </w:p>
          <w:p w14:paraId="2A8CB1F4" w14:textId="77777777" w:rsidR="002B5C54" w:rsidRDefault="002B5C54" w:rsidP="002B5C54">
            <w:pPr>
              <w:pStyle w:val="prastasiniatinklio"/>
              <w:spacing w:after="0"/>
            </w:pPr>
            <w:r>
              <w:t xml:space="preserve">6.6. </w:t>
            </w:r>
            <w:r w:rsidRPr="00186891">
              <w:t>Specialisto, BPK 89, 90, 92 ir 205 straipsniuose nustatyta tvarka atlikusio daiktų, dokumentų ir kitokių objektų tyrimą, išvada</w:t>
            </w:r>
            <w:r>
              <w:t>.</w:t>
            </w:r>
          </w:p>
          <w:p w14:paraId="72939BAE" w14:textId="77777777" w:rsidR="002B5C54" w:rsidRDefault="002B5C54" w:rsidP="002B5C54">
            <w:pPr>
              <w:pStyle w:val="prastasiniatinklio"/>
              <w:spacing w:after="0"/>
            </w:pPr>
            <w:r>
              <w:t>6.7. Surašymo vieta.</w:t>
            </w:r>
          </w:p>
          <w:p w14:paraId="23C84B56" w14:textId="77777777" w:rsidR="002B5C54" w:rsidRDefault="002B5C54" w:rsidP="002B5C5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6.8. </w:t>
            </w:r>
            <w:r w:rsidRPr="00186891">
              <w:rPr>
                <w:rFonts w:ascii="Times New Roman" w:hAnsi="Times New Roman" w:cs="Times New Roman"/>
                <w:sz w:val="24"/>
                <w:szCs w:val="24"/>
              </w:rPr>
              <w:t>Protokolo priedai</w:t>
            </w:r>
            <w:r>
              <w:rPr>
                <w:rFonts w:ascii="Times New Roman" w:hAnsi="Times New Roman" w:cs="Times New Roman"/>
                <w:sz w:val="24"/>
                <w:szCs w:val="24"/>
              </w:rPr>
              <w:t>.</w:t>
            </w:r>
          </w:p>
          <w:p w14:paraId="0732C9F5" w14:textId="55FEF616"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6.9. Dokumento priedai: Nr., data, pareigūnas, pavadinimas, komentaras.</w:t>
            </w:r>
          </w:p>
        </w:tc>
      </w:tr>
      <w:tr w:rsidR="002B5C54" w:rsidRPr="00F242B8" w14:paraId="58300B9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E13CE8A" w14:textId="31338DA6"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8E74519" w14:textId="21CDE31C"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ADOC įkėlimo į veiksmą/poveiksmį funkcionalumo tobulinimas</w:t>
            </w:r>
          </w:p>
        </w:tc>
        <w:tc>
          <w:tcPr>
            <w:tcW w:w="6662" w:type="dxa"/>
            <w:tcBorders>
              <w:top w:val="single" w:sz="4" w:space="0" w:color="000000"/>
              <w:left w:val="single" w:sz="4" w:space="0" w:color="000000"/>
              <w:bottom w:val="single" w:sz="4" w:space="0" w:color="000000"/>
              <w:right w:val="single" w:sz="4" w:space="0" w:color="000000"/>
            </w:tcBorders>
          </w:tcPr>
          <w:p w14:paraId="3D5F9625" w14:textId="728E7FC9"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810848">
              <w:rPr>
                <w:rFonts w:ascii="Times New Roman" w:eastAsia="Times New Roman" w:hAnsi="Times New Roman" w:cs="Times New Roman"/>
                <w:sz w:val="24"/>
                <w:szCs w:val="24"/>
              </w:rPr>
              <w:t>Patobulinti elektroninio dokumento įkėlimo į IBPS funkcionalumą, suvienodinant įkėlimą visuose veiksmuose vienodai, kuomet įkeliamas kaip pasirašytas ADOC formato failas. Įkėlus ADOC formato dokumentą kaip pasirašytą, [Pasirašyti] mygtukas turi pasikeisti į „Tvirtinti“. Ekraninės formos laukai turi būti neužrakinami, kol nepaspaustas mygtukas „Tvirtinti“. Kol nepaspaustas mygtukas „Tvirtinti“ turi būti ekraninėje formoje rodomas įspėjimas „Įkeltas pasirašytas elektroninis dokumentas, užpildykite reikiamus formos laukus“. Patvirtinus, įspėjimas išnyksta. Taip pat, įkeliant ADOC formato dokumentą, pagal technines galimybes užpildomi ekraninės formos laukai.</w:t>
            </w:r>
          </w:p>
        </w:tc>
      </w:tr>
      <w:tr w:rsidR="002B5C54" w:rsidRPr="00F242B8" w14:paraId="35FCC2E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6395248" w14:textId="5FC94152"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016775D" w14:textId="46DBD801"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sz w:val="24"/>
                <w:szCs w:val="24"/>
              </w:rPr>
              <w:t>Perduoto į teismą dokumento laiko nurodymas</w:t>
            </w:r>
          </w:p>
        </w:tc>
        <w:tc>
          <w:tcPr>
            <w:tcW w:w="6662" w:type="dxa"/>
            <w:tcBorders>
              <w:top w:val="single" w:sz="4" w:space="0" w:color="000000"/>
              <w:left w:val="single" w:sz="4" w:space="0" w:color="000000"/>
              <w:bottom w:val="single" w:sz="4" w:space="0" w:color="000000"/>
              <w:right w:val="single" w:sz="4" w:space="0" w:color="000000"/>
            </w:tcBorders>
          </w:tcPr>
          <w:p w14:paraId="7AFA89CF" w14:textId="112FDAC9" w:rsidR="002B5C54" w:rsidRPr="00810848" w:rsidRDefault="002B5C54" w:rsidP="002B5C54">
            <w:pPr>
              <w:widowControl w:val="0"/>
              <w:spacing w:after="0"/>
            </w:pPr>
            <w:r w:rsidRPr="00810848">
              <w:rPr>
                <w:rFonts w:ascii="Times New Roman" w:eastAsia="Times New Roman" w:hAnsi="Times New Roman" w:cs="Times New Roman"/>
                <w:sz w:val="24"/>
                <w:szCs w:val="24"/>
              </w:rPr>
              <w:t xml:space="preserve">Papildyti esamą funkcionalumo perduoto dokumentą iš IBPS į Liteko požymio rodymą </w:t>
            </w:r>
            <w:r w:rsidR="008438D0">
              <w:rPr>
                <w:rFonts w:ascii="Times New Roman" w:eastAsia="Times New Roman" w:hAnsi="Times New Roman" w:cs="Times New Roman"/>
                <w:sz w:val="24"/>
                <w:szCs w:val="24"/>
              </w:rPr>
              <w:t>„</w:t>
            </w:r>
            <w:r w:rsidRPr="00810848">
              <w:rPr>
                <w:rFonts w:ascii="Times New Roman" w:eastAsia="Times New Roman" w:hAnsi="Times New Roman" w:cs="Times New Roman"/>
                <w:sz w:val="24"/>
                <w:szCs w:val="24"/>
              </w:rPr>
              <w:t>T</w:t>
            </w:r>
            <w:r w:rsidR="008438D0">
              <w:rPr>
                <w:rFonts w:ascii="Times New Roman" w:eastAsia="Times New Roman" w:hAnsi="Times New Roman" w:cs="Times New Roman"/>
                <w:sz w:val="24"/>
                <w:szCs w:val="24"/>
              </w:rPr>
              <w:t>“</w:t>
            </w:r>
            <w:r w:rsidRPr="00810848">
              <w:rPr>
                <w:rFonts w:ascii="Times New Roman" w:eastAsia="Times New Roman" w:hAnsi="Times New Roman" w:cs="Times New Roman"/>
                <w:sz w:val="24"/>
                <w:szCs w:val="24"/>
              </w:rPr>
              <w:t>, nurodant tikslų laiką, kada perduotas dokumentas. Laikas turi būti rodomas sufleryje.</w:t>
            </w:r>
          </w:p>
          <w:p w14:paraId="18EDF125" w14:textId="7885B62B"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810848">
              <w:rPr>
                <w:rFonts w:ascii="Times New Roman" w:eastAsia="Times New Roman" w:hAnsi="Times New Roman" w:cs="Times New Roman"/>
                <w:sz w:val="24"/>
                <w:szCs w:val="24"/>
              </w:rPr>
              <w:t>Išsiuntus iš IBPS dokumentą į Liteko sistemą, ši informacija turi būti atvaizduota dokumento „Siuntimo informacija“ lentelėje, įrašant įrašą, kada šis dokumentas buvo išsiųstas į Liteko sistemą, dokumento numeris ir kita informacija pagal „Siuntimo informacija“ lentelę.</w:t>
            </w:r>
          </w:p>
        </w:tc>
      </w:tr>
      <w:tr w:rsidR="002B5C54" w:rsidRPr="00F242B8" w14:paraId="139925E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CCEDE15" w14:textId="3CAA8615"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72A9941" w14:textId="74E6B435"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Pr>
                <w:rFonts w:ascii="Times New Roman" w:eastAsiaTheme="minorHAnsi" w:hAnsi="Times New Roman" w:cs="Times New Roman"/>
                <w:b/>
                <w:bCs/>
                <w:sz w:val="24"/>
                <w:szCs w:val="24"/>
              </w:rPr>
              <w:t>Skundžiamo procesinio veiksmo (dokumento) susiejimo su skundu funkcionalumo sukūrimas</w:t>
            </w:r>
          </w:p>
        </w:tc>
        <w:tc>
          <w:tcPr>
            <w:tcW w:w="6662" w:type="dxa"/>
            <w:tcBorders>
              <w:top w:val="single" w:sz="4" w:space="0" w:color="000000"/>
              <w:left w:val="single" w:sz="4" w:space="0" w:color="000000"/>
              <w:bottom w:val="single" w:sz="4" w:space="0" w:color="000000"/>
              <w:right w:val="single" w:sz="4" w:space="0" w:color="000000"/>
            </w:tcBorders>
          </w:tcPr>
          <w:p w14:paraId="519C5AA0" w14:textId="77777777" w:rsidR="002B5C54" w:rsidRDefault="002B5C54" w:rsidP="002B5C54">
            <w:pPr>
              <w:pStyle w:val="western"/>
              <w:jc w:val="both"/>
            </w:pPr>
            <w:r>
              <w:t>1. Patobulinti poveiksmio "Atsakymas į skundą" formą, praplečiant pasirinktų skundžiamų procesinių veiksmų lentelę, ją papildant funkcionalumu, skirtu susieti pasirinktą skundžiamą procesinį veiksmą (skundžiamą dokumentą) su veiksme „Skundo nagrinėjimas“ saugomu dokumentu (-</w:t>
            </w:r>
            <w:proofErr w:type="spellStart"/>
            <w:r>
              <w:t>ais</w:t>
            </w:r>
            <w:proofErr w:type="spellEnd"/>
            <w:r>
              <w:t>) „Skundas“.</w:t>
            </w:r>
          </w:p>
          <w:p w14:paraId="68463358" w14:textId="5C6463D0" w:rsidR="002B5C54" w:rsidRPr="00F242B8" w:rsidRDefault="002B5C54" w:rsidP="002B5C54">
            <w:pPr>
              <w:spacing w:after="0"/>
              <w:rPr>
                <w:rFonts w:ascii="Times New Roman" w:eastAsia="Times New Roman" w:hAnsi="Times New Roman" w:cs="Times New Roman"/>
                <w:color w:val="000000"/>
                <w:sz w:val="24"/>
                <w:szCs w:val="24"/>
              </w:rPr>
            </w:pPr>
            <w:r>
              <w:rPr>
                <w:rFonts w:ascii="Times New Roman" w:eastAsiaTheme="minorHAnsi" w:hAnsi="Times New Roman" w:cs="Times New Roman"/>
                <w:sz w:val="24"/>
                <w:szCs w:val="24"/>
              </w:rPr>
              <w:t xml:space="preserve">2. Patikslinti per žiniatinklio paslaugas teikiamus iš IBPS į PAIS duomenis apie sąsają tarp dokumento </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Atsakymas į skundą</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ir dokumento </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Skundas</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duomenis imant iš poveiksmio </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Atsakymas į skundą</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lentelės apie skundžiamus procesinius veiksmus.</w:t>
            </w:r>
          </w:p>
        </w:tc>
      </w:tr>
      <w:tr w:rsidR="002B5C54" w:rsidRPr="00F242B8" w14:paraId="45522DBD" w14:textId="77777777" w:rsidTr="00AF6269">
        <w:trPr>
          <w:trHeight w:val="903"/>
        </w:trPr>
        <w:tc>
          <w:tcPr>
            <w:tcW w:w="687" w:type="dxa"/>
            <w:tcBorders>
              <w:top w:val="single" w:sz="4" w:space="0" w:color="000000"/>
              <w:left w:val="single" w:sz="4" w:space="0" w:color="000000"/>
              <w:bottom w:val="single" w:sz="4" w:space="0" w:color="000000"/>
              <w:right w:val="single" w:sz="4" w:space="0" w:color="000000"/>
            </w:tcBorders>
          </w:tcPr>
          <w:p w14:paraId="754F8C84" w14:textId="18F09132"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7CEAB5A" w14:textId="5FFEED06"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sidRPr="00624BCF">
              <w:rPr>
                <w:rFonts w:ascii="Times New Roman" w:eastAsia="Times New Roman" w:hAnsi="Times New Roman" w:cs="Times New Roman"/>
                <w:b/>
                <w:sz w:val="24"/>
                <w:szCs w:val="24"/>
              </w:rPr>
              <w:t>Apskundimo komponento tobulinimas</w:t>
            </w:r>
          </w:p>
        </w:tc>
        <w:tc>
          <w:tcPr>
            <w:tcW w:w="6662" w:type="dxa"/>
            <w:tcBorders>
              <w:top w:val="single" w:sz="4" w:space="0" w:color="000000"/>
              <w:left w:val="single" w:sz="4" w:space="0" w:color="000000"/>
              <w:bottom w:val="single" w:sz="4" w:space="0" w:color="000000"/>
              <w:right w:val="single" w:sz="4" w:space="0" w:color="000000"/>
            </w:tcBorders>
          </w:tcPr>
          <w:p w14:paraId="1E9057DD" w14:textId="51D7F26B"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003946">
              <w:rPr>
                <w:rFonts w:ascii="Times New Roman" w:eastAsia="Times New Roman" w:hAnsi="Times New Roman" w:cs="Times New Roman"/>
                <w:sz w:val="24"/>
                <w:szCs w:val="24"/>
              </w:rPr>
              <w:t>Papildyti apskundimo komponentą, numatantį apskundimą Lietuvos Respublikos generaliniam prokurorui ir Europos prokurorui.</w:t>
            </w:r>
          </w:p>
        </w:tc>
      </w:tr>
      <w:tr w:rsidR="002B5C54" w:rsidRPr="00F242B8" w14:paraId="7796052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CB17EFA" w14:textId="647BDAA5"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0613C6C" w14:textId="7E7FDBBB"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Europos prokuratūros bylų </w:t>
            </w:r>
            <w:r>
              <w:rPr>
                <w:rFonts w:ascii="Times New Roman" w:eastAsia="Times New Roman" w:hAnsi="Times New Roman" w:cs="Times New Roman"/>
                <w:b/>
                <w:sz w:val="24"/>
                <w:szCs w:val="24"/>
              </w:rPr>
              <w:lastRenderedPageBreak/>
              <w:t>perdavimo/perėmimo procedūros sukūrimas</w:t>
            </w:r>
          </w:p>
        </w:tc>
        <w:tc>
          <w:tcPr>
            <w:tcW w:w="6662" w:type="dxa"/>
            <w:tcBorders>
              <w:top w:val="single" w:sz="4" w:space="0" w:color="000000"/>
              <w:left w:val="single" w:sz="4" w:space="0" w:color="000000"/>
              <w:bottom w:val="single" w:sz="4" w:space="0" w:color="000000"/>
              <w:right w:val="single" w:sz="4" w:space="0" w:color="000000"/>
            </w:tcBorders>
          </w:tcPr>
          <w:p w14:paraId="6D57E1F5" w14:textId="0CABD473" w:rsidR="002B5C54" w:rsidRPr="00F242B8" w:rsidRDefault="002B5C54" w:rsidP="002B5C54">
            <w:pPr>
              <w:widowControl w:val="0"/>
              <w:spacing w:after="0" w:line="240" w:lineRule="auto"/>
              <w:rPr>
                <w:rFonts w:ascii="Times New Roman" w:eastAsia="Times New Roman" w:hAnsi="Times New Roman" w:cs="Times New Roman"/>
                <w:bCs/>
                <w:color w:val="000000"/>
                <w:sz w:val="24"/>
                <w:szCs w:val="24"/>
              </w:rPr>
            </w:pPr>
            <w:r w:rsidRPr="001376DF">
              <w:rPr>
                <w:rFonts w:ascii="Times New Roman" w:eastAsia="Times New Roman" w:hAnsi="Times New Roman" w:cs="Times New Roman"/>
                <w:sz w:val="24"/>
                <w:szCs w:val="24"/>
              </w:rPr>
              <w:lastRenderedPageBreak/>
              <w:t>Sukurti funkcionalumą</w:t>
            </w:r>
            <w:r w:rsidR="007B4558">
              <w:rPr>
                <w:rFonts w:ascii="Times New Roman" w:eastAsia="Times New Roman" w:hAnsi="Times New Roman" w:cs="Times New Roman"/>
                <w:sz w:val="24"/>
                <w:szCs w:val="24"/>
              </w:rPr>
              <w:t>,</w:t>
            </w:r>
            <w:r w:rsidRPr="001376DF">
              <w:rPr>
                <w:rFonts w:ascii="Times New Roman" w:eastAsia="Times New Roman" w:hAnsi="Times New Roman" w:cs="Times New Roman"/>
                <w:sz w:val="24"/>
                <w:szCs w:val="24"/>
              </w:rPr>
              <w:t xml:space="preserve"> leidžiant</w:t>
            </w:r>
            <w:r w:rsidR="007B4558">
              <w:rPr>
                <w:rFonts w:ascii="Times New Roman" w:eastAsia="Times New Roman" w:hAnsi="Times New Roman" w:cs="Times New Roman"/>
                <w:sz w:val="24"/>
                <w:szCs w:val="24"/>
              </w:rPr>
              <w:t>į</w:t>
            </w:r>
            <w:r w:rsidRPr="001376DF">
              <w:rPr>
                <w:rFonts w:ascii="Times New Roman" w:eastAsia="Times New Roman" w:hAnsi="Times New Roman" w:cs="Times New Roman"/>
                <w:sz w:val="24"/>
                <w:szCs w:val="24"/>
              </w:rPr>
              <w:t xml:space="preserve"> Europos prokuratūros prokurorams perduoti ir jiems perimti IBPS bylas pagal </w:t>
            </w:r>
            <w:r w:rsidR="007B4558" w:rsidRPr="00F242B8">
              <w:rPr>
                <w:rFonts w:ascii="Times New Roman" w:hAnsi="Times New Roman" w:cs="Times New Roman"/>
                <w:bCs/>
                <w:sz w:val="24"/>
                <w:szCs w:val="24"/>
              </w:rPr>
              <w:t xml:space="preserve">2017 m. </w:t>
            </w:r>
            <w:r w:rsidR="007B4558" w:rsidRPr="00F242B8">
              <w:rPr>
                <w:rFonts w:ascii="Times New Roman" w:hAnsi="Times New Roman" w:cs="Times New Roman"/>
                <w:bCs/>
                <w:sz w:val="24"/>
                <w:szCs w:val="24"/>
              </w:rPr>
              <w:lastRenderedPageBreak/>
              <w:t>spalio 12 d. Tarybos reglament</w:t>
            </w:r>
            <w:r w:rsidR="007B4558">
              <w:rPr>
                <w:rFonts w:ascii="Times New Roman" w:hAnsi="Times New Roman" w:cs="Times New Roman"/>
                <w:bCs/>
                <w:sz w:val="24"/>
                <w:szCs w:val="24"/>
              </w:rPr>
              <w:t>e</w:t>
            </w:r>
            <w:r w:rsidR="007B4558" w:rsidRPr="00F242B8">
              <w:rPr>
                <w:rFonts w:ascii="Times New Roman" w:hAnsi="Times New Roman" w:cs="Times New Roman"/>
                <w:bCs/>
                <w:sz w:val="24"/>
                <w:szCs w:val="24"/>
              </w:rPr>
              <w:t xml:space="preserve"> (ES) 2017/1939, kuriuo įgyvendinamas tvirtesnis bendradarbiavimas Europos prokuratūros įsteigimo srityje, nustatomas Europos prokuratūros veikimo pagrindas</w:t>
            </w:r>
            <w:r w:rsidR="007B4558" w:rsidRPr="007B4558">
              <w:rPr>
                <w:rFonts w:ascii="Times New Roman" w:eastAsia="Times New Roman" w:hAnsi="Times New Roman" w:cs="Times New Roman"/>
                <w:sz w:val="24"/>
                <w:szCs w:val="24"/>
              </w:rPr>
              <w:t xml:space="preserve"> </w:t>
            </w:r>
            <w:r w:rsidRPr="001376DF">
              <w:rPr>
                <w:rFonts w:ascii="Times New Roman" w:eastAsia="Times New Roman" w:hAnsi="Times New Roman" w:cs="Times New Roman"/>
                <w:sz w:val="24"/>
                <w:szCs w:val="24"/>
              </w:rPr>
              <w:t>numatytą procedūrą. Tam reikia sukurti tris naujas organizacines rezoliucijas, kurias gali sukurti prokuratūros darbuotojas ir 4 naujas tipines užduotis.</w:t>
            </w:r>
          </w:p>
        </w:tc>
      </w:tr>
      <w:tr w:rsidR="002B5C54" w:rsidRPr="00F242B8" w14:paraId="12A848D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14FDF96" w14:textId="2BFAB0F2"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0416F9D" w14:textId="4B6303CA"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sidRPr="00624BCF">
              <w:rPr>
                <w:rFonts w:ascii="Times New Roman" w:eastAsia="Times New Roman" w:hAnsi="Times New Roman" w:cs="Times New Roman"/>
                <w:b/>
                <w:sz w:val="24"/>
                <w:szCs w:val="24"/>
              </w:rPr>
              <w:t>Inform</w:t>
            </w:r>
            <w:r>
              <w:rPr>
                <w:rFonts w:ascii="Times New Roman" w:eastAsia="Times New Roman" w:hAnsi="Times New Roman" w:cs="Times New Roman"/>
                <w:b/>
                <w:sz w:val="24"/>
                <w:szCs w:val="24"/>
              </w:rPr>
              <w:t xml:space="preserve">avimo, apie </w:t>
            </w:r>
            <w:r w:rsidRPr="00624BCF">
              <w:rPr>
                <w:rFonts w:ascii="Times New Roman" w:eastAsia="Times New Roman" w:hAnsi="Times New Roman" w:cs="Times New Roman"/>
                <w:b/>
                <w:sz w:val="24"/>
                <w:szCs w:val="24"/>
              </w:rPr>
              <w:t>nepabaigtus tarptautinio bendradarbiavimo instrumentus byloje</w:t>
            </w:r>
            <w:r>
              <w:rPr>
                <w:rFonts w:ascii="Times New Roman" w:eastAsia="Times New Roman" w:hAnsi="Times New Roman" w:cs="Times New Roman"/>
                <w:b/>
                <w:sz w:val="24"/>
                <w:szCs w:val="24"/>
              </w:rPr>
              <w:t>,  funkcionalumo sukūrimas</w:t>
            </w:r>
          </w:p>
        </w:tc>
        <w:tc>
          <w:tcPr>
            <w:tcW w:w="6662" w:type="dxa"/>
            <w:tcBorders>
              <w:top w:val="single" w:sz="4" w:space="0" w:color="000000"/>
              <w:left w:val="single" w:sz="4" w:space="0" w:color="000000"/>
              <w:bottom w:val="single" w:sz="4" w:space="0" w:color="000000"/>
              <w:right w:val="single" w:sz="4" w:space="0" w:color="000000"/>
            </w:tcBorders>
          </w:tcPr>
          <w:p w14:paraId="2924E431" w14:textId="3701F0DB" w:rsidR="002B5C54" w:rsidRPr="00F242B8" w:rsidRDefault="002B5C54" w:rsidP="002B5C54">
            <w:pPr>
              <w:widowControl w:val="0"/>
              <w:spacing w:after="0" w:line="240" w:lineRule="auto"/>
              <w:rPr>
                <w:rFonts w:ascii="Times New Roman" w:eastAsia="Times New Roman" w:hAnsi="Times New Roman" w:cs="Times New Roman"/>
                <w:sz w:val="24"/>
                <w:szCs w:val="24"/>
              </w:rPr>
            </w:pPr>
            <w:r w:rsidRPr="00003946">
              <w:rPr>
                <w:rFonts w:ascii="Times New Roman" w:eastAsia="Times New Roman" w:hAnsi="Times New Roman" w:cs="Times New Roman"/>
                <w:sz w:val="24"/>
                <w:szCs w:val="24"/>
              </w:rPr>
              <w:t>Sukurti funkcionalumą, įspėjantį IT vadovaujantį prokurorą priimant galutinį sprendimą IT byloje, kad šioje byloje yra neužbaigtų/neįvykdytų tarptautinio bendradarbiavimo instrumentų.</w:t>
            </w:r>
          </w:p>
        </w:tc>
      </w:tr>
      <w:tr w:rsidR="002B5C54" w:rsidRPr="00F242B8" w14:paraId="3224CC9E"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CFE5364" w14:textId="652BD2F3"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Pr="00052D7B">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3D1F886" w14:textId="5D489D66"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sidRPr="00EC0B89">
              <w:rPr>
                <w:rFonts w:ascii="Times New Roman" w:eastAsia="Times New Roman" w:hAnsi="Times New Roman" w:cs="Times New Roman"/>
                <w:b/>
                <w:sz w:val="24"/>
                <w:szCs w:val="24"/>
              </w:rPr>
              <w:t>Kitos informacijos  papildymas</w:t>
            </w:r>
          </w:p>
        </w:tc>
        <w:tc>
          <w:tcPr>
            <w:tcW w:w="6662" w:type="dxa"/>
            <w:tcBorders>
              <w:top w:val="single" w:sz="4" w:space="0" w:color="000000"/>
              <w:left w:val="single" w:sz="4" w:space="0" w:color="000000"/>
              <w:bottom w:val="single" w:sz="4" w:space="0" w:color="000000"/>
              <w:right w:val="single" w:sz="4" w:space="0" w:color="000000"/>
            </w:tcBorders>
          </w:tcPr>
          <w:p w14:paraId="790658DE" w14:textId="45CB4C30" w:rsidR="002B5C54" w:rsidRPr="007B4558" w:rsidRDefault="002B5C54" w:rsidP="002B5C54">
            <w:pPr>
              <w:spacing w:after="0" w:line="240" w:lineRule="auto"/>
              <w:rPr>
                <w:rFonts w:ascii="Times New Roman" w:eastAsia="Times New Roman" w:hAnsi="Times New Roman" w:cs="Times New Roman"/>
                <w:b/>
                <w:bCs/>
                <w:sz w:val="24"/>
                <w:szCs w:val="24"/>
              </w:rPr>
            </w:pPr>
            <w:r w:rsidRPr="001376DF">
              <w:rPr>
                <w:rFonts w:ascii="Times New Roman" w:eastAsia="Times New Roman" w:hAnsi="Times New Roman" w:cs="Times New Roman"/>
                <w:sz w:val="24"/>
                <w:szCs w:val="24"/>
              </w:rPr>
              <w:t>Papildyti IT bylose, medžiagose ir TP bylose kitoje informacijoje nurodytų asmenų informacijos rodymu - parodyti “Asmens informacijos langą”, kai pelė yra ties asmens vardu ir pavarde.</w:t>
            </w:r>
          </w:p>
        </w:tc>
      </w:tr>
      <w:tr w:rsidR="002B5C54" w:rsidRPr="00F242B8" w14:paraId="43CEA05F"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8CAA02A" w14:textId="2336AA20"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06F5223" w14:textId="03295B8E"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sidRPr="00EC0B89">
              <w:rPr>
                <w:rFonts w:ascii="Times New Roman" w:eastAsia="Times New Roman" w:hAnsi="Times New Roman" w:cs="Times New Roman"/>
                <w:b/>
                <w:sz w:val="24"/>
                <w:szCs w:val="24"/>
              </w:rPr>
              <w:t>TP bylų funkcionalumo tobulinimas</w:t>
            </w:r>
          </w:p>
        </w:tc>
        <w:tc>
          <w:tcPr>
            <w:tcW w:w="6662" w:type="dxa"/>
            <w:tcBorders>
              <w:top w:val="single" w:sz="4" w:space="0" w:color="000000"/>
              <w:left w:val="single" w:sz="4" w:space="0" w:color="000000"/>
              <w:bottom w:val="single" w:sz="4" w:space="0" w:color="000000"/>
              <w:right w:val="single" w:sz="4" w:space="0" w:color="000000"/>
            </w:tcBorders>
          </w:tcPr>
          <w:p w14:paraId="64AA0677" w14:textId="6081DA6C" w:rsidR="002B5C54" w:rsidRPr="00EC0B89" w:rsidRDefault="002B5C54" w:rsidP="002B5C54">
            <w:pPr>
              <w:widowControl w:val="0"/>
              <w:spacing w:after="0" w:line="240" w:lineRule="auto"/>
              <w:rPr>
                <w:rFonts w:ascii="Times New Roman" w:eastAsia="Times New Roman" w:hAnsi="Times New Roman" w:cs="Times New Roman"/>
                <w:sz w:val="24"/>
                <w:szCs w:val="24"/>
              </w:rPr>
            </w:pPr>
            <w:r w:rsidRPr="00EC0B89">
              <w:rPr>
                <w:rFonts w:ascii="Times New Roman" w:eastAsia="Times New Roman" w:hAnsi="Times New Roman" w:cs="Times New Roman"/>
                <w:sz w:val="24"/>
                <w:szCs w:val="24"/>
              </w:rPr>
              <w:t>1. Sukurti funkcionalumą</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 xml:space="preserve"> leidžiantį panaikinti TP byloje paskirtą tyrėją/specialistą, nepaskiriant kito.</w:t>
            </w:r>
          </w:p>
          <w:p w14:paraId="69C6DFB1" w14:textId="104ABD62" w:rsidR="002B5C54" w:rsidRPr="00EC0B89" w:rsidRDefault="002B5C54" w:rsidP="002B5C54">
            <w:pPr>
              <w:widowControl w:val="0"/>
              <w:spacing w:after="0" w:line="240" w:lineRule="auto"/>
              <w:rPr>
                <w:rFonts w:ascii="Times New Roman" w:eastAsia="Times New Roman" w:hAnsi="Times New Roman" w:cs="Times New Roman"/>
                <w:sz w:val="24"/>
                <w:szCs w:val="24"/>
              </w:rPr>
            </w:pPr>
            <w:r w:rsidRPr="00EC0B89">
              <w:rPr>
                <w:rFonts w:ascii="Times New Roman" w:eastAsia="Times New Roman" w:hAnsi="Times New Roman" w:cs="Times New Roman"/>
                <w:sz w:val="24"/>
                <w:szCs w:val="24"/>
              </w:rPr>
              <w:t xml:space="preserve">2. Papildyti dokumento </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Perduoti kitai prokuratūrai pagal kompetenciją</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 xml:space="preserve"> funkcionalumą, perduodant bylą panaikinti paskirtą tyrėją/specialistą.</w:t>
            </w:r>
          </w:p>
          <w:p w14:paraId="0D807FB1" w14:textId="107FF5DB" w:rsidR="002B5C54" w:rsidRPr="00EC0B89" w:rsidRDefault="002B5C54" w:rsidP="002B5C54">
            <w:pPr>
              <w:widowControl w:val="0"/>
              <w:spacing w:after="0" w:line="240" w:lineRule="auto"/>
              <w:rPr>
                <w:rFonts w:ascii="Times New Roman" w:eastAsia="Times New Roman" w:hAnsi="Times New Roman" w:cs="Times New Roman"/>
                <w:sz w:val="24"/>
                <w:szCs w:val="24"/>
              </w:rPr>
            </w:pPr>
            <w:r w:rsidRPr="00EC0B89">
              <w:rPr>
                <w:rFonts w:ascii="Times New Roman" w:eastAsia="Times New Roman" w:hAnsi="Times New Roman" w:cs="Times New Roman"/>
                <w:sz w:val="24"/>
                <w:szCs w:val="24"/>
              </w:rPr>
              <w:t>3. Sukurti funkcionalumą, leidžiant</w:t>
            </w:r>
            <w:r w:rsidR="007B4558">
              <w:rPr>
                <w:rFonts w:ascii="Times New Roman" w:eastAsia="Times New Roman" w:hAnsi="Times New Roman" w:cs="Times New Roman"/>
                <w:sz w:val="24"/>
                <w:szCs w:val="24"/>
              </w:rPr>
              <w:t>į</w:t>
            </w:r>
            <w:r w:rsidRPr="00EC0B89">
              <w:rPr>
                <w:rFonts w:ascii="Times New Roman" w:eastAsia="Times New Roman" w:hAnsi="Times New Roman" w:cs="Times New Roman"/>
                <w:sz w:val="24"/>
                <w:szCs w:val="24"/>
              </w:rPr>
              <w:t xml:space="preserve"> surasti, parodyti, ir esant pagrindui šalinti TP bylas, kurios turi būseną </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laikina</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 xml:space="preserve">. Taip pat, išplėsti </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Institucijos medžiagos</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 xml:space="preserve"> mygtuko funkcionalumą, leidžiantį parodyti ir nebaigtų pildyti medžiagų sąrašą.</w:t>
            </w:r>
          </w:p>
          <w:p w14:paraId="15AF5C7B" w14:textId="77777777" w:rsidR="002B5C54" w:rsidRPr="00EC0B89" w:rsidRDefault="002B5C54" w:rsidP="002B5C54">
            <w:pPr>
              <w:widowControl w:val="0"/>
              <w:spacing w:after="0" w:line="240" w:lineRule="auto"/>
              <w:rPr>
                <w:rFonts w:ascii="Times New Roman" w:eastAsia="Times New Roman" w:hAnsi="Times New Roman" w:cs="Times New Roman"/>
                <w:sz w:val="24"/>
                <w:szCs w:val="24"/>
              </w:rPr>
            </w:pPr>
            <w:r w:rsidRPr="00EC0B89">
              <w:rPr>
                <w:rFonts w:ascii="Times New Roman" w:eastAsia="Times New Roman" w:hAnsi="Times New Roman" w:cs="Times New Roman"/>
                <w:sz w:val="24"/>
                <w:szCs w:val="24"/>
              </w:rPr>
              <w:t>4. Sukurti funkcionalumą, leidžiantį patikrinti ar tam pačiam asmeniui nėra sukurtų/rengiamų kitų Europos arešto orderių, ekstradicijų kitose bylose.</w:t>
            </w:r>
          </w:p>
          <w:p w14:paraId="037B907C" w14:textId="77777777" w:rsidR="002B5C54" w:rsidRPr="00EC0B89" w:rsidRDefault="002B5C54" w:rsidP="002B5C54">
            <w:pPr>
              <w:widowControl w:val="0"/>
              <w:spacing w:after="0" w:line="240" w:lineRule="auto"/>
              <w:rPr>
                <w:rFonts w:ascii="Times New Roman" w:eastAsia="Times New Roman" w:hAnsi="Times New Roman" w:cs="Times New Roman"/>
                <w:sz w:val="24"/>
                <w:szCs w:val="24"/>
              </w:rPr>
            </w:pPr>
            <w:r w:rsidRPr="00EC0B89">
              <w:rPr>
                <w:rFonts w:ascii="Times New Roman" w:eastAsia="Times New Roman" w:hAnsi="Times New Roman" w:cs="Times New Roman"/>
                <w:sz w:val="24"/>
                <w:szCs w:val="24"/>
              </w:rPr>
              <w:t>5. Kitoje informacijoje, tiek IT bylose, tiek TP bylose rodyti prie susijusios bylos numerio “Valstybės pavadinimą”.</w:t>
            </w:r>
          </w:p>
          <w:p w14:paraId="69AECB40" w14:textId="723B099F"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EC0B89">
              <w:rPr>
                <w:rFonts w:ascii="Times New Roman" w:eastAsia="Times New Roman" w:hAnsi="Times New Roman" w:cs="Times New Roman"/>
                <w:sz w:val="24"/>
                <w:szCs w:val="24"/>
              </w:rPr>
              <w:t xml:space="preserve">6. Tobulinti esamą dokumentų perkėlimo iš TP į IT bylą, funkcionalumą </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Dokumentų perkėlimas į IT bylą</w:t>
            </w:r>
            <w:r w:rsidR="007B4558">
              <w:rPr>
                <w:rFonts w:ascii="Times New Roman" w:eastAsia="Times New Roman" w:hAnsi="Times New Roman" w:cs="Times New Roman"/>
                <w:sz w:val="24"/>
                <w:szCs w:val="24"/>
              </w:rPr>
              <w:t>“</w:t>
            </w:r>
            <w:r w:rsidRPr="00EC0B89">
              <w:rPr>
                <w:rFonts w:ascii="Times New Roman" w:eastAsia="Times New Roman" w:hAnsi="Times New Roman" w:cs="Times New Roman"/>
                <w:sz w:val="24"/>
                <w:szCs w:val="24"/>
              </w:rPr>
              <w:t xml:space="preserve"> taip, kad perkeliami iš TP bylos dokumentai patektų į susijusios IT bylos medžiagos ne į pagrindinį tyrimo eigos katalogą, o į tą veiksmą, kuriame yra tą TP bylą inicijuojantis dokumentas.</w:t>
            </w:r>
          </w:p>
        </w:tc>
      </w:tr>
      <w:tr w:rsidR="002B5C54" w:rsidRPr="00F242B8" w14:paraId="617E6A7E"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8EB2976" w14:textId="01E942AE"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0A2829D" w14:textId="6CAFC0AF"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sidRPr="00624BCF">
              <w:rPr>
                <w:rFonts w:ascii="Times New Roman" w:eastAsia="Times New Roman" w:hAnsi="Times New Roman" w:cs="Times New Roman"/>
                <w:b/>
                <w:sz w:val="24"/>
                <w:szCs w:val="24"/>
              </w:rPr>
              <w:t>Darbų plano funkcionalumo pakeitimas</w:t>
            </w:r>
          </w:p>
        </w:tc>
        <w:tc>
          <w:tcPr>
            <w:tcW w:w="6662" w:type="dxa"/>
            <w:tcBorders>
              <w:top w:val="single" w:sz="4" w:space="0" w:color="000000"/>
              <w:left w:val="single" w:sz="4" w:space="0" w:color="000000"/>
              <w:bottom w:val="single" w:sz="4" w:space="0" w:color="000000"/>
              <w:right w:val="single" w:sz="4" w:space="0" w:color="000000"/>
            </w:tcBorders>
          </w:tcPr>
          <w:p w14:paraId="2D7FF19D"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1. Pakeisti darbų plano veiksmų (įrašų) grupavimą taip, kad darbų plane veiksmai būtų grupuojami pagal veiksmo atlikimo terminą, bei turi būti sudaryta galimybė IBPS naudotojui pačiam rinktis ir nustatyti kaip grupuoti veiksmus (pvz. atlikimo terminą, įvykdymo datą, vykdytoją ar kt.).</w:t>
            </w:r>
          </w:p>
          <w:p w14:paraId="2064DE24"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2. Sukurti funkcionalumą, sudarantį galimybę IBPS naudotojui darbų planą spausdinti ar atsisiųsti Word, Excel formatu pagal išfiltruotus duomenis.</w:t>
            </w:r>
          </w:p>
          <w:p w14:paraId="58AAD734"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3. IBPS naudotojui kuriant naują įrašą plane, turi būti sudaryta galimybė iš karto nurodyti, koks eilės numeris bus plane, po ko žemiau esančių įrašų numeracija turi atsinaujinti automatiškai.</w:t>
            </w:r>
          </w:p>
          <w:p w14:paraId="2D0ED4B6" w14:textId="77777777" w:rsidR="002B5C54" w:rsidRPr="00624BCF" w:rsidRDefault="002B5C54" w:rsidP="002B5C54">
            <w:pPr>
              <w:pStyle w:val="Pagrindinistekstas"/>
              <w:spacing w:after="0" w:line="240" w:lineRule="auto"/>
              <w:rPr>
                <w:rFonts w:ascii="Times New Roman" w:hAnsi="Times New Roman" w:cs="Times New Roman"/>
                <w:sz w:val="24"/>
                <w:szCs w:val="24"/>
              </w:rPr>
            </w:pPr>
            <w:r w:rsidRPr="00624BCF">
              <w:rPr>
                <w:rFonts w:ascii="Times New Roman" w:hAnsi="Times New Roman" w:cs="Times New Roman"/>
              </w:rPr>
              <w:t>4</w:t>
            </w:r>
            <w:r w:rsidRPr="00624BCF">
              <w:rPr>
                <w:rFonts w:ascii="Times New Roman" w:hAnsi="Times New Roman" w:cs="Times New Roman"/>
                <w:sz w:val="24"/>
                <w:szCs w:val="24"/>
              </w:rPr>
              <w:t>. Sukurti funkcionalumą, sudarantį galimybę IBPS naudotojui rašyti komentarus ties veiksmais (įrašais) kai veiksmas (įrašas) nepažymėtas  kaip atliktas.</w:t>
            </w:r>
          </w:p>
          <w:p w14:paraId="2D031665"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 xml:space="preserve">5. Sukurti funkcionalumą, sudarantį galimybę IBPS naudotojui kuriant naują darbo plano versiją, prieš tai pasirašytas ir pilnai įvykdytas planas turi likti atskiroje lentelėje (istorijoje) su galimybę </w:t>
            </w:r>
            <w:r w:rsidRPr="00624BCF">
              <w:rPr>
                <w:rFonts w:ascii="Times New Roman" w:hAnsi="Times New Roman" w:cs="Times New Roman"/>
                <w:sz w:val="24"/>
                <w:szCs w:val="24"/>
              </w:rPr>
              <w:lastRenderedPageBreak/>
              <w:t>naudoti jo duomenis (veiksmus (įrašus)) naujo plano versijos kūrime, jį peržiūrėti, spausdinti ar atsisiųsti.</w:t>
            </w:r>
          </w:p>
          <w:p w14:paraId="6A7EF715"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6. Sukurti funkcionalumą, sudarantį galimybę IBPS naudotojui žymėti visus ar pasirinktinai kelis plano veiksmus kaip įvykdytus, iš dalies įvykdytus, neįvykdytus.</w:t>
            </w:r>
          </w:p>
          <w:p w14:paraId="23D9CB07"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 xml:space="preserve">7. Sukurti funkcionalumą, sudarantį galimybę pasirašytą planą atsisiųsti Word ir Excel formatu. </w:t>
            </w:r>
          </w:p>
          <w:p w14:paraId="754EA2AF" w14:textId="77777777" w:rsidR="002B5C54" w:rsidRPr="00624BCF" w:rsidRDefault="002B5C54" w:rsidP="002B5C54">
            <w:pPr>
              <w:widowControl w:val="0"/>
              <w:spacing w:after="0"/>
              <w:rPr>
                <w:rFonts w:ascii="Times New Roman" w:hAnsi="Times New Roman" w:cs="Times New Roman"/>
                <w:sz w:val="24"/>
                <w:szCs w:val="24"/>
              </w:rPr>
            </w:pPr>
            <w:r w:rsidRPr="00624BCF">
              <w:rPr>
                <w:rFonts w:ascii="Times New Roman" w:hAnsi="Times New Roman" w:cs="Times New Roman"/>
                <w:sz w:val="24"/>
                <w:szCs w:val="24"/>
              </w:rPr>
              <w:t xml:space="preserve">8. Sukurti funkcionalumą, sudarantį galimybę, IBPS naudotojui atliekant atitinkamus plano veiksmų (įrašų) pakeitimus, kitiems IBPS naudotojams matyti, kas, kada ir ką pakeitė plane nuo paskutinio jo patvirtinimo. </w:t>
            </w:r>
          </w:p>
          <w:p w14:paraId="7223B87B" w14:textId="64C3F6ED"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624BCF">
              <w:rPr>
                <w:rFonts w:ascii="Times New Roman" w:hAnsi="Times New Roman" w:cs="Times New Roman"/>
                <w:sz w:val="24"/>
                <w:szCs w:val="24"/>
              </w:rPr>
              <w:t>9. Sukurti funkcionalumą plano veiksmus (įrašus) žymėti atitinkama spalva ir filtruoti veiksmus (įrašus) pagal spalvas.</w:t>
            </w:r>
          </w:p>
        </w:tc>
      </w:tr>
      <w:tr w:rsidR="002B5C54" w:rsidRPr="00F242B8" w14:paraId="27E7D9F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9C83C57" w14:textId="4CE4DCE8"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852" w:type="dxa"/>
            <w:tcBorders>
              <w:top w:val="single" w:sz="4" w:space="0" w:color="000000"/>
              <w:left w:val="single" w:sz="4" w:space="0" w:color="000000"/>
              <w:bottom w:val="single" w:sz="4" w:space="0" w:color="000000"/>
              <w:right w:val="single" w:sz="4" w:space="0" w:color="000000"/>
            </w:tcBorders>
          </w:tcPr>
          <w:p w14:paraId="21BFA3E8" w14:textId="02FB7EF6"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Pr>
                <w:rFonts w:ascii="Times New Roman" w:eastAsiaTheme="minorHAnsi" w:hAnsi="Times New Roman" w:cs="Times New Roman"/>
                <w:b/>
                <w:bCs/>
                <w:sz w:val="24"/>
                <w:szCs w:val="24"/>
                <w14:ligatures w14:val="standardContextual"/>
              </w:rPr>
              <w:t xml:space="preserve">Naujo </w:t>
            </w:r>
            <w:r w:rsidRPr="008C6367">
              <w:rPr>
                <w:rFonts w:ascii="Times New Roman" w:eastAsiaTheme="minorHAnsi" w:hAnsi="Times New Roman" w:cs="Times New Roman"/>
                <w:b/>
                <w:bCs/>
                <w:sz w:val="24"/>
                <w:szCs w:val="24"/>
                <w14:ligatures w14:val="standardContextual"/>
              </w:rPr>
              <w:t>IBPS EPP užsieniečių identifikavimo</w:t>
            </w:r>
            <w:r>
              <w:rPr>
                <w:rFonts w:ascii="Times New Roman" w:eastAsiaTheme="minorHAnsi" w:hAnsi="Times New Roman" w:cs="Times New Roman"/>
                <w:b/>
                <w:bCs/>
                <w:sz w:val="24"/>
                <w:szCs w:val="24"/>
                <w14:ligatures w14:val="standardContextual"/>
              </w:rPr>
              <w:t xml:space="preserve"> būdo sukūrimas</w:t>
            </w:r>
          </w:p>
        </w:tc>
        <w:tc>
          <w:tcPr>
            <w:tcW w:w="6662" w:type="dxa"/>
            <w:tcBorders>
              <w:top w:val="single" w:sz="4" w:space="0" w:color="000000"/>
              <w:left w:val="single" w:sz="4" w:space="0" w:color="000000"/>
              <w:bottom w:val="single" w:sz="4" w:space="0" w:color="000000"/>
              <w:right w:val="single" w:sz="4" w:space="0" w:color="000000"/>
            </w:tcBorders>
          </w:tcPr>
          <w:p w14:paraId="238EC439" w14:textId="0BF9D473" w:rsidR="002B5C54" w:rsidRPr="00F242B8" w:rsidRDefault="002B5C54" w:rsidP="002B5C54">
            <w:pPr>
              <w:widowControl w:val="0"/>
              <w:spacing w:after="0" w:line="240" w:lineRule="auto"/>
              <w:rPr>
                <w:rFonts w:ascii="Times New Roman" w:eastAsia="Times New Roman" w:hAnsi="Times New Roman" w:cs="Times New Roman"/>
                <w:bCs/>
                <w:color w:val="000000"/>
                <w:sz w:val="24"/>
                <w:szCs w:val="24"/>
              </w:rPr>
            </w:pPr>
            <w:r w:rsidRPr="00810848">
              <w:rPr>
                <w:rFonts w:ascii="Times New Roman" w:eastAsiaTheme="minorHAnsi" w:hAnsi="Times New Roman" w:cs="Times New Roman"/>
                <w:bCs/>
                <w:sz w:val="24"/>
                <w:szCs w:val="24"/>
                <w14:ligatures w14:val="standardContextual"/>
              </w:rPr>
              <w:t xml:space="preserve">Turi būti sukurtas IBPS EPP užsieniečių identifikavimo būdas, kuris leistų užsienio piliečiams identifikuotis per VIISP integraciją naudojantis </w:t>
            </w:r>
            <w:proofErr w:type="spellStart"/>
            <w:r w:rsidRPr="00810848">
              <w:rPr>
                <w:rFonts w:ascii="Times New Roman" w:eastAsiaTheme="minorHAnsi" w:hAnsi="Times New Roman" w:cs="Times New Roman"/>
                <w:bCs/>
                <w:sz w:val="24"/>
                <w:szCs w:val="24"/>
                <w14:ligatures w14:val="standardContextual"/>
              </w:rPr>
              <w:t>eIDAS</w:t>
            </w:r>
            <w:proofErr w:type="spellEnd"/>
            <w:r w:rsidRPr="00810848">
              <w:rPr>
                <w:rFonts w:ascii="Times New Roman" w:eastAsiaTheme="minorHAnsi" w:hAnsi="Times New Roman" w:cs="Times New Roman"/>
                <w:bCs/>
                <w:sz w:val="24"/>
                <w:szCs w:val="24"/>
                <w14:ligatures w14:val="standardContextual"/>
              </w:rPr>
              <w:t xml:space="preserve">. Tam reikia modifikuoti IBPS EPP naudotojo profilį, jame išsaugant </w:t>
            </w:r>
            <w:r w:rsidR="00CF22B0" w:rsidRPr="00CF22B0">
              <w:rPr>
                <w:rFonts w:ascii="Times New Roman" w:eastAsiaTheme="minorHAnsi" w:hAnsi="Times New Roman" w:cs="Times New Roman"/>
                <w:bCs/>
                <w:sz w:val="24"/>
                <w:szCs w:val="24"/>
                <w14:ligatures w14:val="standardContextual"/>
              </w:rPr>
              <w:t xml:space="preserve">interesų Lietuvoje turinčio užsieniečio kodą </w:t>
            </w:r>
            <w:r w:rsidR="00CF22B0">
              <w:rPr>
                <w:rFonts w:ascii="Times New Roman" w:eastAsiaTheme="minorHAnsi" w:hAnsi="Times New Roman" w:cs="Times New Roman"/>
                <w:bCs/>
                <w:sz w:val="24"/>
                <w:szCs w:val="24"/>
                <w14:ligatures w14:val="standardContextual"/>
              </w:rPr>
              <w:t>(</w:t>
            </w:r>
            <w:proofErr w:type="spellStart"/>
            <w:r w:rsidRPr="00810848">
              <w:rPr>
                <w:rFonts w:ascii="Times New Roman" w:eastAsiaTheme="minorHAnsi" w:hAnsi="Times New Roman" w:cs="Times New Roman"/>
                <w:bCs/>
                <w:sz w:val="24"/>
                <w:szCs w:val="24"/>
                <w14:ligatures w14:val="standardContextual"/>
              </w:rPr>
              <w:t>iLTU</w:t>
            </w:r>
            <w:proofErr w:type="spellEnd"/>
            <w:r w:rsidRPr="00810848">
              <w:rPr>
                <w:rFonts w:ascii="Times New Roman" w:eastAsiaTheme="minorHAnsi" w:hAnsi="Times New Roman" w:cs="Times New Roman"/>
                <w:bCs/>
                <w:sz w:val="24"/>
                <w:szCs w:val="24"/>
                <w14:ligatures w14:val="standardContextual"/>
              </w:rPr>
              <w:t xml:space="preserve"> kodą</w:t>
            </w:r>
            <w:r w:rsidR="00CF22B0">
              <w:rPr>
                <w:rFonts w:ascii="Times New Roman" w:eastAsiaTheme="minorHAnsi" w:hAnsi="Times New Roman" w:cs="Times New Roman"/>
                <w:bCs/>
                <w:sz w:val="24"/>
                <w:szCs w:val="24"/>
                <w14:ligatures w14:val="standardContextual"/>
              </w:rPr>
              <w:t>)</w:t>
            </w:r>
            <w:r w:rsidRPr="00810848">
              <w:rPr>
                <w:rFonts w:ascii="Times New Roman" w:eastAsiaTheme="minorHAnsi" w:hAnsi="Times New Roman" w:cs="Times New Roman"/>
                <w:bCs/>
                <w:sz w:val="24"/>
                <w:szCs w:val="24"/>
                <w14:ligatures w14:val="standardContextual"/>
              </w:rPr>
              <w:t xml:space="preserve">, pagal kurį būtų identifikuojamas užsienio pilietis. Taip pat turi būti pakeista publikavimo į IBPS EPP logika, kuri leistų publikuoti bylą užsieniečiui, jeigu jis turi </w:t>
            </w:r>
            <w:proofErr w:type="spellStart"/>
            <w:r w:rsidRPr="00810848">
              <w:rPr>
                <w:rFonts w:ascii="Times New Roman" w:eastAsiaTheme="minorHAnsi" w:hAnsi="Times New Roman" w:cs="Times New Roman"/>
                <w:bCs/>
                <w:sz w:val="24"/>
                <w:szCs w:val="24"/>
                <w14:ligatures w14:val="standardContextual"/>
              </w:rPr>
              <w:t>iLTU</w:t>
            </w:r>
            <w:proofErr w:type="spellEnd"/>
            <w:r w:rsidRPr="00810848">
              <w:rPr>
                <w:rFonts w:ascii="Times New Roman" w:eastAsiaTheme="minorHAnsi" w:hAnsi="Times New Roman" w:cs="Times New Roman"/>
                <w:bCs/>
                <w:sz w:val="24"/>
                <w:szCs w:val="24"/>
                <w14:ligatures w14:val="standardContextual"/>
              </w:rPr>
              <w:t xml:space="preserve"> kodą. Modifikuojant užsieniečių identifikavimo funkcionalumą, turi išlikti ir esamas užsieniečių prisijungimo būdas</w:t>
            </w:r>
            <w:r w:rsidR="00CF22B0">
              <w:rPr>
                <w:rFonts w:ascii="Times New Roman" w:eastAsiaTheme="minorHAnsi" w:hAnsi="Times New Roman" w:cs="Times New Roman"/>
                <w:bCs/>
                <w:sz w:val="24"/>
                <w:szCs w:val="24"/>
                <w14:ligatures w14:val="standardContextual"/>
              </w:rPr>
              <w:t>,</w:t>
            </w:r>
            <w:r w:rsidRPr="00810848">
              <w:rPr>
                <w:rFonts w:ascii="Times New Roman" w:eastAsiaTheme="minorHAnsi" w:hAnsi="Times New Roman" w:cs="Times New Roman"/>
                <w:bCs/>
                <w:sz w:val="24"/>
                <w:szCs w:val="24"/>
                <w14:ligatures w14:val="standardContextual"/>
              </w:rPr>
              <w:t xml:space="preserve"> jungiantis su ADMIN</w:t>
            </w:r>
            <w:r w:rsidR="00CF22B0">
              <w:rPr>
                <w:rFonts w:ascii="Times New Roman" w:eastAsiaTheme="minorHAnsi" w:hAnsi="Times New Roman" w:cs="Times New Roman"/>
                <w:bCs/>
                <w:sz w:val="24"/>
                <w:szCs w:val="24"/>
                <w14:ligatures w14:val="standardContextual"/>
              </w:rPr>
              <w:t>III</w:t>
            </w:r>
            <w:r w:rsidRPr="00810848">
              <w:rPr>
                <w:rFonts w:ascii="Times New Roman" w:eastAsiaTheme="minorHAnsi" w:hAnsi="Times New Roman" w:cs="Times New Roman"/>
                <w:bCs/>
                <w:sz w:val="24"/>
                <w:szCs w:val="24"/>
                <w14:ligatures w14:val="standardContextual"/>
              </w:rPr>
              <w:t xml:space="preserve"> naudotojo vardu ir slaptažodžiu. </w:t>
            </w:r>
          </w:p>
        </w:tc>
      </w:tr>
      <w:tr w:rsidR="002B5C54" w:rsidRPr="00F242B8" w14:paraId="680FAE2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4A0D9F5" w14:textId="5B724081"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 </w:t>
            </w:r>
          </w:p>
        </w:tc>
        <w:tc>
          <w:tcPr>
            <w:tcW w:w="2852" w:type="dxa"/>
            <w:tcBorders>
              <w:top w:val="single" w:sz="4" w:space="0" w:color="000000"/>
              <w:left w:val="single" w:sz="4" w:space="0" w:color="000000"/>
              <w:bottom w:val="single" w:sz="4" w:space="0" w:color="000000"/>
              <w:right w:val="single" w:sz="4" w:space="0" w:color="000000"/>
            </w:tcBorders>
          </w:tcPr>
          <w:p w14:paraId="29D63298" w14:textId="49218EFD" w:rsidR="002B5C54" w:rsidRPr="00F242B8" w:rsidRDefault="002B5C54" w:rsidP="002B5C54">
            <w:pPr>
              <w:widowControl w:val="0"/>
              <w:spacing w:after="0" w:line="240" w:lineRule="auto"/>
              <w:rPr>
                <w:rFonts w:ascii="Times New Roman" w:eastAsia="Times New Roman" w:hAnsi="Times New Roman" w:cs="Times New Roman"/>
                <w:b/>
                <w:bCs/>
                <w:color w:val="000000"/>
                <w:sz w:val="24"/>
                <w:szCs w:val="24"/>
              </w:rPr>
            </w:pPr>
            <w:r w:rsidRPr="00D813FC">
              <w:rPr>
                <w:rFonts w:ascii="Times New Roman" w:eastAsia="Times New Roman" w:hAnsi="Times New Roman" w:cs="Times New Roman"/>
                <w:b/>
                <w:sz w:val="24"/>
                <w:szCs w:val="24"/>
              </w:rPr>
              <w:t>Dokumentų šablono archyvo tobulinimas</w:t>
            </w:r>
          </w:p>
        </w:tc>
        <w:tc>
          <w:tcPr>
            <w:tcW w:w="6662" w:type="dxa"/>
            <w:tcBorders>
              <w:top w:val="single" w:sz="4" w:space="0" w:color="000000"/>
              <w:left w:val="single" w:sz="4" w:space="0" w:color="000000"/>
              <w:bottom w:val="single" w:sz="4" w:space="0" w:color="000000"/>
              <w:right w:val="single" w:sz="4" w:space="0" w:color="000000"/>
            </w:tcBorders>
          </w:tcPr>
          <w:p w14:paraId="195FB99A" w14:textId="27774D50" w:rsidR="002B5C54" w:rsidRPr="00F242B8" w:rsidRDefault="002B5C54" w:rsidP="002B5C54">
            <w:pPr>
              <w:widowControl w:val="0"/>
              <w:spacing w:after="0" w:line="240" w:lineRule="auto"/>
              <w:rPr>
                <w:rFonts w:ascii="Times New Roman" w:eastAsia="Times New Roman" w:hAnsi="Times New Roman" w:cs="Times New Roman"/>
                <w:bCs/>
                <w:color w:val="000000"/>
                <w:sz w:val="24"/>
                <w:szCs w:val="24"/>
              </w:rPr>
            </w:pPr>
            <w:r w:rsidRPr="00D813FC">
              <w:rPr>
                <w:rFonts w:ascii="Times New Roman" w:eastAsia="Times New Roman" w:hAnsi="Times New Roman" w:cs="Times New Roman"/>
                <w:sz w:val="24"/>
                <w:szCs w:val="24"/>
              </w:rPr>
              <w:t xml:space="preserve">Sukurti funkcionalumą, </w:t>
            </w:r>
            <w:r>
              <w:rPr>
                <w:rFonts w:ascii="Times New Roman" w:eastAsia="Times New Roman" w:hAnsi="Times New Roman" w:cs="Times New Roman"/>
                <w:sz w:val="24"/>
                <w:szCs w:val="24"/>
              </w:rPr>
              <w:t>sudarantį galimybę</w:t>
            </w:r>
            <w:r w:rsidRPr="00D813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IBPS naudotojui </w:t>
            </w:r>
            <w:r w:rsidRPr="00D813FC">
              <w:rPr>
                <w:rFonts w:ascii="Times New Roman" w:eastAsia="Times New Roman" w:hAnsi="Times New Roman" w:cs="Times New Roman"/>
                <w:sz w:val="24"/>
                <w:szCs w:val="24"/>
              </w:rPr>
              <w:t>atnaujinti dokumentų šablono archyve esantį jau sukurtą šabloną, kuomet pasikeitė bylose dokumento versija. Turi būti galimybė ne tik pamatyti, kad šablonas neaktualus, bet ir jį ten redaguoti ir pritaikyti pagal naują dokumento versiją.</w:t>
            </w:r>
          </w:p>
        </w:tc>
      </w:tr>
      <w:tr w:rsidR="002B5C54" w:rsidRPr="00F242B8" w14:paraId="7347F9F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C97EBA6" w14:textId="26DDC1E4"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852" w:type="dxa"/>
            <w:tcBorders>
              <w:top w:val="single" w:sz="4" w:space="0" w:color="000000"/>
              <w:left w:val="single" w:sz="4" w:space="0" w:color="000000"/>
              <w:bottom w:val="single" w:sz="4" w:space="0" w:color="000000"/>
              <w:right w:val="single" w:sz="4" w:space="0" w:color="000000"/>
            </w:tcBorders>
          </w:tcPr>
          <w:p w14:paraId="2B3819F8" w14:textId="24641AC7" w:rsidR="002B5C54" w:rsidRPr="00F242B8" w:rsidRDefault="002B5C54" w:rsidP="002B5C54">
            <w:pPr>
              <w:widowControl w:val="0"/>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Kriminalistinių tyrimų modulio papildymas</w:t>
            </w:r>
          </w:p>
        </w:tc>
        <w:tc>
          <w:tcPr>
            <w:tcW w:w="6662" w:type="dxa"/>
            <w:tcBorders>
              <w:top w:val="single" w:sz="4" w:space="0" w:color="000000"/>
              <w:left w:val="single" w:sz="4" w:space="0" w:color="000000"/>
              <w:bottom w:val="single" w:sz="4" w:space="0" w:color="000000"/>
              <w:right w:val="single" w:sz="4" w:space="0" w:color="000000"/>
            </w:tcBorders>
          </w:tcPr>
          <w:p w14:paraId="2F63FAB1" w14:textId="77777777" w:rsidR="002B5C54" w:rsidRPr="00810848" w:rsidRDefault="002B5C54" w:rsidP="002B5C54">
            <w:pPr>
              <w:widowControl w:val="0"/>
              <w:spacing w:after="0"/>
              <w:rPr>
                <w:rFonts w:ascii="Times New Roman" w:eastAsia="Times New Roman" w:hAnsi="Times New Roman" w:cs="Times New Roman"/>
                <w:color w:val="000000"/>
                <w:sz w:val="24"/>
                <w:szCs w:val="24"/>
              </w:rPr>
            </w:pPr>
            <w:bookmarkStart w:id="6" w:name="_Hlk156375408"/>
            <w:r w:rsidRPr="00810848">
              <w:rPr>
                <w:rFonts w:ascii="Times New Roman" w:eastAsia="Times New Roman" w:hAnsi="Times New Roman" w:cs="Times New Roman"/>
                <w:color w:val="000000"/>
                <w:sz w:val="24"/>
                <w:szCs w:val="24"/>
              </w:rPr>
              <w:t>Papildyti kriminalistinių tyrimų modulį naujomis funkcijomis, kuriomis galėtų naudotis VSAT specialistai, atliekantys tyrimus pagal užduotis atlikti objektų tyrimą:</w:t>
            </w:r>
          </w:p>
          <w:p w14:paraId="29952D32"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 xml:space="preserve">1. IBPS poveiksmyje „Užduotis atlikti objektų tyrimą“ pasirinkus VSAT padalinius, atliekančius kriminalistinius tyrimus, reikšmėje „Tyrimo rūšis“ turi būti atvaizduojami tik du pasirinkimai: </w:t>
            </w:r>
          </w:p>
          <w:p w14:paraId="5AF3A949" w14:textId="77777777" w:rsidR="002B5C54" w:rsidRPr="00810848" w:rsidRDefault="002B5C54" w:rsidP="002B5C54">
            <w:pPr>
              <w:pStyle w:val="Sraopastraipa"/>
              <w:spacing w:after="0"/>
              <w:ind w:left="0"/>
              <w:rPr>
                <w:rFonts w:ascii="Times New Roman" w:eastAsiaTheme="minorHAnsi" w:hAnsi="Times New Roman" w:cs="Times New Roman"/>
                <w:sz w:val="24"/>
                <w:szCs w:val="24"/>
              </w:rPr>
            </w:pPr>
            <w:r w:rsidRPr="00810848">
              <w:rPr>
                <w:rFonts w:ascii="Times New Roman" w:eastAsiaTheme="minorHAnsi" w:hAnsi="Times New Roman" w:cs="Times New Roman"/>
                <w:sz w:val="24"/>
                <w:szCs w:val="24"/>
              </w:rPr>
              <w:t>1.1. Informacinių technologijų</w:t>
            </w:r>
          </w:p>
          <w:p w14:paraId="50B2325B" w14:textId="77777777" w:rsidR="002B5C54" w:rsidRPr="00810848" w:rsidRDefault="002B5C54" w:rsidP="002B5C54">
            <w:pPr>
              <w:pStyle w:val="Sraopastraipa"/>
              <w:widowControl w:val="0"/>
              <w:spacing w:after="0"/>
              <w:ind w:left="0"/>
              <w:rPr>
                <w:rFonts w:ascii="Times New Roman" w:eastAsia="Times New Roman" w:hAnsi="Times New Roman" w:cs="Times New Roman"/>
                <w:sz w:val="24"/>
                <w:szCs w:val="24"/>
              </w:rPr>
            </w:pPr>
            <w:r w:rsidRPr="00810848">
              <w:rPr>
                <w:rFonts w:ascii="Times New Roman" w:eastAsiaTheme="minorHAnsi" w:hAnsi="Times New Roman" w:cs="Times New Roman"/>
                <w:sz w:val="24"/>
                <w:szCs w:val="24"/>
              </w:rPr>
              <w:t>1.2. Dokumentų rekvizitų</w:t>
            </w:r>
          </w:p>
          <w:p w14:paraId="5F42A8EB"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2. Reikšmėje „Tyrimo tipas“ pagal nutylėjimą turi būti užpildytos reikšmėmis“ Pirminis“, „Vienos srities“ su teise pakeisti į kitas reikšmes.</w:t>
            </w:r>
          </w:p>
          <w:p w14:paraId="1B5733BD"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3. VSAT padalinio darbuotojui atliekančiam kriminalistinius tyrimus IBPS veiksme „Objektų tyrimas“ turi būti leidžiama rinktis tik šiuos poveiksmius:</w:t>
            </w:r>
          </w:p>
          <w:p w14:paraId="7B689081"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3.1. Tarnybinis pranešimas</w:t>
            </w:r>
          </w:p>
          <w:p w14:paraId="757CA390"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3.2. Dokumentas pagal įstaigos blanką</w:t>
            </w:r>
          </w:p>
          <w:p w14:paraId="499BD182"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3.3. Specialisto išvada - nauja VSAT forma</w:t>
            </w:r>
          </w:p>
          <w:p w14:paraId="79C14E5A"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3.4. Ekspertizės aktas – nauja VSAT forma</w:t>
            </w:r>
          </w:p>
          <w:p w14:paraId="07E7C2A4"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3.5. Raštas dėl papildomos medžiagos</w:t>
            </w:r>
          </w:p>
          <w:p w14:paraId="6122CF70"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5. Foto lentelė</w:t>
            </w:r>
          </w:p>
          <w:p w14:paraId="0F7CEEEE"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4. VSAT darbuotojams, atliekantiems kriminalistinius tyrimus, pirmame IBPS lange neturi būti atvaizduojami šie sąrašai:</w:t>
            </w:r>
          </w:p>
          <w:p w14:paraId="46E6E1E0"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lastRenderedPageBreak/>
              <w:t>4.1. „Mano bylų/medžiagų protokolai“</w:t>
            </w:r>
          </w:p>
          <w:p w14:paraId="227417CF" w14:textId="77777777" w:rsidR="002B5C54" w:rsidRPr="0081084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4.2. „Man paskirti paklausimai“</w:t>
            </w:r>
          </w:p>
          <w:p w14:paraId="681228B8" w14:textId="5AC213F9"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sidRPr="00810848">
              <w:rPr>
                <w:rFonts w:ascii="Times New Roman" w:eastAsia="Times New Roman" w:hAnsi="Times New Roman" w:cs="Times New Roman"/>
                <w:color w:val="000000"/>
                <w:sz w:val="24"/>
                <w:szCs w:val="24"/>
              </w:rPr>
              <w:t>5. IBPS esantis kriminalistinių tyrimų modulio funkcionalumas, kuris sukurtas Kriminalistinių tyrimų raštinės darbuotojui, Kriminalistinių tyrimų vadovui, Kriminalistinių tyrimų specialistui, turi būti naudojamas ir VSAT darbuotojams, kurie vykdys Kriminalistinių tyrimų raštinės darbuotojo, Kriminalistinių tyrimų vadovo, Kriminalistinių tyrimų specialisto funkcijas.</w:t>
            </w:r>
            <w:bookmarkEnd w:id="6"/>
          </w:p>
        </w:tc>
      </w:tr>
      <w:tr w:rsidR="002B5C54" w:rsidRPr="00F242B8" w14:paraId="5285AD4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B4D483B" w14:textId="66A2D4AB"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852" w:type="dxa"/>
            <w:tcBorders>
              <w:top w:val="single" w:sz="4" w:space="0" w:color="000000"/>
              <w:left w:val="single" w:sz="4" w:space="0" w:color="000000"/>
              <w:bottom w:val="single" w:sz="4" w:space="0" w:color="000000"/>
              <w:right w:val="single" w:sz="4" w:space="0" w:color="000000"/>
            </w:tcBorders>
          </w:tcPr>
          <w:p w14:paraId="4ED8CEA2" w14:textId="0FC588AE" w:rsidR="002B5C54" w:rsidRPr="00F242B8" w:rsidRDefault="002B5C54" w:rsidP="002B5C54">
            <w:pPr>
              <w:widowControl w:val="0"/>
              <w:spacing w:after="0"/>
              <w:rPr>
                <w:rFonts w:ascii="Times New Roman" w:eastAsia="Times New Roman" w:hAnsi="Times New Roman" w:cs="Times New Roman"/>
                <w:b/>
                <w:sz w:val="24"/>
                <w:szCs w:val="24"/>
              </w:rPr>
            </w:pPr>
            <w:r w:rsidRPr="00435CD9">
              <w:rPr>
                <w:rFonts w:ascii="Times New Roman" w:hAnsi="Times New Roman" w:cs="Times New Roman"/>
                <w:b/>
                <w:bCs/>
                <w:color w:val="000000"/>
                <w:sz w:val="24"/>
                <w:szCs w:val="24"/>
              </w:rPr>
              <w:t>Teismo nutarčių įsiteisėjimo žymėjimas</w:t>
            </w:r>
          </w:p>
        </w:tc>
        <w:tc>
          <w:tcPr>
            <w:tcW w:w="6662" w:type="dxa"/>
            <w:tcBorders>
              <w:top w:val="single" w:sz="4" w:space="0" w:color="000000"/>
              <w:left w:val="single" w:sz="4" w:space="0" w:color="000000"/>
              <w:bottom w:val="single" w:sz="4" w:space="0" w:color="000000"/>
              <w:right w:val="single" w:sz="4" w:space="0" w:color="000000"/>
            </w:tcBorders>
          </w:tcPr>
          <w:p w14:paraId="2819258C" w14:textId="77777777" w:rsidR="002B5C54" w:rsidRDefault="002B5C54" w:rsidP="002B5C54">
            <w:pPr>
              <w:pStyle w:val="prastasiniatinklio"/>
              <w:spacing w:after="0"/>
              <w:rPr>
                <w:color w:val="000000"/>
              </w:rPr>
            </w:pPr>
            <w:r w:rsidRPr="00435CD9">
              <w:rPr>
                <w:color w:val="000000"/>
              </w:rPr>
              <w:t>Sukurti funkcionalumą, kuris leistų IBPS Vilniaus apygardos teism</w:t>
            </w:r>
            <w:r>
              <w:rPr>
                <w:color w:val="000000"/>
              </w:rPr>
              <w:t>o</w:t>
            </w:r>
            <w:r w:rsidRPr="00435CD9">
              <w:rPr>
                <w:color w:val="000000"/>
              </w:rPr>
              <w:t xml:space="preserve"> ir Lietuvos apeliaciniam teism</w:t>
            </w:r>
            <w:r>
              <w:rPr>
                <w:color w:val="000000"/>
              </w:rPr>
              <w:t xml:space="preserve">o </w:t>
            </w:r>
            <w:r w:rsidRPr="00435CD9">
              <w:rPr>
                <w:color w:val="000000"/>
              </w:rPr>
              <w:t>raštinės darbuotojui stebėti nutarčių įsiteisėjimą ir pažymėti įsiteisėjusias nutartis.</w:t>
            </w:r>
          </w:p>
          <w:p w14:paraId="6E7BF677" w14:textId="67C23763" w:rsidR="002B5C54" w:rsidRPr="00F242B8" w:rsidRDefault="002B5C54" w:rsidP="002B5C54">
            <w:pPr>
              <w:widowControl w:val="0"/>
              <w:spacing w:after="0"/>
              <w:rPr>
                <w:rFonts w:ascii="Times New Roman" w:eastAsia="Times New Roman" w:hAnsi="Times New Roman" w:cs="Times New Roman"/>
                <w:sz w:val="24"/>
                <w:szCs w:val="24"/>
              </w:rPr>
            </w:pPr>
            <w:r w:rsidRPr="00D404BE">
              <w:rPr>
                <w:rFonts w:ascii="Times New Roman" w:hAnsi="Times New Roman" w:cs="Times New Roman"/>
                <w:color w:val="000000"/>
                <w:sz w:val="24"/>
                <w:szCs w:val="24"/>
              </w:rPr>
              <w:t>Tokią teisę turi turėti teismo darbuotojai, kurie teismo įstaigų medyje yra priskirti prie raštinės darbuotojų. Toks asmuo turi matyti neįsiteisėjusias Vilniaus apygardos teismo ir Lietuvos apeliacinio teismo nutartis TP-04 ir TP-06 bylose, jas stebėti atskiroje lentelėje ir pažymėti jos įsiteisėjimą.</w:t>
            </w:r>
          </w:p>
        </w:tc>
      </w:tr>
      <w:tr w:rsidR="002B5C54" w:rsidRPr="00F242B8" w14:paraId="3239AEF4"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D544451" w14:textId="20D3AE67"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852" w:type="dxa"/>
            <w:tcBorders>
              <w:top w:val="single" w:sz="4" w:space="0" w:color="000000"/>
              <w:left w:val="single" w:sz="4" w:space="0" w:color="000000"/>
              <w:bottom w:val="single" w:sz="4" w:space="0" w:color="000000"/>
              <w:right w:val="single" w:sz="4" w:space="0" w:color="000000"/>
            </w:tcBorders>
          </w:tcPr>
          <w:p w14:paraId="54CDCFFC" w14:textId="73D66C4C" w:rsidR="002B5C54" w:rsidRPr="00F242B8" w:rsidRDefault="002B5C54" w:rsidP="002B5C54">
            <w:pPr>
              <w:widowControl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Rezonansinių bylų sąrašo rodymo patobulinimas</w:t>
            </w:r>
          </w:p>
        </w:tc>
        <w:tc>
          <w:tcPr>
            <w:tcW w:w="6662" w:type="dxa"/>
            <w:tcBorders>
              <w:top w:val="single" w:sz="4" w:space="0" w:color="000000"/>
              <w:left w:val="single" w:sz="4" w:space="0" w:color="000000"/>
              <w:bottom w:val="single" w:sz="4" w:space="0" w:color="000000"/>
              <w:right w:val="single" w:sz="4" w:space="0" w:color="000000"/>
            </w:tcBorders>
          </w:tcPr>
          <w:p w14:paraId="76B0DA6C" w14:textId="0405995F" w:rsidR="002B5C54" w:rsidRPr="00F242B8" w:rsidRDefault="002B5C54" w:rsidP="002B5C54">
            <w:pPr>
              <w:widowControl w:val="0"/>
              <w:spacing w:after="0"/>
              <w:rPr>
                <w:rFonts w:ascii="Times New Roman" w:eastAsia="Times New Roman" w:hAnsi="Times New Roman" w:cs="Times New Roman"/>
                <w:sz w:val="24"/>
                <w:szCs w:val="24"/>
              </w:rPr>
            </w:pPr>
            <w:r w:rsidRPr="00D404BE">
              <w:rPr>
                <w:rFonts w:ascii="Times New Roman" w:eastAsia="Times New Roman" w:hAnsi="Times New Roman" w:cs="Times New Roman"/>
                <w:sz w:val="24"/>
                <w:szCs w:val="24"/>
              </w:rPr>
              <w:t>Pakeisti rezonansinių bylų funkcionalumą, sudarant galimybę rezonansinių bylų sąrašą rodyti ir turėti rezonansinių bylų funkcionalumą ne tik įstaigos vadovui bet ir asmenims, numatytiems prokuratūros Įstaigos medyje skiltyje „Atsakingi įstaigos asmenys“. Asmenys nurodyti prokuratūros įstaigos medyje skiltyje „Atsakingi įstaigos asmenys“ turi turėti tokį patį rezonansinių bylų funkcionalumą kaip dabar turi prokuratūros „Įstaigos vadovas“.</w:t>
            </w:r>
          </w:p>
        </w:tc>
      </w:tr>
      <w:tr w:rsidR="002B5C54" w:rsidRPr="00F242B8" w14:paraId="30AF003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9F9A0C7" w14:textId="65D98B6E"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852" w:type="dxa"/>
            <w:tcBorders>
              <w:top w:val="single" w:sz="4" w:space="0" w:color="000000"/>
              <w:left w:val="single" w:sz="4" w:space="0" w:color="000000"/>
              <w:bottom w:val="single" w:sz="4" w:space="0" w:color="000000"/>
              <w:right w:val="single" w:sz="4" w:space="0" w:color="000000"/>
            </w:tcBorders>
          </w:tcPr>
          <w:p w14:paraId="2899DFD7" w14:textId="65C6E475" w:rsidR="002B5C54" w:rsidRPr="00F242B8" w:rsidRDefault="002B5C54" w:rsidP="002B5C54">
            <w:pPr>
              <w:widowControl w:val="0"/>
              <w:spacing w:after="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TP bylą inicijuojančių dokumentų papildymas</w:t>
            </w:r>
          </w:p>
        </w:tc>
        <w:tc>
          <w:tcPr>
            <w:tcW w:w="6662" w:type="dxa"/>
            <w:tcBorders>
              <w:top w:val="single" w:sz="4" w:space="0" w:color="000000"/>
              <w:left w:val="single" w:sz="4" w:space="0" w:color="000000"/>
              <w:bottom w:val="single" w:sz="4" w:space="0" w:color="000000"/>
              <w:right w:val="single" w:sz="4" w:space="0" w:color="000000"/>
            </w:tcBorders>
          </w:tcPr>
          <w:p w14:paraId="3B82E681" w14:textId="1A37531E" w:rsidR="002B5C54" w:rsidRPr="00F242B8" w:rsidRDefault="002B5C54" w:rsidP="002B5C54">
            <w:pPr>
              <w:widowControl w:val="0"/>
              <w:spacing w:after="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Sukurti funkcionalumą leidžianti TP bylas inicijuojančiame dokumente sukurti nurodymus/suflerį, kurie būtų rodomi konkrečiam inicijavimo dokumentui. Nurodymų sąrašą gali redaguoti asmuo turintis nustatytą rolę.</w:t>
            </w:r>
          </w:p>
        </w:tc>
      </w:tr>
      <w:tr w:rsidR="002B5C54" w:rsidRPr="00F242B8" w14:paraId="47EEB27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4A710F9" w14:textId="577C6DFA"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852" w:type="dxa"/>
            <w:tcBorders>
              <w:top w:val="single" w:sz="4" w:space="0" w:color="000000"/>
              <w:left w:val="single" w:sz="4" w:space="0" w:color="000000"/>
              <w:bottom w:val="single" w:sz="4" w:space="0" w:color="000000"/>
              <w:right w:val="single" w:sz="4" w:space="0" w:color="000000"/>
            </w:tcBorders>
          </w:tcPr>
          <w:p w14:paraId="5842EAA3" w14:textId="5B9405FB" w:rsidR="002B5C54" w:rsidRPr="00F242B8" w:rsidRDefault="002B5C54" w:rsidP="002B5C54">
            <w:pPr>
              <w:widowControl w:val="0"/>
              <w:rPr>
                <w:rFonts w:ascii="Times New Roman" w:eastAsia="Times New Roman" w:hAnsi="Times New Roman" w:cs="Times New Roman"/>
                <w:b/>
                <w:sz w:val="24"/>
                <w:szCs w:val="24"/>
              </w:rPr>
            </w:pPr>
            <w:r w:rsidRPr="003D4B9E">
              <w:rPr>
                <w:rFonts w:ascii="Times New Roman" w:eastAsia="Times New Roman" w:hAnsi="Times New Roman" w:cs="Times New Roman"/>
                <w:b/>
                <w:sz w:val="24"/>
                <w:szCs w:val="24"/>
              </w:rPr>
              <w:t>Bylų teisių suteikimas prokuratūrai, kai keičiasi prokuratūros struktūra</w:t>
            </w:r>
          </w:p>
        </w:tc>
        <w:tc>
          <w:tcPr>
            <w:tcW w:w="6662" w:type="dxa"/>
            <w:tcBorders>
              <w:top w:val="single" w:sz="4" w:space="0" w:color="000000"/>
              <w:left w:val="single" w:sz="4" w:space="0" w:color="000000"/>
              <w:bottom w:val="single" w:sz="4" w:space="0" w:color="000000"/>
              <w:right w:val="single" w:sz="4" w:space="0" w:color="000000"/>
            </w:tcBorders>
          </w:tcPr>
          <w:p w14:paraId="53465963" w14:textId="58B6592E" w:rsidR="002B5C54" w:rsidRPr="00F242B8" w:rsidRDefault="002B5C54" w:rsidP="002B5C54">
            <w:pPr>
              <w:widowControl w:val="0"/>
              <w:spacing w:after="0"/>
              <w:rPr>
                <w:rFonts w:ascii="Times New Roman" w:eastAsia="Times New Roman" w:hAnsi="Times New Roman" w:cs="Times New Roman"/>
                <w:sz w:val="24"/>
                <w:szCs w:val="24"/>
              </w:rPr>
            </w:pPr>
            <w:r w:rsidRPr="003D4B9E">
              <w:rPr>
                <w:rFonts w:ascii="Times New Roman" w:eastAsia="Times New Roman" w:hAnsi="Times New Roman" w:cs="Times New Roman"/>
                <w:sz w:val="24"/>
                <w:szCs w:val="24"/>
              </w:rPr>
              <w:t>Sukurti funkcionalumą, suteikiantį vadovui teises patekti į baigtas bylas, kai keičiantis prokuratūros struktūrai (prokuratūra/skyrių/padalinys) pereina į kitos prokuratūros pavaldumą.</w:t>
            </w:r>
          </w:p>
        </w:tc>
      </w:tr>
      <w:tr w:rsidR="002B5C54" w:rsidRPr="00F242B8" w14:paraId="6EA3EF5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B41BC6D" w14:textId="6688223C"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852" w:type="dxa"/>
            <w:tcBorders>
              <w:top w:val="single" w:sz="4" w:space="0" w:color="000000"/>
              <w:left w:val="single" w:sz="4" w:space="0" w:color="000000"/>
              <w:bottom w:val="single" w:sz="4" w:space="0" w:color="000000"/>
              <w:right w:val="single" w:sz="4" w:space="0" w:color="000000"/>
            </w:tcBorders>
          </w:tcPr>
          <w:p w14:paraId="0A0C4108" w14:textId="0F96408D" w:rsidR="002B5C54" w:rsidRPr="00F242B8" w:rsidRDefault="002B5C54" w:rsidP="002B5C5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Bylų perskirstymo funkcionalumo tobulinimas</w:t>
            </w:r>
          </w:p>
        </w:tc>
        <w:tc>
          <w:tcPr>
            <w:tcW w:w="6662" w:type="dxa"/>
            <w:tcBorders>
              <w:top w:val="single" w:sz="4" w:space="0" w:color="000000"/>
              <w:left w:val="single" w:sz="4" w:space="0" w:color="000000"/>
              <w:bottom w:val="single" w:sz="4" w:space="0" w:color="000000"/>
              <w:right w:val="single" w:sz="4" w:space="0" w:color="000000"/>
            </w:tcBorders>
          </w:tcPr>
          <w:p w14:paraId="12371227" w14:textId="6AB45AF0" w:rsidR="002B5C54"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Papildyti esamą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IT perskirstymas</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funkcionalumo ir jį patobulinti, leidžiantį paskirti vadovaujantį prokurorą į grupę bylų pagal paieškos kriterijus ne tik į IT bylas, bet ir medžiagas bei TP bylas.</w:t>
            </w:r>
          </w:p>
          <w:p w14:paraId="65C02D18" w14:textId="53C77C92" w:rsidR="002B5C54"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Taip pat, pridėti funkcionalumą analogišką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Nepriskirtų ikiteisminių tyrimų</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skirstymui, sudarant galimybę paskirstyti surašant rezoliuciją.</w:t>
            </w:r>
          </w:p>
          <w:p w14:paraId="1BBB40AB" w14:textId="3E854BC2" w:rsidR="002B5C54" w:rsidRPr="00F242B8"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Nepriskirtų TP bylų</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ir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Nepriskirtų medžiagų</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funkcionalumą patobulinti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Priskirti su rezoliucija</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funkcionalumu, sudarančiu galimybę paskirti bylas ir medžiagas su rezoliucija. Analogiškai kaip yra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Nepriskirtuose ikiteisminiuose tyrimuose</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2B5C54" w:rsidRPr="00F242B8" w14:paraId="2913058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2229BBA" w14:textId="44CDFA51"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852" w:type="dxa"/>
            <w:tcBorders>
              <w:top w:val="single" w:sz="4" w:space="0" w:color="000000"/>
              <w:left w:val="single" w:sz="4" w:space="0" w:color="000000"/>
              <w:bottom w:val="single" w:sz="4" w:space="0" w:color="000000"/>
              <w:right w:val="single" w:sz="4" w:space="0" w:color="000000"/>
            </w:tcBorders>
          </w:tcPr>
          <w:p w14:paraId="24BCF96D" w14:textId="2D08C1DB" w:rsidR="002B5C54" w:rsidRPr="00F242B8" w:rsidRDefault="002B5C54" w:rsidP="002B5C54">
            <w:pPr>
              <w:widowControl w:val="0"/>
              <w:spacing w:after="0"/>
              <w:rPr>
                <w:rFonts w:ascii="Times New Roman" w:eastAsia="Times New Roman" w:hAnsi="Times New Roman" w:cs="Times New Roman"/>
                <w:b/>
                <w:color w:val="FF0000"/>
                <w:sz w:val="24"/>
                <w:szCs w:val="24"/>
              </w:rPr>
            </w:pPr>
            <w:r w:rsidRPr="009969AF">
              <w:rPr>
                <w:rFonts w:ascii="Times New Roman" w:eastAsia="Times New Roman" w:hAnsi="Times New Roman" w:cs="Times New Roman"/>
                <w:b/>
                <w:sz w:val="24"/>
                <w:szCs w:val="24"/>
              </w:rPr>
              <w:t>Sukurti vertimų skyriaus vedėjai vertimo užduočių stebėjimo funkciją</w:t>
            </w:r>
          </w:p>
        </w:tc>
        <w:tc>
          <w:tcPr>
            <w:tcW w:w="6662" w:type="dxa"/>
            <w:tcBorders>
              <w:top w:val="single" w:sz="4" w:space="0" w:color="000000"/>
              <w:left w:val="single" w:sz="4" w:space="0" w:color="000000"/>
              <w:bottom w:val="single" w:sz="4" w:space="0" w:color="000000"/>
              <w:right w:val="single" w:sz="4" w:space="0" w:color="000000"/>
            </w:tcBorders>
          </w:tcPr>
          <w:p w14:paraId="0CE71B6D" w14:textId="4401AC86" w:rsidR="002B5C54" w:rsidRPr="00F242B8" w:rsidRDefault="002B5C54" w:rsidP="002B5C54">
            <w:pPr>
              <w:widowControl w:val="0"/>
              <w:spacing w:after="0"/>
              <w:rPr>
                <w:rFonts w:ascii="Times New Roman" w:eastAsia="Times New Roman" w:hAnsi="Times New Roman" w:cs="Times New Roman"/>
                <w:color w:val="FF0000"/>
                <w:sz w:val="24"/>
                <w:szCs w:val="24"/>
              </w:rPr>
            </w:pPr>
            <w:r w:rsidRPr="009969AF">
              <w:rPr>
                <w:rFonts w:ascii="Times New Roman" w:eastAsia="Times New Roman" w:hAnsi="Times New Roman" w:cs="Times New Roman"/>
                <w:sz w:val="24"/>
                <w:szCs w:val="24"/>
              </w:rPr>
              <w:t>Sukurti vertimo skyriaus vedėjai vertimo užduočių paskirstymo/stebėjimo funkcionalumą. Ji turi matyti paskirtas vertimo užduotis pagal sąrašą, pagal vykdytojus, pagal atlikimo terminus, matyti atliktas užduotis, detali paieška pagal antraštę, kitus parametrus. Sąraše turi būti filtravimo ir rūšiavimo funkcija.</w:t>
            </w:r>
          </w:p>
        </w:tc>
      </w:tr>
      <w:tr w:rsidR="002B5C54" w:rsidRPr="00F242B8" w14:paraId="15544E8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9C8B74E" w14:textId="0F4472D7"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w:t>
            </w:r>
          </w:p>
        </w:tc>
        <w:tc>
          <w:tcPr>
            <w:tcW w:w="2852" w:type="dxa"/>
            <w:tcBorders>
              <w:top w:val="single" w:sz="4" w:space="0" w:color="000000"/>
              <w:left w:val="single" w:sz="4" w:space="0" w:color="000000"/>
              <w:bottom w:val="single" w:sz="4" w:space="0" w:color="000000"/>
              <w:right w:val="single" w:sz="4" w:space="0" w:color="000000"/>
            </w:tcBorders>
          </w:tcPr>
          <w:p w14:paraId="042D1750" w14:textId="4FF653A2" w:rsidR="002B5C54" w:rsidRPr="00F242B8" w:rsidRDefault="002B5C54" w:rsidP="002B5C5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Sukurti naujus blankus</w:t>
            </w:r>
          </w:p>
        </w:tc>
        <w:tc>
          <w:tcPr>
            <w:tcW w:w="6662" w:type="dxa"/>
            <w:tcBorders>
              <w:top w:val="single" w:sz="4" w:space="0" w:color="000000"/>
              <w:left w:val="single" w:sz="4" w:space="0" w:color="000000"/>
              <w:bottom w:val="single" w:sz="4" w:space="0" w:color="000000"/>
              <w:right w:val="single" w:sz="4" w:space="0" w:color="000000"/>
            </w:tcBorders>
          </w:tcPr>
          <w:p w14:paraId="37F34A2A" w14:textId="1AB824B9" w:rsidR="002B5C54"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Sukurti keturis naujus blankus TP bylose </w:t>
            </w:r>
            <w:r w:rsidR="00CF22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Teisinės pagalbos pavedimas Jungtinei Karalystei ir Įšaldymo liudijimas Jungtiniai Karalystei, Atsisakymas išduoti Europos tyrimo orderį, Atsisakymas vykdyti Europos tyrimo orderį.</w:t>
            </w:r>
          </w:p>
          <w:p w14:paraId="50E401B9" w14:textId="0B70FEB5" w:rsidR="002B5C54" w:rsidRPr="00F242B8" w:rsidRDefault="002B5C54" w:rsidP="002B5C54">
            <w:pPr>
              <w:widowControl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 Sukurti naujus 4 procesinius blankus IT bylose.</w:t>
            </w:r>
          </w:p>
        </w:tc>
      </w:tr>
      <w:tr w:rsidR="002B5C54" w:rsidRPr="00F242B8" w14:paraId="78A2DEB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E563ABB" w14:textId="08E82A3E"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852" w:type="dxa"/>
            <w:tcBorders>
              <w:top w:val="single" w:sz="4" w:space="0" w:color="000000"/>
              <w:left w:val="single" w:sz="4" w:space="0" w:color="000000"/>
              <w:bottom w:val="single" w:sz="4" w:space="0" w:color="000000"/>
              <w:right w:val="single" w:sz="4" w:space="0" w:color="000000"/>
            </w:tcBorders>
          </w:tcPr>
          <w:p w14:paraId="2D180B06" w14:textId="4DA940BF" w:rsidR="002B5C54" w:rsidRPr="00F242B8" w:rsidRDefault="002B5C54" w:rsidP="002B5C5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Pranešimų automatinis pašalinimas</w:t>
            </w:r>
          </w:p>
        </w:tc>
        <w:tc>
          <w:tcPr>
            <w:tcW w:w="6662" w:type="dxa"/>
            <w:tcBorders>
              <w:top w:val="single" w:sz="4" w:space="0" w:color="000000"/>
              <w:left w:val="single" w:sz="4" w:space="0" w:color="000000"/>
              <w:bottom w:val="single" w:sz="4" w:space="0" w:color="000000"/>
              <w:right w:val="single" w:sz="4" w:space="0" w:color="000000"/>
            </w:tcBorders>
          </w:tcPr>
          <w:p w14:paraId="568BF47D" w14:textId="7125D060" w:rsidR="002B5C54" w:rsidRPr="00F242B8" w:rsidRDefault="002B5C54" w:rsidP="002B5C54">
            <w:pPr>
              <w:widowControl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Sukurti funkcionalumą automatiškai pašalinti pranešimus naudotojo pirmame puslapyje, praėjus 1 metams.</w:t>
            </w:r>
          </w:p>
        </w:tc>
      </w:tr>
      <w:tr w:rsidR="002B5C54" w:rsidRPr="00F242B8" w14:paraId="70092E83" w14:textId="77777777" w:rsidTr="001376DF">
        <w:trPr>
          <w:trHeight w:val="3134"/>
        </w:trPr>
        <w:tc>
          <w:tcPr>
            <w:tcW w:w="687" w:type="dxa"/>
            <w:tcBorders>
              <w:top w:val="single" w:sz="4" w:space="0" w:color="000000"/>
              <w:left w:val="single" w:sz="4" w:space="0" w:color="000000"/>
              <w:bottom w:val="single" w:sz="4" w:space="0" w:color="000000"/>
              <w:right w:val="single" w:sz="4" w:space="0" w:color="000000"/>
            </w:tcBorders>
          </w:tcPr>
          <w:p w14:paraId="1B4644C8" w14:textId="52B7EFC8"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852" w:type="dxa"/>
            <w:tcBorders>
              <w:top w:val="single" w:sz="4" w:space="0" w:color="000000"/>
              <w:left w:val="single" w:sz="4" w:space="0" w:color="000000"/>
              <w:bottom w:val="single" w:sz="4" w:space="0" w:color="000000"/>
              <w:right w:val="single" w:sz="4" w:space="0" w:color="000000"/>
            </w:tcBorders>
          </w:tcPr>
          <w:p w14:paraId="71C978B5" w14:textId="75769DB3" w:rsidR="002B5C54" w:rsidRPr="00F242B8" w:rsidRDefault="002B5C54" w:rsidP="002B5C5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Sukurti naują terminų tipą - automatinis-asmeninis terminas</w:t>
            </w:r>
          </w:p>
        </w:tc>
        <w:tc>
          <w:tcPr>
            <w:tcW w:w="6662" w:type="dxa"/>
            <w:tcBorders>
              <w:top w:val="single" w:sz="4" w:space="0" w:color="000000"/>
              <w:left w:val="single" w:sz="4" w:space="0" w:color="000000"/>
              <w:bottom w:val="single" w:sz="4" w:space="0" w:color="000000"/>
              <w:right w:val="single" w:sz="4" w:space="0" w:color="000000"/>
            </w:tcBorders>
          </w:tcPr>
          <w:p w14:paraId="628CD842" w14:textId="77777777" w:rsidR="002B5C54" w:rsidRPr="00810848" w:rsidRDefault="002B5C54" w:rsidP="002B5C54">
            <w:pPr>
              <w:widowControl w:val="0"/>
              <w:spacing w:after="0"/>
            </w:pPr>
            <w:r w:rsidRPr="00810848">
              <w:rPr>
                <w:rFonts w:ascii="Times New Roman" w:eastAsia="Times New Roman" w:hAnsi="Times New Roman" w:cs="Times New Roman"/>
                <w:sz w:val="24"/>
                <w:szCs w:val="24"/>
              </w:rPr>
              <w:t>Sukurti naują funkcionalumą, leidžiantį sukurti be dabar esančių automatinių ir asmeninių terminų,  naują terminų tipą: automatinius - asmeninius terminus, kurie gali būti sukuriami keliems vartotojams, o vienam iš jų „užgesinus“ terminą, kitam jis būtų matomas – kol „užgesins“ jis pats arba bus priimtas dokumentas, kuris „gesina“ terminą. Tokie terminai turi būti rodomi ir IBPS pirmame puslapyje „Mano veiksmų terminai“ ir konkrečioje byloje/medžiagoje/</w:t>
            </w:r>
            <w:proofErr w:type="spellStart"/>
            <w:r w:rsidRPr="00810848">
              <w:rPr>
                <w:rFonts w:ascii="Times New Roman" w:eastAsia="Times New Roman" w:hAnsi="Times New Roman" w:cs="Times New Roman"/>
                <w:sz w:val="24"/>
                <w:szCs w:val="24"/>
              </w:rPr>
              <w:t>tp</w:t>
            </w:r>
            <w:proofErr w:type="spellEnd"/>
            <w:r w:rsidRPr="00810848">
              <w:rPr>
                <w:rFonts w:ascii="Times New Roman" w:eastAsia="Times New Roman" w:hAnsi="Times New Roman" w:cs="Times New Roman"/>
                <w:sz w:val="24"/>
                <w:szCs w:val="24"/>
              </w:rPr>
              <w:t xml:space="preserve"> byloje skiltyje „Terminai“.</w:t>
            </w:r>
          </w:p>
          <w:p w14:paraId="59289F9A" w14:textId="29F8A9C5" w:rsidR="002B5C54" w:rsidRPr="00FB4CA9" w:rsidRDefault="002B5C54" w:rsidP="002B5C54">
            <w:pPr>
              <w:widowControl w:val="0"/>
              <w:spacing w:after="0"/>
              <w:rPr>
                <w:rFonts w:ascii="Times New Roman" w:eastAsia="Times New Roman" w:hAnsi="Times New Roman" w:cs="Times New Roman"/>
                <w:color w:val="000000"/>
                <w:sz w:val="24"/>
                <w:szCs w:val="24"/>
              </w:rPr>
            </w:pPr>
            <w:r w:rsidRPr="00810848">
              <w:rPr>
                <w:rFonts w:ascii="Times New Roman" w:eastAsia="Times New Roman" w:hAnsi="Times New Roman" w:cs="Times New Roman"/>
                <w:sz w:val="24"/>
                <w:szCs w:val="24"/>
              </w:rPr>
              <w:t>Automatiniai-asmeniniai terminai terminų lauke atvaizduojami su žmogeliuk</w:t>
            </w:r>
            <w:r w:rsidR="001376DF">
              <w:rPr>
                <w:rFonts w:ascii="Times New Roman" w:eastAsia="Times New Roman" w:hAnsi="Times New Roman" w:cs="Times New Roman"/>
                <w:sz w:val="24"/>
                <w:szCs w:val="24"/>
              </w:rPr>
              <w:t xml:space="preserve">o požymiu. </w:t>
            </w:r>
          </w:p>
        </w:tc>
      </w:tr>
      <w:tr w:rsidR="002B5C54" w:rsidRPr="00F242B8" w14:paraId="211B280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B4A3D45" w14:textId="161BE1B8" w:rsidR="002B5C54" w:rsidRPr="007346A9"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852" w:type="dxa"/>
            <w:tcBorders>
              <w:top w:val="single" w:sz="4" w:space="0" w:color="000000"/>
              <w:left w:val="single" w:sz="4" w:space="0" w:color="000000"/>
              <w:bottom w:val="single" w:sz="4" w:space="0" w:color="000000"/>
              <w:right w:val="single" w:sz="4" w:space="0" w:color="000000"/>
            </w:tcBorders>
          </w:tcPr>
          <w:p w14:paraId="5A1D4646" w14:textId="46AF0053" w:rsidR="002B5C54" w:rsidRPr="00F242B8" w:rsidRDefault="002B5C54" w:rsidP="002B5C54">
            <w:pPr>
              <w:widowControl w:val="0"/>
              <w:rPr>
                <w:rFonts w:ascii="Times New Roman" w:eastAsia="Times New Roman" w:hAnsi="Times New Roman" w:cs="Times New Roman"/>
                <w:b/>
                <w:sz w:val="24"/>
                <w:szCs w:val="24"/>
              </w:rPr>
            </w:pPr>
            <w:r w:rsidRPr="00807338">
              <w:rPr>
                <w:rFonts w:ascii="Times New Roman" w:eastAsia="Times New Roman" w:hAnsi="Times New Roman" w:cs="Times New Roman"/>
                <w:b/>
                <w:sz w:val="24"/>
                <w:szCs w:val="24"/>
              </w:rPr>
              <w:t>Mano apskųstos nutartys sąrašo patobulinimas</w:t>
            </w:r>
          </w:p>
        </w:tc>
        <w:tc>
          <w:tcPr>
            <w:tcW w:w="6662" w:type="dxa"/>
            <w:tcBorders>
              <w:top w:val="single" w:sz="4" w:space="0" w:color="000000"/>
              <w:left w:val="single" w:sz="4" w:space="0" w:color="000000"/>
              <w:bottom w:val="single" w:sz="4" w:space="0" w:color="000000"/>
              <w:right w:val="single" w:sz="4" w:space="0" w:color="000000"/>
            </w:tcBorders>
          </w:tcPr>
          <w:p w14:paraId="42AC37A2" w14:textId="25659F7B" w:rsidR="002B5C54" w:rsidRPr="00807338" w:rsidRDefault="002B5C54" w:rsidP="002B5C54">
            <w:pPr>
              <w:widowControl w:val="0"/>
              <w:spacing w:after="0"/>
              <w:rPr>
                <w:rFonts w:ascii="Times New Roman" w:eastAsia="Times New Roman" w:hAnsi="Times New Roman" w:cs="Times New Roman"/>
                <w:sz w:val="24"/>
                <w:szCs w:val="24"/>
              </w:rPr>
            </w:pPr>
            <w:r w:rsidRPr="00807338">
              <w:rPr>
                <w:rFonts w:ascii="Times New Roman" w:eastAsia="Times New Roman" w:hAnsi="Times New Roman" w:cs="Times New Roman"/>
                <w:sz w:val="24"/>
                <w:szCs w:val="24"/>
              </w:rPr>
              <w:t xml:space="preserve">Sukurti </w:t>
            </w:r>
            <w:r w:rsidR="00CF22B0">
              <w:rPr>
                <w:rFonts w:ascii="Times New Roman" w:eastAsia="Times New Roman" w:hAnsi="Times New Roman" w:cs="Times New Roman"/>
                <w:sz w:val="24"/>
                <w:szCs w:val="24"/>
              </w:rPr>
              <w:t>„M</w:t>
            </w:r>
            <w:r w:rsidRPr="00807338">
              <w:rPr>
                <w:rFonts w:ascii="Times New Roman" w:eastAsia="Times New Roman" w:hAnsi="Times New Roman" w:cs="Times New Roman"/>
                <w:sz w:val="24"/>
                <w:szCs w:val="24"/>
              </w:rPr>
              <w:t>ano apskųstų nutarčių</w:t>
            </w:r>
            <w:r w:rsidR="00CF22B0">
              <w:rPr>
                <w:rFonts w:ascii="Times New Roman" w:eastAsia="Times New Roman" w:hAnsi="Times New Roman" w:cs="Times New Roman"/>
                <w:sz w:val="24"/>
                <w:szCs w:val="24"/>
              </w:rPr>
              <w:t>“</w:t>
            </w:r>
            <w:r w:rsidRPr="00807338">
              <w:rPr>
                <w:rFonts w:ascii="Times New Roman" w:eastAsia="Times New Roman" w:hAnsi="Times New Roman" w:cs="Times New Roman"/>
                <w:sz w:val="24"/>
                <w:szCs w:val="24"/>
              </w:rPr>
              <w:t xml:space="preserve"> sąrašo tobulinimą:</w:t>
            </w:r>
          </w:p>
          <w:p w14:paraId="63DF26A1" w14:textId="1B24CA57" w:rsidR="002B5C54" w:rsidRPr="00807338" w:rsidRDefault="002B5C54" w:rsidP="002B5C54">
            <w:pPr>
              <w:widowControl w:val="0"/>
              <w:spacing w:after="0"/>
              <w:rPr>
                <w:rFonts w:ascii="Times New Roman" w:eastAsia="Times New Roman" w:hAnsi="Times New Roman" w:cs="Times New Roman"/>
                <w:sz w:val="24"/>
                <w:szCs w:val="24"/>
              </w:rPr>
            </w:pPr>
            <w:r w:rsidRPr="00807338">
              <w:rPr>
                <w:rFonts w:ascii="Times New Roman" w:eastAsia="Times New Roman" w:hAnsi="Times New Roman" w:cs="Times New Roman"/>
                <w:sz w:val="24"/>
                <w:szCs w:val="24"/>
              </w:rPr>
              <w:t xml:space="preserve">a) </w:t>
            </w:r>
            <w:r w:rsidR="00CF22B0">
              <w:rPr>
                <w:rFonts w:ascii="Times New Roman" w:eastAsia="Times New Roman" w:hAnsi="Times New Roman" w:cs="Times New Roman"/>
                <w:sz w:val="24"/>
                <w:szCs w:val="24"/>
              </w:rPr>
              <w:t>„</w:t>
            </w:r>
            <w:r w:rsidRPr="00807338">
              <w:rPr>
                <w:rFonts w:ascii="Times New Roman" w:eastAsia="Times New Roman" w:hAnsi="Times New Roman" w:cs="Times New Roman"/>
                <w:sz w:val="24"/>
                <w:szCs w:val="24"/>
              </w:rPr>
              <w:t>Mano apskųstos nutartys</w:t>
            </w:r>
            <w:r w:rsidR="00CF22B0">
              <w:rPr>
                <w:rFonts w:ascii="Times New Roman" w:eastAsia="Times New Roman" w:hAnsi="Times New Roman" w:cs="Times New Roman"/>
                <w:sz w:val="24"/>
                <w:szCs w:val="24"/>
              </w:rPr>
              <w:t>“</w:t>
            </w:r>
            <w:r w:rsidRPr="00807338">
              <w:rPr>
                <w:rFonts w:ascii="Times New Roman" w:eastAsia="Times New Roman" w:hAnsi="Times New Roman" w:cs="Times New Roman"/>
                <w:sz w:val="24"/>
                <w:szCs w:val="24"/>
              </w:rPr>
              <w:t xml:space="preserve"> sąraše rodyti apskųstų nutarčių įrašus, iškart atsiradus sąsajai su skundu t. y. nelaukiant skundo nutarties paskelbimo.</w:t>
            </w:r>
          </w:p>
          <w:p w14:paraId="02D9D418" w14:textId="77777777" w:rsidR="002B5C54" w:rsidRPr="00807338" w:rsidRDefault="002B5C54" w:rsidP="002B5C54">
            <w:pPr>
              <w:widowControl w:val="0"/>
              <w:spacing w:after="0"/>
              <w:rPr>
                <w:rFonts w:ascii="Times New Roman" w:eastAsia="Times New Roman" w:hAnsi="Times New Roman" w:cs="Times New Roman"/>
                <w:sz w:val="24"/>
                <w:szCs w:val="24"/>
              </w:rPr>
            </w:pPr>
            <w:r w:rsidRPr="00807338">
              <w:rPr>
                <w:rFonts w:ascii="Times New Roman" w:eastAsia="Times New Roman" w:hAnsi="Times New Roman" w:cs="Times New Roman"/>
                <w:sz w:val="24"/>
                <w:szCs w:val="24"/>
              </w:rPr>
              <w:t>b) Jei nėra paskelbtos skundo nutarties nuoroda sąraše turi atidaryti skundą, o jei yra paskelbta - skundo nutartį.</w:t>
            </w:r>
          </w:p>
          <w:p w14:paraId="301DCCD6" w14:textId="79AA5BE1" w:rsidR="002B5C54" w:rsidRPr="00F242B8" w:rsidRDefault="002B5C54" w:rsidP="002B5C54">
            <w:pPr>
              <w:widowControl w:val="0"/>
              <w:spacing w:after="0"/>
              <w:rPr>
                <w:rFonts w:ascii="Times New Roman" w:eastAsia="Times New Roman" w:hAnsi="Times New Roman" w:cs="Times New Roman"/>
                <w:color w:val="000000"/>
                <w:sz w:val="24"/>
                <w:szCs w:val="24"/>
              </w:rPr>
            </w:pPr>
            <w:r w:rsidRPr="00807338">
              <w:rPr>
                <w:rFonts w:ascii="Times New Roman" w:eastAsia="Times New Roman" w:hAnsi="Times New Roman" w:cs="Times New Roman"/>
                <w:sz w:val="24"/>
                <w:szCs w:val="24"/>
              </w:rPr>
              <w:t>c) Įdėti stulpelį, kuriame būtų nurodoma skundo būsena – gautas, nagrinėjamas, išnagrinėtas. Sąraše reiktų realizuoti filtravimą ar rūšiavimą pagal išnagrinėtus/neišnagrinėtus skundus, filtruoti požymius.</w:t>
            </w:r>
            <w:r w:rsidRPr="00807338">
              <w:rPr>
                <w:rFonts w:ascii="Times New Roman" w:eastAsia="Times New Roman" w:hAnsi="Times New Roman" w:cs="Times New Roman"/>
                <w:b/>
                <w:bCs/>
                <w:sz w:val="24"/>
                <w:szCs w:val="24"/>
              </w:rPr>
              <w:t xml:space="preserve"> </w:t>
            </w:r>
          </w:p>
        </w:tc>
      </w:tr>
      <w:tr w:rsidR="002B5C54" w:rsidRPr="00F242B8" w14:paraId="3D750EA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9DAA26E" w14:textId="1793CBAB"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852" w:type="dxa"/>
            <w:tcBorders>
              <w:top w:val="single" w:sz="4" w:space="0" w:color="000000"/>
              <w:left w:val="single" w:sz="4" w:space="0" w:color="000000"/>
              <w:bottom w:val="single" w:sz="4" w:space="0" w:color="000000"/>
              <w:right w:val="single" w:sz="4" w:space="0" w:color="000000"/>
            </w:tcBorders>
          </w:tcPr>
          <w:p w14:paraId="43962E4D" w14:textId="1BF90C28" w:rsidR="002B5C54" w:rsidRPr="00F242B8" w:rsidRDefault="002B5C54" w:rsidP="002B5C54">
            <w:pPr>
              <w:widowControl w:val="0"/>
              <w:rPr>
                <w:rFonts w:ascii="Times New Roman" w:eastAsia="Times New Roman" w:hAnsi="Times New Roman" w:cs="Times New Roman"/>
                <w:b/>
                <w:sz w:val="24"/>
                <w:szCs w:val="24"/>
              </w:rPr>
            </w:pPr>
            <w:r>
              <w:rPr>
                <w:rFonts w:ascii="Times New Roman" w:eastAsiaTheme="minorHAnsi" w:hAnsi="Times New Roman" w:cs="Times New Roman"/>
                <w:b/>
                <w:bCs/>
                <w:sz w:val="24"/>
                <w:szCs w:val="24"/>
              </w:rPr>
              <w:t>Sukurti automatines IBPS užduotis susipažinti su informacija teisėjui, gavus dokumentus „Prokuroro pareiškimas dėl KP skyrimo“ ir „Skundas dėl laikino sulaikymo“</w:t>
            </w:r>
          </w:p>
        </w:tc>
        <w:tc>
          <w:tcPr>
            <w:tcW w:w="6662" w:type="dxa"/>
            <w:tcBorders>
              <w:top w:val="single" w:sz="4" w:space="0" w:color="000000"/>
              <w:left w:val="single" w:sz="4" w:space="0" w:color="000000"/>
              <w:bottom w:val="single" w:sz="4" w:space="0" w:color="000000"/>
              <w:right w:val="single" w:sz="4" w:space="0" w:color="000000"/>
            </w:tcBorders>
          </w:tcPr>
          <w:p w14:paraId="3C541460" w14:textId="78928B39" w:rsidR="002B5C54" w:rsidRDefault="002B5C54" w:rsidP="002B5C54">
            <w:pPr>
              <w:pStyle w:val="western"/>
              <w:spacing w:line="276" w:lineRule="auto"/>
              <w:jc w:val="both"/>
            </w:pPr>
            <w:r>
              <w:t xml:space="preserve">Sukurti veiksme </w:t>
            </w:r>
            <w:r w:rsidR="00CF22B0">
              <w:t>„</w:t>
            </w:r>
            <w:r>
              <w:t>IT teisėjo/kolegijos paskyrimas</w:t>
            </w:r>
            <w:r w:rsidR="00CF22B0">
              <w:t>“</w:t>
            </w:r>
            <w:r>
              <w:t xml:space="preserve"> nurodytam (paskirtam) teisėjui automatines susipažinimo su informaciją IBPS užduotis, kai teisėjui gavus dokumentą:</w:t>
            </w:r>
          </w:p>
          <w:p w14:paraId="009E8969" w14:textId="14335232" w:rsidR="002B5C54" w:rsidRDefault="002B5C54" w:rsidP="002B5C54">
            <w:pPr>
              <w:pStyle w:val="western"/>
              <w:spacing w:line="276" w:lineRule="auto"/>
              <w:jc w:val="both"/>
            </w:pPr>
            <w:r>
              <w:t xml:space="preserve">- </w:t>
            </w:r>
            <w:r w:rsidR="00CF22B0">
              <w:t>„</w:t>
            </w:r>
            <w:r>
              <w:t>Prokuroro pareiškimas dėl KP skyrimo</w:t>
            </w:r>
            <w:r w:rsidR="00CF22B0">
              <w:t>“</w:t>
            </w:r>
            <w:r>
              <w:t xml:space="preserve">, automatiškai patikrinus nustatomą, kad proceso dalyviui yra sukurtas veiksmas </w:t>
            </w:r>
            <w:r w:rsidR="008438D0">
              <w:t>„</w:t>
            </w:r>
            <w:r>
              <w:t>Skundo dėl laikino sulaikymo nagrinėjimas</w:t>
            </w:r>
            <w:r w:rsidR="008438D0">
              <w:t>“</w:t>
            </w:r>
            <w:r>
              <w:t xml:space="preserve">, kuriame yra pasirašytas </w:t>
            </w:r>
            <w:r w:rsidR="008438D0">
              <w:t>„</w:t>
            </w:r>
            <w:r>
              <w:t>Skundas dėl laikino sulaikymo</w:t>
            </w:r>
            <w:r w:rsidR="008438D0">
              <w:t>“</w:t>
            </w:r>
            <w:r>
              <w:t xml:space="preserve"> ir šis skundas dar nėra išnagrinėtas kitoje nutartyje dėl KP.</w:t>
            </w:r>
          </w:p>
          <w:p w14:paraId="737B1FBA" w14:textId="1540E18D" w:rsidR="002B5C54" w:rsidRPr="00F242B8" w:rsidRDefault="002B5C54" w:rsidP="002B5C54">
            <w:pPr>
              <w:widowControl w:val="0"/>
              <w:spacing w:after="0"/>
              <w:rPr>
                <w:rFonts w:ascii="Times New Roman" w:eastAsia="Times New Roman" w:hAnsi="Times New Roman" w:cs="Times New Roman"/>
                <w:color w:val="000000"/>
                <w:sz w:val="24"/>
                <w:szCs w:val="24"/>
              </w:rPr>
            </w:pPr>
            <w:r>
              <w:rPr>
                <w:rFonts w:ascii="Times New Roman" w:eastAsiaTheme="minorHAnsi" w:hAnsi="Times New Roman" w:cs="Times New Roman"/>
                <w:sz w:val="24"/>
                <w:szCs w:val="24"/>
              </w:rPr>
              <w:t xml:space="preserve">- </w:t>
            </w:r>
            <w:r w:rsidR="00CF22B0">
              <w:t>„</w:t>
            </w:r>
            <w:r>
              <w:rPr>
                <w:rFonts w:ascii="Times New Roman" w:eastAsiaTheme="minorHAnsi" w:hAnsi="Times New Roman" w:cs="Times New Roman"/>
                <w:sz w:val="24"/>
                <w:szCs w:val="24"/>
              </w:rPr>
              <w:t>Skundas dėl laikino sulaikymo</w:t>
            </w:r>
            <w:r w:rsidR="00CF22B0">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automatiškai patikrinus nustatoma, kad proceso dalyviui yra sukurtas veiksmas </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Kardomoji priemonė</w:t>
            </w:r>
            <w:r w:rsidR="008438D0">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kuriame yra pasirašytas dokumentas dėl KP skyrimo ir kuriame nėra sukurtas </w:t>
            </w:r>
            <w:r w:rsidR="00CF22B0">
              <w:rPr>
                <w:rFonts w:ascii="Times New Roman" w:eastAsiaTheme="minorHAnsi" w:hAnsi="Times New Roman" w:cs="Times New Roman"/>
                <w:sz w:val="24"/>
                <w:szCs w:val="24"/>
              </w:rPr>
              <w:t>„</w:t>
            </w:r>
            <w:r>
              <w:rPr>
                <w:rFonts w:ascii="Times New Roman" w:eastAsiaTheme="minorHAnsi" w:hAnsi="Times New Roman" w:cs="Times New Roman"/>
                <w:sz w:val="24"/>
                <w:szCs w:val="24"/>
              </w:rPr>
              <w:t>Posėdis dėl kardomosios priemonės</w:t>
            </w:r>
            <w:r w:rsidR="00CF22B0">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ir kuriame nėra pasirašyto dokumento </w:t>
            </w:r>
            <w:r w:rsidR="00CF22B0">
              <w:rPr>
                <w:rFonts w:ascii="Times New Roman" w:eastAsiaTheme="minorHAnsi" w:hAnsi="Times New Roman" w:cs="Times New Roman"/>
                <w:sz w:val="24"/>
                <w:szCs w:val="24"/>
              </w:rPr>
              <w:t>„</w:t>
            </w:r>
            <w:r>
              <w:rPr>
                <w:rFonts w:ascii="Times New Roman" w:eastAsiaTheme="minorHAnsi" w:hAnsi="Times New Roman" w:cs="Times New Roman"/>
                <w:sz w:val="24"/>
                <w:szCs w:val="24"/>
              </w:rPr>
              <w:t>Nutartis</w:t>
            </w:r>
            <w:r w:rsidR="00CF22B0">
              <w:rPr>
                <w:rFonts w:ascii="Times New Roman" w:eastAsiaTheme="minorHAnsi" w:hAnsi="Times New Roman" w:cs="Times New Roman"/>
                <w:sz w:val="24"/>
                <w:szCs w:val="24"/>
              </w:rPr>
              <w:t>“</w:t>
            </w:r>
            <w:r>
              <w:rPr>
                <w:rFonts w:ascii="Times New Roman" w:eastAsiaTheme="minorHAnsi" w:hAnsi="Times New Roman" w:cs="Times New Roman"/>
                <w:sz w:val="24"/>
                <w:szCs w:val="24"/>
              </w:rPr>
              <w:t>.</w:t>
            </w:r>
          </w:p>
        </w:tc>
      </w:tr>
      <w:tr w:rsidR="002B5C54" w:rsidRPr="00F242B8" w14:paraId="7A3D1B4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EBEDC8D" w14:textId="6ABFB2E0" w:rsidR="002B5C54" w:rsidRPr="00F242B8"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852" w:type="dxa"/>
            <w:tcBorders>
              <w:top w:val="single" w:sz="4" w:space="0" w:color="000000"/>
              <w:left w:val="single" w:sz="4" w:space="0" w:color="000000"/>
              <w:bottom w:val="single" w:sz="4" w:space="0" w:color="000000"/>
              <w:right w:val="single" w:sz="4" w:space="0" w:color="000000"/>
            </w:tcBorders>
          </w:tcPr>
          <w:p w14:paraId="0B1FF18E" w14:textId="7386B436" w:rsidR="002B5C54" w:rsidRPr="00F242B8" w:rsidRDefault="002B5C54" w:rsidP="002B5C54">
            <w:pPr>
              <w:widowControl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Nepasirašytų apklausos protokolų teisme sąrašo atvaizdavimo teisėjo pirmame IBPS lange sukūrimas</w:t>
            </w:r>
          </w:p>
        </w:tc>
        <w:tc>
          <w:tcPr>
            <w:tcW w:w="6662" w:type="dxa"/>
            <w:tcBorders>
              <w:top w:val="single" w:sz="4" w:space="0" w:color="000000"/>
              <w:left w:val="single" w:sz="4" w:space="0" w:color="000000"/>
              <w:bottom w:val="single" w:sz="4" w:space="0" w:color="000000"/>
              <w:right w:val="single" w:sz="4" w:space="0" w:color="000000"/>
            </w:tcBorders>
          </w:tcPr>
          <w:p w14:paraId="63829060" w14:textId="047E681F" w:rsidR="002B5C54" w:rsidRPr="00F242B8" w:rsidRDefault="002B5C54" w:rsidP="002B5C54">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Sukurti funkcionalumą, teisėjo IBPS pirmame lange rodyti nepasirašytus apklausos protokolus teisme.</w:t>
            </w:r>
          </w:p>
        </w:tc>
      </w:tr>
      <w:tr w:rsidR="002B5C54" w:rsidRPr="00F242B8" w14:paraId="72BA916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54D2A6C" w14:textId="5D3D0C67" w:rsidR="002B5C54" w:rsidRPr="00F242B8"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p>
        </w:tc>
        <w:tc>
          <w:tcPr>
            <w:tcW w:w="2852" w:type="dxa"/>
            <w:tcBorders>
              <w:top w:val="single" w:sz="4" w:space="0" w:color="000000"/>
              <w:left w:val="single" w:sz="4" w:space="0" w:color="000000"/>
              <w:bottom w:val="single" w:sz="4" w:space="0" w:color="000000"/>
              <w:right w:val="single" w:sz="4" w:space="0" w:color="000000"/>
            </w:tcBorders>
          </w:tcPr>
          <w:p w14:paraId="4C6135CB" w14:textId="0A11BE5D" w:rsidR="002B5C54" w:rsidRPr="00F242B8" w:rsidRDefault="002B5C54" w:rsidP="002B5C54">
            <w:pPr>
              <w:widowControl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Atnaujinti IBPS programinės įrangos naudojamą Java versiją</w:t>
            </w:r>
          </w:p>
        </w:tc>
        <w:tc>
          <w:tcPr>
            <w:tcW w:w="6662" w:type="dxa"/>
            <w:tcBorders>
              <w:top w:val="single" w:sz="4" w:space="0" w:color="000000"/>
              <w:left w:val="single" w:sz="4" w:space="0" w:color="000000"/>
              <w:bottom w:val="single" w:sz="4" w:space="0" w:color="000000"/>
              <w:right w:val="single" w:sz="4" w:space="0" w:color="000000"/>
            </w:tcBorders>
          </w:tcPr>
          <w:p w14:paraId="48598E4D" w14:textId="65C09B52" w:rsidR="002B5C54" w:rsidRPr="00F242B8" w:rsidRDefault="002B5C54" w:rsidP="002B5C5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Sutarties įgyvendinimo metu IBPS naudojamą Java8 programinę įrangą migruoti taip, kad būtų naudojama Java17 versija. </w:t>
            </w:r>
          </w:p>
        </w:tc>
      </w:tr>
      <w:tr w:rsidR="002B5C54" w:rsidRPr="00F242B8" w14:paraId="5FB1CEE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A685169" w14:textId="29139911"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852" w:type="dxa"/>
            <w:tcBorders>
              <w:top w:val="single" w:sz="4" w:space="0" w:color="000000"/>
              <w:left w:val="single" w:sz="4" w:space="0" w:color="000000"/>
              <w:bottom w:val="single" w:sz="4" w:space="0" w:color="000000"/>
              <w:right w:val="single" w:sz="4" w:space="0" w:color="000000"/>
            </w:tcBorders>
          </w:tcPr>
          <w:p w14:paraId="0F08303E" w14:textId="6FE3F9D0" w:rsidR="002B5C54" w:rsidRPr="00F242B8" w:rsidRDefault="002B5C54" w:rsidP="002B5C54">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zK</w:t>
            </w:r>
            <w:proofErr w:type="spellEnd"/>
            <w:r>
              <w:rPr>
                <w:rFonts w:ascii="Times New Roman" w:eastAsia="Times New Roman" w:hAnsi="Times New Roman" w:cs="Times New Roman"/>
                <w:b/>
                <w:sz w:val="24"/>
                <w:szCs w:val="24"/>
              </w:rPr>
              <w:t xml:space="preserve"> versijos atnaujinimas</w:t>
            </w:r>
          </w:p>
        </w:tc>
        <w:tc>
          <w:tcPr>
            <w:tcW w:w="6662" w:type="dxa"/>
            <w:tcBorders>
              <w:top w:val="single" w:sz="4" w:space="0" w:color="000000"/>
              <w:left w:val="single" w:sz="4" w:space="0" w:color="000000"/>
              <w:bottom w:val="single" w:sz="4" w:space="0" w:color="000000"/>
              <w:right w:val="single" w:sz="4" w:space="0" w:color="000000"/>
            </w:tcBorders>
          </w:tcPr>
          <w:p w14:paraId="482F812E" w14:textId="17F39C32" w:rsidR="002B5C54" w:rsidRPr="00F242B8" w:rsidRDefault="002B5C54" w:rsidP="002B5C54">
            <w:pPr>
              <w:widowControl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Sutarties įgyvendinimo metu IBPS naudojamą </w:t>
            </w:r>
            <w:proofErr w:type="spellStart"/>
            <w:r>
              <w:rPr>
                <w:rFonts w:ascii="Times New Roman" w:eastAsia="Times New Roman" w:hAnsi="Times New Roman" w:cs="Times New Roman"/>
                <w:sz w:val="24"/>
                <w:szCs w:val="24"/>
              </w:rPr>
              <w:t>zK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framework</w:t>
            </w:r>
            <w:proofErr w:type="spellEnd"/>
            <w:r>
              <w:rPr>
                <w:rFonts w:ascii="Times New Roman" w:eastAsia="Times New Roman" w:hAnsi="Times New Roman" w:cs="Times New Roman"/>
                <w:sz w:val="24"/>
                <w:szCs w:val="24"/>
              </w:rPr>
              <w:t xml:space="preserve"> 9.6.4 versiją atnaujinti taip, kad būtų naudojama </w:t>
            </w:r>
            <w:proofErr w:type="spellStart"/>
            <w:r>
              <w:rPr>
                <w:rFonts w:ascii="Times New Roman" w:eastAsia="Times New Roman" w:hAnsi="Times New Roman" w:cs="Times New Roman"/>
                <w:sz w:val="24"/>
                <w:szCs w:val="24"/>
              </w:rPr>
              <w:t>zK</w:t>
            </w:r>
            <w:proofErr w:type="spellEnd"/>
            <w:r>
              <w:rPr>
                <w:rFonts w:ascii="Times New Roman" w:eastAsia="Times New Roman" w:hAnsi="Times New Roman" w:cs="Times New Roman"/>
                <w:sz w:val="24"/>
                <w:szCs w:val="24"/>
              </w:rPr>
              <w:t xml:space="preserve"> 10 versija.</w:t>
            </w:r>
          </w:p>
        </w:tc>
      </w:tr>
      <w:tr w:rsidR="002B5C54" w:rsidRPr="00F242B8" w14:paraId="78731FB8"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35A9582" w14:textId="77BBF8E9"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852" w:type="dxa"/>
            <w:tcBorders>
              <w:top w:val="single" w:sz="4" w:space="0" w:color="000000"/>
              <w:left w:val="single" w:sz="4" w:space="0" w:color="000000"/>
              <w:bottom w:val="single" w:sz="4" w:space="0" w:color="000000"/>
              <w:right w:val="single" w:sz="4" w:space="0" w:color="000000"/>
            </w:tcBorders>
          </w:tcPr>
          <w:p w14:paraId="05267B2A" w14:textId="0148FF2E" w:rsidR="002B5C54" w:rsidRPr="00F242B8" w:rsidRDefault="002B5C54" w:rsidP="002B5C54">
            <w:pPr>
              <w:widowControl w:val="0"/>
              <w:spacing w:after="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Apache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Tomcat</w:t>
            </w:r>
            <w:proofErr w:type="spellEnd"/>
            <w:r>
              <w:rPr>
                <w:rFonts w:ascii="Times New Roman" w:eastAsia="Times New Roman" w:hAnsi="Times New Roman" w:cs="Times New Roman"/>
                <w:b/>
                <w:sz w:val="24"/>
                <w:szCs w:val="24"/>
              </w:rPr>
              <w:t xml:space="preserve"> versijos atnaujinimas</w:t>
            </w:r>
          </w:p>
        </w:tc>
        <w:tc>
          <w:tcPr>
            <w:tcW w:w="6662" w:type="dxa"/>
            <w:tcBorders>
              <w:top w:val="single" w:sz="4" w:space="0" w:color="000000"/>
              <w:left w:val="single" w:sz="4" w:space="0" w:color="000000"/>
              <w:bottom w:val="single" w:sz="4" w:space="0" w:color="000000"/>
              <w:right w:val="single" w:sz="4" w:space="0" w:color="000000"/>
            </w:tcBorders>
          </w:tcPr>
          <w:p w14:paraId="304FB30E" w14:textId="687236FD" w:rsidR="002B5C54" w:rsidRPr="00F242B8" w:rsidRDefault="002B5C54" w:rsidP="002B5C54">
            <w:pPr>
              <w:widowControl w:val="0"/>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Sutarties įgyvendinimo metu IBPS naudojamą </w:t>
            </w:r>
            <w:proofErr w:type="spellStart"/>
            <w:r>
              <w:rPr>
                <w:rFonts w:ascii="Times New Roman" w:eastAsia="Times New Roman" w:hAnsi="Times New Roman" w:cs="Times New Roman"/>
                <w:sz w:val="24"/>
                <w:szCs w:val="24"/>
              </w:rPr>
              <w:t>Apache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Tomcat</w:t>
            </w:r>
            <w:proofErr w:type="spellEnd"/>
            <w:r>
              <w:rPr>
                <w:rFonts w:ascii="Times New Roman" w:eastAsia="Times New Roman" w:hAnsi="Times New Roman" w:cs="Times New Roman"/>
                <w:sz w:val="24"/>
                <w:szCs w:val="24"/>
              </w:rPr>
              <w:t xml:space="preserve"> 9 atnaujinti iki </w:t>
            </w:r>
            <w:proofErr w:type="spellStart"/>
            <w:r>
              <w:rPr>
                <w:rFonts w:ascii="Times New Roman" w:eastAsia="Times New Roman" w:hAnsi="Times New Roman" w:cs="Times New Roman"/>
                <w:sz w:val="24"/>
                <w:szCs w:val="24"/>
              </w:rPr>
              <w:t>Apache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Tomcat</w:t>
            </w:r>
            <w:proofErr w:type="spellEnd"/>
            <w:r>
              <w:rPr>
                <w:rFonts w:ascii="Times New Roman" w:eastAsia="Times New Roman" w:hAnsi="Times New Roman" w:cs="Times New Roman"/>
                <w:sz w:val="24"/>
                <w:szCs w:val="24"/>
              </w:rPr>
              <w:t xml:space="preserve"> 10 paskutinės stabilios versijos arba su Perkančiąja organizacija suderintos kitos versijos (pvz., jei bus išleista stabili </w:t>
            </w:r>
            <w:proofErr w:type="spellStart"/>
            <w:r>
              <w:rPr>
                <w:rFonts w:ascii="Times New Roman" w:eastAsia="Times New Roman" w:hAnsi="Times New Roman" w:cs="Times New Roman"/>
                <w:sz w:val="24"/>
                <w:szCs w:val="24"/>
              </w:rPr>
              <w:t>Apache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Tomcat</w:t>
            </w:r>
            <w:proofErr w:type="spellEnd"/>
            <w:r>
              <w:rPr>
                <w:rFonts w:ascii="Times New Roman" w:eastAsia="Times New Roman" w:hAnsi="Times New Roman" w:cs="Times New Roman"/>
                <w:sz w:val="24"/>
                <w:szCs w:val="24"/>
              </w:rPr>
              <w:t xml:space="preserve"> 11 versija).</w:t>
            </w:r>
          </w:p>
        </w:tc>
      </w:tr>
      <w:tr w:rsidR="002B5C54" w:rsidRPr="00F242B8" w14:paraId="00CA9658"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394BEAA" w14:textId="00B4795B" w:rsidR="002B5C54" w:rsidRPr="007346A9"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852" w:type="dxa"/>
            <w:tcBorders>
              <w:top w:val="single" w:sz="4" w:space="0" w:color="000000"/>
              <w:left w:val="single" w:sz="4" w:space="0" w:color="000000"/>
              <w:bottom w:val="single" w:sz="4" w:space="0" w:color="000000"/>
              <w:right w:val="single" w:sz="4" w:space="0" w:color="000000"/>
            </w:tcBorders>
          </w:tcPr>
          <w:p w14:paraId="2C638475" w14:textId="26A05726" w:rsidR="002B5C54" w:rsidRPr="00F242B8" w:rsidRDefault="002B5C54" w:rsidP="002B5C54">
            <w:pPr>
              <w:widowControl w:val="0"/>
              <w:spacing w:after="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IBPS DUVP versijos atnaujinimas</w:t>
            </w:r>
          </w:p>
        </w:tc>
        <w:tc>
          <w:tcPr>
            <w:tcW w:w="6662" w:type="dxa"/>
            <w:tcBorders>
              <w:top w:val="single" w:sz="4" w:space="0" w:color="000000"/>
              <w:left w:val="single" w:sz="4" w:space="0" w:color="000000"/>
              <w:bottom w:val="single" w:sz="4" w:space="0" w:color="000000"/>
              <w:right w:val="single" w:sz="4" w:space="0" w:color="000000"/>
            </w:tcBorders>
          </w:tcPr>
          <w:p w14:paraId="447A5455" w14:textId="11BC68A4" w:rsidR="002B5C54" w:rsidRPr="00F242B8" w:rsidRDefault="002B5C54" w:rsidP="002B5C54">
            <w:pPr>
              <w:pStyle w:val="Standard"/>
              <w:widowControl w:val="0"/>
              <w:jc w:val="both"/>
              <w:rPr>
                <w:rFonts w:ascii="Times New Roman" w:eastAsia="Times New Roman" w:hAnsi="Times New Roman" w:cs="Times New Roman"/>
                <w:b/>
                <w:bCs/>
              </w:rPr>
            </w:pPr>
            <w:r>
              <w:rPr>
                <w:rFonts w:ascii="Times New Roman" w:eastAsia="Times New Roman" w:hAnsi="Times New Roman" w:cs="Times New Roman"/>
              </w:rPr>
              <w:t>Atnaujinti IBPS DUVP programinės įrangos versiją (šiuo metu naudojama 3.4.50</w:t>
            </w:r>
            <w:r w:rsidR="00CF22B0">
              <w:rPr>
                <w:rFonts w:ascii="Times New Roman" w:eastAsia="Times New Roman" w:hAnsi="Times New Roman" w:cs="Times New Roman"/>
              </w:rPr>
              <w:t>,</w:t>
            </w:r>
            <w:r>
              <w:rPr>
                <w:rFonts w:ascii="Times New Roman" w:eastAsia="Times New Roman" w:hAnsi="Times New Roman" w:cs="Times New Roman"/>
              </w:rPr>
              <w:t xml:space="preserve"> naujausia – 3.5.75).</w:t>
            </w:r>
          </w:p>
        </w:tc>
      </w:tr>
      <w:tr w:rsidR="00ED1AA7" w:rsidRPr="00F242B8" w14:paraId="5007CFE5" w14:textId="77777777" w:rsidTr="00CD099F">
        <w:tc>
          <w:tcPr>
            <w:tcW w:w="10201" w:type="dxa"/>
            <w:gridSpan w:val="3"/>
            <w:tcBorders>
              <w:top w:val="single" w:sz="4" w:space="0" w:color="000000"/>
              <w:left w:val="single" w:sz="4" w:space="0" w:color="000000"/>
              <w:bottom w:val="single" w:sz="4" w:space="0" w:color="000000"/>
              <w:right w:val="single" w:sz="4" w:space="0" w:color="000000"/>
            </w:tcBorders>
          </w:tcPr>
          <w:p w14:paraId="6A2607D8" w14:textId="22574F3E" w:rsidR="00ED1AA7" w:rsidRPr="00ED1AA7" w:rsidRDefault="00F573BC" w:rsidP="00ED1AA7">
            <w:pPr>
              <w:pStyle w:val="Standard"/>
              <w:widowControl w:val="0"/>
              <w:jc w:val="center"/>
              <w:rPr>
                <w:rFonts w:ascii="Times New Roman" w:eastAsia="Times New Roman" w:hAnsi="Times New Roman" w:cs="Times New Roman"/>
                <w:i/>
                <w:iCs/>
              </w:rPr>
            </w:pPr>
            <w:r w:rsidRPr="00ED1AA7">
              <w:rPr>
                <w:rFonts w:ascii="Times New Roman" w:hAnsi="Times New Roman" w:cs="Times New Roman"/>
                <w:b/>
                <w:i/>
                <w:iCs/>
              </w:rPr>
              <w:t>REIKALAVIMAI IBPS – KADIS–2</w:t>
            </w:r>
            <w:r w:rsidRPr="00ED1AA7">
              <w:rPr>
                <w:rFonts w:ascii="Times New Roman" w:hAnsi="Times New Roman" w:cs="Times New Roman"/>
                <w:i/>
                <w:iCs/>
              </w:rPr>
              <w:t xml:space="preserve"> </w:t>
            </w:r>
            <w:r w:rsidRPr="00ED1AA7">
              <w:rPr>
                <w:rFonts w:ascii="Times New Roman" w:hAnsi="Times New Roman" w:cs="Times New Roman"/>
                <w:b/>
                <w:i/>
                <w:iCs/>
              </w:rPr>
              <w:t>INTEGRACIJOS SUKŪRIMUI</w:t>
            </w:r>
          </w:p>
        </w:tc>
      </w:tr>
      <w:tr w:rsidR="002B5C54" w:rsidRPr="00F242B8" w14:paraId="3660CBDB"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6F665B6" w14:textId="4E4D28FE" w:rsidR="002B5C54" w:rsidRPr="00F242B8"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852" w:type="dxa"/>
            <w:tcBorders>
              <w:top w:val="single" w:sz="4" w:space="0" w:color="000000"/>
              <w:left w:val="single" w:sz="4" w:space="0" w:color="000000"/>
              <w:bottom w:val="single" w:sz="4" w:space="0" w:color="000000"/>
              <w:right w:val="single" w:sz="4" w:space="0" w:color="000000"/>
            </w:tcBorders>
          </w:tcPr>
          <w:p w14:paraId="65A8FCB7" w14:textId="1F82CA9F" w:rsidR="002B5C54" w:rsidRPr="00F242B8" w:rsidRDefault="002B5C54" w:rsidP="002B5C54">
            <w:pPr>
              <w:widowControl w:val="0"/>
              <w:spacing w:after="0"/>
              <w:rPr>
                <w:rFonts w:ascii="Times New Roman" w:eastAsia="Times New Roman" w:hAnsi="Times New Roman" w:cs="Times New Roman"/>
                <w:b/>
                <w:sz w:val="24"/>
                <w:szCs w:val="24"/>
              </w:rPr>
            </w:pPr>
            <w:r>
              <w:rPr>
                <w:rFonts w:ascii="Times New Roman" w:hAnsi="Times New Roman" w:cs="Times New Roman"/>
                <w:b/>
                <w:bCs/>
                <w:sz w:val="24"/>
                <w:szCs w:val="24"/>
              </w:rPr>
              <w:t xml:space="preserve">Duomenų, susijusių su kardomosios priemonėmis, perdavimas į </w:t>
            </w:r>
            <w:r w:rsidRPr="003803D6">
              <w:rPr>
                <w:rFonts w:ascii="Times New Roman" w:hAnsi="Times New Roman" w:cs="Times New Roman"/>
                <w:b/>
                <w:bCs/>
                <w:iCs/>
                <w:sz w:val="24"/>
                <w:szCs w:val="24"/>
              </w:rPr>
              <w:t>KADIS</w:t>
            </w:r>
            <w:r w:rsidR="00CF22B0" w:rsidRPr="00ED1AA7">
              <w:rPr>
                <w:rFonts w:ascii="Times New Roman" w:hAnsi="Times New Roman" w:cs="Times New Roman"/>
                <w:b/>
                <w:i/>
                <w:iCs/>
              </w:rPr>
              <w:t>–</w:t>
            </w:r>
            <w:r w:rsidRPr="003803D6">
              <w:rPr>
                <w:rFonts w:ascii="Times New Roman" w:hAnsi="Times New Roman" w:cs="Times New Roman"/>
                <w:b/>
                <w:bCs/>
                <w:iCs/>
                <w:sz w:val="24"/>
                <w:szCs w:val="24"/>
              </w:rPr>
              <w:t>2</w:t>
            </w:r>
          </w:p>
        </w:tc>
        <w:tc>
          <w:tcPr>
            <w:tcW w:w="6662" w:type="dxa"/>
            <w:tcBorders>
              <w:top w:val="single" w:sz="4" w:space="0" w:color="000000"/>
              <w:left w:val="single" w:sz="4" w:space="0" w:color="000000"/>
              <w:bottom w:val="single" w:sz="4" w:space="0" w:color="000000"/>
              <w:right w:val="single" w:sz="4" w:space="0" w:color="000000"/>
            </w:tcBorders>
          </w:tcPr>
          <w:p w14:paraId="1EF3D8C4" w14:textId="77A3ECAE" w:rsidR="002B5C54" w:rsidRPr="00F242B8" w:rsidRDefault="002B5C54" w:rsidP="002B5C54">
            <w:pPr>
              <w:widowControl w:val="0"/>
              <w:spacing w:after="0"/>
              <w:rPr>
                <w:rFonts w:ascii="Times New Roman" w:eastAsia="Times New Roman" w:hAnsi="Times New Roman" w:cs="Times New Roman"/>
                <w:color w:val="000000"/>
                <w:sz w:val="24"/>
                <w:szCs w:val="24"/>
              </w:rPr>
            </w:pPr>
            <w:r w:rsidRPr="00007D2F">
              <w:rPr>
                <w:rFonts w:ascii="Times New Roman" w:hAnsi="Times New Roman" w:cs="Times New Roman"/>
                <w:bCs/>
                <w:sz w:val="24"/>
                <w:szCs w:val="24"/>
              </w:rPr>
              <w:t xml:space="preserve">Sukurti </w:t>
            </w:r>
            <w:r>
              <w:rPr>
                <w:rFonts w:ascii="Times New Roman" w:hAnsi="Times New Roman" w:cs="Times New Roman"/>
                <w:bCs/>
                <w:sz w:val="24"/>
                <w:szCs w:val="24"/>
              </w:rPr>
              <w:t>funkcionalumą, sudarantį galimybę</w:t>
            </w:r>
            <w:r w:rsidRPr="00007D2F">
              <w:rPr>
                <w:rFonts w:ascii="Times New Roman" w:hAnsi="Times New Roman" w:cs="Times New Roman"/>
                <w:bCs/>
                <w:sz w:val="24"/>
                <w:szCs w:val="24"/>
              </w:rPr>
              <w:t xml:space="preserve"> iš IBPS į </w:t>
            </w:r>
            <w:r w:rsidRPr="00D70C09">
              <w:rPr>
                <w:rFonts w:ascii="Times New Roman" w:hAnsi="Times New Roman" w:cs="Times New Roman"/>
                <w:iCs/>
                <w:sz w:val="24"/>
                <w:szCs w:val="24"/>
              </w:rPr>
              <w:t>KADIS</w:t>
            </w:r>
            <w:r w:rsidR="00CF22B0" w:rsidRPr="00ED1AA7">
              <w:rPr>
                <w:rFonts w:ascii="Times New Roman" w:hAnsi="Times New Roman" w:cs="Times New Roman"/>
                <w:b/>
                <w:i/>
                <w:iCs/>
              </w:rPr>
              <w:t>–</w:t>
            </w:r>
            <w:r w:rsidRPr="00D70C09">
              <w:rPr>
                <w:rFonts w:ascii="Times New Roman" w:hAnsi="Times New Roman" w:cs="Times New Roman"/>
                <w:iCs/>
                <w:sz w:val="24"/>
                <w:szCs w:val="24"/>
              </w:rPr>
              <w:t xml:space="preserve">2 </w:t>
            </w:r>
            <w:r w:rsidRPr="00007D2F">
              <w:rPr>
                <w:rFonts w:ascii="Times New Roman" w:hAnsi="Times New Roman" w:cs="Times New Roman"/>
                <w:bCs/>
                <w:sz w:val="24"/>
                <w:szCs w:val="24"/>
              </w:rPr>
              <w:t>perduoti</w:t>
            </w:r>
            <w:r>
              <w:rPr>
                <w:rFonts w:ascii="Times New Roman" w:hAnsi="Times New Roman" w:cs="Times New Roman"/>
                <w:bCs/>
                <w:sz w:val="24"/>
                <w:szCs w:val="24"/>
              </w:rPr>
              <w:t xml:space="preserve"> ikiteisminio tyrimo subjekto (tyrėjo, prokuroro, ikiteisminio tyrimo teisėjo ar teismo)</w:t>
            </w:r>
            <w:r w:rsidRPr="00007D2F">
              <w:rPr>
                <w:rFonts w:ascii="Times New Roman" w:hAnsi="Times New Roman" w:cs="Times New Roman"/>
                <w:bCs/>
                <w:sz w:val="24"/>
                <w:szCs w:val="24"/>
              </w:rPr>
              <w:t xml:space="preserve"> </w:t>
            </w:r>
            <w:r>
              <w:rPr>
                <w:rFonts w:ascii="Times New Roman" w:hAnsi="Times New Roman" w:cs="Times New Roman"/>
                <w:bCs/>
                <w:sz w:val="24"/>
                <w:szCs w:val="24"/>
              </w:rPr>
              <w:t xml:space="preserve">pasirašytus </w:t>
            </w:r>
            <w:r w:rsidRPr="00007D2F">
              <w:rPr>
                <w:rFonts w:ascii="Times New Roman" w:hAnsi="Times New Roman" w:cs="Times New Roman"/>
                <w:bCs/>
                <w:sz w:val="24"/>
                <w:szCs w:val="24"/>
              </w:rPr>
              <w:t>pro</w:t>
            </w:r>
            <w:r>
              <w:rPr>
                <w:rFonts w:ascii="Times New Roman" w:hAnsi="Times New Roman" w:cs="Times New Roman"/>
                <w:bCs/>
                <w:sz w:val="24"/>
                <w:szCs w:val="24"/>
              </w:rPr>
              <w:t>cesinius dokumentus (PDF, ADOC formatu), susijusius su kardomųjų priemonių paskyrimu, pratesimu, pakeitimu, panaikinimu įtariamajam (suimtajam) ar nuteistajam.</w:t>
            </w:r>
          </w:p>
        </w:tc>
      </w:tr>
      <w:tr w:rsidR="002B5C54" w:rsidRPr="00F242B8" w14:paraId="241BD38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A7958A4" w14:textId="3EA84D68"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852" w:type="dxa"/>
            <w:tcBorders>
              <w:top w:val="single" w:sz="4" w:space="0" w:color="000000"/>
              <w:left w:val="single" w:sz="4" w:space="0" w:color="000000"/>
              <w:bottom w:val="single" w:sz="4" w:space="0" w:color="000000"/>
              <w:right w:val="single" w:sz="4" w:space="0" w:color="000000"/>
            </w:tcBorders>
          </w:tcPr>
          <w:p w14:paraId="5C4A5B60" w14:textId="66BBD4E2" w:rsidR="002B5C54" w:rsidRPr="00F242B8" w:rsidRDefault="002B5C54" w:rsidP="002B5C54">
            <w:pPr>
              <w:widowControl w:val="0"/>
              <w:rPr>
                <w:rFonts w:ascii="Times New Roman" w:eastAsia="Times New Roman" w:hAnsi="Times New Roman" w:cs="Times New Roman"/>
                <w:b/>
                <w:sz w:val="24"/>
                <w:szCs w:val="24"/>
              </w:rPr>
            </w:pPr>
            <w:r>
              <w:rPr>
                <w:rFonts w:ascii="Times New Roman" w:hAnsi="Times New Roman" w:cs="Times New Roman"/>
                <w:b/>
                <w:bCs/>
                <w:sz w:val="24"/>
                <w:szCs w:val="24"/>
              </w:rPr>
              <w:t xml:space="preserve">Duomenų, susijusių su proceso dalyviais, perdavimas į </w:t>
            </w:r>
            <w:r w:rsidRPr="003803D6">
              <w:rPr>
                <w:rFonts w:ascii="Times New Roman" w:hAnsi="Times New Roman" w:cs="Times New Roman"/>
                <w:b/>
                <w:bCs/>
                <w:iCs/>
                <w:sz w:val="24"/>
                <w:szCs w:val="24"/>
              </w:rPr>
              <w:t>KADIS</w:t>
            </w:r>
            <w:r w:rsidR="00CF22B0" w:rsidRPr="00ED1AA7">
              <w:rPr>
                <w:rFonts w:ascii="Times New Roman" w:hAnsi="Times New Roman" w:cs="Times New Roman"/>
                <w:b/>
                <w:i/>
                <w:iCs/>
              </w:rPr>
              <w:t>–</w:t>
            </w:r>
            <w:r w:rsidRPr="003803D6">
              <w:rPr>
                <w:rFonts w:ascii="Times New Roman" w:hAnsi="Times New Roman" w:cs="Times New Roman"/>
                <w:b/>
                <w:bCs/>
                <w:iCs/>
                <w:sz w:val="24"/>
                <w:szCs w:val="24"/>
              </w:rPr>
              <w:t>2</w:t>
            </w:r>
          </w:p>
        </w:tc>
        <w:tc>
          <w:tcPr>
            <w:tcW w:w="6662" w:type="dxa"/>
            <w:tcBorders>
              <w:top w:val="single" w:sz="4" w:space="0" w:color="000000"/>
              <w:left w:val="single" w:sz="4" w:space="0" w:color="000000"/>
              <w:bottom w:val="single" w:sz="4" w:space="0" w:color="000000"/>
              <w:right w:val="single" w:sz="4" w:space="0" w:color="000000"/>
            </w:tcBorders>
          </w:tcPr>
          <w:p w14:paraId="2BA05CE0" w14:textId="4EE2BDBD" w:rsidR="002B5C54" w:rsidRPr="00F242B8" w:rsidRDefault="002B5C54" w:rsidP="002B5C54">
            <w:pPr>
              <w:widowControl w:val="0"/>
              <w:spacing w:after="0"/>
              <w:rPr>
                <w:rFonts w:ascii="Times New Roman" w:eastAsia="Times New Roman" w:hAnsi="Times New Roman" w:cs="Times New Roman"/>
                <w:color w:val="000000"/>
                <w:sz w:val="24"/>
                <w:szCs w:val="24"/>
              </w:rPr>
            </w:pPr>
            <w:r w:rsidRPr="00007D2F">
              <w:rPr>
                <w:rFonts w:ascii="Times New Roman" w:hAnsi="Times New Roman" w:cs="Times New Roman"/>
                <w:bCs/>
                <w:sz w:val="24"/>
                <w:szCs w:val="24"/>
              </w:rPr>
              <w:t>Sukurti fu</w:t>
            </w:r>
            <w:r>
              <w:rPr>
                <w:rFonts w:ascii="Times New Roman" w:hAnsi="Times New Roman" w:cs="Times New Roman"/>
                <w:bCs/>
                <w:sz w:val="24"/>
                <w:szCs w:val="24"/>
              </w:rPr>
              <w:t>nkcionalumą, sudarantį galimybę</w:t>
            </w:r>
            <w:r w:rsidRPr="00007D2F">
              <w:rPr>
                <w:rFonts w:ascii="Times New Roman" w:hAnsi="Times New Roman" w:cs="Times New Roman"/>
                <w:bCs/>
                <w:sz w:val="24"/>
                <w:szCs w:val="24"/>
              </w:rPr>
              <w:t xml:space="preserve"> iš IBPS į </w:t>
            </w:r>
            <w:r w:rsidRPr="00D70C09">
              <w:rPr>
                <w:rFonts w:ascii="Times New Roman" w:hAnsi="Times New Roman" w:cs="Times New Roman"/>
                <w:iCs/>
                <w:sz w:val="24"/>
                <w:szCs w:val="24"/>
              </w:rPr>
              <w:t>KADIS</w:t>
            </w:r>
            <w:r w:rsidR="00CF22B0" w:rsidRPr="00ED1AA7">
              <w:rPr>
                <w:rFonts w:ascii="Times New Roman" w:hAnsi="Times New Roman" w:cs="Times New Roman"/>
                <w:b/>
                <w:i/>
                <w:iCs/>
              </w:rPr>
              <w:t>–</w:t>
            </w:r>
            <w:r w:rsidRPr="00D70C09">
              <w:rPr>
                <w:rFonts w:ascii="Times New Roman" w:hAnsi="Times New Roman" w:cs="Times New Roman"/>
                <w:iCs/>
                <w:sz w:val="24"/>
                <w:szCs w:val="24"/>
              </w:rPr>
              <w:t xml:space="preserve">2 </w:t>
            </w:r>
            <w:r>
              <w:rPr>
                <w:rFonts w:ascii="Times New Roman" w:hAnsi="Times New Roman" w:cs="Times New Roman"/>
                <w:bCs/>
                <w:sz w:val="24"/>
                <w:szCs w:val="24"/>
              </w:rPr>
              <w:t xml:space="preserve">perduoti įtariamųjų (suimtųjų), nuteistųjų, jų atstovų (gynėjų, atstovų pagal įstatymą) ir kitų proceso dalyvių struktūrizuotus asmens duomenis (vardas, pavardė, asmens kodas, gim. data, advokato pažymėjimo numeris ir pan.). </w:t>
            </w:r>
          </w:p>
        </w:tc>
      </w:tr>
      <w:tr w:rsidR="002B5C54" w:rsidRPr="00F242B8" w14:paraId="47D20A69"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A8E6C9B" w14:textId="6BAFA2AE"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852" w:type="dxa"/>
            <w:tcBorders>
              <w:top w:val="single" w:sz="4" w:space="0" w:color="000000"/>
              <w:left w:val="single" w:sz="4" w:space="0" w:color="000000"/>
              <w:bottom w:val="single" w:sz="4" w:space="0" w:color="000000"/>
              <w:right w:val="single" w:sz="4" w:space="0" w:color="000000"/>
            </w:tcBorders>
          </w:tcPr>
          <w:p w14:paraId="24E9679A" w14:textId="4C00DB0E" w:rsidR="002B5C54" w:rsidRPr="00F242B8" w:rsidRDefault="002B5C54" w:rsidP="002B5C54">
            <w:pPr>
              <w:widowControl w:val="0"/>
              <w:rPr>
                <w:rFonts w:ascii="Times New Roman" w:eastAsia="Times New Roman" w:hAnsi="Times New Roman" w:cs="Times New Roman"/>
                <w:b/>
                <w:sz w:val="24"/>
                <w:szCs w:val="24"/>
              </w:rPr>
            </w:pPr>
            <w:r w:rsidRPr="00672CE5">
              <w:rPr>
                <w:rFonts w:ascii="Times New Roman" w:hAnsi="Times New Roman" w:cs="Times New Roman"/>
                <w:b/>
                <w:bCs/>
                <w:sz w:val="24"/>
                <w:szCs w:val="24"/>
              </w:rPr>
              <w:t xml:space="preserve">Duomenų, susijusių su įtariamojo (suimtojo), nuteistojo pristatymu į už įkalinimo įstaigos ribų, arba paruošti procesinių veiksmų atlikimui įkalinimo įstaigoje, perdavimas į </w:t>
            </w:r>
            <w:r w:rsidRPr="00672CE5">
              <w:rPr>
                <w:rFonts w:ascii="Times New Roman" w:hAnsi="Times New Roman" w:cs="Times New Roman"/>
                <w:b/>
                <w:bCs/>
                <w:iCs/>
                <w:sz w:val="24"/>
                <w:szCs w:val="24"/>
              </w:rPr>
              <w:t>KADIS-2</w:t>
            </w:r>
          </w:p>
        </w:tc>
        <w:tc>
          <w:tcPr>
            <w:tcW w:w="6662" w:type="dxa"/>
            <w:tcBorders>
              <w:top w:val="single" w:sz="4" w:space="0" w:color="000000"/>
              <w:left w:val="single" w:sz="4" w:space="0" w:color="000000"/>
              <w:bottom w:val="single" w:sz="4" w:space="0" w:color="000000"/>
              <w:right w:val="single" w:sz="4" w:space="0" w:color="000000"/>
            </w:tcBorders>
          </w:tcPr>
          <w:p w14:paraId="2E1E1632" w14:textId="6B95DB1E" w:rsidR="002B5C54" w:rsidRPr="00F242B8" w:rsidRDefault="002B5C54" w:rsidP="002B5C54">
            <w:pPr>
              <w:widowControl w:val="0"/>
              <w:spacing w:after="0"/>
              <w:rPr>
                <w:rFonts w:ascii="Times New Roman" w:eastAsia="Times New Roman" w:hAnsi="Times New Roman" w:cs="Times New Roman"/>
                <w:color w:val="000000"/>
                <w:sz w:val="24"/>
                <w:szCs w:val="24"/>
              </w:rPr>
            </w:pPr>
            <w:r w:rsidRPr="00B646F7">
              <w:rPr>
                <w:rFonts w:ascii="Times New Roman" w:hAnsi="Times New Roman" w:cs="Times New Roman"/>
                <w:bCs/>
                <w:sz w:val="24"/>
                <w:szCs w:val="24"/>
              </w:rPr>
              <w:t>Sukurti fu</w:t>
            </w:r>
            <w:r>
              <w:rPr>
                <w:rFonts w:ascii="Times New Roman" w:hAnsi="Times New Roman" w:cs="Times New Roman"/>
                <w:bCs/>
                <w:sz w:val="24"/>
                <w:szCs w:val="24"/>
              </w:rPr>
              <w:t>nkcionalumą, sudarantį galimybę</w:t>
            </w:r>
            <w:r w:rsidRPr="00B646F7">
              <w:rPr>
                <w:rFonts w:ascii="Times New Roman" w:hAnsi="Times New Roman" w:cs="Times New Roman"/>
                <w:bCs/>
                <w:sz w:val="24"/>
                <w:szCs w:val="24"/>
              </w:rPr>
              <w:t xml:space="preserve"> iš IBPS į </w:t>
            </w:r>
            <w:r w:rsidRPr="00D70C09">
              <w:rPr>
                <w:rFonts w:ascii="Times New Roman" w:hAnsi="Times New Roman" w:cs="Times New Roman"/>
                <w:iCs/>
                <w:sz w:val="24"/>
                <w:szCs w:val="24"/>
              </w:rPr>
              <w:t>KADIS</w:t>
            </w:r>
            <w:r w:rsidR="00CF22B0" w:rsidRPr="00ED1AA7">
              <w:rPr>
                <w:rFonts w:ascii="Times New Roman" w:hAnsi="Times New Roman" w:cs="Times New Roman"/>
                <w:b/>
                <w:i/>
                <w:iCs/>
              </w:rPr>
              <w:t>–</w:t>
            </w:r>
            <w:r w:rsidRPr="00D70C09">
              <w:rPr>
                <w:rFonts w:ascii="Times New Roman" w:hAnsi="Times New Roman" w:cs="Times New Roman"/>
                <w:iCs/>
                <w:sz w:val="24"/>
                <w:szCs w:val="24"/>
              </w:rPr>
              <w:t xml:space="preserve">2 </w:t>
            </w:r>
            <w:r w:rsidRPr="00B646F7">
              <w:rPr>
                <w:rFonts w:ascii="Times New Roman" w:hAnsi="Times New Roman" w:cs="Times New Roman"/>
                <w:bCs/>
                <w:sz w:val="24"/>
                <w:szCs w:val="24"/>
              </w:rPr>
              <w:t xml:space="preserve">perduoti </w:t>
            </w:r>
            <w:r>
              <w:rPr>
                <w:rFonts w:ascii="Times New Roman" w:hAnsi="Times New Roman" w:cs="Times New Roman"/>
                <w:bCs/>
                <w:sz w:val="24"/>
                <w:szCs w:val="24"/>
              </w:rPr>
              <w:t>informaciją (struktūrizuotus duomenis ir/ar dokumentus (įtariamojo (suimtojo), nuteistojo asmens duomenys,</w:t>
            </w:r>
            <w:r w:rsidRPr="00B646F7">
              <w:rPr>
                <w:rFonts w:ascii="Times New Roman" w:hAnsi="Times New Roman" w:cs="Times New Roman"/>
                <w:bCs/>
                <w:sz w:val="24"/>
                <w:szCs w:val="24"/>
              </w:rPr>
              <w:t xml:space="preserve"> data, laikas, pristatymo vieta, pas kokį ikiteisminio tyrimo subjektą vyksta</w:t>
            </w:r>
            <w:r>
              <w:rPr>
                <w:rFonts w:ascii="Times New Roman" w:hAnsi="Times New Roman" w:cs="Times New Roman"/>
                <w:bCs/>
                <w:sz w:val="24"/>
                <w:szCs w:val="24"/>
              </w:rPr>
              <w:t xml:space="preserve"> ir pan.)) susijusius su įtariamųjų (suimtųjų), nuteistųjų</w:t>
            </w:r>
            <w:r w:rsidRPr="00B646F7">
              <w:rPr>
                <w:rFonts w:ascii="Times New Roman" w:hAnsi="Times New Roman" w:cs="Times New Roman"/>
                <w:bCs/>
                <w:sz w:val="24"/>
                <w:szCs w:val="24"/>
              </w:rPr>
              <w:t xml:space="preserve"> procesinių veiksmų atlikim</w:t>
            </w:r>
            <w:r>
              <w:rPr>
                <w:rFonts w:ascii="Times New Roman" w:hAnsi="Times New Roman" w:cs="Times New Roman"/>
                <w:bCs/>
                <w:sz w:val="24"/>
                <w:szCs w:val="24"/>
              </w:rPr>
              <w:t>u</w:t>
            </w:r>
            <w:r w:rsidRPr="00B646F7">
              <w:rPr>
                <w:rFonts w:ascii="Times New Roman" w:hAnsi="Times New Roman" w:cs="Times New Roman"/>
                <w:bCs/>
                <w:sz w:val="24"/>
                <w:szCs w:val="24"/>
              </w:rPr>
              <w:t xml:space="preserve"> ikiteisminio tyrimo metu</w:t>
            </w:r>
            <w:r>
              <w:rPr>
                <w:rFonts w:ascii="Times New Roman" w:hAnsi="Times New Roman" w:cs="Times New Roman"/>
                <w:bCs/>
                <w:sz w:val="24"/>
                <w:szCs w:val="24"/>
              </w:rPr>
              <w:t xml:space="preserve"> (apklausa, akistata, asmens parodymo atpažinti</w:t>
            </w:r>
            <w:r w:rsidRPr="00B646F7">
              <w:rPr>
                <w:rFonts w:ascii="Times New Roman" w:hAnsi="Times New Roman" w:cs="Times New Roman"/>
                <w:bCs/>
                <w:sz w:val="24"/>
                <w:szCs w:val="24"/>
              </w:rPr>
              <w:t xml:space="preserve"> ir kt.), kai </w:t>
            </w:r>
            <w:r>
              <w:rPr>
                <w:rFonts w:ascii="Times New Roman" w:hAnsi="Times New Roman" w:cs="Times New Roman"/>
                <w:bCs/>
                <w:sz w:val="24"/>
                <w:szCs w:val="24"/>
              </w:rPr>
              <w:t xml:space="preserve">įtariamąjį (suimtąjį), nuteistąjį reikalinga </w:t>
            </w:r>
            <w:r w:rsidRPr="00B646F7">
              <w:rPr>
                <w:rFonts w:ascii="Times New Roman" w:hAnsi="Times New Roman" w:cs="Times New Roman"/>
                <w:bCs/>
                <w:sz w:val="24"/>
                <w:szCs w:val="24"/>
              </w:rPr>
              <w:t>pristatyti į už įkalinimo įstaigos ribų, arba paruošti procesinių veiksmų atlikimui įkalinimo įstaigoje</w:t>
            </w:r>
            <w:r w:rsidRPr="00B646F7">
              <w:rPr>
                <w:rFonts w:ascii="Times New Roman" w:hAnsi="Times New Roman" w:cs="Times New Roman"/>
                <w:sz w:val="24"/>
                <w:szCs w:val="24"/>
              </w:rPr>
              <w:t>.</w:t>
            </w:r>
          </w:p>
        </w:tc>
      </w:tr>
      <w:tr w:rsidR="002B5C54" w:rsidRPr="00F242B8" w14:paraId="5D387CE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FE64AF0" w14:textId="5C8E9FA1"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852" w:type="dxa"/>
            <w:tcBorders>
              <w:top w:val="single" w:sz="4" w:space="0" w:color="000000"/>
              <w:left w:val="single" w:sz="4" w:space="0" w:color="000000"/>
              <w:bottom w:val="single" w:sz="4" w:space="0" w:color="000000"/>
              <w:right w:val="single" w:sz="4" w:space="0" w:color="000000"/>
            </w:tcBorders>
          </w:tcPr>
          <w:p w14:paraId="20D5CF80" w14:textId="668EC0C6" w:rsidR="002B5C54" w:rsidRPr="00F242B8" w:rsidRDefault="002B5C54" w:rsidP="002B5C54">
            <w:pPr>
              <w:widowControl w:val="0"/>
              <w:rPr>
                <w:rFonts w:ascii="Times New Roman" w:eastAsia="Times New Roman" w:hAnsi="Times New Roman" w:cs="Times New Roman"/>
                <w:b/>
                <w:sz w:val="24"/>
                <w:szCs w:val="24"/>
              </w:rPr>
            </w:pPr>
            <w:r>
              <w:rPr>
                <w:rFonts w:ascii="Times New Roman" w:hAnsi="Times New Roman" w:cs="Times New Roman"/>
                <w:b/>
                <w:bCs/>
                <w:sz w:val="24"/>
                <w:szCs w:val="24"/>
              </w:rPr>
              <w:t xml:space="preserve">Procesinių dokumentų, susijusių su atstovavimu, perdavimas į </w:t>
            </w:r>
            <w:r w:rsidRPr="003803D6">
              <w:rPr>
                <w:rFonts w:ascii="Times New Roman" w:hAnsi="Times New Roman" w:cs="Times New Roman"/>
                <w:b/>
                <w:bCs/>
                <w:iCs/>
                <w:sz w:val="24"/>
                <w:szCs w:val="24"/>
              </w:rPr>
              <w:t>KADIS-2</w:t>
            </w:r>
          </w:p>
        </w:tc>
        <w:tc>
          <w:tcPr>
            <w:tcW w:w="6662" w:type="dxa"/>
            <w:tcBorders>
              <w:top w:val="single" w:sz="4" w:space="0" w:color="000000"/>
              <w:left w:val="single" w:sz="4" w:space="0" w:color="000000"/>
              <w:bottom w:val="single" w:sz="4" w:space="0" w:color="000000"/>
              <w:right w:val="single" w:sz="4" w:space="0" w:color="000000"/>
            </w:tcBorders>
          </w:tcPr>
          <w:p w14:paraId="58936BC0" w14:textId="6F03F778" w:rsidR="002B5C54" w:rsidRPr="00F242B8" w:rsidRDefault="002B5C54" w:rsidP="002B5C54">
            <w:pPr>
              <w:widowControl w:val="0"/>
              <w:spacing w:after="0"/>
              <w:rPr>
                <w:rFonts w:ascii="Times New Roman" w:eastAsia="Times New Roman" w:hAnsi="Times New Roman" w:cs="Times New Roman"/>
                <w:color w:val="000000"/>
                <w:sz w:val="24"/>
                <w:szCs w:val="24"/>
              </w:rPr>
            </w:pPr>
            <w:r w:rsidRPr="004F743E">
              <w:rPr>
                <w:rFonts w:ascii="Times New Roman" w:hAnsi="Times New Roman" w:cs="Times New Roman"/>
                <w:bCs/>
                <w:sz w:val="24"/>
                <w:szCs w:val="24"/>
              </w:rPr>
              <w:t xml:space="preserve">Sukurti funkcionalumą, sudarantį galimybę iš IBPS į </w:t>
            </w:r>
            <w:r w:rsidRPr="004F743E">
              <w:rPr>
                <w:rFonts w:ascii="Times New Roman" w:hAnsi="Times New Roman" w:cs="Times New Roman"/>
                <w:iCs/>
                <w:sz w:val="24"/>
                <w:szCs w:val="24"/>
              </w:rPr>
              <w:t>KADIS</w:t>
            </w:r>
            <w:r w:rsidR="00CF22B0" w:rsidRPr="00ED1AA7">
              <w:rPr>
                <w:rFonts w:ascii="Times New Roman" w:hAnsi="Times New Roman" w:cs="Times New Roman"/>
                <w:b/>
                <w:i/>
                <w:iCs/>
              </w:rPr>
              <w:t>–</w:t>
            </w:r>
            <w:r w:rsidRPr="004F743E">
              <w:rPr>
                <w:rFonts w:ascii="Times New Roman" w:hAnsi="Times New Roman" w:cs="Times New Roman"/>
                <w:iCs/>
                <w:sz w:val="24"/>
                <w:szCs w:val="24"/>
              </w:rPr>
              <w:t xml:space="preserve">2 </w:t>
            </w:r>
            <w:r w:rsidRPr="004F743E">
              <w:rPr>
                <w:rFonts w:ascii="Times New Roman" w:hAnsi="Times New Roman" w:cs="Times New Roman"/>
                <w:bCs/>
                <w:sz w:val="24"/>
                <w:szCs w:val="24"/>
              </w:rPr>
              <w:t>perduoti ikiteisminio tyrimo subjekto (tyrėjo, prokuroro, ikiteisminio tyrimo teisėjo ar teismo) pasirašytus procesinius dokumentus (PDF, ADOC formatu), susijusius su atstovavimu (advokato orderis, nutarimas paskirti gynėją ir kt.)</w:t>
            </w:r>
            <w:r>
              <w:rPr>
                <w:rFonts w:ascii="Times New Roman" w:hAnsi="Times New Roman" w:cs="Times New Roman"/>
                <w:bCs/>
                <w:sz w:val="24"/>
                <w:szCs w:val="24"/>
              </w:rPr>
              <w:t>,</w:t>
            </w:r>
            <w:r w:rsidRPr="004F743E">
              <w:rPr>
                <w:rFonts w:ascii="Times New Roman" w:hAnsi="Times New Roman" w:cs="Times New Roman"/>
                <w:bCs/>
                <w:sz w:val="24"/>
                <w:szCs w:val="24"/>
              </w:rPr>
              <w:t xml:space="preserve"> taip pat kitus procesinius dokumentus susijusius su draudimais, leidimais, lankymais ir kt..</w:t>
            </w:r>
          </w:p>
        </w:tc>
      </w:tr>
      <w:tr w:rsidR="002B5C54" w:rsidRPr="00F242B8" w14:paraId="4B5C8FB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B1D5C26" w14:textId="74013ECB"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852" w:type="dxa"/>
            <w:tcBorders>
              <w:top w:val="single" w:sz="4" w:space="0" w:color="000000"/>
              <w:left w:val="single" w:sz="4" w:space="0" w:color="000000"/>
              <w:bottom w:val="single" w:sz="4" w:space="0" w:color="000000"/>
              <w:right w:val="single" w:sz="4" w:space="0" w:color="000000"/>
            </w:tcBorders>
          </w:tcPr>
          <w:p w14:paraId="106505A9" w14:textId="6ED2F791" w:rsidR="002B5C54" w:rsidRPr="00F242B8" w:rsidRDefault="002B5C54" w:rsidP="002B5C54">
            <w:pPr>
              <w:widowControl w:val="0"/>
              <w:rPr>
                <w:rFonts w:ascii="Times New Roman" w:eastAsia="Times New Roman" w:hAnsi="Times New Roman" w:cs="Times New Roman"/>
                <w:b/>
                <w:sz w:val="24"/>
                <w:szCs w:val="24"/>
              </w:rPr>
            </w:pPr>
            <w:r>
              <w:rPr>
                <w:rFonts w:ascii="Times New Roman" w:hAnsi="Times New Roman" w:cs="Times New Roman"/>
                <w:b/>
                <w:bCs/>
                <w:sz w:val="24"/>
                <w:szCs w:val="24"/>
              </w:rPr>
              <w:t xml:space="preserve">Procesinių dokumentų, perduotų į </w:t>
            </w:r>
            <w:r w:rsidRPr="003803D6">
              <w:rPr>
                <w:rFonts w:ascii="Times New Roman" w:hAnsi="Times New Roman" w:cs="Times New Roman"/>
                <w:b/>
                <w:bCs/>
                <w:iCs/>
                <w:sz w:val="24"/>
                <w:szCs w:val="24"/>
              </w:rPr>
              <w:t>KADIS-2</w:t>
            </w:r>
            <w:r>
              <w:rPr>
                <w:rFonts w:ascii="Times New Roman" w:hAnsi="Times New Roman" w:cs="Times New Roman"/>
                <w:b/>
                <w:bCs/>
                <w:iCs/>
                <w:sz w:val="24"/>
                <w:szCs w:val="24"/>
              </w:rPr>
              <w:t xml:space="preserve"> supažindinimui pasirašytinai, gavimas į IBPS</w:t>
            </w:r>
          </w:p>
        </w:tc>
        <w:tc>
          <w:tcPr>
            <w:tcW w:w="6662" w:type="dxa"/>
            <w:tcBorders>
              <w:top w:val="single" w:sz="4" w:space="0" w:color="000000"/>
              <w:left w:val="single" w:sz="4" w:space="0" w:color="000000"/>
              <w:bottom w:val="single" w:sz="4" w:space="0" w:color="000000"/>
              <w:right w:val="single" w:sz="4" w:space="0" w:color="000000"/>
            </w:tcBorders>
          </w:tcPr>
          <w:p w14:paraId="0E96CE6F" w14:textId="0639B441" w:rsidR="002B5C54" w:rsidRPr="00F242B8" w:rsidRDefault="002B5C54" w:rsidP="002B5C54">
            <w:pPr>
              <w:widowControl w:val="0"/>
              <w:spacing w:after="0"/>
              <w:rPr>
                <w:rFonts w:ascii="Times New Roman" w:eastAsia="Times New Roman" w:hAnsi="Times New Roman" w:cs="Times New Roman"/>
                <w:bCs/>
                <w:color w:val="000000"/>
                <w:sz w:val="24"/>
                <w:szCs w:val="24"/>
              </w:rPr>
            </w:pPr>
            <w:r w:rsidRPr="00772BF9">
              <w:rPr>
                <w:rFonts w:ascii="Times New Roman" w:hAnsi="Times New Roman" w:cs="Times New Roman"/>
                <w:bCs/>
                <w:sz w:val="24"/>
                <w:szCs w:val="24"/>
              </w:rPr>
              <w:t xml:space="preserve">Sukurti funkcionalumą, sudarantį galimybę į IBPS iš </w:t>
            </w:r>
            <w:r w:rsidRPr="00772BF9">
              <w:rPr>
                <w:rFonts w:ascii="Times New Roman" w:hAnsi="Times New Roman" w:cs="Times New Roman"/>
                <w:iCs/>
                <w:sz w:val="24"/>
                <w:szCs w:val="24"/>
              </w:rPr>
              <w:t>KADIS</w:t>
            </w:r>
            <w:r w:rsidR="00CF22B0" w:rsidRPr="00ED1AA7">
              <w:rPr>
                <w:rFonts w:ascii="Times New Roman" w:hAnsi="Times New Roman" w:cs="Times New Roman"/>
                <w:b/>
                <w:i/>
                <w:iCs/>
              </w:rPr>
              <w:t>–</w:t>
            </w:r>
            <w:r w:rsidRPr="00772BF9">
              <w:rPr>
                <w:rFonts w:ascii="Times New Roman" w:hAnsi="Times New Roman" w:cs="Times New Roman"/>
                <w:iCs/>
                <w:sz w:val="24"/>
                <w:szCs w:val="24"/>
              </w:rPr>
              <w:t xml:space="preserve">2 </w:t>
            </w:r>
            <w:r w:rsidRPr="00772BF9">
              <w:rPr>
                <w:rFonts w:ascii="Times New Roman" w:hAnsi="Times New Roman" w:cs="Times New Roman"/>
                <w:bCs/>
                <w:sz w:val="24"/>
                <w:szCs w:val="24"/>
              </w:rPr>
              <w:t xml:space="preserve">gauti procesinius dokumentus PDF formatu (kurie buvo išsiųsti iš IBPS į </w:t>
            </w:r>
            <w:r w:rsidRPr="00772BF9">
              <w:rPr>
                <w:rFonts w:ascii="Times New Roman" w:hAnsi="Times New Roman" w:cs="Times New Roman"/>
                <w:iCs/>
                <w:sz w:val="24"/>
                <w:szCs w:val="24"/>
              </w:rPr>
              <w:t xml:space="preserve">KADIS-2 </w:t>
            </w:r>
            <w:r w:rsidRPr="00772BF9">
              <w:rPr>
                <w:rFonts w:ascii="Times New Roman" w:hAnsi="Times New Roman" w:cs="Times New Roman"/>
                <w:bCs/>
                <w:sz w:val="24"/>
                <w:szCs w:val="24"/>
              </w:rPr>
              <w:t xml:space="preserve">supažindinimui ar įteikimui pasirašytinai). </w:t>
            </w:r>
          </w:p>
        </w:tc>
      </w:tr>
      <w:tr w:rsidR="002B5C54" w:rsidRPr="00F242B8" w14:paraId="4DB69763"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9033168" w14:textId="2808B149" w:rsidR="002B5C54" w:rsidRPr="00F242B8" w:rsidRDefault="002B5C54" w:rsidP="002B5C54">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852" w:type="dxa"/>
            <w:tcBorders>
              <w:top w:val="single" w:sz="4" w:space="0" w:color="000000"/>
              <w:left w:val="single" w:sz="4" w:space="0" w:color="000000"/>
              <w:bottom w:val="single" w:sz="4" w:space="0" w:color="000000"/>
              <w:right w:val="single" w:sz="4" w:space="0" w:color="000000"/>
            </w:tcBorders>
          </w:tcPr>
          <w:p w14:paraId="4A8B4443" w14:textId="70860034" w:rsidR="002B5C54" w:rsidRPr="00F242B8" w:rsidRDefault="002B5C54" w:rsidP="002B5C54">
            <w:pPr>
              <w:widowControl w:val="0"/>
              <w:spacing w:after="0"/>
              <w:rPr>
                <w:rFonts w:ascii="Times New Roman" w:eastAsia="Times New Roman" w:hAnsi="Times New Roman" w:cs="Times New Roman"/>
                <w:b/>
                <w:sz w:val="24"/>
                <w:szCs w:val="24"/>
              </w:rPr>
            </w:pPr>
            <w:r>
              <w:rPr>
                <w:rFonts w:ascii="Times New Roman" w:hAnsi="Times New Roman" w:cs="Times New Roman"/>
                <w:b/>
                <w:bCs/>
                <w:sz w:val="24"/>
                <w:szCs w:val="24"/>
              </w:rPr>
              <w:t xml:space="preserve">Pranešimų (duomenų), susijusių su įtariamojo (suimtojo) konvojavimu, apsilankymais ir kt., </w:t>
            </w:r>
            <w:r>
              <w:rPr>
                <w:rFonts w:ascii="Times New Roman" w:hAnsi="Times New Roman" w:cs="Times New Roman"/>
                <w:b/>
                <w:bCs/>
                <w:sz w:val="24"/>
                <w:szCs w:val="24"/>
              </w:rPr>
              <w:lastRenderedPageBreak/>
              <w:t>gavimas IBPS</w:t>
            </w:r>
          </w:p>
        </w:tc>
        <w:tc>
          <w:tcPr>
            <w:tcW w:w="6662" w:type="dxa"/>
            <w:tcBorders>
              <w:top w:val="single" w:sz="4" w:space="0" w:color="000000"/>
              <w:left w:val="single" w:sz="4" w:space="0" w:color="000000"/>
              <w:bottom w:val="single" w:sz="4" w:space="0" w:color="000000"/>
              <w:right w:val="single" w:sz="4" w:space="0" w:color="000000"/>
            </w:tcBorders>
          </w:tcPr>
          <w:p w14:paraId="5BC6A43E" w14:textId="6EC4C640" w:rsidR="002B5C54" w:rsidRPr="00F242B8" w:rsidRDefault="002B5C54" w:rsidP="002B5C54">
            <w:pPr>
              <w:spacing w:after="0"/>
              <w:rPr>
                <w:rFonts w:ascii="Times New Roman" w:eastAsia="Times New Roman" w:hAnsi="Times New Roman" w:cs="Times New Roman"/>
                <w:bCs/>
                <w:color w:val="FF0000"/>
                <w:sz w:val="24"/>
                <w:szCs w:val="24"/>
              </w:rPr>
            </w:pPr>
            <w:r w:rsidRPr="00772BF9">
              <w:rPr>
                <w:rFonts w:ascii="Times New Roman" w:hAnsi="Times New Roman" w:cs="Times New Roman"/>
                <w:bCs/>
                <w:sz w:val="24"/>
                <w:szCs w:val="24"/>
              </w:rPr>
              <w:lastRenderedPageBreak/>
              <w:t xml:space="preserve">Sukurti funkcionalumą, sudarantį galimybę į IBPS iš </w:t>
            </w:r>
            <w:r w:rsidRPr="00772BF9">
              <w:rPr>
                <w:rFonts w:ascii="Times New Roman" w:hAnsi="Times New Roman" w:cs="Times New Roman"/>
                <w:iCs/>
                <w:sz w:val="24"/>
                <w:szCs w:val="24"/>
              </w:rPr>
              <w:t>KADIS</w:t>
            </w:r>
            <w:r w:rsidR="00CF22B0" w:rsidRPr="00ED1AA7">
              <w:rPr>
                <w:rFonts w:ascii="Times New Roman" w:hAnsi="Times New Roman" w:cs="Times New Roman"/>
                <w:b/>
                <w:i/>
                <w:iCs/>
              </w:rPr>
              <w:t>–</w:t>
            </w:r>
            <w:r w:rsidRPr="00772BF9">
              <w:rPr>
                <w:rFonts w:ascii="Times New Roman" w:hAnsi="Times New Roman" w:cs="Times New Roman"/>
                <w:iCs/>
                <w:sz w:val="24"/>
                <w:szCs w:val="24"/>
              </w:rPr>
              <w:t xml:space="preserve">2 </w:t>
            </w:r>
            <w:r w:rsidRPr="00772BF9">
              <w:rPr>
                <w:rFonts w:ascii="Times New Roman" w:hAnsi="Times New Roman" w:cs="Times New Roman"/>
                <w:bCs/>
                <w:sz w:val="24"/>
                <w:szCs w:val="24"/>
              </w:rPr>
              <w:t xml:space="preserve">gauti informaciją, pranešimus apie įtariamojo (suimtojo), nuteistojo konvojavimą (informacija, pranešimas turi būti grąžinamas ikiteisminį tyrimo subjektui pagal pateiktą informaciją dėl suimtojo </w:t>
            </w:r>
            <w:r w:rsidRPr="00772BF9">
              <w:rPr>
                <w:rFonts w:ascii="Times New Roman" w:hAnsi="Times New Roman" w:cs="Times New Roman"/>
                <w:bCs/>
                <w:sz w:val="24"/>
                <w:szCs w:val="24"/>
              </w:rPr>
              <w:lastRenderedPageBreak/>
              <w:t>/nuteistojo procesinių veiksmų atlikimo ikiteisminio tyrimo metu), o taip pat pranešimus apie gynėjų apsilankymus, asmens mirtį ir kt.</w:t>
            </w:r>
          </w:p>
        </w:tc>
      </w:tr>
      <w:tr w:rsidR="002B5C54" w:rsidRPr="00F242B8" w14:paraId="3DDB1E5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0DA954B" w14:textId="4D01FFF8"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852" w:type="dxa"/>
            <w:tcBorders>
              <w:top w:val="single" w:sz="4" w:space="0" w:color="000000"/>
              <w:left w:val="single" w:sz="4" w:space="0" w:color="000000"/>
              <w:bottom w:val="single" w:sz="4" w:space="0" w:color="000000"/>
              <w:right w:val="single" w:sz="4" w:space="0" w:color="000000"/>
            </w:tcBorders>
          </w:tcPr>
          <w:p w14:paraId="0C9E4068" w14:textId="60C5A19C" w:rsidR="002B5C54" w:rsidRPr="00F242B8" w:rsidRDefault="002B5C54" w:rsidP="002B5C54">
            <w:pPr>
              <w:widowControl w:val="0"/>
              <w:rPr>
                <w:rFonts w:ascii="Times New Roman" w:eastAsia="Times New Roman" w:hAnsi="Times New Roman" w:cs="Times New Roman"/>
                <w:b/>
                <w:sz w:val="24"/>
                <w:szCs w:val="24"/>
              </w:rPr>
            </w:pPr>
            <w:r w:rsidRPr="008F161F">
              <w:rPr>
                <w:rFonts w:ascii="Times New Roman" w:hAnsi="Times New Roman" w:cs="Times New Roman"/>
                <w:b/>
                <w:bCs/>
                <w:iCs/>
                <w:sz w:val="24"/>
                <w:szCs w:val="24"/>
              </w:rPr>
              <w:t xml:space="preserve">Funkcionalumo, susijusio su (įtariamojo (suimtojo), nuteistojo) asmens kortelės duomenų peržiūrą IBPS, sukūrimas </w:t>
            </w:r>
          </w:p>
        </w:tc>
        <w:tc>
          <w:tcPr>
            <w:tcW w:w="6662" w:type="dxa"/>
            <w:tcBorders>
              <w:top w:val="single" w:sz="4" w:space="0" w:color="000000"/>
              <w:left w:val="single" w:sz="4" w:space="0" w:color="000000"/>
              <w:bottom w:val="single" w:sz="4" w:space="0" w:color="000000"/>
              <w:right w:val="single" w:sz="4" w:space="0" w:color="000000"/>
            </w:tcBorders>
          </w:tcPr>
          <w:p w14:paraId="2E198776" w14:textId="4464F095" w:rsidR="002B5C54" w:rsidRPr="00F242B8" w:rsidRDefault="002B5C54" w:rsidP="002B5C54">
            <w:pPr>
              <w:widowControl w:val="0"/>
              <w:spacing w:after="0"/>
              <w:rPr>
                <w:rFonts w:ascii="Times New Roman" w:eastAsia="Times New Roman" w:hAnsi="Times New Roman" w:cs="Times New Roman"/>
                <w:color w:val="000000"/>
                <w:sz w:val="24"/>
                <w:szCs w:val="24"/>
              </w:rPr>
            </w:pPr>
            <w:r w:rsidRPr="00772BF9">
              <w:rPr>
                <w:rFonts w:ascii="Times New Roman" w:hAnsi="Times New Roman" w:cs="Times New Roman"/>
                <w:iCs/>
                <w:sz w:val="24"/>
                <w:szCs w:val="24"/>
              </w:rPr>
              <w:t>Sukurti fu</w:t>
            </w:r>
            <w:r>
              <w:rPr>
                <w:rFonts w:ascii="Times New Roman" w:hAnsi="Times New Roman" w:cs="Times New Roman"/>
                <w:iCs/>
                <w:sz w:val="24"/>
                <w:szCs w:val="24"/>
              </w:rPr>
              <w:t>n</w:t>
            </w:r>
            <w:r w:rsidRPr="00772BF9">
              <w:rPr>
                <w:rFonts w:ascii="Times New Roman" w:hAnsi="Times New Roman" w:cs="Times New Roman"/>
                <w:iCs/>
                <w:sz w:val="24"/>
                <w:szCs w:val="24"/>
              </w:rPr>
              <w:t>kcionalumą, sudarantį galimybę ikiteisminio tyrimo subjektui (tyrėjui, prokurorui)  iš IBPS peržiūrėti KADIS</w:t>
            </w:r>
            <w:r w:rsidR="00CF22B0" w:rsidRPr="00ED1AA7">
              <w:rPr>
                <w:rFonts w:ascii="Times New Roman" w:hAnsi="Times New Roman" w:cs="Times New Roman"/>
                <w:b/>
                <w:i/>
                <w:iCs/>
              </w:rPr>
              <w:t>–</w:t>
            </w:r>
            <w:r w:rsidRPr="00772BF9">
              <w:rPr>
                <w:rFonts w:ascii="Times New Roman" w:hAnsi="Times New Roman" w:cs="Times New Roman"/>
                <w:iCs/>
                <w:sz w:val="24"/>
                <w:szCs w:val="24"/>
              </w:rPr>
              <w:t>2 (įtariamojo (suimtojo), nuteistojo) asmens kortelės duomenis (IBPS siunčia  užklausą, kurio asmens kortelę nori peržiūrėti, KADIS</w:t>
            </w:r>
            <w:r w:rsidR="00CF22B0" w:rsidRPr="00ED1AA7">
              <w:rPr>
                <w:rFonts w:ascii="Times New Roman" w:hAnsi="Times New Roman" w:cs="Times New Roman"/>
                <w:b/>
                <w:i/>
                <w:iCs/>
              </w:rPr>
              <w:t>–</w:t>
            </w:r>
            <w:r w:rsidRPr="00772BF9">
              <w:rPr>
                <w:rFonts w:ascii="Times New Roman" w:hAnsi="Times New Roman" w:cs="Times New Roman"/>
                <w:iCs/>
                <w:sz w:val="24"/>
                <w:szCs w:val="24"/>
              </w:rPr>
              <w:t xml:space="preserve">2 turi  suformuoti nuorodą į asmens kortelę pagal gautą IBPS užklausą ir nusiųsti į IBPS – realizacija per servisą). </w:t>
            </w:r>
          </w:p>
        </w:tc>
      </w:tr>
      <w:tr w:rsidR="002B5C54" w:rsidRPr="00F242B8" w14:paraId="0132B0A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A26F507" w14:textId="5F0CB34A" w:rsidR="002B5C54" w:rsidRPr="00F242B8" w:rsidRDefault="002B5C54" w:rsidP="002B5C5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852" w:type="dxa"/>
            <w:tcBorders>
              <w:top w:val="single" w:sz="4" w:space="0" w:color="000000"/>
              <w:left w:val="single" w:sz="4" w:space="0" w:color="000000"/>
              <w:bottom w:val="single" w:sz="4" w:space="0" w:color="000000"/>
              <w:right w:val="single" w:sz="4" w:space="0" w:color="000000"/>
            </w:tcBorders>
          </w:tcPr>
          <w:p w14:paraId="6392BAB9" w14:textId="0546F7E0" w:rsidR="002B5C54" w:rsidRPr="00F242B8" w:rsidRDefault="002B5C54" w:rsidP="002B5C54">
            <w:pPr>
              <w:widowControl w:val="0"/>
              <w:rPr>
                <w:rFonts w:ascii="Times New Roman" w:eastAsia="Times New Roman" w:hAnsi="Times New Roman" w:cs="Times New Roman"/>
                <w:b/>
                <w:sz w:val="24"/>
                <w:szCs w:val="24"/>
              </w:rPr>
            </w:pPr>
            <w:r w:rsidRPr="002D5D98">
              <w:rPr>
                <w:rFonts w:ascii="Times New Roman" w:hAnsi="Times New Roman" w:cs="Times New Roman"/>
                <w:b/>
                <w:bCs/>
                <w:iCs/>
                <w:sz w:val="24"/>
                <w:szCs w:val="24"/>
              </w:rPr>
              <w:t>Informacijos, susijusios su  įtariamojo (suimtojo), nuteistojo, buvimo vieta įkalinimo įstaigoje, gavimas IBPS</w:t>
            </w:r>
          </w:p>
        </w:tc>
        <w:tc>
          <w:tcPr>
            <w:tcW w:w="6662" w:type="dxa"/>
            <w:tcBorders>
              <w:top w:val="single" w:sz="4" w:space="0" w:color="000000"/>
              <w:left w:val="single" w:sz="4" w:space="0" w:color="000000"/>
              <w:bottom w:val="single" w:sz="4" w:space="0" w:color="000000"/>
              <w:right w:val="single" w:sz="4" w:space="0" w:color="000000"/>
            </w:tcBorders>
          </w:tcPr>
          <w:p w14:paraId="7765D4E1" w14:textId="6F6E54E6" w:rsidR="002B5C54" w:rsidRPr="00F242B8" w:rsidRDefault="002B5C54" w:rsidP="002B5C54">
            <w:pPr>
              <w:pStyle w:val="Sraopastraipa"/>
              <w:widowControl w:val="0"/>
              <w:spacing w:after="0"/>
              <w:ind w:left="0"/>
              <w:rPr>
                <w:rFonts w:ascii="Times New Roman" w:eastAsia="Times New Roman" w:hAnsi="Times New Roman" w:cs="Times New Roman"/>
                <w:color w:val="000000"/>
                <w:sz w:val="24"/>
                <w:szCs w:val="24"/>
              </w:rPr>
            </w:pPr>
            <w:r w:rsidRPr="00575D64">
              <w:rPr>
                <w:rFonts w:ascii="Times New Roman" w:hAnsi="Times New Roman" w:cs="Times New Roman"/>
                <w:iCs/>
                <w:sz w:val="24"/>
                <w:szCs w:val="24"/>
              </w:rPr>
              <w:t xml:space="preserve">Sukurti funkcionalumą, sudarantį galimybę ikiteisminio tyrimo subjektui IBPS priemonėmis užklausus </w:t>
            </w:r>
            <w:r>
              <w:rPr>
                <w:rFonts w:ascii="Times New Roman" w:hAnsi="Times New Roman" w:cs="Times New Roman"/>
                <w:iCs/>
                <w:sz w:val="24"/>
                <w:szCs w:val="24"/>
              </w:rPr>
              <w:t xml:space="preserve">apie </w:t>
            </w:r>
            <w:r w:rsidRPr="00575D64">
              <w:rPr>
                <w:rFonts w:ascii="Times New Roman" w:hAnsi="Times New Roman" w:cs="Times New Roman"/>
                <w:iCs/>
                <w:sz w:val="24"/>
                <w:szCs w:val="24"/>
              </w:rPr>
              <w:t>į</w:t>
            </w:r>
            <w:r>
              <w:rPr>
                <w:rFonts w:ascii="Times New Roman" w:hAnsi="Times New Roman" w:cs="Times New Roman"/>
                <w:iCs/>
                <w:sz w:val="24"/>
                <w:szCs w:val="24"/>
              </w:rPr>
              <w:t>tariamojo (suimtojo</w:t>
            </w:r>
            <w:r w:rsidRPr="00575D64">
              <w:rPr>
                <w:rFonts w:ascii="Times New Roman" w:hAnsi="Times New Roman" w:cs="Times New Roman"/>
                <w:iCs/>
                <w:sz w:val="24"/>
                <w:szCs w:val="24"/>
              </w:rPr>
              <w:t>),</w:t>
            </w:r>
            <w:r>
              <w:rPr>
                <w:rFonts w:ascii="Times New Roman" w:hAnsi="Times New Roman" w:cs="Times New Roman"/>
                <w:iCs/>
                <w:sz w:val="24"/>
                <w:szCs w:val="24"/>
              </w:rPr>
              <w:t xml:space="preserve"> nuteistojo buvimo vietą įkalinimo įstaigoje, </w:t>
            </w:r>
            <w:r w:rsidRPr="00575D64">
              <w:rPr>
                <w:rFonts w:ascii="Times New Roman" w:hAnsi="Times New Roman" w:cs="Times New Roman"/>
                <w:iCs/>
                <w:sz w:val="24"/>
                <w:szCs w:val="24"/>
              </w:rPr>
              <w:t>iš KADIS</w:t>
            </w:r>
            <w:r w:rsidR="00CF22B0" w:rsidRPr="00ED1AA7">
              <w:rPr>
                <w:rFonts w:ascii="Times New Roman" w:hAnsi="Times New Roman" w:cs="Times New Roman"/>
                <w:b/>
                <w:i/>
                <w:iCs/>
              </w:rPr>
              <w:t>–</w:t>
            </w:r>
            <w:r w:rsidRPr="00575D64">
              <w:rPr>
                <w:rFonts w:ascii="Times New Roman" w:hAnsi="Times New Roman" w:cs="Times New Roman"/>
                <w:iCs/>
                <w:sz w:val="24"/>
                <w:szCs w:val="24"/>
              </w:rPr>
              <w:t>2 į IBPS gauti struktūrinę informaciją, kurioje įkalinimo įstaigoje yra įtariamasis (suimtasis), nuteistasis.</w:t>
            </w:r>
          </w:p>
        </w:tc>
      </w:tr>
      <w:tr w:rsidR="00B37403" w:rsidRPr="00F242B8" w14:paraId="43DB13A7" w14:textId="77777777" w:rsidTr="00CD099F">
        <w:tc>
          <w:tcPr>
            <w:tcW w:w="10201" w:type="dxa"/>
            <w:gridSpan w:val="3"/>
            <w:tcBorders>
              <w:top w:val="single" w:sz="4" w:space="0" w:color="000000"/>
              <w:left w:val="single" w:sz="4" w:space="0" w:color="000000"/>
              <w:bottom w:val="single" w:sz="4" w:space="0" w:color="000000"/>
              <w:right w:val="single" w:sz="4" w:space="0" w:color="000000"/>
            </w:tcBorders>
          </w:tcPr>
          <w:p w14:paraId="7983798D" w14:textId="74C1A0EF" w:rsidR="00B37403" w:rsidRPr="00B37403" w:rsidRDefault="00347D24" w:rsidP="000A6C8B">
            <w:pPr>
              <w:pStyle w:val="Sraopastraipa"/>
              <w:widowControl w:val="0"/>
              <w:spacing w:after="0"/>
              <w:ind w:left="0"/>
              <w:jc w:val="center"/>
              <w:rPr>
                <w:rFonts w:ascii="Times New Roman" w:eastAsiaTheme="minorHAnsi" w:hAnsi="Times New Roman" w:cs="Times New Roman"/>
                <w:b/>
                <w:i/>
                <w:iCs/>
              </w:rPr>
            </w:pPr>
            <w:r>
              <w:rPr>
                <w:rFonts w:ascii="Times New Roman" w:eastAsiaTheme="minorHAnsi" w:hAnsi="Times New Roman" w:cs="Times New Roman"/>
                <w:b/>
                <w:i/>
                <w:iCs/>
              </w:rPr>
              <w:t xml:space="preserve">IBPS </w:t>
            </w:r>
            <w:r w:rsidR="00343694">
              <w:rPr>
                <w:rFonts w:ascii="Times New Roman" w:eastAsiaTheme="minorHAnsi" w:hAnsi="Times New Roman" w:cs="Times New Roman"/>
                <w:b/>
                <w:i/>
                <w:iCs/>
              </w:rPr>
              <w:t xml:space="preserve">PRIEŽIŪROS </w:t>
            </w:r>
            <w:r w:rsidR="00B37403" w:rsidRPr="00B37403">
              <w:rPr>
                <w:rFonts w:ascii="Times New Roman" w:eastAsiaTheme="minorHAnsi" w:hAnsi="Times New Roman" w:cs="Times New Roman"/>
                <w:b/>
                <w:i/>
                <w:iCs/>
              </w:rPr>
              <w:t>PASLAUGOS</w:t>
            </w:r>
            <w:r w:rsidR="006D66C3">
              <w:rPr>
                <w:rFonts w:ascii="Times New Roman" w:eastAsiaTheme="minorHAnsi" w:hAnsi="Times New Roman" w:cs="Times New Roman"/>
                <w:b/>
                <w:i/>
                <w:iCs/>
              </w:rPr>
              <w:t xml:space="preserve"> </w:t>
            </w:r>
            <w:r w:rsidR="00B37403" w:rsidRPr="00B37403">
              <w:rPr>
                <w:rFonts w:ascii="Times New Roman" w:eastAsiaTheme="minorHAnsi" w:hAnsi="Times New Roman" w:cs="Times New Roman"/>
                <w:b/>
                <w:i/>
                <w:iCs/>
              </w:rPr>
              <w:t>UŽSAKYT</w:t>
            </w:r>
            <w:r w:rsidR="006D66C3">
              <w:rPr>
                <w:rFonts w:ascii="Times New Roman" w:eastAsiaTheme="minorHAnsi" w:hAnsi="Times New Roman" w:cs="Times New Roman"/>
                <w:b/>
                <w:i/>
                <w:iCs/>
              </w:rPr>
              <w:t>IEMS</w:t>
            </w:r>
            <w:r w:rsidR="00B37403" w:rsidRPr="00B37403">
              <w:rPr>
                <w:rFonts w:ascii="Times New Roman" w:eastAsiaTheme="minorHAnsi" w:hAnsi="Times New Roman" w:cs="Times New Roman"/>
                <w:b/>
                <w:i/>
                <w:iCs/>
              </w:rPr>
              <w:t xml:space="preserve"> PAKEITIM</w:t>
            </w:r>
            <w:r w:rsidR="006D66C3">
              <w:rPr>
                <w:rFonts w:ascii="Times New Roman" w:eastAsiaTheme="minorHAnsi" w:hAnsi="Times New Roman" w:cs="Times New Roman"/>
                <w:b/>
                <w:i/>
                <w:iCs/>
              </w:rPr>
              <w:t>AMS</w:t>
            </w:r>
            <w:r w:rsidR="00E44439">
              <w:rPr>
                <w:rFonts w:ascii="Times New Roman" w:eastAsiaTheme="minorHAnsi" w:hAnsi="Times New Roman" w:cs="Times New Roman"/>
                <w:b/>
                <w:i/>
                <w:iCs/>
              </w:rPr>
              <w:t xml:space="preserve"> ATLIKTI</w:t>
            </w:r>
          </w:p>
        </w:tc>
      </w:tr>
      <w:tr w:rsidR="00C94268" w:rsidRPr="00F242B8" w14:paraId="2504AF3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53BC939" w14:textId="3794A5A3" w:rsidR="00C94268" w:rsidRDefault="00C94268" w:rsidP="00C9426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852" w:type="dxa"/>
            <w:tcBorders>
              <w:top w:val="single" w:sz="4" w:space="0" w:color="000000"/>
              <w:left w:val="single" w:sz="4" w:space="0" w:color="000000"/>
              <w:bottom w:val="single" w:sz="4" w:space="0" w:color="000000"/>
              <w:right w:val="single" w:sz="4" w:space="0" w:color="000000"/>
            </w:tcBorders>
          </w:tcPr>
          <w:p w14:paraId="11A3972E" w14:textId="71223FA9" w:rsidR="00C94268" w:rsidRPr="00C94268" w:rsidRDefault="00C94268" w:rsidP="00C94268">
            <w:pPr>
              <w:widowControl w:val="0"/>
              <w:rPr>
                <w:rFonts w:ascii="Times New Roman" w:hAnsi="Times New Roman" w:cs="Times New Roman"/>
                <w:b/>
                <w:bCs/>
                <w:iCs/>
                <w:sz w:val="24"/>
                <w:szCs w:val="24"/>
              </w:rPr>
            </w:pPr>
            <w:r w:rsidRPr="00C94268">
              <w:rPr>
                <w:rFonts w:ascii="Times New Roman" w:hAnsi="Times New Roman" w:cs="Times New Roman"/>
                <w:b/>
                <w:color w:val="000000" w:themeColor="text1"/>
                <w:sz w:val="24"/>
                <w:szCs w:val="24"/>
              </w:rPr>
              <w:t xml:space="preserve">IBPS priežiūros paslaugos </w:t>
            </w:r>
            <w:r w:rsidRPr="00C94268">
              <w:rPr>
                <w:rFonts w:ascii="Times New Roman" w:hAnsi="Times New Roman" w:cs="Times New Roman"/>
                <w:b/>
                <w:sz w:val="24"/>
                <w:szCs w:val="24"/>
              </w:rPr>
              <w:t>užsakytiems pakeitimams ir patobulinimams atlikti</w:t>
            </w:r>
            <w:r w:rsidRPr="00C94268">
              <w:rPr>
                <w:rFonts w:ascii="Times New Roman" w:hAnsi="Times New Roman" w:cs="Times New Roman"/>
                <w:b/>
                <w:color w:val="000000" w:themeColor="text1"/>
                <w:sz w:val="24"/>
                <w:szCs w:val="24"/>
              </w:rPr>
              <w:t xml:space="preserve"> (pagal paslaugų valandinį įkainį</w:t>
            </w:r>
            <w:r w:rsidRPr="00C94268">
              <w:rPr>
                <w:rFonts w:ascii="Times New Roman" w:hAnsi="Times New Roman" w:cs="Times New Roman"/>
                <w:b/>
                <w:sz w:val="24"/>
                <w:szCs w:val="24"/>
              </w:rPr>
              <w:t>)</w:t>
            </w:r>
          </w:p>
        </w:tc>
        <w:tc>
          <w:tcPr>
            <w:tcW w:w="6662" w:type="dxa"/>
            <w:tcBorders>
              <w:top w:val="single" w:sz="4" w:space="0" w:color="000000"/>
              <w:left w:val="single" w:sz="4" w:space="0" w:color="000000"/>
              <w:bottom w:val="single" w:sz="4" w:space="0" w:color="000000"/>
              <w:right w:val="single" w:sz="4" w:space="0" w:color="000000"/>
            </w:tcBorders>
          </w:tcPr>
          <w:p w14:paraId="56703256" w14:textId="61EF7E5E" w:rsidR="00C94268" w:rsidRPr="00C94268" w:rsidRDefault="00C94268" w:rsidP="00C94268">
            <w:pPr>
              <w:widowControl w:val="0"/>
              <w:tabs>
                <w:tab w:val="left" w:pos="296"/>
                <w:tab w:val="left" w:pos="846"/>
              </w:tabs>
              <w:spacing w:after="200"/>
              <w:contextualSpacing/>
              <w:rPr>
                <w:rFonts w:ascii="Times New Roman" w:hAnsi="Times New Roman" w:cs="Times New Roman"/>
                <w:color w:val="000000"/>
                <w:sz w:val="24"/>
                <w:szCs w:val="24"/>
              </w:rPr>
            </w:pPr>
            <w:r w:rsidRPr="00C94268">
              <w:rPr>
                <w:rFonts w:ascii="Times New Roman" w:hAnsi="Times New Roman" w:cs="Times New Roman"/>
                <w:sz w:val="24"/>
                <w:szCs w:val="24"/>
              </w:rPr>
              <w:t xml:space="preserve">Sutarties galiojimo metu tiekėjas turi suteikti IBPS programinės įrangos </w:t>
            </w:r>
            <w:r w:rsidRPr="00C94268">
              <w:rPr>
                <w:rFonts w:ascii="Times New Roman" w:hAnsi="Times New Roman" w:cs="Times New Roman"/>
                <w:color w:val="000000" w:themeColor="text1"/>
                <w:sz w:val="24"/>
                <w:szCs w:val="24"/>
              </w:rPr>
              <w:t xml:space="preserve">priežiūros paslaugas </w:t>
            </w:r>
            <w:r w:rsidRPr="00C94268">
              <w:rPr>
                <w:rFonts w:ascii="Times New Roman" w:hAnsi="Times New Roman" w:cs="Times New Roman"/>
                <w:sz w:val="24"/>
                <w:szCs w:val="24"/>
              </w:rPr>
              <w:t xml:space="preserve">užsakytiems pakeitimams ir patobulinimams atlikti, susijusiais su teisės aktų, reglamentuojančių IBPS veiklą, pakeitimais, taip pat apimančias </w:t>
            </w:r>
            <w:r w:rsidRPr="00C94268">
              <w:rPr>
                <w:rFonts w:ascii="Times New Roman" w:hAnsi="Times New Roman" w:cs="Times New Roman"/>
                <w:color w:val="000000"/>
                <w:sz w:val="24"/>
                <w:szCs w:val="24"/>
              </w:rPr>
              <w:t>IBPS programinės įrangos veikimo klaidų</w:t>
            </w:r>
            <w:r w:rsidR="00CF22B0">
              <w:rPr>
                <w:rFonts w:ascii="Times New Roman" w:hAnsi="Times New Roman" w:cs="Times New Roman"/>
                <w:color w:val="000000"/>
                <w:sz w:val="24"/>
                <w:szCs w:val="24"/>
              </w:rPr>
              <w:t xml:space="preserve">, aptiktų pažeidžiamumų </w:t>
            </w:r>
            <w:r w:rsidRPr="00C94268">
              <w:rPr>
                <w:rFonts w:ascii="Times New Roman" w:hAnsi="Times New Roman" w:cs="Times New Roman"/>
                <w:color w:val="000000"/>
                <w:sz w:val="24"/>
                <w:szCs w:val="24"/>
              </w:rPr>
              <w:t xml:space="preserve"> ir problemų, atsiradusių dėl perkančiosios organizacijos kaltės (klaidingai įvestų duomenų, klaidingai įvykdyto veiksmo ar kitokių klaidingų atvejų) šalinimą; sistemos duomenų bazės tvarkymą, optimizuojant sistemos darbą; taikomosios programinės įrangos optimizavimo darbus (indeksų analizavimas, naujų indeksų kūrimas, programinės įrangos mod</w:t>
            </w:r>
            <w:r w:rsidR="00C67D58">
              <w:rPr>
                <w:rFonts w:ascii="Times New Roman" w:hAnsi="Times New Roman" w:cs="Times New Roman"/>
                <w:color w:val="000000"/>
                <w:sz w:val="24"/>
                <w:szCs w:val="24"/>
              </w:rPr>
              <w:t>ernizavimas</w:t>
            </w:r>
            <w:r w:rsidRPr="00C94268">
              <w:rPr>
                <w:rFonts w:ascii="Times New Roman" w:hAnsi="Times New Roman" w:cs="Times New Roman"/>
                <w:color w:val="000000"/>
                <w:sz w:val="24"/>
                <w:szCs w:val="24"/>
              </w:rPr>
              <w:t xml:space="preserve"> užtikrinant efektyvų jos veikimą); IBPS veikimui reikalingos programinės įrangos ir tarpusavio sąsajų tvarkymą; pagalbos </w:t>
            </w:r>
            <w:r w:rsidR="00245A6E">
              <w:rPr>
                <w:rFonts w:ascii="Times New Roman" w:hAnsi="Times New Roman" w:cs="Times New Roman"/>
                <w:color w:val="000000"/>
                <w:sz w:val="24"/>
                <w:szCs w:val="24"/>
              </w:rPr>
              <w:t xml:space="preserve">Perkančiajai organizacijai </w:t>
            </w:r>
            <w:r w:rsidRPr="00C94268">
              <w:rPr>
                <w:rFonts w:ascii="Times New Roman" w:hAnsi="Times New Roman" w:cs="Times New Roman"/>
                <w:color w:val="000000"/>
                <w:sz w:val="24"/>
                <w:szCs w:val="24"/>
              </w:rPr>
              <w:t>teikimas vykdant duomenų atkūrimą iš atsarginių duomenų kopijų; IBPS naudotojų valdymo sistemos taikomosios programinės įrangos tobulinimo darbus.</w:t>
            </w:r>
          </w:p>
          <w:p w14:paraId="072D60B8" w14:textId="22D16D60" w:rsidR="00566A3A" w:rsidRDefault="00C94268" w:rsidP="005C068B">
            <w:pPr>
              <w:pStyle w:val="pf0"/>
              <w:jc w:val="both"/>
            </w:pPr>
            <w:r w:rsidRPr="00C94268">
              <w:t>Nurodytos paslaugos perkamos pagal perkančiosios organizacijos poreikį, tiekėjui pateikus raštišką paslaugų užsakymą</w:t>
            </w:r>
            <w:r w:rsidRPr="00C94268">
              <w:rPr>
                <w:color w:val="000000"/>
              </w:rPr>
              <w:t>.</w:t>
            </w:r>
            <w:r w:rsidRPr="00C94268">
              <w:t xml:space="preserve"> Kiekviename užsakyme gali būti užsakoma viena ar daugiau paslaugų. Po paslaugos užsakymo pateikimo, tiekėjas turi atlikti vertinimą, kiek specialistų darbo valandų reikalinga užsakymui įvykdyti, atskirai nurodant kiekvienos užsakymo dalies valandų kiekius. Taip pat nurodomas užsakymo įvykdymo terminas, nurodant kiekvienai užsakymo daliai atskirai. Užsakymo vertinimas turi būti atliktas per 5 (penkias) darbo dienas. Po vertinimo Užsakovas gali patvirtinti užsakymą, patvirtinti dalinai, nurodydamas dalis, kurios bus vykdomos, ar nutraukti užsakymo vykdymą. Patvirtinti užsakymai pradedami vykdyti, laikantis vertinime nurodytų terminų. Visi užsakymo derinimo etapai vykdomi elektroniniu būdu. </w:t>
            </w:r>
            <w:r w:rsidR="00501F35" w:rsidRPr="00501F35">
              <w:t>S</w:t>
            </w:r>
            <w:r w:rsidR="00501F35" w:rsidRPr="00EF74C6">
              <w:t>uteikus paslaugas yra užfiksuojamas/įvertinamas paslaugai suteikti faktiškai sunaudotų valandų skaičius ir apmokama tik už faktiškai sunaudotas valandas.</w:t>
            </w:r>
            <w:r w:rsidR="00501F35">
              <w:t xml:space="preserve"> </w:t>
            </w:r>
          </w:p>
          <w:p w14:paraId="7E2DF070" w14:textId="3BFA2A16" w:rsidR="00C94268" w:rsidRPr="008848AF" w:rsidRDefault="008848AF" w:rsidP="00C94268">
            <w:pPr>
              <w:spacing w:after="0"/>
              <w:rPr>
                <w:rFonts w:ascii="Times New Roman" w:hAnsi="Times New Roman" w:cs="Times New Roman"/>
                <w:strike/>
                <w:sz w:val="24"/>
                <w:szCs w:val="24"/>
              </w:rPr>
            </w:pPr>
            <w:r w:rsidRPr="007F4D4B">
              <w:rPr>
                <w:rFonts w:ascii="Times New Roman" w:hAnsi="Times New Roman" w:cs="Times New Roman"/>
                <w:sz w:val="24"/>
                <w:szCs w:val="24"/>
              </w:rPr>
              <w:lastRenderedPageBreak/>
              <w:t>Paslaugos gali būti užsakomos iki pirkimo sutarties pabaigos likus ne mažiau kaip 60 (šešiasdešimt) kalendorinių dienų</w:t>
            </w:r>
            <w:r>
              <w:rPr>
                <w:rFonts w:ascii="Times New Roman" w:hAnsi="Times New Roman" w:cs="Times New Roman"/>
                <w:sz w:val="24"/>
                <w:szCs w:val="24"/>
              </w:rPr>
              <w:t>.</w:t>
            </w:r>
          </w:p>
          <w:p w14:paraId="32ED0880" w14:textId="77777777" w:rsidR="00566A3A" w:rsidRDefault="00566A3A" w:rsidP="00FB42EB">
            <w:pPr>
              <w:spacing w:after="0"/>
              <w:rPr>
                <w:rFonts w:ascii="Times New Roman" w:hAnsi="Times New Roman" w:cs="Times New Roman"/>
                <w:sz w:val="24"/>
                <w:szCs w:val="24"/>
              </w:rPr>
            </w:pPr>
          </w:p>
          <w:p w14:paraId="4BEB82C5" w14:textId="72E41455" w:rsidR="00C94268" w:rsidRPr="00C94268" w:rsidRDefault="00C94268" w:rsidP="00FB42EB">
            <w:pPr>
              <w:spacing w:after="0"/>
              <w:rPr>
                <w:rFonts w:ascii="Times New Roman" w:hAnsi="Times New Roman" w:cs="Times New Roman"/>
                <w:iCs/>
                <w:sz w:val="24"/>
                <w:szCs w:val="24"/>
              </w:rPr>
            </w:pPr>
            <w:r w:rsidRPr="00C94268">
              <w:rPr>
                <w:rFonts w:ascii="Times New Roman" w:hAnsi="Times New Roman" w:cs="Times New Roman"/>
                <w:sz w:val="24"/>
                <w:szCs w:val="24"/>
              </w:rPr>
              <w:t>Už suteiktas paslaugas apmokama pagal tiekėjo pasiūlyme nurodytą fiksuotą IBPS priežiūros paslaugų įkainį (pagal paslaugų teikimo laiką).</w:t>
            </w:r>
          </w:p>
        </w:tc>
      </w:tr>
    </w:tbl>
    <w:p w14:paraId="3FF68BDB" w14:textId="77777777" w:rsidR="00D34906" w:rsidRPr="00F242B8" w:rsidRDefault="00D34906" w:rsidP="00D34906">
      <w:pPr>
        <w:ind w:right="568"/>
      </w:pPr>
    </w:p>
    <w:p w14:paraId="5F04FD5C" w14:textId="77777777" w:rsidR="00EC17D1" w:rsidRPr="001C4838" w:rsidRDefault="00EC17D1" w:rsidP="00EC17D1">
      <w:pPr>
        <w:pStyle w:val="Antrat2"/>
        <w:numPr>
          <w:ilvl w:val="0"/>
          <w:numId w:val="10"/>
        </w:numPr>
        <w:tabs>
          <w:tab w:val="clear" w:pos="0"/>
          <w:tab w:val="num" w:pos="720"/>
        </w:tabs>
        <w:suppressAutoHyphens/>
        <w:spacing w:before="0" w:line="240" w:lineRule="auto"/>
        <w:ind w:left="720" w:hanging="360"/>
        <w:jc w:val="center"/>
        <w:rPr>
          <w:rFonts w:ascii="Times New Roman" w:hAnsi="Times New Roman" w:cs="Times New Roman"/>
          <w:caps/>
          <w:sz w:val="24"/>
          <w:szCs w:val="24"/>
        </w:rPr>
      </w:pPr>
      <w:r w:rsidRPr="001C4838">
        <w:rPr>
          <w:rFonts w:ascii="Times New Roman" w:hAnsi="Times New Roman" w:cs="Times New Roman"/>
          <w:caps/>
          <w:sz w:val="24"/>
          <w:szCs w:val="24"/>
        </w:rPr>
        <w:t>Kiti reikalavimai</w:t>
      </w:r>
    </w:p>
    <w:p w14:paraId="5D78AC2E" w14:textId="77777777" w:rsidR="00EC17D1" w:rsidRPr="001C4838" w:rsidRDefault="00EC17D1" w:rsidP="00EC17D1">
      <w:pPr>
        <w:pStyle w:val="Sraopastraipa"/>
        <w:tabs>
          <w:tab w:val="left" w:pos="851"/>
        </w:tabs>
        <w:spacing w:after="0" w:line="240" w:lineRule="auto"/>
        <w:ind w:left="0"/>
        <w:rPr>
          <w:rFonts w:ascii="Times New Roman" w:hAnsi="Times New Roman" w:cs="Times New Roman"/>
          <w:b/>
          <w:sz w:val="24"/>
          <w:szCs w:val="24"/>
        </w:rPr>
      </w:pPr>
      <w:r w:rsidRPr="001C4838">
        <w:rPr>
          <w:rFonts w:ascii="Times New Roman" w:hAnsi="Times New Roman" w:cs="Times New Roman"/>
          <w:b/>
          <w:sz w:val="24"/>
          <w:szCs w:val="24"/>
        </w:rPr>
        <w:t xml:space="preserve"> </w:t>
      </w:r>
    </w:p>
    <w:p w14:paraId="797240EA" w14:textId="7C94E35D" w:rsidR="00EC17D1" w:rsidRPr="001C4838" w:rsidRDefault="00EC17D1" w:rsidP="00A3029A">
      <w:pPr>
        <w:pStyle w:val="Sraopastraipa"/>
        <w:tabs>
          <w:tab w:val="left" w:pos="851"/>
        </w:tabs>
        <w:spacing w:after="0" w:line="240" w:lineRule="auto"/>
        <w:ind w:left="360" w:firstLine="207"/>
        <w:rPr>
          <w:rFonts w:ascii="Times New Roman" w:hAnsi="Times New Roman" w:cs="Times New Roman"/>
          <w:b/>
          <w:sz w:val="24"/>
          <w:szCs w:val="24"/>
        </w:rPr>
      </w:pPr>
      <w:r w:rsidRPr="001C4838">
        <w:rPr>
          <w:rFonts w:ascii="Times New Roman" w:hAnsi="Times New Roman" w:cs="Times New Roman"/>
          <w:b/>
          <w:sz w:val="24"/>
          <w:szCs w:val="24"/>
        </w:rPr>
        <w:t>4.1.</w:t>
      </w:r>
      <w:r w:rsidR="007F1002">
        <w:rPr>
          <w:rFonts w:ascii="Times New Roman" w:hAnsi="Times New Roman" w:cs="Times New Roman"/>
          <w:b/>
          <w:sz w:val="24"/>
          <w:szCs w:val="24"/>
        </w:rPr>
        <w:t xml:space="preserve"> </w:t>
      </w:r>
      <w:r w:rsidRPr="001C4838">
        <w:rPr>
          <w:rFonts w:ascii="Times New Roman" w:hAnsi="Times New Roman" w:cs="Times New Roman"/>
          <w:b/>
          <w:sz w:val="24"/>
          <w:szCs w:val="24"/>
        </w:rPr>
        <w:t>Reikalavimai testavimui ir testavimo eiga</w:t>
      </w:r>
    </w:p>
    <w:p w14:paraId="2F3159E7" w14:textId="77777777" w:rsidR="00EC17D1" w:rsidRPr="001C4838" w:rsidRDefault="00EC17D1" w:rsidP="00EC17D1">
      <w:pPr>
        <w:spacing w:after="0" w:line="240" w:lineRule="auto"/>
        <w:ind w:firstLine="680"/>
        <w:rPr>
          <w:rFonts w:ascii="Times New Roman" w:hAnsi="Times New Roman" w:cs="Times New Roman"/>
          <w:sz w:val="24"/>
          <w:szCs w:val="24"/>
        </w:rPr>
      </w:pPr>
      <w:r w:rsidRPr="001C4838">
        <w:rPr>
          <w:rFonts w:ascii="Times New Roman" w:hAnsi="Times New Roman" w:cs="Times New Roman"/>
          <w:sz w:val="24"/>
          <w:szCs w:val="24"/>
        </w:rPr>
        <w:t xml:space="preserve">Kuriamų atnaujinimų testavimui teikėjas PO techninėje aplinkoje savo sąskaita parengia ir konfigūruoja </w:t>
      </w:r>
      <w:proofErr w:type="spellStart"/>
      <w:r w:rsidRPr="001C4838">
        <w:rPr>
          <w:rFonts w:ascii="Times New Roman" w:hAnsi="Times New Roman" w:cs="Times New Roman"/>
          <w:sz w:val="24"/>
          <w:szCs w:val="24"/>
        </w:rPr>
        <w:t>testines</w:t>
      </w:r>
      <w:proofErr w:type="spellEnd"/>
      <w:r w:rsidRPr="001C4838">
        <w:rPr>
          <w:rFonts w:ascii="Times New Roman" w:hAnsi="Times New Roman" w:cs="Times New Roman"/>
          <w:sz w:val="24"/>
          <w:szCs w:val="24"/>
        </w:rPr>
        <w:t xml:space="preserve"> aplinkas.</w:t>
      </w:r>
    </w:p>
    <w:p w14:paraId="1352C75D" w14:textId="2778909B" w:rsidR="00EC17D1" w:rsidRPr="001C4838"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1C4838">
        <w:rPr>
          <w:rFonts w:ascii="Times New Roman" w:hAnsi="Times New Roman" w:cs="Times New Roman"/>
          <w:sz w:val="24"/>
          <w:szCs w:val="24"/>
        </w:rPr>
        <w:t>Teikėjas turi parengti IBPS testavimo aplinką PO pateiktos techninės įrangos pagrindu, skirtą mod</w:t>
      </w:r>
      <w:r w:rsidR="00C67D58">
        <w:rPr>
          <w:rFonts w:ascii="Times New Roman" w:hAnsi="Times New Roman" w:cs="Times New Roman"/>
          <w:sz w:val="24"/>
          <w:szCs w:val="24"/>
        </w:rPr>
        <w:t>ernizuotos</w:t>
      </w:r>
      <w:r w:rsidRPr="001C4838">
        <w:rPr>
          <w:rFonts w:ascii="Times New Roman" w:hAnsi="Times New Roman" w:cs="Times New Roman"/>
          <w:sz w:val="24"/>
          <w:szCs w:val="24"/>
        </w:rPr>
        <w:t xml:space="preserve"> PĮ patikrinimui prieš diegiant ją į darbinę aplinką, ar kitiems naudotojų testavimo veiksmams atlikti. Diegimą vykdo atsakingi PO darbuotojai, t. y. turi būti sukonfigūruotas (ir dokumentuotas) programinės įrangos diegimo 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procesas ir priemonės taip, kad atsakingas PO darbuotojas programinę įrangą, pagamintą (sukompiliuotą)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sz w:val="24"/>
          <w:szCs w:val="24"/>
        </w:rPr>
        <w:t xml:space="preserve"> esančių išeities tekstų, galėtų įdiegti 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valdyti diegimo konfigūraciją. Bet kokie programinės įrangos atnaujinimų diegimai 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turi būti galimi tik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sz w:val="24"/>
          <w:szCs w:val="24"/>
        </w:rPr>
        <w:t xml:space="preserve"> esančių išeities tekstų.</w:t>
      </w:r>
    </w:p>
    <w:p w14:paraId="6CE21438" w14:textId="3B50DFA4" w:rsidR="00CF2780" w:rsidRPr="00EF74C6" w:rsidRDefault="00CF2780" w:rsidP="00785361">
      <w:pPr>
        <w:spacing w:after="0"/>
        <w:ind w:firstLine="709"/>
        <w:rPr>
          <w:rFonts w:ascii="Times New Roman" w:hAnsi="Times New Roman" w:cs="Times New Roman"/>
          <w:color w:val="000000"/>
          <w:sz w:val="24"/>
          <w:szCs w:val="24"/>
        </w:rPr>
      </w:pPr>
      <w:r w:rsidRPr="00EF74C6">
        <w:rPr>
          <w:rFonts w:ascii="Times New Roman" w:hAnsi="Times New Roman" w:cs="Times New Roman"/>
          <w:color w:val="000000"/>
          <w:sz w:val="24"/>
          <w:szCs w:val="24"/>
        </w:rPr>
        <w:t>Testavimų metu įsitikinama, kad sukurta PĮ atitinka jai keliamus reikalavimus ir yra funkcionali (atlieka visas numatytas funkcijas). </w:t>
      </w:r>
    </w:p>
    <w:p w14:paraId="2DF2C311" w14:textId="74BE1286" w:rsidR="00EC17D1" w:rsidRPr="001C4838"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1C4838">
        <w:rPr>
          <w:rFonts w:ascii="Times New Roman" w:hAnsi="Times New Roman" w:cs="Times New Roman"/>
          <w:sz w:val="24"/>
          <w:szCs w:val="24"/>
        </w:rPr>
        <w:t>Teikėjas</w:t>
      </w:r>
      <w:r w:rsidR="00232D1E">
        <w:rPr>
          <w:rFonts w:ascii="Times New Roman" w:hAnsi="Times New Roman" w:cs="Times New Roman"/>
          <w:sz w:val="24"/>
          <w:szCs w:val="24"/>
        </w:rPr>
        <w:t xml:space="preserve"> parengęs ir suderinęs su PO</w:t>
      </w:r>
      <w:r w:rsidRPr="001C4838">
        <w:rPr>
          <w:rFonts w:ascii="Times New Roman" w:hAnsi="Times New Roman" w:cs="Times New Roman"/>
          <w:sz w:val="24"/>
          <w:szCs w:val="24"/>
        </w:rPr>
        <w:t xml:space="preserve">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55323CCA" w14:textId="77777777" w:rsidR="00EC17D1"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1C4838">
        <w:rPr>
          <w:rFonts w:ascii="Times New Roman" w:hAnsi="Times New Roman" w:cs="Times New Roman"/>
          <w:sz w:val="24"/>
          <w:szCs w:val="24"/>
        </w:rPr>
        <w:t xml:space="preserve">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bus diegiama tik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sz w:val="24"/>
          <w:szCs w:val="24"/>
        </w:rPr>
        <w:t xml:space="preserve"> esančių išeities tekstų pagaminta IBPS.</w:t>
      </w:r>
    </w:p>
    <w:p w14:paraId="0352F484" w14:textId="77777777" w:rsidR="00EC17D1" w:rsidRPr="001C4838"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p>
    <w:p w14:paraId="207B2B58" w14:textId="77777777" w:rsidR="00EC17D1" w:rsidRPr="001C4838" w:rsidRDefault="00EC17D1" w:rsidP="00EC17D1">
      <w:pPr>
        <w:tabs>
          <w:tab w:val="left" w:pos="720"/>
          <w:tab w:val="left" w:pos="1134"/>
          <w:tab w:val="left" w:pos="1260"/>
          <w:tab w:val="left" w:pos="1418"/>
        </w:tabs>
        <w:spacing w:before="120" w:after="120"/>
        <w:ind w:firstLine="720"/>
        <w:rPr>
          <w:rFonts w:ascii="Times New Roman" w:hAnsi="Times New Roman" w:cs="Times New Roman"/>
          <w:sz w:val="24"/>
          <w:szCs w:val="24"/>
        </w:rPr>
      </w:pPr>
      <w:r w:rsidRPr="001C4838">
        <w:rPr>
          <w:rFonts w:ascii="Times New Roman" w:hAnsi="Times New Roman" w:cs="Times New Roman"/>
          <w:sz w:val="24"/>
          <w:szCs w:val="24"/>
        </w:rPr>
        <w:t>Testavimo metu elektronine forma turi būti vedamas pastebėtų klaidų ir jų būsenų kaupimo žurnalas, galimybę jį pildyti suteikiant įgaliotiems PO darbuotojams.</w:t>
      </w:r>
    </w:p>
    <w:p w14:paraId="303A9C13" w14:textId="6095F45C" w:rsidR="00EC17D1" w:rsidRPr="001C4838" w:rsidRDefault="00EC17D1" w:rsidP="009E60E5">
      <w:pPr>
        <w:pStyle w:val="Sraopastraipa"/>
        <w:tabs>
          <w:tab w:val="left" w:pos="851"/>
        </w:tabs>
        <w:spacing w:after="0" w:line="240" w:lineRule="auto"/>
        <w:ind w:left="360" w:firstLine="207"/>
        <w:rPr>
          <w:rFonts w:ascii="Times New Roman" w:hAnsi="Times New Roman" w:cs="Times New Roman"/>
          <w:b/>
          <w:sz w:val="24"/>
          <w:szCs w:val="24"/>
        </w:rPr>
      </w:pPr>
      <w:r w:rsidRPr="001C4838">
        <w:rPr>
          <w:rFonts w:ascii="Times New Roman" w:hAnsi="Times New Roman" w:cs="Times New Roman"/>
          <w:b/>
          <w:sz w:val="24"/>
          <w:szCs w:val="24"/>
        </w:rPr>
        <w:t>4.2. Reikalavimai diegimui</w:t>
      </w:r>
    </w:p>
    <w:p w14:paraId="53824BDC" w14:textId="30878356"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įdiegia ir sukonfigūruoja PO turimoje PO gamybinėje aplinkoje. Diegimas vykdomas iteracijomis. Po įdiegimo turi nesutrikti gamybinėje aplinkoje įdiegtos taikomosios programinės įrangos veikimas. </w:t>
      </w:r>
    </w:p>
    <w:p w14:paraId="48A51149" w14:textId="25642008" w:rsidR="00EC17D1"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Diegimą vykdo atsakingi PO darbuotojai, t. y. turi būti sukonfigūruotas (ir dokumentuotas) programinės įrangos diegimo į gamybinę aplinką procesas ir priemonės taip, kad atsakingas PO darbuotojas programinę įrangą, pagamintą (sukompiliuotą)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bCs/>
          <w:sz w:val="24"/>
          <w:szCs w:val="24"/>
        </w:rPr>
        <w:t xml:space="preserve"> esančių išeities tekstų, galėtų įdiegti į gamybinę aplinką, valdyti diegimo konfigūraciją. Bet kokie programinės įrangos atnaujinimų diegimai į gamybinę aplinką turi būti galimi tik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bCs/>
          <w:sz w:val="24"/>
          <w:szCs w:val="24"/>
        </w:rPr>
        <w:t xml:space="preserve"> esančių išeities tekstų.</w:t>
      </w:r>
    </w:p>
    <w:p w14:paraId="7F94F99A" w14:textId="29634E6D" w:rsidR="00EC17D1" w:rsidRPr="001C4838" w:rsidRDefault="00EC17D1" w:rsidP="00EC17D1">
      <w:pPr>
        <w:spacing w:before="120" w:after="12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Realizuojant sukurtą ar </w:t>
      </w:r>
      <w:r>
        <w:rPr>
          <w:rFonts w:ascii="Times New Roman" w:hAnsi="Times New Roman" w:cs="Times New Roman"/>
          <w:bCs/>
          <w:sz w:val="24"/>
          <w:szCs w:val="24"/>
        </w:rPr>
        <w:t>mod</w:t>
      </w:r>
      <w:r w:rsidR="00C67D58">
        <w:rPr>
          <w:rFonts w:ascii="Times New Roman" w:hAnsi="Times New Roman" w:cs="Times New Roman"/>
          <w:bCs/>
          <w:sz w:val="24"/>
          <w:szCs w:val="24"/>
        </w:rPr>
        <w:t>ernizuotą</w:t>
      </w:r>
      <w:r w:rsidRPr="001C4838">
        <w:rPr>
          <w:rFonts w:ascii="Times New Roman" w:hAnsi="Times New Roman" w:cs="Times New Roman"/>
          <w:bCs/>
          <w:sz w:val="24"/>
          <w:szCs w:val="24"/>
        </w:rPr>
        <w:t xml:space="preserve">  IBPS funkcionalumą negali būti sutrikdytas esamas IBPS funkcionalumas, kuriame nevykdomi pakeitimai, ar VRIS registrų bei kitų sistemų, su kuriomis IBPS integruotas, veikimo stabilumas. Tuo atveju, kai IBPS įgyvendinamas funkcionalumas įtakoja kitų, su IBPS sistema integruotų sistemų darbą arba j</w:t>
      </w:r>
      <w:r>
        <w:rPr>
          <w:rFonts w:ascii="Times New Roman" w:hAnsi="Times New Roman" w:cs="Times New Roman"/>
          <w:bCs/>
          <w:sz w:val="24"/>
          <w:szCs w:val="24"/>
        </w:rPr>
        <w:t>ose reikalingi pakeitimai (pvz.</w:t>
      </w:r>
      <w:r w:rsidRPr="001C4838">
        <w:rPr>
          <w:rFonts w:ascii="Times New Roman" w:hAnsi="Times New Roman" w:cs="Times New Roman"/>
          <w:bCs/>
          <w:sz w:val="24"/>
          <w:szCs w:val="24"/>
        </w:rPr>
        <w:t xml:space="preserve"> keičiama integracinė sąsaja) paslaugų teikėjas turi sudalyvauti ir teikti visą reikalingą informaciją su IBPS sistema integruotos sistemos pakeitimus atliekančiai įmonei. Jeigu įkeltas funkcionalumas sutrikdo IBPS esančių funkcijų darbą, laikoma, kad paslauga atlikta nekokybiškai. Paslaugų teikėjas atlieka klaidų taisymą ir duomenų atstatymo darbus savo lėšomis. Paslaugų teikėjas turi užtikrinti PO darbuotojų konsultavimą visais su modernizuojamos IBPS bei IBPS EPP programinės įrangos diegimu susijusiais klausimais.</w:t>
      </w:r>
    </w:p>
    <w:p w14:paraId="11389238" w14:textId="0D89E6E9" w:rsidR="00EC17D1" w:rsidRPr="001C4838" w:rsidRDefault="00EC17D1" w:rsidP="0089203D">
      <w:pPr>
        <w:pStyle w:val="Sraopastraipa"/>
        <w:tabs>
          <w:tab w:val="left" w:pos="851"/>
        </w:tabs>
        <w:spacing w:after="0" w:line="240" w:lineRule="auto"/>
        <w:ind w:left="0" w:firstLine="567"/>
        <w:rPr>
          <w:rFonts w:ascii="Times New Roman" w:hAnsi="Times New Roman" w:cs="Times New Roman"/>
          <w:b/>
          <w:sz w:val="24"/>
          <w:szCs w:val="24"/>
        </w:rPr>
      </w:pPr>
      <w:bookmarkStart w:id="7" w:name="_Toc99310581"/>
      <w:bookmarkStart w:id="8" w:name="_Toc99310567"/>
      <w:bookmarkStart w:id="9" w:name="_Toc99310559"/>
      <w:bookmarkStart w:id="10" w:name="_Toc99310551"/>
      <w:bookmarkStart w:id="11" w:name="_Toc99310543"/>
      <w:bookmarkStart w:id="12" w:name="_Toc99310535"/>
      <w:bookmarkStart w:id="13" w:name="_Toc99310528"/>
      <w:bookmarkStart w:id="14" w:name="_Toc99310521"/>
      <w:bookmarkStart w:id="15" w:name="_Toc99310513"/>
      <w:bookmarkStart w:id="16" w:name="_Toc99310512"/>
      <w:bookmarkStart w:id="17" w:name="_Toc99310511"/>
      <w:bookmarkStart w:id="18" w:name="_Toc99310510"/>
      <w:bookmarkStart w:id="19" w:name="_Toc99310509"/>
      <w:bookmarkStart w:id="20" w:name="_Toc99310508"/>
      <w:bookmarkStart w:id="21" w:name="_Toc99310507"/>
      <w:bookmarkStart w:id="22" w:name="_Toc99310506"/>
      <w:bookmarkStart w:id="23" w:name="_Toc99310505"/>
      <w:bookmarkStart w:id="24" w:name="_Toc99310504"/>
      <w:bookmarkStart w:id="25" w:name="_Toc99310503"/>
      <w:bookmarkStart w:id="26" w:name="_Toc99310502"/>
      <w:bookmarkStart w:id="27" w:name="_Toc99310501"/>
      <w:bookmarkStart w:id="28" w:name="_Toc99310500"/>
      <w:bookmarkStart w:id="29" w:name="_Toc99310499"/>
      <w:bookmarkStart w:id="30" w:name="_Toc99310498"/>
      <w:bookmarkStart w:id="31" w:name="_Toc99310497"/>
      <w:bookmarkStart w:id="32" w:name="_Toc99310496"/>
      <w:bookmarkStart w:id="33" w:name="_Toc99310495"/>
      <w:bookmarkStart w:id="34" w:name="_Toc99310494"/>
      <w:bookmarkStart w:id="35" w:name="_Toc99310493"/>
      <w:bookmarkStart w:id="36" w:name="_Toc99310492"/>
      <w:bookmarkStart w:id="37" w:name="_Toc99310491"/>
      <w:bookmarkStart w:id="38" w:name="_Toc99310490"/>
      <w:bookmarkStart w:id="39" w:name="_Toc115708056"/>
      <w:bookmarkStart w:id="40" w:name="_Toc115706822"/>
      <w:bookmarkStart w:id="41" w:name="_Toc115708055"/>
      <w:bookmarkStart w:id="42" w:name="_Toc11570682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1C4838">
        <w:rPr>
          <w:rFonts w:ascii="Times New Roman" w:hAnsi="Times New Roman" w:cs="Times New Roman"/>
          <w:b/>
          <w:sz w:val="24"/>
          <w:szCs w:val="24"/>
        </w:rPr>
        <w:t>4.3. Reikalavimai dokumentacijai ir išeities tekstams</w:t>
      </w:r>
    </w:p>
    <w:p w14:paraId="424E18D4" w14:textId="501DCF68"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lastRenderedPageBreak/>
        <w:t>Teikėjas visą dokumentaciją turi parengti pagal bendrinės lietuvių kalbos taisykles.</w:t>
      </w:r>
    </w:p>
    <w:p w14:paraId="491B567B"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Teikėjas dokumentų galutines versijas turi pateikti šiais formatais: elektroniniu (MS Word, Visio arba kitu lygiaverčiu, su PO suderintu formatu). Jų preliminarios (projektinės) versijos pateikiamos elektroniniu formatu.</w:t>
      </w:r>
    </w:p>
    <w:p w14:paraId="38D181E1"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Teikėjas turės parengti arba atnaujinti žemiau nurodytą dokumentaciją:</w:t>
      </w:r>
    </w:p>
    <w:p w14:paraId="58705C5E"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Analizės ir projektavimo dokumentaciją;</w:t>
      </w:r>
    </w:p>
    <w:p w14:paraId="699474DD"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IBPS ir IBPS EPP naudotojo ir administratoriaus vadovus;</w:t>
      </w:r>
    </w:p>
    <w:p w14:paraId="7F541FA4"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IBPS techninę specifikaciją;</w:t>
      </w:r>
    </w:p>
    <w:p w14:paraId="594EE338"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duomenų architektūros modelį (su PO suderintu formatu); </w:t>
      </w:r>
    </w:p>
    <w:p w14:paraId="426FB2EF"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sistemos architektūros dokumentaciją (MS Visio, PDF ar kitu su PO suderintu formatu); </w:t>
      </w:r>
    </w:p>
    <w:p w14:paraId="523061A0" w14:textId="77777777" w:rsidR="00EC17D1" w:rsidRPr="001C4838" w:rsidRDefault="00EC17D1" w:rsidP="00EC17D1">
      <w:pPr>
        <w:pStyle w:val="Sraopastraipa"/>
        <w:numPr>
          <w:ilvl w:val="0"/>
          <w:numId w:val="9"/>
        </w:numPr>
        <w:tabs>
          <w:tab w:val="clear" w:pos="0"/>
          <w:tab w:val="num" w:pos="851"/>
        </w:tabs>
        <w:suppressAutoHyphens/>
        <w:spacing w:after="0" w:line="276"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Garantijos procedūros dokumentą. </w:t>
      </w:r>
    </w:p>
    <w:p w14:paraId="251E190F"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Visi IBPS išeities tekstai turi būti pateikiami PO tų įrankių, kuriais jie sukurti, formatu ir nešifruoti. Paslaugų teikėjas privalės išeities tekstus perkelti į PO pateiktą programų išeities tekstų vers</w:t>
      </w:r>
      <w:r>
        <w:rPr>
          <w:rFonts w:ascii="Times New Roman" w:hAnsi="Times New Roman" w:cs="Times New Roman"/>
          <w:bCs/>
          <w:sz w:val="24"/>
          <w:szCs w:val="24"/>
        </w:rPr>
        <w:t>ijų kontrolės sistemos aplinką (</w:t>
      </w:r>
      <w:proofErr w:type="spellStart"/>
      <w:r w:rsidRPr="001C4838">
        <w:rPr>
          <w:rFonts w:ascii="Times New Roman" w:hAnsi="Times New Roman" w:cs="Times New Roman"/>
          <w:bCs/>
          <w:sz w:val="24"/>
          <w:szCs w:val="24"/>
        </w:rPr>
        <w:t>GitLab</w:t>
      </w:r>
      <w:proofErr w:type="spellEnd"/>
      <w:r w:rsidRPr="001C4838">
        <w:rPr>
          <w:rFonts w:ascii="Times New Roman" w:hAnsi="Times New Roman" w:cs="Times New Roman"/>
          <w:bCs/>
          <w:sz w:val="24"/>
          <w:szCs w:val="24"/>
        </w:rPr>
        <w:t xml:space="preserve">). </w:t>
      </w:r>
    </w:p>
    <w:p w14:paraId="0EB41770" w14:textId="77777777"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Paslaugų teikėjas turi užtikrinti, kad darbų rezultatuose nebus panaudota ir (ar) įterpta ar įtraukta jokių intelektinės nuosavybės objektų, tame tarpe ir kompiuterių programų ar kompiuterių programų kodo, kurios licencijuojamos pagal GPL licencijas, kurių naudojimo sąlygos ar licencijos (i) draudžia naudoti arba apriboja tokio kodo naudojimą komerciniais tikslais, ar (ii) leidžia naudoti kompiuterių programų kodą su sąlyga, kad naudotojo sukurta kompiuterių programa bus licencijuojama pagal analogišką licenciją, ar (iii) leidžia naudoti kompiuterių programų kodą su sąlyga, kad naudotojo sukurtos kompiuterių programos kodas bus prieinamas tretiesiems asmenims. O jei panaudojama, paslaugų teikėjas pateikia PO visus reikiamus dokumentus ir duomenis pagal GPL licenciją.</w:t>
      </w:r>
    </w:p>
    <w:p w14:paraId="2DF3E600" w14:textId="77777777" w:rsidR="00EC17D1" w:rsidRPr="001C4838" w:rsidRDefault="00EC17D1" w:rsidP="00EC17D1">
      <w:pPr>
        <w:spacing w:before="120" w:after="120"/>
        <w:ind w:firstLine="567"/>
        <w:rPr>
          <w:rFonts w:ascii="Times New Roman" w:hAnsi="Times New Roman" w:cs="Times New Roman"/>
          <w:bCs/>
          <w:sz w:val="24"/>
          <w:szCs w:val="24"/>
        </w:rPr>
      </w:pPr>
    </w:p>
    <w:p w14:paraId="00CB5E54" w14:textId="50E9B373" w:rsidR="00EC17D1" w:rsidRPr="001C4838" w:rsidRDefault="00EC17D1" w:rsidP="00C22A52">
      <w:pPr>
        <w:pStyle w:val="Sraopastraipa"/>
        <w:tabs>
          <w:tab w:val="left" w:pos="851"/>
        </w:tabs>
        <w:spacing w:after="0" w:line="240" w:lineRule="auto"/>
        <w:ind w:left="0" w:firstLine="567"/>
        <w:rPr>
          <w:rFonts w:ascii="Times New Roman" w:hAnsi="Times New Roman" w:cs="Times New Roman"/>
          <w:b/>
          <w:sz w:val="24"/>
          <w:szCs w:val="24"/>
        </w:rPr>
      </w:pPr>
      <w:r w:rsidRPr="001C4838">
        <w:rPr>
          <w:rFonts w:ascii="Times New Roman" w:hAnsi="Times New Roman" w:cs="Times New Roman"/>
          <w:b/>
          <w:sz w:val="24"/>
          <w:szCs w:val="24"/>
        </w:rPr>
        <w:t>4.4. Rezultatų priėmimas</w:t>
      </w:r>
    </w:p>
    <w:p w14:paraId="632CD03A" w14:textId="47E72177" w:rsidR="003E68E3" w:rsidRPr="009E72BC" w:rsidRDefault="003E68E3" w:rsidP="003E68E3">
      <w:pPr>
        <w:rPr>
          <w:rFonts w:ascii="Times New Roman" w:hAnsi="Times New Roman" w:cs="Times New Roman"/>
          <w:color w:val="000000"/>
          <w:sz w:val="24"/>
          <w:szCs w:val="24"/>
        </w:rPr>
      </w:pPr>
      <w:r>
        <w:rPr>
          <w:rFonts w:ascii="Arial" w:hAnsi="Arial" w:cs="Arial"/>
          <w:color w:val="000000"/>
        </w:rPr>
        <w:t xml:space="preserve">         </w:t>
      </w:r>
      <w:r w:rsidRPr="009E72BC">
        <w:rPr>
          <w:rFonts w:ascii="Times New Roman" w:hAnsi="Times New Roman" w:cs="Times New Roman"/>
          <w:color w:val="000000"/>
          <w:sz w:val="24"/>
          <w:szCs w:val="24"/>
        </w:rPr>
        <w:t>Rezultatų priėmimas bus atliktas tik pašalinus testavimo metu nustatytus trūkumus. Trūkumais yra laikomos klaidos, kai IBPS veikia ne taip kaip nurodyta Sutarties 1 priedo reikalavimuose, IBPS dokumentacijoje, teisės aktuose, neatitinka esamų ar būsimų veiklos procesų, negalima vykdyti reikalingų veiksmų ir pan. Taip pat neaiškūs, netikslūs terminai, gramatinės klaidos ir pan.</w:t>
      </w:r>
    </w:p>
    <w:p w14:paraId="493D23DD" w14:textId="59537ECB" w:rsidR="003E68E3" w:rsidRPr="009E72BC" w:rsidRDefault="003E68E3" w:rsidP="003E68E3">
      <w:pPr>
        <w:rPr>
          <w:rFonts w:ascii="Times New Roman" w:hAnsi="Times New Roman" w:cs="Times New Roman"/>
          <w:color w:val="000000"/>
          <w:sz w:val="24"/>
          <w:szCs w:val="24"/>
        </w:rPr>
      </w:pPr>
      <w:r w:rsidRPr="009E72BC">
        <w:rPr>
          <w:rFonts w:ascii="Times New Roman" w:hAnsi="Times New Roman" w:cs="Times New Roman"/>
          <w:color w:val="000000"/>
          <w:sz w:val="24"/>
          <w:szCs w:val="24"/>
        </w:rPr>
        <w:t xml:space="preserve">        Testavimų metu nustatytų klaidų prioritetai pagal poveikį sistemai aprašyti lentelėje žemiau.</w:t>
      </w:r>
    </w:p>
    <w:tbl>
      <w:tblPr>
        <w:tblW w:w="9913" w:type="dxa"/>
        <w:tblLook w:val="04A0" w:firstRow="1" w:lastRow="0" w:firstColumn="1" w:lastColumn="0" w:noHBand="0" w:noVBand="1"/>
      </w:tblPr>
      <w:tblGrid>
        <w:gridCol w:w="1489"/>
        <w:gridCol w:w="1903"/>
        <w:gridCol w:w="6521"/>
      </w:tblGrid>
      <w:tr w:rsidR="003E68E3" w:rsidRPr="003E68E3" w14:paraId="5D49822C" w14:textId="77777777" w:rsidTr="000D0964">
        <w:trPr>
          <w:trHeight w:val="406"/>
        </w:trPr>
        <w:tc>
          <w:tcPr>
            <w:tcW w:w="1489" w:type="dxa"/>
            <w:tcBorders>
              <w:top w:val="single" w:sz="8" w:space="0" w:color="auto"/>
              <w:left w:val="single" w:sz="8" w:space="0" w:color="auto"/>
              <w:bottom w:val="single" w:sz="8" w:space="0" w:color="auto"/>
              <w:right w:val="single" w:sz="8" w:space="0" w:color="auto"/>
            </w:tcBorders>
            <w:hideMark/>
          </w:tcPr>
          <w:p w14:paraId="3BEDB6A1" w14:textId="77777777" w:rsidR="003E68E3" w:rsidRPr="009E72BC" w:rsidRDefault="003E68E3">
            <w:pPr>
              <w:rPr>
                <w:rFonts w:ascii="Times New Roman" w:hAnsi="Times New Roman" w:cs="Times New Roman"/>
                <w:color w:val="000000"/>
                <w:sz w:val="24"/>
                <w:szCs w:val="24"/>
              </w:rPr>
            </w:pPr>
            <w:r w:rsidRPr="009E72BC">
              <w:rPr>
                <w:rFonts w:ascii="Times New Roman" w:hAnsi="Times New Roman" w:cs="Times New Roman"/>
                <w:b/>
                <w:bCs/>
                <w:color w:val="000000"/>
                <w:sz w:val="24"/>
                <w:szCs w:val="24"/>
              </w:rPr>
              <w:t>Prioritetas</w:t>
            </w:r>
          </w:p>
        </w:tc>
        <w:tc>
          <w:tcPr>
            <w:tcW w:w="1903" w:type="dxa"/>
            <w:tcBorders>
              <w:top w:val="single" w:sz="8" w:space="0" w:color="auto"/>
              <w:left w:val="nil"/>
              <w:bottom w:val="single" w:sz="8" w:space="0" w:color="auto"/>
              <w:right w:val="single" w:sz="8" w:space="0" w:color="auto"/>
            </w:tcBorders>
            <w:hideMark/>
          </w:tcPr>
          <w:p w14:paraId="2984017A" w14:textId="1E7D2974" w:rsidR="003E68E3" w:rsidRPr="009E72BC" w:rsidRDefault="003E68E3">
            <w:pPr>
              <w:rPr>
                <w:rFonts w:ascii="Times New Roman" w:hAnsi="Times New Roman" w:cs="Times New Roman"/>
                <w:color w:val="000000"/>
                <w:sz w:val="24"/>
                <w:szCs w:val="24"/>
              </w:rPr>
            </w:pPr>
            <w:r w:rsidRPr="009E72BC">
              <w:rPr>
                <w:rFonts w:ascii="Times New Roman" w:hAnsi="Times New Roman" w:cs="Times New Roman"/>
                <w:b/>
                <w:bCs/>
                <w:color w:val="000000"/>
                <w:sz w:val="24"/>
                <w:szCs w:val="24"/>
              </w:rPr>
              <w:t>Atitikimas</w:t>
            </w:r>
            <w:r w:rsidR="00BE326C">
              <w:rPr>
                <w:rFonts w:ascii="Times New Roman" w:hAnsi="Times New Roman" w:cs="Times New Roman"/>
                <w:b/>
                <w:bCs/>
                <w:color w:val="000000"/>
                <w:sz w:val="24"/>
                <w:szCs w:val="24"/>
              </w:rPr>
              <w:t xml:space="preserve"> </w:t>
            </w:r>
            <w:r w:rsidRPr="009E72BC">
              <w:rPr>
                <w:rFonts w:ascii="Times New Roman" w:hAnsi="Times New Roman" w:cs="Times New Roman"/>
                <w:b/>
                <w:bCs/>
                <w:color w:val="000000"/>
                <w:sz w:val="24"/>
                <w:szCs w:val="24"/>
              </w:rPr>
              <w:t>Paslaugų teikėjo</w:t>
            </w:r>
            <w:r w:rsidR="00BE326C">
              <w:rPr>
                <w:rFonts w:ascii="Times New Roman" w:hAnsi="Times New Roman" w:cs="Times New Roman"/>
                <w:b/>
                <w:bCs/>
                <w:color w:val="000000"/>
                <w:sz w:val="24"/>
                <w:szCs w:val="24"/>
              </w:rPr>
              <w:t xml:space="preserve"> </w:t>
            </w:r>
            <w:r w:rsidRPr="009E72BC">
              <w:rPr>
                <w:rFonts w:ascii="Times New Roman" w:hAnsi="Times New Roman" w:cs="Times New Roman"/>
                <w:b/>
                <w:bCs/>
                <w:color w:val="000000"/>
                <w:sz w:val="24"/>
                <w:szCs w:val="24"/>
              </w:rPr>
              <w:t>JIRA sistemoje</w:t>
            </w:r>
          </w:p>
        </w:tc>
        <w:tc>
          <w:tcPr>
            <w:tcW w:w="6521" w:type="dxa"/>
            <w:tcBorders>
              <w:top w:val="single" w:sz="8" w:space="0" w:color="auto"/>
              <w:left w:val="nil"/>
              <w:bottom w:val="single" w:sz="8" w:space="0" w:color="auto"/>
              <w:right w:val="single" w:sz="8" w:space="0" w:color="auto"/>
            </w:tcBorders>
            <w:hideMark/>
          </w:tcPr>
          <w:p w14:paraId="483967A2" w14:textId="77777777" w:rsidR="003E68E3" w:rsidRPr="009E72BC" w:rsidRDefault="003E68E3">
            <w:pPr>
              <w:rPr>
                <w:rFonts w:ascii="Times New Roman" w:hAnsi="Times New Roman" w:cs="Times New Roman"/>
                <w:color w:val="000000"/>
                <w:sz w:val="24"/>
                <w:szCs w:val="24"/>
              </w:rPr>
            </w:pPr>
            <w:r w:rsidRPr="009E72BC">
              <w:rPr>
                <w:rFonts w:ascii="Times New Roman" w:hAnsi="Times New Roman" w:cs="Times New Roman"/>
                <w:b/>
                <w:bCs/>
                <w:color w:val="000000"/>
                <w:sz w:val="24"/>
                <w:szCs w:val="24"/>
              </w:rPr>
              <w:t>Aprašymas</w:t>
            </w:r>
          </w:p>
        </w:tc>
      </w:tr>
      <w:tr w:rsidR="003E68E3" w:rsidRPr="003E68E3" w14:paraId="7D68B956" w14:textId="77777777" w:rsidTr="000D0964">
        <w:trPr>
          <w:trHeight w:val="268"/>
        </w:trPr>
        <w:tc>
          <w:tcPr>
            <w:tcW w:w="1489" w:type="dxa"/>
            <w:tcBorders>
              <w:top w:val="nil"/>
              <w:left w:val="single" w:sz="8" w:space="0" w:color="auto"/>
              <w:bottom w:val="single" w:sz="8" w:space="0" w:color="auto"/>
              <w:right w:val="single" w:sz="8" w:space="0" w:color="auto"/>
            </w:tcBorders>
            <w:hideMark/>
          </w:tcPr>
          <w:p w14:paraId="6813C765" w14:textId="77777777" w:rsidR="003E68E3" w:rsidRPr="009E72BC" w:rsidRDefault="003E68E3">
            <w:pPr>
              <w:spacing w:line="260" w:lineRule="atLeast"/>
              <w:rPr>
                <w:rFonts w:ascii="Times New Roman" w:hAnsi="Times New Roman" w:cs="Times New Roman"/>
                <w:color w:val="000000"/>
                <w:sz w:val="24"/>
                <w:szCs w:val="24"/>
              </w:rPr>
            </w:pPr>
            <w:r w:rsidRPr="009E72BC">
              <w:rPr>
                <w:rFonts w:ascii="Times New Roman" w:hAnsi="Times New Roman" w:cs="Times New Roman"/>
                <w:color w:val="000000"/>
                <w:sz w:val="24"/>
                <w:szCs w:val="24"/>
              </w:rPr>
              <w:t>Aukštas</w:t>
            </w:r>
          </w:p>
        </w:tc>
        <w:tc>
          <w:tcPr>
            <w:tcW w:w="1903" w:type="dxa"/>
            <w:tcBorders>
              <w:top w:val="nil"/>
              <w:left w:val="nil"/>
              <w:bottom w:val="single" w:sz="8" w:space="0" w:color="auto"/>
              <w:right w:val="single" w:sz="8" w:space="0" w:color="auto"/>
            </w:tcBorders>
            <w:hideMark/>
          </w:tcPr>
          <w:p w14:paraId="59D55FBB" w14:textId="77777777" w:rsidR="003E68E3" w:rsidRPr="009E72BC" w:rsidRDefault="003E68E3">
            <w:pPr>
              <w:spacing w:line="260" w:lineRule="atLeast"/>
              <w:rPr>
                <w:rFonts w:ascii="Times New Roman" w:hAnsi="Times New Roman" w:cs="Times New Roman"/>
                <w:color w:val="000000"/>
                <w:sz w:val="24"/>
                <w:szCs w:val="24"/>
              </w:rPr>
            </w:pPr>
            <w:proofErr w:type="spellStart"/>
            <w:r w:rsidRPr="009E72BC">
              <w:rPr>
                <w:rFonts w:ascii="Times New Roman" w:hAnsi="Times New Roman" w:cs="Times New Roman"/>
                <w:color w:val="000000"/>
                <w:sz w:val="24"/>
                <w:szCs w:val="24"/>
              </w:rPr>
              <w:t>Critical</w:t>
            </w:r>
            <w:proofErr w:type="spellEnd"/>
            <w:r w:rsidRPr="009E72BC">
              <w:rPr>
                <w:rFonts w:ascii="Times New Roman" w:hAnsi="Times New Roman" w:cs="Times New Roman"/>
                <w:color w:val="000000"/>
                <w:sz w:val="24"/>
                <w:szCs w:val="24"/>
              </w:rPr>
              <w:t xml:space="preserve">, </w:t>
            </w:r>
            <w:proofErr w:type="spellStart"/>
            <w:r w:rsidRPr="009E72BC">
              <w:rPr>
                <w:rFonts w:ascii="Times New Roman" w:hAnsi="Times New Roman" w:cs="Times New Roman"/>
                <w:color w:val="000000"/>
                <w:sz w:val="24"/>
                <w:szCs w:val="24"/>
              </w:rPr>
              <w:t>major</w:t>
            </w:r>
            <w:proofErr w:type="spellEnd"/>
          </w:p>
        </w:tc>
        <w:tc>
          <w:tcPr>
            <w:tcW w:w="6521" w:type="dxa"/>
            <w:tcBorders>
              <w:top w:val="nil"/>
              <w:left w:val="nil"/>
              <w:bottom w:val="single" w:sz="8" w:space="0" w:color="auto"/>
              <w:right w:val="single" w:sz="8" w:space="0" w:color="auto"/>
            </w:tcBorders>
            <w:hideMark/>
          </w:tcPr>
          <w:p w14:paraId="69C6744E" w14:textId="77777777" w:rsidR="003E68E3" w:rsidRPr="009E72BC" w:rsidRDefault="003E68E3">
            <w:pPr>
              <w:spacing w:line="260" w:lineRule="atLeast"/>
              <w:rPr>
                <w:rFonts w:ascii="Times New Roman" w:hAnsi="Times New Roman" w:cs="Times New Roman"/>
                <w:color w:val="000000"/>
                <w:sz w:val="24"/>
                <w:szCs w:val="24"/>
              </w:rPr>
            </w:pPr>
            <w:r w:rsidRPr="009E72BC">
              <w:rPr>
                <w:rFonts w:ascii="Times New Roman" w:hAnsi="Times New Roman" w:cs="Times New Roman"/>
                <w:color w:val="000000"/>
                <w:sz w:val="24"/>
                <w:szCs w:val="24"/>
              </w:rPr>
              <w:t xml:space="preserve">Funkcija neveikia, funkcija nerealizuota arba funkcijos rezultatas yra ne toks koks numatytas techninėje specifikacijoje, IBPS dokumentuose, teisės aktuose ar kituose susijusiuose dokumentuose. </w:t>
            </w:r>
            <w:r w:rsidRPr="009E72BC">
              <w:rPr>
                <w:rFonts w:ascii="Times New Roman" w:hAnsi="Times New Roman" w:cs="Times New Roman"/>
                <w:b/>
                <w:bCs/>
                <w:color w:val="000000"/>
                <w:sz w:val="24"/>
                <w:szCs w:val="24"/>
              </w:rPr>
              <w:t>IBPS nėra jokio racionalaus alternatyvaus būdo įvykdyti funkciją ir gauti norimą rezultatą.</w:t>
            </w:r>
          </w:p>
        </w:tc>
      </w:tr>
      <w:tr w:rsidR="003E68E3" w:rsidRPr="003E68E3" w14:paraId="7EE2604E" w14:textId="77777777" w:rsidTr="000D0964">
        <w:trPr>
          <w:trHeight w:val="268"/>
        </w:trPr>
        <w:tc>
          <w:tcPr>
            <w:tcW w:w="1489" w:type="dxa"/>
            <w:tcBorders>
              <w:top w:val="nil"/>
              <w:left w:val="single" w:sz="8" w:space="0" w:color="auto"/>
              <w:bottom w:val="single" w:sz="8" w:space="0" w:color="auto"/>
              <w:right w:val="single" w:sz="8" w:space="0" w:color="auto"/>
            </w:tcBorders>
            <w:hideMark/>
          </w:tcPr>
          <w:p w14:paraId="359B12C0" w14:textId="77777777" w:rsidR="003E68E3" w:rsidRPr="009E72BC" w:rsidRDefault="003E68E3">
            <w:pPr>
              <w:spacing w:line="260" w:lineRule="atLeast"/>
              <w:rPr>
                <w:rFonts w:ascii="Times New Roman" w:hAnsi="Times New Roman" w:cs="Times New Roman"/>
                <w:color w:val="000000"/>
                <w:sz w:val="24"/>
                <w:szCs w:val="24"/>
              </w:rPr>
            </w:pPr>
            <w:r w:rsidRPr="009E72BC">
              <w:rPr>
                <w:rFonts w:ascii="Times New Roman" w:hAnsi="Times New Roman" w:cs="Times New Roman"/>
                <w:color w:val="000000"/>
                <w:sz w:val="24"/>
                <w:szCs w:val="24"/>
              </w:rPr>
              <w:t>Vidutinis</w:t>
            </w:r>
          </w:p>
        </w:tc>
        <w:tc>
          <w:tcPr>
            <w:tcW w:w="1903" w:type="dxa"/>
            <w:tcBorders>
              <w:top w:val="nil"/>
              <w:left w:val="nil"/>
              <w:bottom w:val="single" w:sz="8" w:space="0" w:color="auto"/>
              <w:right w:val="single" w:sz="8" w:space="0" w:color="auto"/>
            </w:tcBorders>
            <w:hideMark/>
          </w:tcPr>
          <w:p w14:paraId="192B28FE" w14:textId="77777777" w:rsidR="003E68E3" w:rsidRPr="009E72BC" w:rsidRDefault="003E68E3">
            <w:pPr>
              <w:spacing w:line="260" w:lineRule="atLeast"/>
              <w:rPr>
                <w:rFonts w:ascii="Times New Roman" w:hAnsi="Times New Roman" w:cs="Times New Roman"/>
                <w:color w:val="000000"/>
                <w:sz w:val="24"/>
                <w:szCs w:val="24"/>
              </w:rPr>
            </w:pPr>
            <w:proofErr w:type="spellStart"/>
            <w:r w:rsidRPr="009E72BC">
              <w:rPr>
                <w:rFonts w:ascii="Times New Roman" w:hAnsi="Times New Roman" w:cs="Times New Roman"/>
                <w:color w:val="000000"/>
                <w:sz w:val="24"/>
                <w:szCs w:val="24"/>
              </w:rPr>
              <w:t>Minor</w:t>
            </w:r>
            <w:proofErr w:type="spellEnd"/>
          </w:p>
        </w:tc>
        <w:tc>
          <w:tcPr>
            <w:tcW w:w="6521" w:type="dxa"/>
            <w:tcBorders>
              <w:top w:val="nil"/>
              <w:left w:val="nil"/>
              <w:bottom w:val="single" w:sz="8" w:space="0" w:color="auto"/>
              <w:right w:val="single" w:sz="8" w:space="0" w:color="auto"/>
            </w:tcBorders>
            <w:hideMark/>
          </w:tcPr>
          <w:p w14:paraId="27D05890" w14:textId="77777777" w:rsidR="003E68E3" w:rsidRPr="009E72BC" w:rsidRDefault="003E68E3">
            <w:pPr>
              <w:spacing w:line="260" w:lineRule="atLeast"/>
              <w:rPr>
                <w:rFonts w:ascii="Times New Roman" w:hAnsi="Times New Roman" w:cs="Times New Roman"/>
                <w:color w:val="000000"/>
                <w:sz w:val="24"/>
                <w:szCs w:val="24"/>
              </w:rPr>
            </w:pPr>
            <w:r w:rsidRPr="009E72BC">
              <w:rPr>
                <w:rFonts w:ascii="Times New Roman" w:hAnsi="Times New Roman" w:cs="Times New Roman"/>
                <w:color w:val="000000"/>
                <w:sz w:val="24"/>
                <w:szCs w:val="24"/>
              </w:rPr>
              <w:t>Funkcija veikia, tačiau jos veikimas nėra toks, koks numatytas techninėje specifikacijoje, IBPS dokumentuose, teisės aktuose ar kituose susijusiuose dokumentuose, grąžinamas rezultatas tik dalinai atitinka reikalavimus</w:t>
            </w:r>
            <w:r w:rsidRPr="009E72BC">
              <w:rPr>
                <w:rFonts w:ascii="Times New Roman" w:hAnsi="Times New Roman" w:cs="Times New Roman"/>
                <w:b/>
                <w:bCs/>
                <w:color w:val="000000"/>
                <w:sz w:val="24"/>
                <w:szCs w:val="24"/>
              </w:rPr>
              <w:t>. Funkcija veikia netinkamai, tačiau IBPS yra racionalus alternatyvus būdas gauti siekiamo rezultato.</w:t>
            </w:r>
          </w:p>
        </w:tc>
      </w:tr>
      <w:tr w:rsidR="003E68E3" w:rsidRPr="003E68E3" w14:paraId="49A1C6E8" w14:textId="77777777" w:rsidTr="000D0964">
        <w:trPr>
          <w:trHeight w:val="75"/>
        </w:trPr>
        <w:tc>
          <w:tcPr>
            <w:tcW w:w="1489" w:type="dxa"/>
            <w:tcBorders>
              <w:top w:val="nil"/>
              <w:left w:val="single" w:sz="8" w:space="0" w:color="auto"/>
              <w:bottom w:val="single" w:sz="8" w:space="0" w:color="auto"/>
              <w:right w:val="single" w:sz="8" w:space="0" w:color="auto"/>
            </w:tcBorders>
            <w:hideMark/>
          </w:tcPr>
          <w:p w14:paraId="4D9581ED" w14:textId="77777777" w:rsidR="003E68E3" w:rsidRPr="009E72BC" w:rsidRDefault="003E68E3">
            <w:pPr>
              <w:spacing w:line="260" w:lineRule="atLeast"/>
              <w:rPr>
                <w:rFonts w:ascii="Times New Roman" w:hAnsi="Times New Roman" w:cs="Times New Roman"/>
                <w:color w:val="000000"/>
                <w:sz w:val="24"/>
                <w:szCs w:val="24"/>
              </w:rPr>
            </w:pPr>
            <w:r w:rsidRPr="009E72BC">
              <w:rPr>
                <w:rFonts w:ascii="Times New Roman" w:hAnsi="Times New Roman" w:cs="Times New Roman"/>
                <w:color w:val="000000"/>
                <w:sz w:val="24"/>
                <w:szCs w:val="24"/>
              </w:rPr>
              <w:t>Žemas</w:t>
            </w:r>
          </w:p>
        </w:tc>
        <w:tc>
          <w:tcPr>
            <w:tcW w:w="1903" w:type="dxa"/>
            <w:tcBorders>
              <w:top w:val="nil"/>
              <w:left w:val="nil"/>
              <w:bottom w:val="single" w:sz="8" w:space="0" w:color="auto"/>
              <w:right w:val="single" w:sz="8" w:space="0" w:color="auto"/>
            </w:tcBorders>
            <w:hideMark/>
          </w:tcPr>
          <w:p w14:paraId="7BA64905" w14:textId="77777777" w:rsidR="003E68E3" w:rsidRPr="009E72BC" w:rsidRDefault="003E68E3">
            <w:pPr>
              <w:rPr>
                <w:rFonts w:ascii="Times New Roman" w:hAnsi="Times New Roman" w:cs="Times New Roman"/>
                <w:color w:val="000000"/>
                <w:sz w:val="24"/>
                <w:szCs w:val="24"/>
              </w:rPr>
            </w:pPr>
            <w:proofErr w:type="spellStart"/>
            <w:r w:rsidRPr="009E72BC">
              <w:rPr>
                <w:rFonts w:ascii="Times New Roman" w:hAnsi="Times New Roman" w:cs="Times New Roman"/>
                <w:color w:val="000000"/>
                <w:sz w:val="24"/>
                <w:szCs w:val="24"/>
              </w:rPr>
              <w:t>Trivial</w:t>
            </w:r>
            <w:proofErr w:type="spellEnd"/>
          </w:p>
        </w:tc>
        <w:tc>
          <w:tcPr>
            <w:tcW w:w="6521" w:type="dxa"/>
            <w:tcBorders>
              <w:top w:val="nil"/>
              <w:left w:val="nil"/>
              <w:bottom w:val="single" w:sz="8" w:space="0" w:color="auto"/>
              <w:right w:val="single" w:sz="8" w:space="0" w:color="auto"/>
            </w:tcBorders>
            <w:hideMark/>
          </w:tcPr>
          <w:p w14:paraId="354C428C" w14:textId="77777777" w:rsidR="003E68E3" w:rsidRPr="009E72BC" w:rsidRDefault="003E68E3">
            <w:pPr>
              <w:rPr>
                <w:rFonts w:ascii="Times New Roman" w:hAnsi="Times New Roman" w:cs="Times New Roman"/>
                <w:color w:val="000000"/>
                <w:sz w:val="24"/>
                <w:szCs w:val="24"/>
              </w:rPr>
            </w:pPr>
            <w:r w:rsidRPr="009E72BC">
              <w:rPr>
                <w:rFonts w:ascii="Times New Roman" w:hAnsi="Times New Roman" w:cs="Times New Roman"/>
                <w:color w:val="000000"/>
                <w:sz w:val="24"/>
                <w:szCs w:val="24"/>
              </w:rPr>
              <w:t xml:space="preserve">Nereikšmingi trūkumai ar kiti neatitikimai, kurie neįtakoja korektiško funkcijos veikimo bei jos rezultato. IBPS veikia kaip numatyta techninėje specifikacijoje, IBPS dokumentuose, teisės aktuose ar kituose susijusiuose dokumentuose, bet klaida trukdo </w:t>
            </w:r>
            <w:r w:rsidRPr="009E72BC">
              <w:rPr>
                <w:rFonts w:ascii="Times New Roman" w:hAnsi="Times New Roman" w:cs="Times New Roman"/>
                <w:color w:val="000000"/>
                <w:sz w:val="24"/>
                <w:szCs w:val="24"/>
              </w:rPr>
              <w:lastRenderedPageBreak/>
              <w:t>dirbti patogiai, netikslus lauko pavadinimas, klaidos pranešimas ar pan.</w:t>
            </w:r>
          </w:p>
        </w:tc>
      </w:tr>
    </w:tbl>
    <w:p w14:paraId="5E588826" w14:textId="13A7F8A7" w:rsidR="003E68E3" w:rsidRPr="009E72BC" w:rsidRDefault="003E68E3" w:rsidP="003E68E3">
      <w:pPr>
        <w:rPr>
          <w:rFonts w:ascii="Times New Roman" w:hAnsi="Times New Roman" w:cs="Times New Roman"/>
          <w:color w:val="000000"/>
          <w:sz w:val="24"/>
          <w:szCs w:val="24"/>
        </w:rPr>
      </w:pPr>
    </w:p>
    <w:p w14:paraId="056BF9CB" w14:textId="77777777" w:rsidR="003E68E3" w:rsidRPr="009E72BC" w:rsidRDefault="003E68E3" w:rsidP="003E68E3">
      <w:pPr>
        <w:rPr>
          <w:rFonts w:ascii="Times New Roman" w:hAnsi="Times New Roman" w:cs="Times New Roman"/>
          <w:color w:val="000000"/>
          <w:sz w:val="24"/>
          <w:szCs w:val="24"/>
        </w:rPr>
      </w:pPr>
      <w:r w:rsidRPr="009E72BC">
        <w:rPr>
          <w:rFonts w:ascii="Times New Roman" w:hAnsi="Times New Roman" w:cs="Times New Roman"/>
          <w:color w:val="000000"/>
          <w:sz w:val="24"/>
          <w:szCs w:val="24"/>
        </w:rPr>
        <w:t>Testavimas laikomas sėkmingu, jei sistema tenkina šiuos kriterijus:</w:t>
      </w:r>
    </w:p>
    <w:p w14:paraId="1A5A8803" w14:textId="5BBAF52A" w:rsidR="003E68E3" w:rsidRPr="002A120B" w:rsidRDefault="003E68E3" w:rsidP="002A120B">
      <w:pPr>
        <w:pStyle w:val="Sraopastraipa"/>
        <w:numPr>
          <w:ilvl w:val="0"/>
          <w:numId w:val="31"/>
        </w:numPr>
        <w:rPr>
          <w:rFonts w:ascii="Times New Roman" w:hAnsi="Times New Roman" w:cs="Times New Roman"/>
          <w:color w:val="000000"/>
          <w:sz w:val="24"/>
          <w:szCs w:val="24"/>
        </w:rPr>
      </w:pPr>
      <w:r w:rsidRPr="002A120B">
        <w:rPr>
          <w:rFonts w:ascii="Times New Roman" w:hAnsi="Times New Roman" w:cs="Times New Roman"/>
          <w:color w:val="000000"/>
          <w:sz w:val="24"/>
          <w:szCs w:val="24"/>
        </w:rPr>
        <w:t>Nenustatyta testavimo atvejų arba neliko neuždarytų aukšto prioriteto klaidų.</w:t>
      </w:r>
    </w:p>
    <w:p w14:paraId="1E209576" w14:textId="2E5C3CE0" w:rsidR="003E68E3" w:rsidRPr="002A120B" w:rsidRDefault="003E68E3" w:rsidP="002A120B">
      <w:pPr>
        <w:pStyle w:val="Sraopastraipa"/>
        <w:numPr>
          <w:ilvl w:val="0"/>
          <w:numId w:val="31"/>
        </w:numPr>
        <w:rPr>
          <w:rFonts w:ascii="Times New Roman" w:hAnsi="Times New Roman" w:cs="Times New Roman"/>
          <w:color w:val="000000"/>
          <w:sz w:val="24"/>
          <w:szCs w:val="24"/>
        </w:rPr>
      </w:pPr>
      <w:r w:rsidRPr="002A120B">
        <w:rPr>
          <w:rFonts w:ascii="Times New Roman" w:hAnsi="Times New Roman" w:cs="Times New Roman"/>
          <w:color w:val="000000"/>
          <w:sz w:val="24"/>
          <w:szCs w:val="24"/>
        </w:rPr>
        <w:t>Vidutinio prioriteto neuždarytų klaidų nėra daugiau nei 10 proc. visų vidutinio prioriteto klaidų.</w:t>
      </w:r>
    </w:p>
    <w:p w14:paraId="63129673" w14:textId="23983771" w:rsidR="003E68E3" w:rsidRPr="002A120B" w:rsidRDefault="003E68E3" w:rsidP="002A120B">
      <w:pPr>
        <w:pStyle w:val="Sraopastraipa"/>
        <w:numPr>
          <w:ilvl w:val="0"/>
          <w:numId w:val="31"/>
        </w:numPr>
        <w:rPr>
          <w:rFonts w:ascii="Times New Roman" w:hAnsi="Times New Roman" w:cs="Times New Roman"/>
          <w:color w:val="000000"/>
          <w:sz w:val="24"/>
          <w:szCs w:val="24"/>
        </w:rPr>
      </w:pPr>
      <w:r w:rsidRPr="002A120B">
        <w:rPr>
          <w:rFonts w:ascii="Times New Roman" w:hAnsi="Times New Roman" w:cs="Times New Roman"/>
          <w:color w:val="000000"/>
          <w:sz w:val="24"/>
          <w:szCs w:val="24"/>
        </w:rPr>
        <w:t>Žemo prioriteto neuždarytų klaidų nėra daugiau nei 30 proc. visų žemo prioriteto klaidų.</w:t>
      </w:r>
    </w:p>
    <w:p w14:paraId="5B2297A9" w14:textId="77777777" w:rsidR="003E68E3" w:rsidRPr="009E72BC" w:rsidRDefault="003E68E3" w:rsidP="002A120B">
      <w:pPr>
        <w:spacing w:after="0"/>
        <w:rPr>
          <w:rFonts w:ascii="Times New Roman" w:hAnsi="Times New Roman" w:cs="Times New Roman"/>
          <w:color w:val="000000"/>
          <w:sz w:val="24"/>
          <w:szCs w:val="24"/>
        </w:rPr>
      </w:pPr>
      <w:r w:rsidRPr="009E72BC">
        <w:rPr>
          <w:rFonts w:ascii="Times New Roman" w:hAnsi="Times New Roman" w:cs="Times New Roman"/>
          <w:color w:val="000000"/>
          <w:sz w:val="24"/>
          <w:szCs w:val="24"/>
        </w:rPr>
        <w:t>Priešingu atveju priėmimo testavimas laikomas nesėkmingu.</w:t>
      </w:r>
    </w:p>
    <w:p w14:paraId="1CC58EB9" w14:textId="77777777" w:rsidR="003E68E3" w:rsidRPr="001C4838" w:rsidRDefault="003E68E3" w:rsidP="00EC17D1">
      <w:pPr>
        <w:spacing w:after="0" w:line="240" w:lineRule="auto"/>
        <w:ind w:firstLine="567"/>
        <w:rPr>
          <w:rFonts w:ascii="Times New Roman" w:hAnsi="Times New Roman" w:cs="Times New Roman"/>
          <w:bCs/>
          <w:sz w:val="24"/>
          <w:szCs w:val="24"/>
        </w:rPr>
      </w:pPr>
    </w:p>
    <w:p w14:paraId="18AD4792"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Pakeista IBPS ir jos autorinės teisės turės būti perduotos PO nuosavybėn turtinėmis teisėmis.</w:t>
      </w:r>
    </w:p>
    <w:p w14:paraId="4A9F7C8D" w14:textId="4A6C96C6"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Galutinių rezultatų priėmimas-perdavimas įforminamas priėmimo-perdavimo aktu. Jų kiekį ir periodiškumą tiekėjas turi suderinti su PO atskirai</w:t>
      </w:r>
      <w:r w:rsidR="00526132">
        <w:rPr>
          <w:rFonts w:ascii="Times New Roman" w:hAnsi="Times New Roman" w:cs="Times New Roman"/>
          <w:bCs/>
          <w:sz w:val="24"/>
          <w:szCs w:val="24"/>
        </w:rPr>
        <w:t>.</w:t>
      </w:r>
    </w:p>
    <w:p w14:paraId="6379FA82" w14:textId="77777777" w:rsidR="00EC17D1" w:rsidRPr="001C4838" w:rsidRDefault="00EC17D1" w:rsidP="00EC17D1">
      <w:pPr>
        <w:spacing w:before="120" w:after="120"/>
        <w:ind w:firstLine="567"/>
        <w:rPr>
          <w:rFonts w:ascii="Times New Roman" w:hAnsi="Times New Roman" w:cs="Times New Roman"/>
          <w:bCs/>
          <w:sz w:val="24"/>
          <w:szCs w:val="24"/>
        </w:rPr>
      </w:pPr>
    </w:p>
    <w:p w14:paraId="2B61EE10" w14:textId="1EA9153D" w:rsidR="007F2806" w:rsidRDefault="00EC17D1" w:rsidP="009270C9">
      <w:pPr>
        <w:spacing w:after="0"/>
        <w:ind w:firstLine="567"/>
        <w:rPr>
          <w:rFonts w:ascii="Times New Roman" w:hAnsi="Times New Roman" w:cs="Times New Roman"/>
          <w:b/>
          <w:sz w:val="24"/>
          <w:szCs w:val="24"/>
        </w:rPr>
      </w:pPr>
      <w:r w:rsidRPr="001C4838">
        <w:rPr>
          <w:rFonts w:ascii="Times New Roman" w:hAnsi="Times New Roman" w:cs="Times New Roman"/>
          <w:b/>
          <w:sz w:val="24"/>
          <w:szCs w:val="24"/>
        </w:rPr>
        <w:t>4.5. Reikalavimai pažeidžiamumų šalinimui</w:t>
      </w:r>
    </w:p>
    <w:p w14:paraId="08276759" w14:textId="1631D87A" w:rsidR="003E68E3" w:rsidRPr="002A120B" w:rsidRDefault="00EC17D1" w:rsidP="002A120B">
      <w:pPr>
        <w:pStyle w:val="pf0"/>
        <w:spacing w:before="0" w:beforeAutospacing="0" w:after="0" w:afterAutospacing="0"/>
        <w:ind w:firstLine="567"/>
        <w:jc w:val="both"/>
      </w:pPr>
      <w:r w:rsidRPr="001C4838">
        <w:rPr>
          <w:bCs/>
        </w:rPr>
        <w:t>IBPS negali turėti pažeidžiamumų, kurių įvertis pagal Bendrąją pažeidžiamumų vertinimo sistemos (</w:t>
      </w:r>
      <w:proofErr w:type="spellStart"/>
      <w:r w:rsidRPr="001C4838">
        <w:rPr>
          <w:bCs/>
        </w:rPr>
        <w:t>Common</w:t>
      </w:r>
      <w:proofErr w:type="spellEnd"/>
      <w:r w:rsidRPr="001C4838">
        <w:rPr>
          <w:bCs/>
        </w:rPr>
        <w:t xml:space="preserve"> </w:t>
      </w:r>
      <w:proofErr w:type="spellStart"/>
      <w:r w:rsidRPr="001C4838">
        <w:rPr>
          <w:bCs/>
        </w:rPr>
        <w:t>Vulnerability</w:t>
      </w:r>
      <w:proofErr w:type="spellEnd"/>
      <w:r w:rsidRPr="001C4838">
        <w:rPr>
          <w:bCs/>
        </w:rPr>
        <w:t xml:space="preserve"> </w:t>
      </w:r>
      <w:proofErr w:type="spellStart"/>
      <w:r w:rsidRPr="001C4838">
        <w:rPr>
          <w:bCs/>
        </w:rPr>
        <w:t>Scoring</w:t>
      </w:r>
      <w:proofErr w:type="spellEnd"/>
      <w:r w:rsidRPr="001C4838">
        <w:rPr>
          <w:bCs/>
        </w:rPr>
        <w:t xml:space="preserve"> System, CVSS) 3 arba vėlesnę versiją, nurodomas </w:t>
      </w:r>
      <w:hyperlink r:id="rId18" w:history="1">
        <w:r w:rsidRPr="001C4838">
          <w:rPr>
            <w:rStyle w:val="Hipersaitas"/>
            <w:bCs/>
          </w:rPr>
          <w:t>https://nvd.nist.gov/</w:t>
        </w:r>
      </w:hyperlink>
      <w:r w:rsidRPr="001C4838">
        <w:rPr>
          <w:bCs/>
        </w:rPr>
        <w:t xml:space="preserve">, yra 5 arba didesnis. PO atliks pažeidžiamumų įvertinimą ir pateiks šio įvertinimo ataskaitą Paslaugų teikėjui, taip pat IRD turi teisę nurodyti pašalinti kitus pažeidžiamumus. </w:t>
      </w:r>
      <w:r w:rsidR="003E68E3" w:rsidRPr="003E68E3">
        <w:rPr>
          <w:bCs/>
        </w:rPr>
        <w:t>T</w:t>
      </w:r>
      <w:r w:rsidR="003E68E3" w:rsidRPr="002A120B">
        <w:t>iekėjas privalės pašalinti pažeidžiamumus, jeigu tokių bus nustatyta.</w:t>
      </w:r>
      <w:r w:rsidR="003E68E3" w:rsidRPr="003E68E3">
        <w:rPr>
          <w:rStyle w:val="AntratsDiagrama"/>
        </w:rPr>
        <w:t xml:space="preserve"> </w:t>
      </w:r>
      <w:r w:rsidR="003E68E3" w:rsidRPr="002A120B">
        <w:t>Priešingu atveju paslaugos ne</w:t>
      </w:r>
      <w:r w:rsidR="000B028A">
        <w:t xml:space="preserve">bus </w:t>
      </w:r>
      <w:r w:rsidR="003E68E3" w:rsidRPr="002A120B">
        <w:t>priimtos.</w:t>
      </w:r>
    </w:p>
    <w:p w14:paraId="75B72FD0" w14:textId="6AB48896" w:rsidR="00EC17D1" w:rsidRPr="003E68E3" w:rsidRDefault="00EC17D1" w:rsidP="009270C9">
      <w:pPr>
        <w:spacing w:after="0"/>
        <w:ind w:firstLine="567"/>
        <w:rPr>
          <w:rFonts w:ascii="Times New Roman" w:hAnsi="Times New Roman" w:cs="Times New Roman"/>
          <w:bCs/>
          <w:sz w:val="24"/>
          <w:szCs w:val="24"/>
        </w:rPr>
      </w:pPr>
    </w:p>
    <w:p w14:paraId="0FB23002"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EPP įdiegta programinė įranga (kuriamos aplikacijos ar standartinė programinė įranga) negali turėti </w:t>
      </w:r>
      <w:proofErr w:type="spellStart"/>
      <w:r w:rsidRPr="001C4838">
        <w:rPr>
          <w:rFonts w:ascii="Times New Roman" w:hAnsi="Times New Roman" w:cs="Times New Roman"/>
          <w:bCs/>
          <w:sz w:val="24"/>
          <w:szCs w:val="24"/>
        </w:rPr>
        <w:t>Open</w:t>
      </w:r>
      <w:proofErr w:type="spellEnd"/>
      <w:r w:rsidRPr="001C4838">
        <w:rPr>
          <w:rFonts w:ascii="Times New Roman" w:hAnsi="Times New Roman" w:cs="Times New Roman"/>
          <w:bCs/>
          <w:sz w:val="24"/>
          <w:szCs w:val="24"/>
        </w:rPr>
        <w:t xml:space="preserve"> </w:t>
      </w:r>
      <w:proofErr w:type="spellStart"/>
      <w:r w:rsidRPr="001C4838">
        <w:rPr>
          <w:rFonts w:ascii="Times New Roman" w:hAnsi="Times New Roman" w:cs="Times New Roman"/>
          <w:bCs/>
          <w:sz w:val="24"/>
          <w:szCs w:val="24"/>
        </w:rPr>
        <w:t>Web</w:t>
      </w:r>
      <w:proofErr w:type="spellEnd"/>
      <w:r w:rsidRPr="001C4838">
        <w:rPr>
          <w:rFonts w:ascii="Times New Roman" w:hAnsi="Times New Roman" w:cs="Times New Roman"/>
          <w:bCs/>
          <w:sz w:val="24"/>
          <w:szCs w:val="24"/>
        </w:rPr>
        <w:t xml:space="preserve"> </w:t>
      </w:r>
      <w:proofErr w:type="spellStart"/>
      <w:r w:rsidRPr="001C4838">
        <w:rPr>
          <w:rFonts w:ascii="Times New Roman" w:hAnsi="Times New Roman" w:cs="Times New Roman"/>
          <w:bCs/>
          <w:sz w:val="24"/>
          <w:szCs w:val="24"/>
        </w:rPr>
        <w:t>Application</w:t>
      </w:r>
      <w:proofErr w:type="spellEnd"/>
      <w:r w:rsidRPr="001C4838">
        <w:rPr>
          <w:rFonts w:ascii="Times New Roman" w:hAnsi="Times New Roman" w:cs="Times New Roman"/>
          <w:bCs/>
          <w:sz w:val="24"/>
          <w:szCs w:val="24"/>
        </w:rPr>
        <w:t xml:space="preserve"> </w:t>
      </w:r>
      <w:proofErr w:type="spellStart"/>
      <w:r w:rsidRPr="001C4838">
        <w:rPr>
          <w:rFonts w:ascii="Times New Roman" w:hAnsi="Times New Roman" w:cs="Times New Roman"/>
          <w:bCs/>
          <w:sz w:val="24"/>
          <w:szCs w:val="24"/>
        </w:rPr>
        <w:t>Security</w:t>
      </w:r>
      <w:proofErr w:type="spellEnd"/>
      <w:r w:rsidRPr="001C4838">
        <w:rPr>
          <w:rFonts w:ascii="Times New Roman" w:hAnsi="Times New Roman" w:cs="Times New Roman"/>
          <w:bCs/>
          <w:sz w:val="24"/>
          <w:szCs w:val="24"/>
        </w:rPr>
        <w:t xml:space="preserve"> Project (OWASP) </w:t>
      </w:r>
      <w:proofErr w:type="spellStart"/>
      <w:r w:rsidRPr="001C4838">
        <w:rPr>
          <w:rFonts w:ascii="Times New Roman" w:hAnsi="Times New Roman" w:cs="Times New Roman"/>
          <w:bCs/>
          <w:sz w:val="24"/>
          <w:szCs w:val="24"/>
        </w:rPr>
        <w:t>Top</w:t>
      </w:r>
      <w:proofErr w:type="spellEnd"/>
      <w:r w:rsidRPr="001C4838">
        <w:rPr>
          <w:rFonts w:ascii="Times New Roman" w:hAnsi="Times New Roman" w:cs="Times New Roman"/>
          <w:bCs/>
          <w:sz w:val="24"/>
          <w:szCs w:val="24"/>
        </w:rPr>
        <w:t xml:space="preserve"> 10 periodiškai skelbiamame aktualiame dokumente ir ankstesnėse šio dokumento versijose nurodytų pažeidžiamumų.</w:t>
      </w:r>
    </w:p>
    <w:p w14:paraId="41E87081"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IS turi būti apsaugota nuo:</w:t>
      </w:r>
    </w:p>
    <w:p w14:paraId="0D30CC0C"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Neautentifikuotos prieigos;</w:t>
      </w:r>
    </w:p>
    <w:p w14:paraId="2410B144"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Nesankcionuoto naudotojo sesijos perėmimo;</w:t>
      </w:r>
    </w:p>
    <w:p w14:paraId="2F6D4D6E"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Nesankcionuoto duomenų perėmimo ar jų įterpimo;</w:t>
      </w:r>
    </w:p>
    <w:p w14:paraId="0F4032A1"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Žalingo kodo įterpimo (angl. </w:t>
      </w:r>
      <w:proofErr w:type="spellStart"/>
      <w:r w:rsidRPr="001C4838">
        <w:rPr>
          <w:rFonts w:ascii="Times New Roman" w:hAnsi="Times New Roman" w:cs="Times New Roman"/>
          <w:i/>
          <w:iCs/>
          <w:sz w:val="24"/>
          <w:szCs w:val="24"/>
        </w:rPr>
        <w:t>Injection</w:t>
      </w:r>
      <w:proofErr w:type="spellEnd"/>
      <w:r w:rsidRPr="001C4838">
        <w:rPr>
          <w:rFonts w:ascii="Times New Roman" w:hAnsi="Times New Roman" w:cs="Times New Roman"/>
          <w:i/>
          <w:iCs/>
          <w:sz w:val="24"/>
          <w:szCs w:val="24"/>
        </w:rPr>
        <w:t>, XSS (</w:t>
      </w:r>
      <w:proofErr w:type="spellStart"/>
      <w:r w:rsidRPr="001C4838">
        <w:rPr>
          <w:rFonts w:ascii="Times New Roman" w:hAnsi="Times New Roman" w:cs="Times New Roman"/>
          <w:i/>
          <w:iCs/>
          <w:sz w:val="24"/>
          <w:szCs w:val="24"/>
        </w:rPr>
        <w:t>Cross-sitescripting</w:t>
      </w:r>
      <w:proofErr w:type="spellEnd"/>
      <w:r w:rsidRPr="001C4838">
        <w:rPr>
          <w:rFonts w:ascii="Times New Roman" w:hAnsi="Times New Roman" w:cs="Times New Roman"/>
          <w:i/>
          <w:iCs/>
          <w:sz w:val="24"/>
          <w:szCs w:val="24"/>
        </w:rPr>
        <w:t>)</w:t>
      </w:r>
      <w:r w:rsidRPr="001C4838">
        <w:rPr>
          <w:rFonts w:ascii="Times New Roman" w:hAnsi="Times New Roman" w:cs="Times New Roman"/>
          <w:sz w:val="24"/>
          <w:szCs w:val="24"/>
        </w:rPr>
        <w:t>);</w:t>
      </w:r>
    </w:p>
    <w:p w14:paraId="2CE310C6"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Kitų saugumo pažeidimų, kurie įvardijami OWASP TOP 10 (https://www.owasp.org) periodiškai skelbiamame aktualiame dokumente ir ankstesnėse šio dokumento versijose nurodytų pažeidžiamumų.</w:t>
      </w:r>
    </w:p>
    <w:p w14:paraId="1E073DF2" w14:textId="77777777" w:rsidR="00EC17D1" w:rsidRPr="001C4838" w:rsidRDefault="00EC17D1" w:rsidP="00EC17D1">
      <w:pPr>
        <w:pStyle w:val="Sraopastraipa"/>
        <w:tabs>
          <w:tab w:val="left" w:pos="720"/>
          <w:tab w:val="left" w:pos="1134"/>
          <w:tab w:val="left" w:pos="1260"/>
          <w:tab w:val="left" w:pos="1418"/>
        </w:tabs>
        <w:rPr>
          <w:rFonts w:ascii="Times New Roman" w:hAnsi="Times New Roman" w:cs="Times New Roman"/>
          <w:sz w:val="24"/>
          <w:szCs w:val="24"/>
        </w:rPr>
      </w:pPr>
    </w:p>
    <w:p w14:paraId="16E0215E" w14:textId="2656BA67" w:rsidR="00EC17D1" w:rsidRPr="001C4838" w:rsidRDefault="00EC17D1" w:rsidP="0063260D">
      <w:pPr>
        <w:pStyle w:val="Sraopastraipa"/>
        <w:tabs>
          <w:tab w:val="left" w:pos="851"/>
        </w:tabs>
        <w:spacing w:after="0" w:line="240" w:lineRule="auto"/>
        <w:ind w:left="0" w:firstLine="567"/>
        <w:rPr>
          <w:rFonts w:ascii="Times New Roman" w:hAnsi="Times New Roman" w:cs="Times New Roman"/>
          <w:b/>
          <w:sz w:val="24"/>
          <w:szCs w:val="24"/>
        </w:rPr>
      </w:pPr>
      <w:r w:rsidRPr="001C4838">
        <w:rPr>
          <w:rFonts w:ascii="Times New Roman" w:hAnsi="Times New Roman" w:cs="Times New Roman"/>
          <w:b/>
          <w:sz w:val="24"/>
          <w:szCs w:val="24"/>
        </w:rPr>
        <w:t>4.6. Garantinė priežiūra, pastebėtų klaidų ir neatitikimų šalinimas</w:t>
      </w:r>
    </w:p>
    <w:p w14:paraId="2F6CCC52" w14:textId="3B88269D"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Sukurtam ar </w:t>
      </w:r>
      <w:r>
        <w:rPr>
          <w:rFonts w:ascii="Times New Roman" w:hAnsi="Times New Roman" w:cs="Times New Roman"/>
          <w:bCs/>
          <w:sz w:val="24"/>
          <w:szCs w:val="24"/>
        </w:rPr>
        <w:t>mod</w:t>
      </w:r>
      <w:r w:rsidR="00C67D58">
        <w:rPr>
          <w:rFonts w:ascii="Times New Roman" w:hAnsi="Times New Roman" w:cs="Times New Roman"/>
          <w:bCs/>
          <w:sz w:val="24"/>
          <w:szCs w:val="24"/>
        </w:rPr>
        <w:t>ernizuotam</w:t>
      </w:r>
      <w:r w:rsidRPr="001C4838">
        <w:rPr>
          <w:rFonts w:ascii="Times New Roman" w:hAnsi="Times New Roman" w:cs="Times New Roman"/>
          <w:bCs/>
          <w:sz w:val="24"/>
          <w:szCs w:val="24"/>
        </w:rPr>
        <w:t xml:space="preserve"> IBPS funkcionalumui, pagal III skyriuje „Reikalavimai IBPS prog</w:t>
      </w:r>
      <w:r>
        <w:rPr>
          <w:rFonts w:ascii="Times New Roman" w:hAnsi="Times New Roman" w:cs="Times New Roman"/>
          <w:bCs/>
          <w:sz w:val="24"/>
          <w:szCs w:val="24"/>
        </w:rPr>
        <w:t>raminės įrangos priežiūrai</w:t>
      </w:r>
      <w:r w:rsidR="005B473E">
        <w:rPr>
          <w:rFonts w:ascii="Times New Roman" w:hAnsi="Times New Roman" w:cs="Times New Roman"/>
          <w:bCs/>
          <w:sz w:val="24"/>
          <w:szCs w:val="24"/>
        </w:rPr>
        <w:t xml:space="preserve"> ir modernizavimui</w:t>
      </w:r>
      <w:r>
        <w:rPr>
          <w:rFonts w:ascii="Times New Roman" w:hAnsi="Times New Roman" w:cs="Times New Roman"/>
          <w:bCs/>
          <w:sz w:val="24"/>
          <w:szCs w:val="24"/>
        </w:rPr>
        <w:t xml:space="preserve">“ </w:t>
      </w:r>
      <w:r w:rsidR="007F2806">
        <w:rPr>
          <w:rFonts w:ascii="Times New Roman" w:hAnsi="Times New Roman" w:cs="Times New Roman"/>
          <w:bCs/>
          <w:sz w:val="24"/>
          <w:szCs w:val="24"/>
        </w:rPr>
        <w:t>n</w:t>
      </w:r>
      <w:r w:rsidRPr="001C4838">
        <w:rPr>
          <w:rFonts w:ascii="Times New Roman" w:hAnsi="Times New Roman" w:cs="Times New Roman"/>
          <w:bCs/>
          <w:sz w:val="24"/>
          <w:szCs w:val="24"/>
        </w:rPr>
        <w:t xml:space="preserve">umatytus reikalavimus, suteikiama garantija. Garantinio laikotarpio pradžia laikoma </w:t>
      </w:r>
      <w:r>
        <w:rPr>
          <w:rFonts w:ascii="Times New Roman" w:hAnsi="Times New Roman" w:cs="Times New Roman"/>
          <w:bCs/>
          <w:sz w:val="24"/>
          <w:szCs w:val="24"/>
        </w:rPr>
        <w:t>sukurtos ar mod</w:t>
      </w:r>
      <w:r w:rsidR="00C67D58">
        <w:rPr>
          <w:rFonts w:ascii="Times New Roman" w:hAnsi="Times New Roman" w:cs="Times New Roman"/>
          <w:bCs/>
          <w:sz w:val="24"/>
          <w:szCs w:val="24"/>
        </w:rPr>
        <w:t>ernizuotos</w:t>
      </w:r>
      <w:r>
        <w:rPr>
          <w:rFonts w:ascii="Times New Roman" w:hAnsi="Times New Roman" w:cs="Times New Roman"/>
          <w:bCs/>
          <w:sz w:val="24"/>
          <w:szCs w:val="24"/>
        </w:rPr>
        <w:t xml:space="preserve"> PĮ </w:t>
      </w:r>
      <w:r w:rsidRPr="001C4838">
        <w:rPr>
          <w:rFonts w:ascii="Times New Roman" w:hAnsi="Times New Roman" w:cs="Times New Roman"/>
          <w:bCs/>
          <w:sz w:val="24"/>
          <w:szCs w:val="24"/>
        </w:rPr>
        <w:t>perdavimo - priėmimo akto pasirašymo data.</w:t>
      </w:r>
    </w:p>
    <w:p w14:paraId="7BE72FF7" w14:textId="4117C8DB"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Garantinė priežiūra vykdoma sutarties galiojimo </w:t>
      </w:r>
      <w:r w:rsidR="00245A6E">
        <w:rPr>
          <w:rFonts w:ascii="Times New Roman" w:hAnsi="Times New Roman" w:cs="Times New Roman"/>
          <w:bCs/>
          <w:sz w:val="24"/>
          <w:szCs w:val="24"/>
        </w:rPr>
        <w:t>laikotarpiu ir 12 (dvylika) mėnesių po paskutinio pagal sutartį paslaugų perdavimo-priėmimo akto pasirašymo dienos</w:t>
      </w:r>
      <w:r w:rsidRPr="001C4838">
        <w:rPr>
          <w:rFonts w:ascii="Times New Roman" w:hAnsi="Times New Roman" w:cs="Times New Roman"/>
          <w:bCs/>
          <w:sz w:val="24"/>
          <w:szCs w:val="24"/>
        </w:rPr>
        <w:t xml:space="preserve">. Teikėjas privalo vykdyti garantinį aptarnavimą viso sukurto ar </w:t>
      </w:r>
      <w:r>
        <w:rPr>
          <w:rFonts w:ascii="Times New Roman" w:hAnsi="Times New Roman" w:cs="Times New Roman"/>
          <w:bCs/>
          <w:sz w:val="24"/>
          <w:szCs w:val="24"/>
        </w:rPr>
        <w:t>mod</w:t>
      </w:r>
      <w:r w:rsidR="00C67D58">
        <w:rPr>
          <w:rFonts w:ascii="Times New Roman" w:hAnsi="Times New Roman" w:cs="Times New Roman"/>
          <w:bCs/>
          <w:sz w:val="24"/>
          <w:szCs w:val="24"/>
        </w:rPr>
        <w:t>ernizuoto</w:t>
      </w:r>
      <w:r w:rsidRPr="001C4838">
        <w:rPr>
          <w:rFonts w:ascii="Times New Roman" w:hAnsi="Times New Roman" w:cs="Times New Roman"/>
          <w:bCs/>
          <w:sz w:val="24"/>
          <w:szCs w:val="24"/>
        </w:rPr>
        <w:t xml:space="preserve"> IBPS funkcionalumo nuo jos eksploatacijos pradžios iki garantinio laikotarpio pabaigos. Garantinio laikotarpio metu tiekėjas turi užtikrinti visų pastebėtų trūkumų tinkamą pašalinimą, IBPS privalo būti darbinga, patikima ir atstatoma po trikdžių.</w:t>
      </w:r>
    </w:p>
    <w:p w14:paraId="6F281030" w14:textId="05A8CEBC" w:rsidR="00EC17D1"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Garantinio laikotarpio metu elektronine forma turi būti vedamas pastebėtų klaidų ir jų būsenų kaupimo žurnalas, suteikta galimybė jį pildyti suteikiant įgaliotiems PO darbuotojams</w:t>
      </w:r>
      <w:r w:rsidR="00247454">
        <w:rPr>
          <w:rFonts w:ascii="Times New Roman" w:hAnsi="Times New Roman" w:cs="Times New Roman"/>
          <w:bCs/>
          <w:sz w:val="24"/>
          <w:szCs w:val="24"/>
        </w:rPr>
        <w:t>.</w:t>
      </w:r>
      <w:r w:rsidRPr="001C4838">
        <w:rPr>
          <w:rFonts w:ascii="Times New Roman" w:hAnsi="Times New Roman" w:cs="Times New Roman"/>
          <w:bCs/>
          <w:sz w:val="24"/>
          <w:szCs w:val="24"/>
        </w:rPr>
        <w:t xml:space="preserve"> Taip pat Sutarties vykdymo metu visi incidentai dėl modernizuojamos įrangos registruojami Informacinių technologijų ir telekomunikacijų pagalbos tarnybos posistemėje </w:t>
      </w:r>
      <w:hyperlink r:id="rId19" w:history="1">
        <w:r w:rsidRPr="001C4838">
          <w:rPr>
            <w:rStyle w:val="Hipersaitas"/>
            <w:rFonts w:ascii="Times New Roman" w:hAnsi="Times New Roman" w:cs="Times New Roman"/>
            <w:bCs/>
            <w:sz w:val="24"/>
            <w:szCs w:val="24"/>
          </w:rPr>
          <w:t>https://ittpagalba.vrm.lt/MSM/</w:t>
        </w:r>
      </w:hyperlink>
      <w:r w:rsidRPr="001C4838">
        <w:rPr>
          <w:rFonts w:ascii="Times New Roman" w:hAnsi="Times New Roman" w:cs="Times New Roman"/>
          <w:bCs/>
          <w:sz w:val="24"/>
          <w:szCs w:val="24"/>
        </w:rPr>
        <w:t xml:space="preserve"> ir  perduodami Paslaugų teikėjui el. paštu spręsti incidentus. Spręsdamas incidentus, Paslaugų teikėjas </w:t>
      </w:r>
      <w:proofErr w:type="spellStart"/>
      <w:r w:rsidRPr="001C4838">
        <w:rPr>
          <w:rFonts w:ascii="Times New Roman" w:hAnsi="Times New Roman" w:cs="Times New Roman"/>
          <w:bCs/>
          <w:sz w:val="24"/>
          <w:szCs w:val="24"/>
        </w:rPr>
        <w:t>el</w:t>
      </w:r>
      <w:proofErr w:type="spellEnd"/>
      <w:r w:rsidRPr="001C4838">
        <w:rPr>
          <w:rFonts w:ascii="Times New Roman" w:hAnsi="Times New Roman" w:cs="Times New Roman"/>
          <w:bCs/>
          <w:sz w:val="24"/>
          <w:szCs w:val="24"/>
        </w:rPr>
        <w:t xml:space="preserve"> paštu gautą pranešimą apie incidentą automatiškai ar Paslaugų teikėjo darbuotojų pagalba turės užregistruoti savo </w:t>
      </w:r>
      <w:r w:rsidRPr="001C4838">
        <w:rPr>
          <w:rFonts w:ascii="Times New Roman" w:hAnsi="Times New Roman" w:cs="Times New Roman"/>
          <w:bCs/>
          <w:sz w:val="24"/>
          <w:szCs w:val="24"/>
        </w:rPr>
        <w:lastRenderedPageBreak/>
        <w:t>incidentų valdymo sistemoje ir jam suteikti identifikacinį numerį bei Perkančiajai organizacijai atsakyti</w:t>
      </w:r>
      <w:r w:rsidR="0088385D">
        <w:rPr>
          <w:rFonts w:ascii="Times New Roman" w:hAnsi="Times New Roman" w:cs="Times New Roman"/>
          <w:bCs/>
          <w:sz w:val="24"/>
          <w:szCs w:val="24"/>
        </w:rPr>
        <w:t xml:space="preserve"> </w:t>
      </w:r>
      <w:r w:rsidRPr="001C4838">
        <w:rPr>
          <w:rFonts w:ascii="Times New Roman" w:hAnsi="Times New Roman" w:cs="Times New Roman"/>
          <w:bCs/>
          <w:sz w:val="24"/>
          <w:szCs w:val="24"/>
        </w:rPr>
        <w:t xml:space="preserve">apie užregistravimą, incidento sprendimą el. paštu </w:t>
      </w:r>
      <w:hyperlink r:id="rId20" w:history="1">
        <w:r w:rsidRPr="001C4838">
          <w:rPr>
            <w:rStyle w:val="Hipersaitas"/>
            <w:rFonts w:ascii="Times New Roman" w:hAnsi="Times New Roman" w:cs="Times New Roman"/>
            <w:bCs/>
            <w:sz w:val="24"/>
            <w:szCs w:val="24"/>
          </w:rPr>
          <w:t>ittpagalba@vrm.lt</w:t>
        </w:r>
      </w:hyperlink>
      <w:r w:rsidRPr="001C4838">
        <w:rPr>
          <w:rFonts w:ascii="Times New Roman" w:hAnsi="Times New Roman" w:cs="Times New Roman"/>
          <w:bCs/>
          <w:sz w:val="24"/>
          <w:szCs w:val="24"/>
        </w:rPr>
        <w:t xml:space="preserve">, el. laiško antraštėje (angl. </w:t>
      </w:r>
      <w:proofErr w:type="spellStart"/>
      <w:r w:rsidRPr="001C4838">
        <w:rPr>
          <w:rFonts w:ascii="Times New Roman" w:hAnsi="Times New Roman" w:cs="Times New Roman"/>
          <w:bCs/>
          <w:sz w:val="24"/>
          <w:szCs w:val="24"/>
        </w:rPr>
        <w:t>Subject</w:t>
      </w:r>
      <w:proofErr w:type="spellEnd"/>
      <w:r w:rsidRPr="001C4838">
        <w:rPr>
          <w:rFonts w:ascii="Times New Roman" w:hAnsi="Times New Roman" w:cs="Times New Roman"/>
          <w:bCs/>
          <w:sz w:val="24"/>
          <w:szCs w:val="24"/>
        </w:rPr>
        <w:t>), nurodydamas tą patį incidento numerį, koks buvo gautas siunčiant iš Informacinių technologijų ir telekomunikacijų pagalbos tarnybos posistemės. Išvardintais būdais PO atsakingiems asmenims turi būti galimybė pranešti apie IBPS ir EPP sutrikimus, reikiamas konsultacijas, reikiamus tobulinimus (naujo funkcionalumo kūrimą) ir pan.</w:t>
      </w:r>
    </w:p>
    <w:p w14:paraId="6F01EC35"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Turi būti parengtos prieinamos ir PO tinkamos informavimo apie IBPS klaidas ir netikslumus, jų registravimo ir taisymo veiksmų būseną priemonės:</w:t>
      </w:r>
    </w:p>
    <w:p w14:paraId="37CFA75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PO ir tiekėjo suderinti telefonai;</w:t>
      </w:r>
    </w:p>
    <w:p w14:paraId="34527DDB"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PO ir tiekėjo suderinti el. pašto adresai;</w:t>
      </w:r>
    </w:p>
    <w:p w14:paraId="5BB31392"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klaidų registravimo IS;</w:t>
      </w:r>
    </w:p>
    <w:p w14:paraId="0002C027"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Garantinio laikotarpio metu PO nurodymu ar teikėjui savarankiškai aptikus IBPS PĮ trūkumus, turi būti atliekami šie veiksmai:</w:t>
      </w:r>
    </w:p>
    <w:p w14:paraId="0492522B"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klaidų ar netikslumų registravimas;</w:t>
      </w:r>
    </w:p>
    <w:p w14:paraId="7C66DF5C"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klaidų ar netikslumų taisymas, testavimas;</w:t>
      </w:r>
    </w:p>
    <w:p w14:paraId="1193CCC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atnaujinimas, diegiant klaidų ir netikslumų pataisymus;</w:t>
      </w:r>
    </w:p>
    <w:p w14:paraId="6E2293BA"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dokumentacijos tikslinimas.</w:t>
      </w:r>
    </w:p>
    <w:p w14:paraId="3F8A2654" w14:textId="1FF06466"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Garantinės priežiūros paslaugos PO turi būti teikiamos </w:t>
      </w:r>
      <w:r w:rsidR="00D915E8" w:rsidRPr="002A120B">
        <w:rPr>
          <w:rFonts w:ascii="Times New Roman" w:hAnsi="Times New Roman" w:cs="Times New Roman"/>
          <w:sz w:val="24"/>
          <w:szCs w:val="24"/>
        </w:rPr>
        <w:t>darbo dienomis nuo 7.30 val. iki 18.00 val</w:t>
      </w:r>
      <w:r w:rsidR="00D915E8" w:rsidRPr="00D915E8">
        <w:rPr>
          <w:rFonts w:ascii="Segoe UI" w:hAnsi="Segoe UI" w:cs="Segoe UI"/>
          <w:sz w:val="18"/>
          <w:szCs w:val="18"/>
        </w:rPr>
        <w:t>.</w:t>
      </w:r>
      <w:r w:rsidRPr="001C4838">
        <w:rPr>
          <w:rFonts w:ascii="Times New Roman" w:hAnsi="Times New Roman" w:cs="Times New Roman"/>
          <w:bCs/>
          <w:sz w:val="24"/>
          <w:szCs w:val="24"/>
        </w:rPr>
        <w:t>. Klaidos ir (ar) trikdžiai klasifikuojami:</w:t>
      </w:r>
    </w:p>
    <w:p w14:paraId="31ED43C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kritinė klaida – kai nustatyti trikdžiai ir (ar) problema, dėl kurių naudotojas negali vykdyti numatytų būtinų funkcijų ir nežinomas joks kitas alternatyvus šios funkcijos vykdymas;</w:t>
      </w:r>
    </w:p>
    <w:p w14:paraId="764CF16A"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svarbi klaida – kai nustatyti trikdžiai ir (ar) problema, kurie kliudo vykdyti būtinas funkcijas, tačiau yra žinomas alternatyvus funkcijos vykdymas;</w:t>
      </w:r>
    </w:p>
    <w:p w14:paraId="00D67974"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kita klaida – kai nustatyti trikdžiai ir (ar) problema, kurie sukelia sunkumus naudojantis sistema, bet neįtakoja IBPS funkcijų veikimo ir nedaro jokio kito poveikio sistemai.</w:t>
      </w:r>
    </w:p>
    <w:p w14:paraId="3EFE1A0D" w14:textId="3495D791"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Tiekėjas privalo išanalizuoti ir pašalinti trikdžius ir (ar) klaidas tokiu grafiku:</w:t>
      </w:r>
    </w:p>
    <w:p w14:paraId="353A466E" w14:textId="73D01FF4" w:rsidR="00EC17D1" w:rsidRPr="00A132CA"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kritinės klaidos atveju – ne vėliau kaip per 4 darbo valandas</w:t>
      </w:r>
      <w:r w:rsidR="00A132CA">
        <w:rPr>
          <w:rFonts w:ascii="Times New Roman" w:hAnsi="Times New Roman" w:cs="Times New Roman"/>
          <w:bCs/>
          <w:sz w:val="24"/>
          <w:szCs w:val="24"/>
        </w:rPr>
        <w:t xml:space="preserve"> </w:t>
      </w:r>
      <w:r w:rsidR="00A132CA" w:rsidRPr="00CB20B6">
        <w:rPr>
          <w:rFonts w:ascii="Times New Roman" w:hAnsi="Times New Roman" w:cs="Times New Roman"/>
          <w:sz w:val="24"/>
          <w:szCs w:val="24"/>
        </w:rPr>
        <w:t>nuo pranešim</w:t>
      </w:r>
      <w:r w:rsidR="00501F35">
        <w:rPr>
          <w:rFonts w:ascii="Times New Roman" w:hAnsi="Times New Roman" w:cs="Times New Roman"/>
          <w:sz w:val="24"/>
          <w:szCs w:val="24"/>
        </w:rPr>
        <w:t>o</w:t>
      </w:r>
      <w:r w:rsidR="00A132CA" w:rsidRPr="00CB20B6">
        <w:rPr>
          <w:rFonts w:ascii="Times New Roman" w:hAnsi="Times New Roman" w:cs="Times New Roman"/>
          <w:sz w:val="24"/>
          <w:szCs w:val="24"/>
        </w:rPr>
        <w:t xml:space="preserve"> </w:t>
      </w:r>
      <w:r w:rsidR="008F19F6" w:rsidRPr="00A132CA">
        <w:rPr>
          <w:rFonts w:ascii="Times New Roman" w:hAnsi="Times New Roman" w:cs="Times New Roman"/>
          <w:bCs/>
          <w:sz w:val="24"/>
          <w:szCs w:val="24"/>
        </w:rPr>
        <w:t>el. paštu apie incidentą</w:t>
      </w:r>
      <w:r w:rsidR="00501F35">
        <w:rPr>
          <w:rFonts w:ascii="Times New Roman" w:hAnsi="Times New Roman" w:cs="Times New Roman"/>
          <w:bCs/>
          <w:sz w:val="24"/>
          <w:szCs w:val="24"/>
        </w:rPr>
        <w:t xml:space="preserve"> išsiuntimo Tiekėjui</w:t>
      </w:r>
      <w:r w:rsidRPr="00A132CA">
        <w:rPr>
          <w:rFonts w:ascii="Times New Roman" w:hAnsi="Times New Roman" w:cs="Times New Roman"/>
          <w:bCs/>
          <w:sz w:val="24"/>
          <w:szCs w:val="24"/>
        </w:rPr>
        <w:t>;</w:t>
      </w:r>
    </w:p>
    <w:p w14:paraId="1AD1B239" w14:textId="5E203892" w:rsidR="00A132CA" w:rsidRPr="00CB20B6" w:rsidRDefault="00EC17D1" w:rsidP="00501F35">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A132CA">
        <w:rPr>
          <w:rFonts w:ascii="Times New Roman" w:hAnsi="Times New Roman" w:cs="Times New Roman"/>
          <w:bCs/>
          <w:sz w:val="24"/>
          <w:szCs w:val="24"/>
        </w:rPr>
        <w:t>svarbios klaidos atveju – ne vėliau kaip per 8 darbo valandas</w:t>
      </w:r>
      <w:r w:rsidR="00A132CA" w:rsidRPr="00A132CA">
        <w:rPr>
          <w:rFonts w:ascii="Times New Roman" w:hAnsi="Times New Roman" w:cs="Times New Roman"/>
          <w:bCs/>
          <w:sz w:val="24"/>
          <w:szCs w:val="24"/>
        </w:rPr>
        <w:t xml:space="preserve"> </w:t>
      </w:r>
      <w:r w:rsidR="00501F35" w:rsidRPr="00AF4B27">
        <w:rPr>
          <w:rFonts w:ascii="Times New Roman" w:hAnsi="Times New Roman" w:cs="Times New Roman"/>
          <w:sz w:val="24"/>
          <w:szCs w:val="24"/>
        </w:rPr>
        <w:t>nuo pranešim</w:t>
      </w:r>
      <w:r w:rsidR="00501F35">
        <w:rPr>
          <w:rFonts w:ascii="Times New Roman" w:hAnsi="Times New Roman" w:cs="Times New Roman"/>
          <w:sz w:val="24"/>
          <w:szCs w:val="24"/>
        </w:rPr>
        <w:t>o</w:t>
      </w:r>
      <w:r w:rsidR="00501F35" w:rsidRPr="00AF4B27">
        <w:rPr>
          <w:rFonts w:ascii="Times New Roman" w:hAnsi="Times New Roman" w:cs="Times New Roman"/>
          <w:sz w:val="24"/>
          <w:szCs w:val="24"/>
        </w:rPr>
        <w:t xml:space="preserve"> </w:t>
      </w:r>
      <w:r w:rsidR="00501F35" w:rsidRPr="00A132CA">
        <w:rPr>
          <w:rFonts w:ascii="Times New Roman" w:hAnsi="Times New Roman" w:cs="Times New Roman"/>
          <w:bCs/>
          <w:sz w:val="24"/>
          <w:szCs w:val="24"/>
        </w:rPr>
        <w:t>el. paštu apie incidentą</w:t>
      </w:r>
      <w:r w:rsidR="00501F35">
        <w:rPr>
          <w:rFonts w:ascii="Times New Roman" w:hAnsi="Times New Roman" w:cs="Times New Roman"/>
          <w:bCs/>
          <w:sz w:val="24"/>
          <w:szCs w:val="24"/>
        </w:rPr>
        <w:t xml:space="preserve"> išsiuntimo Tiekėjui</w:t>
      </w:r>
      <w:r w:rsidR="00501F35" w:rsidRPr="00A132CA">
        <w:rPr>
          <w:rFonts w:ascii="Times New Roman" w:hAnsi="Times New Roman" w:cs="Times New Roman"/>
          <w:bCs/>
          <w:sz w:val="24"/>
          <w:szCs w:val="24"/>
        </w:rPr>
        <w:t>;</w:t>
      </w:r>
    </w:p>
    <w:p w14:paraId="5DC3852E" w14:textId="6A639936" w:rsidR="00501F35" w:rsidRPr="00A132CA" w:rsidRDefault="00EC17D1" w:rsidP="00501F35">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A132CA">
        <w:rPr>
          <w:rFonts w:ascii="Times New Roman" w:hAnsi="Times New Roman" w:cs="Times New Roman"/>
          <w:bCs/>
          <w:sz w:val="24"/>
          <w:szCs w:val="24"/>
        </w:rPr>
        <w:t>kitos klaidos – ne vėliau kaip per 20 darbo valandų</w:t>
      </w:r>
      <w:r w:rsidR="00A132CA">
        <w:rPr>
          <w:rFonts w:ascii="Times New Roman" w:hAnsi="Times New Roman" w:cs="Times New Roman"/>
          <w:bCs/>
          <w:sz w:val="24"/>
          <w:szCs w:val="24"/>
        </w:rPr>
        <w:t xml:space="preserve"> </w:t>
      </w:r>
      <w:r w:rsidR="00501F35" w:rsidRPr="00AF4B27">
        <w:rPr>
          <w:rFonts w:ascii="Times New Roman" w:hAnsi="Times New Roman" w:cs="Times New Roman"/>
          <w:sz w:val="24"/>
          <w:szCs w:val="24"/>
        </w:rPr>
        <w:t>nuo pranešim</w:t>
      </w:r>
      <w:r w:rsidR="00501F35">
        <w:rPr>
          <w:rFonts w:ascii="Times New Roman" w:hAnsi="Times New Roman" w:cs="Times New Roman"/>
          <w:sz w:val="24"/>
          <w:szCs w:val="24"/>
        </w:rPr>
        <w:t>o</w:t>
      </w:r>
      <w:r w:rsidR="00501F35" w:rsidRPr="00AF4B27">
        <w:rPr>
          <w:rFonts w:ascii="Times New Roman" w:hAnsi="Times New Roman" w:cs="Times New Roman"/>
          <w:sz w:val="24"/>
          <w:szCs w:val="24"/>
        </w:rPr>
        <w:t xml:space="preserve"> </w:t>
      </w:r>
      <w:r w:rsidR="00501F35" w:rsidRPr="00A132CA">
        <w:rPr>
          <w:rFonts w:ascii="Times New Roman" w:hAnsi="Times New Roman" w:cs="Times New Roman"/>
          <w:bCs/>
          <w:sz w:val="24"/>
          <w:szCs w:val="24"/>
        </w:rPr>
        <w:t>el. paštu apie incidentą</w:t>
      </w:r>
      <w:r w:rsidR="00501F35">
        <w:rPr>
          <w:rFonts w:ascii="Times New Roman" w:hAnsi="Times New Roman" w:cs="Times New Roman"/>
          <w:bCs/>
          <w:sz w:val="24"/>
          <w:szCs w:val="24"/>
        </w:rPr>
        <w:t xml:space="preserve"> išsiuntimo Tiekėjui.</w:t>
      </w:r>
    </w:p>
    <w:p w14:paraId="744322F9" w14:textId="77777777"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Informacija (ataskaita) apie pašalintas ar pataisytas klaidas ir (ar) trikdžius turi būti atnaujinama ir pateikiama ne rečiau kaip kartą per mėnesį.</w:t>
      </w:r>
    </w:p>
    <w:p w14:paraId="4EA19707" w14:textId="39306AE1"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Sukurtam ar </w:t>
      </w:r>
      <w:r>
        <w:rPr>
          <w:rFonts w:ascii="Times New Roman" w:hAnsi="Times New Roman" w:cs="Times New Roman"/>
          <w:bCs/>
          <w:sz w:val="24"/>
          <w:szCs w:val="24"/>
        </w:rPr>
        <w:t>mod</w:t>
      </w:r>
      <w:r w:rsidR="00C67D58">
        <w:rPr>
          <w:rFonts w:ascii="Times New Roman" w:hAnsi="Times New Roman" w:cs="Times New Roman"/>
          <w:bCs/>
          <w:sz w:val="24"/>
          <w:szCs w:val="24"/>
        </w:rPr>
        <w:t>ernizuotam</w:t>
      </w:r>
      <w:r w:rsidRPr="001C4838">
        <w:rPr>
          <w:rFonts w:ascii="Times New Roman" w:hAnsi="Times New Roman" w:cs="Times New Roman"/>
          <w:bCs/>
          <w:sz w:val="24"/>
          <w:szCs w:val="24"/>
        </w:rPr>
        <w:t xml:space="preserve"> IBPS funkcionalumui garantinės priežiūros darbai turi apimti:</w:t>
      </w:r>
    </w:p>
    <w:p w14:paraId="282BC907"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konsultavimo darbus – PO darbuotojų konsultavimas darbo su IBPS klausimais telefonu ir (arba) el. paštu, dalyvavimas klaidų aptarimuose;</w:t>
      </w:r>
    </w:p>
    <w:p w14:paraId="32CBD115"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neatitikimų šalinimo ir klaidų taisymo paslaugas;</w:t>
      </w:r>
    </w:p>
    <w:p w14:paraId="1A4A8733" w14:textId="31B25930" w:rsidR="00EC17D1" w:rsidRPr="00ED4FF2" w:rsidRDefault="00EC17D1" w:rsidP="00ED4FF2">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ED4FF2">
        <w:rPr>
          <w:rFonts w:ascii="Times New Roman" w:hAnsi="Times New Roman" w:cs="Times New Roman"/>
          <w:bCs/>
          <w:sz w:val="24"/>
          <w:szCs w:val="24"/>
        </w:rPr>
        <w:t>sugadintų duomenų atstatymą, kai gedimo priežastis yra tiekėjo mod</w:t>
      </w:r>
      <w:r w:rsidR="00C67D58" w:rsidRPr="00ED4FF2">
        <w:rPr>
          <w:rFonts w:ascii="Times New Roman" w:hAnsi="Times New Roman" w:cs="Times New Roman"/>
          <w:bCs/>
          <w:sz w:val="24"/>
          <w:szCs w:val="24"/>
        </w:rPr>
        <w:t>ernizuotos</w:t>
      </w:r>
      <w:r w:rsidRPr="00ED4FF2">
        <w:rPr>
          <w:rFonts w:ascii="Times New Roman" w:hAnsi="Times New Roman" w:cs="Times New Roman"/>
          <w:bCs/>
          <w:sz w:val="24"/>
          <w:szCs w:val="24"/>
        </w:rPr>
        <w:t xml:space="preserve"> IBPS netinkamas</w:t>
      </w:r>
      <w:r w:rsidR="00ED4FF2">
        <w:rPr>
          <w:rFonts w:ascii="Times New Roman" w:hAnsi="Times New Roman" w:cs="Times New Roman"/>
          <w:bCs/>
          <w:sz w:val="24"/>
          <w:szCs w:val="24"/>
        </w:rPr>
        <w:t xml:space="preserve"> </w:t>
      </w:r>
      <w:r w:rsidRPr="00ED4FF2">
        <w:rPr>
          <w:rFonts w:ascii="Times New Roman" w:hAnsi="Times New Roman" w:cs="Times New Roman"/>
          <w:bCs/>
          <w:sz w:val="24"/>
          <w:szCs w:val="24"/>
        </w:rPr>
        <w:t>veikimas;</w:t>
      </w:r>
    </w:p>
    <w:p w14:paraId="38316D58"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sistemos duomenų bazės tvarkymas, optimizuojant sistemos darbą;</w:t>
      </w:r>
    </w:p>
    <w:p w14:paraId="5B3C9D3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IBPS IS veikimui reikalingos programinės įrangos ir tarpusavio sąsajų tvarkymas;</w:t>
      </w:r>
    </w:p>
    <w:p w14:paraId="3F671A92"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IBPS IS administratorių konsultavimas (telefonu, elektroniniu paštu) dėl sistemos nepertraukiamo veikimo ir pagalbos teikimas sprendžiant problemas;</w:t>
      </w:r>
    </w:p>
    <w:p w14:paraId="71732E99"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pagalbos PO teikimas vykdant duomenų atkūrimą iš atsarginių duomenų kopijų.</w:t>
      </w:r>
    </w:p>
    <w:p w14:paraId="6ACFA26F" w14:textId="77777777" w:rsidR="00EC17D1" w:rsidRPr="001C4838" w:rsidRDefault="00EC17D1" w:rsidP="00EC17D1">
      <w:pPr>
        <w:pStyle w:val="Sraopastraipa"/>
        <w:tabs>
          <w:tab w:val="left" w:pos="567"/>
          <w:tab w:val="left" w:pos="1134"/>
          <w:tab w:val="left" w:pos="1418"/>
        </w:tabs>
        <w:rPr>
          <w:rFonts w:ascii="Times New Roman" w:hAnsi="Times New Roman" w:cs="Times New Roman"/>
          <w:sz w:val="24"/>
          <w:szCs w:val="24"/>
        </w:rPr>
      </w:pPr>
    </w:p>
    <w:p w14:paraId="3A976A18" w14:textId="538A2751" w:rsidR="00EC17D1" w:rsidRPr="001C4838" w:rsidRDefault="00EC17D1" w:rsidP="00AC2F09">
      <w:pPr>
        <w:tabs>
          <w:tab w:val="left" w:pos="567"/>
          <w:tab w:val="left" w:pos="1134"/>
          <w:tab w:val="left" w:pos="1418"/>
        </w:tabs>
        <w:ind w:firstLine="567"/>
        <w:rPr>
          <w:rFonts w:ascii="Times New Roman" w:hAnsi="Times New Roman" w:cs="Times New Roman"/>
          <w:b/>
          <w:sz w:val="24"/>
          <w:szCs w:val="24"/>
        </w:rPr>
      </w:pPr>
      <w:r w:rsidRPr="001C4838">
        <w:rPr>
          <w:rFonts w:ascii="Times New Roman" w:hAnsi="Times New Roman" w:cs="Times New Roman"/>
          <w:b/>
          <w:sz w:val="24"/>
          <w:szCs w:val="24"/>
        </w:rPr>
        <w:t>4.7. Kiti reikalavimai</w:t>
      </w:r>
    </w:p>
    <w:p w14:paraId="5DCDF89A"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funkcionalumo ir funkcionalumo pakeitimų realizavimas neturi pareikalauti papildomos techninės ir licencijuojamos programinės įrangos arba papildomo finansavimo. </w:t>
      </w:r>
    </w:p>
    <w:p w14:paraId="41C71CA3"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lastRenderedPageBreak/>
        <w:t xml:space="preserve">IBPS naujų funkcionalumų sukūrimas bei esamų funkcionalumų pataisymas turi užtikrinti duomenų nuoseklumą (angl. </w:t>
      </w:r>
      <w:proofErr w:type="spellStart"/>
      <w:r w:rsidRPr="001C4838">
        <w:rPr>
          <w:rFonts w:ascii="Times New Roman" w:hAnsi="Times New Roman" w:cs="Times New Roman"/>
          <w:bCs/>
          <w:i/>
          <w:iCs/>
          <w:sz w:val="24"/>
          <w:szCs w:val="24"/>
        </w:rPr>
        <w:t>consistency</w:t>
      </w:r>
      <w:proofErr w:type="spellEnd"/>
      <w:r w:rsidRPr="001C4838">
        <w:rPr>
          <w:rFonts w:ascii="Times New Roman" w:hAnsi="Times New Roman" w:cs="Times New Roman"/>
          <w:bCs/>
          <w:sz w:val="24"/>
          <w:szCs w:val="24"/>
        </w:rPr>
        <w:t>), ne</w:t>
      </w:r>
      <w:r>
        <w:rPr>
          <w:rFonts w:ascii="Times New Roman" w:hAnsi="Times New Roman" w:cs="Times New Roman"/>
          <w:bCs/>
          <w:sz w:val="24"/>
          <w:szCs w:val="24"/>
        </w:rPr>
        <w:t xml:space="preserve"> </w:t>
      </w:r>
      <w:r w:rsidRPr="001C4838">
        <w:rPr>
          <w:rFonts w:ascii="Times New Roman" w:hAnsi="Times New Roman" w:cs="Times New Roman"/>
          <w:bCs/>
          <w:sz w:val="24"/>
          <w:szCs w:val="24"/>
        </w:rPr>
        <w:t xml:space="preserve">dalomumą (angl. </w:t>
      </w:r>
      <w:proofErr w:type="spellStart"/>
      <w:r w:rsidRPr="001C4838">
        <w:rPr>
          <w:rFonts w:ascii="Times New Roman" w:hAnsi="Times New Roman" w:cs="Times New Roman"/>
          <w:bCs/>
          <w:i/>
          <w:iCs/>
          <w:sz w:val="24"/>
          <w:szCs w:val="24"/>
        </w:rPr>
        <w:t>atomicity</w:t>
      </w:r>
      <w:proofErr w:type="spellEnd"/>
      <w:r w:rsidRPr="001C4838">
        <w:rPr>
          <w:rFonts w:ascii="Times New Roman" w:hAnsi="Times New Roman" w:cs="Times New Roman"/>
          <w:bCs/>
          <w:sz w:val="24"/>
          <w:szCs w:val="24"/>
        </w:rPr>
        <w:t xml:space="preserve">), patvarumą (angl. </w:t>
      </w:r>
      <w:proofErr w:type="spellStart"/>
      <w:r w:rsidRPr="001C4838">
        <w:rPr>
          <w:rFonts w:ascii="Times New Roman" w:hAnsi="Times New Roman" w:cs="Times New Roman"/>
          <w:bCs/>
          <w:i/>
          <w:iCs/>
          <w:sz w:val="24"/>
          <w:szCs w:val="24"/>
        </w:rPr>
        <w:t>durability</w:t>
      </w:r>
      <w:proofErr w:type="spellEnd"/>
      <w:r w:rsidRPr="001C4838">
        <w:rPr>
          <w:rFonts w:ascii="Times New Roman" w:hAnsi="Times New Roman" w:cs="Times New Roman"/>
          <w:bCs/>
          <w:sz w:val="24"/>
          <w:szCs w:val="24"/>
        </w:rPr>
        <w:t xml:space="preserve">) bei atskirtį (angl. </w:t>
      </w:r>
      <w:proofErr w:type="spellStart"/>
      <w:r w:rsidRPr="001C4838">
        <w:rPr>
          <w:rFonts w:ascii="Times New Roman" w:hAnsi="Times New Roman" w:cs="Times New Roman"/>
          <w:bCs/>
          <w:i/>
          <w:iCs/>
          <w:sz w:val="24"/>
          <w:szCs w:val="24"/>
        </w:rPr>
        <w:t>isolation</w:t>
      </w:r>
      <w:proofErr w:type="spellEnd"/>
      <w:r w:rsidRPr="001C4838">
        <w:rPr>
          <w:rFonts w:ascii="Times New Roman" w:hAnsi="Times New Roman" w:cs="Times New Roman"/>
          <w:bCs/>
          <w:sz w:val="24"/>
          <w:szCs w:val="24"/>
        </w:rPr>
        <w:t>).</w:t>
      </w:r>
    </w:p>
    <w:p w14:paraId="0EA27A40" w14:textId="77777777" w:rsidR="00EC17D1" w:rsidRDefault="00EC17D1" w:rsidP="00EC17D1">
      <w:pPr>
        <w:spacing w:after="0" w:line="240" w:lineRule="auto"/>
        <w:ind w:firstLine="567"/>
        <w:rPr>
          <w:rFonts w:ascii="Times New Roman" w:hAnsi="Times New Roman" w:cs="Times New Roman"/>
          <w:bCs/>
          <w:sz w:val="24"/>
          <w:szCs w:val="24"/>
        </w:rPr>
      </w:pPr>
    </w:p>
    <w:p w14:paraId="0A38A559" w14:textId="5511FA80"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Naujai sukurti</w:t>
      </w:r>
      <w:r>
        <w:rPr>
          <w:rFonts w:ascii="Times New Roman" w:hAnsi="Times New Roman" w:cs="Times New Roman"/>
          <w:bCs/>
          <w:sz w:val="24"/>
          <w:szCs w:val="24"/>
        </w:rPr>
        <w:t xml:space="preserve"> / mod</w:t>
      </w:r>
      <w:r w:rsidR="00C67D58">
        <w:rPr>
          <w:rFonts w:ascii="Times New Roman" w:hAnsi="Times New Roman" w:cs="Times New Roman"/>
          <w:bCs/>
          <w:sz w:val="24"/>
          <w:szCs w:val="24"/>
        </w:rPr>
        <w:t>ernizuoti</w:t>
      </w:r>
      <w:r w:rsidRPr="001C4838">
        <w:rPr>
          <w:rFonts w:ascii="Times New Roman" w:hAnsi="Times New Roman" w:cs="Times New Roman"/>
          <w:bCs/>
          <w:sz w:val="24"/>
          <w:szCs w:val="24"/>
        </w:rPr>
        <w:t xml:space="preserve"> IBPS funkcionalumai privalo:</w:t>
      </w:r>
    </w:p>
    <w:p w14:paraId="3A2BEE5F"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neįtakoti įprastinio IBPS naudotojų darbo (netrikdyti duomenų paieškos, įvedimo, koregavimo, dokumentų bei ataskaitų generavimo);</w:t>
      </w:r>
    </w:p>
    <w:p w14:paraId="42647E57"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neįtakoti IBPS duomenų bazėje saugomų duomenų, ataskaitų rezultatų, dokumentų turinio teisingumo;</w:t>
      </w:r>
    </w:p>
    <w:p w14:paraId="244FA28E"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neperkrauti IBPS aplikacijų, komponentų, duomenų bazių, aplikacijų serverių; </w:t>
      </w:r>
    </w:p>
    <w:p w14:paraId="1E1BD7FC" w14:textId="77777777" w:rsidR="00EC17D1"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apdoroti duomenis realiu laiku.</w:t>
      </w:r>
    </w:p>
    <w:p w14:paraId="1BB56A23" w14:textId="77777777" w:rsidR="003F20B3" w:rsidRPr="001376DF" w:rsidRDefault="003F20B3" w:rsidP="001376DF">
      <w:pPr>
        <w:suppressAutoHyphens/>
        <w:spacing w:after="0" w:line="240" w:lineRule="auto"/>
        <w:rPr>
          <w:rFonts w:ascii="Times New Roman" w:hAnsi="Times New Roman" w:cs="Times New Roman"/>
          <w:bCs/>
          <w:sz w:val="24"/>
          <w:szCs w:val="24"/>
        </w:rPr>
      </w:pPr>
    </w:p>
    <w:p w14:paraId="19A5C82D" w14:textId="77777777" w:rsidR="00EC17D1" w:rsidRPr="001C4838" w:rsidRDefault="00EC17D1" w:rsidP="00EC17D1">
      <w:pPr>
        <w:pStyle w:val="Sraopastraipa"/>
        <w:tabs>
          <w:tab w:val="left" w:pos="851"/>
        </w:tabs>
        <w:spacing w:after="0" w:line="240" w:lineRule="auto"/>
        <w:ind w:left="0"/>
        <w:rPr>
          <w:rFonts w:ascii="Times New Roman" w:hAnsi="Times New Roman" w:cs="Times New Roman"/>
          <w:sz w:val="24"/>
          <w:szCs w:val="24"/>
        </w:rPr>
      </w:pPr>
    </w:p>
    <w:p w14:paraId="07FD1CD3" w14:textId="77777777" w:rsidR="00EC17D1" w:rsidRPr="001C4838" w:rsidRDefault="00EC17D1" w:rsidP="00EC17D1">
      <w:pPr>
        <w:pStyle w:val="Antrat2"/>
        <w:numPr>
          <w:ilvl w:val="0"/>
          <w:numId w:val="10"/>
        </w:numPr>
        <w:tabs>
          <w:tab w:val="clear" w:pos="0"/>
          <w:tab w:val="num" w:pos="720"/>
        </w:tabs>
        <w:suppressAutoHyphens/>
        <w:spacing w:before="0" w:line="240" w:lineRule="auto"/>
        <w:ind w:left="720" w:hanging="360"/>
        <w:jc w:val="center"/>
        <w:rPr>
          <w:rFonts w:ascii="Times New Roman" w:hAnsi="Times New Roman" w:cs="Times New Roman"/>
          <w:b w:val="0"/>
          <w:bCs w:val="0"/>
          <w:caps/>
          <w:sz w:val="24"/>
          <w:szCs w:val="24"/>
        </w:rPr>
      </w:pPr>
      <w:r w:rsidRPr="001C4838">
        <w:rPr>
          <w:rFonts w:ascii="Times New Roman" w:hAnsi="Times New Roman" w:cs="Times New Roman"/>
          <w:caps/>
          <w:sz w:val="24"/>
          <w:szCs w:val="24"/>
        </w:rPr>
        <w:t>BAIGIAMOSIOS NUOSTATOS</w:t>
      </w:r>
    </w:p>
    <w:p w14:paraId="68F63001" w14:textId="77777777" w:rsidR="00CA239C" w:rsidRDefault="00CA239C" w:rsidP="001376DF">
      <w:pPr>
        <w:spacing w:line="240" w:lineRule="auto"/>
        <w:ind w:firstLine="567"/>
        <w:contextualSpacing/>
        <w:rPr>
          <w:rFonts w:ascii="Times New Roman" w:hAnsi="Times New Roman" w:cs="Times New Roman"/>
          <w:sz w:val="24"/>
          <w:szCs w:val="24"/>
        </w:rPr>
      </w:pPr>
    </w:p>
    <w:p w14:paraId="32BE1815" w14:textId="4DD2232A" w:rsidR="00CA239C" w:rsidRDefault="00CA239C" w:rsidP="001376DF">
      <w:pPr>
        <w:spacing w:line="240" w:lineRule="auto"/>
        <w:ind w:firstLine="567"/>
        <w:contextualSpacing/>
        <w:rPr>
          <w:rFonts w:ascii="Times New Roman" w:hAnsi="Times New Roman" w:cs="Times New Roman"/>
          <w:sz w:val="24"/>
          <w:szCs w:val="24"/>
        </w:rPr>
      </w:pPr>
      <w:r w:rsidRPr="00CA239C">
        <w:rPr>
          <w:rFonts w:ascii="Times New Roman" w:hAnsi="Times New Roman" w:cs="Times New Roman"/>
          <w:sz w:val="24"/>
          <w:szCs w:val="24"/>
        </w:rPr>
        <w:t xml:space="preserve">Pagrindinė reikalavimų tenkinimo nuostata: naujai realizuoti/modernizuoti  IBPS funkcionalumai, sauga, greitaveika, patogumas turi būti </w:t>
      </w:r>
      <w:r w:rsidR="00C474DA" w:rsidRPr="00B66607">
        <w:rPr>
          <w:rFonts w:ascii="Times New Roman" w:hAnsi="Times New Roman" w:cs="Times New Roman"/>
          <w:sz w:val="24"/>
          <w:szCs w:val="24"/>
        </w:rPr>
        <w:t>išlaikyti pagal naudojamą dabartinį IBPS funkcionalumą</w:t>
      </w:r>
      <w:r w:rsidR="007C7B34">
        <w:rPr>
          <w:rFonts w:ascii="Times New Roman" w:hAnsi="Times New Roman" w:cs="Times New Roman"/>
          <w:sz w:val="24"/>
          <w:szCs w:val="24"/>
        </w:rPr>
        <w:t>.</w:t>
      </w:r>
    </w:p>
    <w:p w14:paraId="2333755B" w14:textId="171243C2" w:rsidR="003F20B3" w:rsidRPr="00AB6EE9" w:rsidRDefault="003F20B3" w:rsidP="001376DF">
      <w:pPr>
        <w:spacing w:line="240" w:lineRule="auto"/>
        <w:ind w:firstLine="567"/>
        <w:contextualSpacing/>
        <w:rPr>
          <w:rFonts w:ascii="Times New Roman" w:hAnsi="Times New Roman" w:cs="Times New Roman"/>
          <w:sz w:val="24"/>
          <w:szCs w:val="24"/>
        </w:rPr>
      </w:pPr>
      <w:r>
        <w:rPr>
          <w:rFonts w:ascii="Times New Roman" w:hAnsi="Times New Roman" w:cs="Times New Roman"/>
          <w:sz w:val="24"/>
          <w:szCs w:val="24"/>
        </w:rPr>
        <w:t>Ti</w:t>
      </w:r>
      <w:r w:rsidRPr="00AB6EE9">
        <w:rPr>
          <w:rFonts w:ascii="Times New Roman" w:hAnsi="Times New Roman" w:cs="Times New Roman"/>
          <w:sz w:val="24"/>
          <w:szCs w:val="24"/>
        </w:rPr>
        <w:t>ekėjas Perkančiajai organizacijai privalo nedelsdamas raštu pranešti, jeigu t</w:t>
      </w:r>
      <w:r>
        <w:rPr>
          <w:rFonts w:ascii="Times New Roman" w:hAnsi="Times New Roman" w:cs="Times New Roman"/>
          <w:sz w:val="24"/>
          <w:szCs w:val="24"/>
        </w:rPr>
        <w:t>i</w:t>
      </w:r>
      <w:r w:rsidRPr="00AB6EE9">
        <w:rPr>
          <w:rFonts w:ascii="Times New Roman" w:hAnsi="Times New Roman" w:cs="Times New Roman"/>
          <w:sz w:val="24"/>
          <w:szCs w:val="24"/>
        </w:rPr>
        <w:t>ekėjo, (jungtinės veiklos partnerių, subtiekėjų ar ūkio subjektų, kurių pajėgumais remiamasi), informacinių technologijų infrastruktūroje įvyksta kibernetinio saugumo, elektroninės informacijos saugos ar asmens duomenų apsaugos incidentas, nurodydamas incidento datą, laiką, faktines aplinkybes, galimas priežastis, kokį poveikį incidentas turėjo ar gali turėti Perkančiajai organizacijai bei paslaugų teikimui, incidento suvaldymo būdą, kokių priemonių imtasi, kad incidentas būtų išspręstas ir nepasikartotų.</w:t>
      </w:r>
    </w:p>
    <w:bookmarkEnd w:id="0"/>
    <w:tbl>
      <w:tblPr>
        <w:tblW w:w="9374" w:type="dxa"/>
        <w:tblInd w:w="165" w:type="dxa"/>
        <w:tblLook w:val="0000" w:firstRow="0" w:lastRow="0" w:firstColumn="0" w:lastColumn="0" w:noHBand="0" w:noVBand="0"/>
      </w:tblPr>
      <w:tblGrid>
        <w:gridCol w:w="4659"/>
        <w:gridCol w:w="4715"/>
      </w:tblGrid>
      <w:tr w:rsidR="00C25A2E" w:rsidRPr="00C25A2E" w14:paraId="0B9933C6" w14:textId="77777777" w:rsidTr="00F842F9">
        <w:trPr>
          <w:trHeight w:val="4041"/>
        </w:trPr>
        <w:tc>
          <w:tcPr>
            <w:tcW w:w="4659" w:type="dxa"/>
          </w:tcPr>
          <w:p w14:paraId="52F1A168" w14:textId="77777777" w:rsidR="00C25A2E" w:rsidRPr="00C25A2E" w:rsidRDefault="00C25A2E" w:rsidP="00C25A2E">
            <w:pPr>
              <w:tabs>
                <w:tab w:val="left" w:pos="9630"/>
              </w:tabs>
              <w:spacing w:after="0" w:line="240" w:lineRule="auto"/>
              <w:ind w:right="8"/>
              <w:jc w:val="left"/>
              <w:rPr>
                <w:rFonts w:ascii="Times New Roman" w:eastAsia="Times New Roman" w:hAnsi="Times New Roman" w:cs="Times New Roman"/>
                <w:b/>
                <w:sz w:val="24"/>
                <w:szCs w:val="24"/>
                <w:highlight w:val="lightGray"/>
              </w:rPr>
            </w:pPr>
          </w:p>
          <w:p w14:paraId="1AC9F64A" w14:textId="77777777" w:rsidR="00C25A2E" w:rsidRPr="00C25A2E" w:rsidRDefault="00C25A2E" w:rsidP="00C25A2E">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rPr>
            </w:pPr>
            <w:r w:rsidRPr="00C25A2E">
              <w:rPr>
                <w:rFonts w:ascii="Times New Roman" w:eastAsia="Times New Roman" w:hAnsi="Times New Roman" w:cs="Times New Roman"/>
                <w:b/>
                <w:sz w:val="24"/>
                <w:szCs w:val="24"/>
              </w:rPr>
              <w:t>KLIENTAS</w:t>
            </w:r>
          </w:p>
          <w:p w14:paraId="50FA30C0" w14:textId="77777777" w:rsidR="00C25A2E" w:rsidRPr="00C25A2E" w:rsidRDefault="00C25A2E" w:rsidP="00C25A2E">
            <w:pPr>
              <w:spacing w:after="0" w:line="240" w:lineRule="auto"/>
              <w:ind w:right="340"/>
              <w:contextualSpacing/>
              <w:jc w:val="left"/>
              <w:rPr>
                <w:rFonts w:ascii="Times New Roman" w:eastAsia="Times New Roman" w:hAnsi="Times New Roman" w:cs="Times New Roman"/>
                <w:sz w:val="24"/>
                <w:szCs w:val="24"/>
                <w:highlight w:val="lightGray"/>
              </w:rPr>
            </w:pPr>
          </w:p>
          <w:p w14:paraId="292D149C" w14:textId="77777777" w:rsidR="00C25A2E" w:rsidRPr="00C25A2E" w:rsidRDefault="00C25A2E" w:rsidP="00C25A2E">
            <w:pPr>
              <w:spacing w:after="0" w:line="240" w:lineRule="auto"/>
              <w:jc w:val="left"/>
              <w:rPr>
                <w:rFonts w:ascii="Times New Roman" w:eastAsia="Times New Roman" w:hAnsi="Times New Roman" w:cs="Times New Roman"/>
                <w:b/>
                <w:bCs/>
                <w:sz w:val="24"/>
                <w:szCs w:val="24"/>
              </w:rPr>
            </w:pPr>
            <w:r w:rsidRPr="00C25A2E">
              <w:rPr>
                <w:rFonts w:ascii="Times New Roman" w:eastAsia="Times New Roman" w:hAnsi="Times New Roman" w:cs="Times New Roman"/>
                <w:b/>
                <w:bCs/>
                <w:sz w:val="24"/>
                <w:szCs w:val="24"/>
              </w:rPr>
              <w:t xml:space="preserve">Informatikos ir ryšių departamentas </w:t>
            </w:r>
          </w:p>
          <w:p w14:paraId="417C7CDD" w14:textId="77777777" w:rsidR="00C25A2E" w:rsidRPr="00C25A2E" w:rsidRDefault="00C25A2E" w:rsidP="00C25A2E">
            <w:pPr>
              <w:spacing w:after="0" w:line="240" w:lineRule="auto"/>
              <w:jc w:val="left"/>
              <w:rPr>
                <w:rFonts w:ascii="Times New Roman" w:eastAsia="Times New Roman" w:hAnsi="Times New Roman" w:cs="Times New Roman"/>
                <w:b/>
                <w:sz w:val="24"/>
                <w:szCs w:val="24"/>
              </w:rPr>
            </w:pPr>
            <w:r w:rsidRPr="00C25A2E">
              <w:rPr>
                <w:rFonts w:ascii="Times New Roman" w:eastAsia="Times New Roman" w:hAnsi="Times New Roman" w:cs="Times New Roman"/>
                <w:b/>
                <w:bCs/>
                <w:sz w:val="24"/>
                <w:szCs w:val="24"/>
              </w:rPr>
              <w:t xml:space="preserve">prie </w:t>
            </w:r>
            <w:r w:rsidRPr="00C25A2E">
              <w:rPr>
                <w:rFonts w:ascii="Times New Roman" w:eastAsia="Times New Roman" w:hAnsi="Times New Roman" w:cs="Times New Roman"/>
                <w:b/>
                <w:sz w:val="24"/>
                <w:szCs w:val="24"/>
              </w:rPr>
              <w:t xml:space="preserve">Lietuvos Respublikos </w:t>
            </w:r>
          </w:p>
          <w:p w14:paraId="5FCEFC1B" w14:textId="77777777" w:rsidR="00C25A2E" w:rsidRPr="00C25A2E" w:rsidRDefault="00C25A2E" w:rsidP="00C25A2E">
            <w:pPr>
              <w:spacing w:after="0" w:line="240" w:lineRule="auto"/>
              <w:jc w:val="left"/>
              <w:rPr>
                <w:rFonts w:ascii="Times New Roman" w:eastAsia="Times New Roman" w:hAnsi="Times New Roman" w:cs="Times New Roman"/>
                <w:b/>
                <w:sz w:val="24"/>
                <w:szCs w:val="24"/>
              </w:rPr>
            </w:pPr>
            <w:r w:rsidRPr="00C25A2E">
              <w:rPr>
                <w:rFonts w:ascii="Times New Roman" w:eastAsia="Times New Roman" w:hAnsi="Times New Roman" w:cs="Times New Roman"/>
                <w:b/>
                <w:sz w:val="24"/>
                <w:szCs w:val="24"/>
              </w:rPr>
              <w:t xml:space="preserve">vidaus reikalų ministerijos </w:t>
            </w:r>
          </w:p>
          <w:p w14:paraId="22AA7F23" w14:textId="77777777" w:rsidR="00C25A2E" w:rsidRPr="00C25A2E" w:rsidRDefault="00C25A2E" w:rsidP="00C25A2E">
            <w:pPr>
              <w:tabs>
                <w:tab w:val="left" w:pos="1528"/>
              </w:tabs>
              <w:spacing w:after="0" w:line="240" w:lineRule="auto"/>
              <w:jc w:val="left"/>
              <w:rPr>
                <w:rFonts w:ascii="Times New Roman" w:eastAsia="Times New Roman" w:hAnsi="Times New Roman" w:cs="Times New Roman"/>
                <w:sz w:val="24"/>
                <w:szCs w:val="24"/>
              </w:rPr>
            </w:pPr>
          </w:p>
          <w:p w14:paraId="6BB10A91" w14:textId="77777777" w:rsidR="00447C8B" w:rsidRDefault="00447C8B" w:rsidP="00C25A2E">
            <w:pPr>
              <w:widowControl w:val="0"/>
              <w:spacing w:after="0" w:line="240" w:lineRule="auto"/>
              <w:jc w:val="left"/>
              <w:rPr>
                <w:rFonts w:ascii="Times New Roman" w:eastAsia="Times New Roman" w:hAnsi="Times New Roman" w:cs="Times New Roman"/>
                <w:sz w:val="24"/>
                <w:szCs w:val="24"/>
              </w:rPr>
            </w:pPr>
          </w:p>
          <w:p w14:paraId="01DC27B4" w14:textId="67CAD743" w:rsidR="00C25A2E" w:rsidRPr="00C25A2E" w:rsidRDefault="00C25A2E" w:rsidP="00C25A2E">
            <w:pPr>
              <w:widowControl w:val="0"/>
              <w:spacing w:after="0" w:line="240" w:lineRule="auto"/>
              <w:jc w:val="left"/>
              <w:rPr>
                <w:rFonts w:ascii="Times New Roman" w:eastAsia="Times New Roman" w:hAnsi="Times New Roman" w:cs="Times New Roman"/>
                <w:sz w:val="24"/>
                <w:szCs w:val="24"/>
              </w:rPr>
            </w:pPr>
            <w:r w:rsidRPr="00C25A2E">
              <w:rPr>
                <w:rFonts w:ascii="Times New Roman" w:eastAsia="Times New Roman" w:hAnsi="Times New Roman" w:cs="Times New Roman"/>
                <w:sz w:val="24"/>
                <w:szCs w:val="24"/>
              </w:rPr>
              <w:t xml:space="preserve">Direktorė </w:t>
            </w:r>
          </w:p>
          <w:p w14:paraId="75EBCA87" w14:textId="77777777" w:rsidR="00C25A2E" w:rsidRPr="00C25A2E" w:rsidRDefault="00C25A2E" w:rsidP="00C25A2E">
            <w:pPr>
              <w:widowControl w:val="0"/>
              <w:spacing w:after="0" w:line="240" w:lineRule="auto"/>
              <w:jc w:val="left"/>
              <w:rPr>
                <w:rFonts w:ascii="Times New Roman" w:eastAsia="Times New Roman" w:hAnsi="Times New Roman" w:cs="Times New Roman"/>
                <w:sz w:val="24"/>
                <w:szCs w:val="24"/>
              </w:rPr>
            </w:pPr>
          </w:p>
          <w:p w14:paraId="71C58857" w14:textId="77777777" w:rsidR="00C25A2E" w:rsidRPr="00C25A2E" w:rsidRDefault="00C25A2E" w:rsidP="00C25A2E">
            <w:pPr>
              <w:widowControl w:val="0"/>
              <w:spacing w:after="0" w:line="240" w:lineRule="auto"/>
              <w:jc w:val="left"/>
              <w:rPr>
                <w:rFonts w:ascii="Times New Roman" w:eastAsia="Times New Roman" w:hAnsi="Times New Roman" w:cs="Times New Roman"/>
                <w:sz w:val="24"/>
                <w:szCs w:val="24"/>
              </w:rPr>
            </w:pPr>
          </w:p>
          <w:p w14:paraId="420C66B8" w14:textId="77777777" w:rsidR="00C25A2E" w:rsidRPr="00C25A2E" w:rsidRDefault="00C25A2E" w:rsidP="00C25A2E">
            <w:pPr>
              <w:widowControl w:val="0"/>
              <w:spacing w:after="0" w:line="240" w:lineRule="auto"/>
              <w:jc w:val="left"/>
              <w:rPr>
                <w:rFonts w:ascii="Times New Roman" w:eastAsia="Times New Roman" w:hAnsi="Times New Roman" w:cs="Times New Roman"/>
                <w:sz w:val="24"/>
                <w:szCs w:val="24"/>
              </w:rPr>
            </w:pPr>
            <w:r w:rsidRPr="00C25A2E">
              <w:rPr>
                <w:rFonts w:ascii="Times New Roman" w:eastAsia="Times New Roman" w:hAnsi="Times New Roman" w:cs="Times New Roman"/>
                <w:sz w:val="24"/>
                <w:szCs w:val="24"/>
              </w:rPr>
              <w:t xml:space="preserve">Viktorija </w:t>
            </w:r>
            <w:proofErr w:type="spellStart"/>
            <w:r w:rsidRPr="00C25A2E">
              <w:rPr>
                <w:rFonts w:ascii="Times New Roman" w:eastAsia="Times New Roman" w:hAnsi="Times New Roman" w:cs="Times New Roman"/>
                <w:sz w:val="24"/>
                <w:szCs w:val="24"/>
              </w:rPr>
              <w:t>Rūkštelė</w:t>
            </w:r>
            <w:proofErr w:type="spellEnd"/>
          </w:p>
          <w:p w14:paraId="70CD7715" w14:textId="77777777" w:rsidR="00C25A2E" w:rsidRPr="00C25A2E" w:rsidRDefault="00C25A2E" w:rsidP="00C25A2E">
            <w:pPr>
              <w:tabs>
                <w:tab w:val="left" w:pos="1528"/>
              </w:tabs>
              <w:spacing w:after="0" w:line="240" w:lineRule="auto"/>
              <w:jc w:val="left"/>
              <w:rPr>
                <w:rFonts w:ascii="Times New Roman" w:eastAsia="Times New Roman" w:hAnsi="Times New Roman" w:cs="Times New Roman"/>
                <w:sz w:val="24"/>
                <w:szCs w:val="24"/>
                <w:highlight w:val="lightGray"/>
              </w:rPr>
            </w:pPr>
          </w:p>
        </w:tc>
        <w:tc>
          <w:tcPr>
            <w:tcW w:w="4715" w:type="dxa"/>
          </w:tcPr>
          <w:p w14:paraId="155E6375" w14:textId="77777777" w:rsidR="00C25A2E" w:rsidRPr="00C25A2E" w:rsidRDefault="00C25A2E" w:rsidP="00C25A2E">
            <w:pPr>
              <w:keepNext/>
              <w:tabs>
                <w:tab w:val="left" w:pos="9630"/>
              </w:tabs>
              <w:spacing w:after="0" w:line="240" w:lineRule="auto"/>
              <w:ind w:right="8"/>
              <w:outlineLvl w:val="0"/>
              <w:rPr>
                <w:rFonts w:ascii="Times New Roman" w:eastAsia="Arial Unicode MS" w:hAnsi="Times New Roman" w:cs="Times New Roman"/>
                <w:b/>
                <w:bCs/>
                <w:sz w:val="24"/>
                <w:szCs w:val="24"/>
                <w:highlight w:val="lightGray"/>
              </w:rPr>
            </w:pPr>
          </w:p>
          <w:p w14:paraId="611A38AC" w14:textId="77777777" w:rsidR="00C25A2E" w:rsidRPr="00C25A2E" w:rsidRDefault="00C25A2E" w:rsidP="00C25A2E">
            <w:pPr>
              <w:keepNext/>
              <w:tabs>
                <w:tab w:val="left" w:pos="9630"/>
              </w:tabs>
              <w:spacing w:after="0" w:line="240" w:lineRule="auto"/>
              <w:ind w:right="8"/>
              <w:outlineLvl w:val="0"/>
              <w:rPr>
                <w:rFonts w:ascii="Times New Roman" w:eastAsia="Arial Unicode MS" w:hAnsi="Times New Roman" w:cs="Times New Roman"/>
                <w:b/>
                <w:bCs/>
                <w:sz w:val="24"/>
                <w:szCs w:val="24"/>
              </w:rPr>
            </w:pPr>
            <w:r w:rsidRPr="00C25A2E">
              <w:rPr>
                <w:rFonts w:ascii="Times New Roman" w:eastAsia="Arial Unicode MS" w:hAnsi="Times New Roman" w:cs="Times New Roman"/>
                <w:b/>
                <w:bCs/>
                <w:sz w:val="24"/>
                <w:szCs w:val="24"/>
              </w:rPr>
              <w:t>PASLAUGŲ TEIKĖJAS</w:t>
            </w:r>
          </w:p>
          <w:p w14:paraId="45FD0F07" w14:textId="77777777" w:rsidR="00C25A2E" w:rsidRPr="00C25A2E" w:rsidRDefault="00C25A2E" w:rsidP="00C25A2E">
            <w:pPr>
              <w:tabs>
                <w:tab w:val="left" w:pos="9630"/>
              </w:tabs>
              <w:spacing w:after="0" w:line="240" w:lineRule="auto"/>
              <w:ind w:right="8"/>
              <w:rPr>
                <w:rFonts w:ascii="Times New Roman" w:eastAsia="Times New Roman" w:hAnsi="Times New Roman" w:cs="Times New Roman"/>
                <w:b/>
                <w:sz w:val="24"/>
                <w:szCs w:val="24"/>
                <w:lang w:eastAsia="lt-LT"/>
              </w:rPr>
            </w:pPr>
          </w:p>
          <w:p w14:paraId="6978C724" w14:textId="77777777" w:rsidR="00447C8B" w:rsidRPr="00447C8B" w:rsidRDefault="00447C8B" w:rsidP="00447C8B">
            <w:pPr>
              <w:spacing w:after="0" w:line="240" w:lineRule="auto"/>
              <w:jc w:val="left"/>
              <w:rPr>
                <w:rFonts w:ascii="Times New Roman" w:eastAsia="Times New Roman" w:hAnsi="Times New Roman" w:cs="Times New Roman"/>
                <w:sz w:val="24"/>
                <w:szCs w:val="24"/>
              </w:rPr>
            </w:pPr>
            <w:proofErr w:type="spellStart"/>
            <w:r w:rsidRPr="00447C8B">
              <w:rPr>
                <w:rFonts w:ascii="Times New Roman" w:eastAsia="Times New Roman" w:hAnsi="Times New Roman" w:cs="Times New Roman"/>
                <w:b/>
                <w:sz w:val="24"/>
                <w:szCs w:val="24"/>
                <w:lang w:val="en-GB"/>
              </w:rPr>
              <w:t>Ūkio</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subjektų</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grupė</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sudaryta</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iš</w:t>
            </w:r>
            <w:proofErr w:type="spellEnd"/>
            <w:r w:rsidRPr="00447C8B">
              <w:rPr>
                <w:rFonts w:ascii="Times New Roman" w:eastAsia="Times New Roman" w:hAnsi="Times New Roman" w:cs="Times New Roman"/>
                <w:b/>
                <w:sz w:val="24"/>
                <w:szCs w:val="24"/>
                <w:lang w:val="en-GB"/>
              </w:rPr>
              <w:t xml:space="preserve"> UAB</w:t>
            </w:r>
            <w:r w:rsidRPr="00447C8B">
              <w:rPr>
                <w:rFonts w:ascii="Times New Roman" w:eastAsia="Times New Roman" w:hAnsi="Times New Roman" w:cs="Times New Roman"/>
                <w:b/>
                <w:i/>
                <w:sz w:val="24"/>
                <w:szCs w:val="24"/>
                <w:lang w:val="en-GB"/>
              </w:rPr>
              <w:t xml:space="preserve"> </w:t>
            </w:r>
            <w:r w:rsidRPr="00447C8B">
              <w:rPr>
                <w:rFonts w:ascii="Times New Roman" w:eastAsia="Times New Roman" w:hAnsi="Times New Roman" w:cs="Times New Roman"/>
                <w:b/>
                <w:sz w:val="24"/>
                <w:szCs w:val="24"/>
                <w:lang w:val="en-GB"/>
              </w:rPr>
              <w:t>„</w:t>
            </w:r>
            <w:proofErr w:type="spellStart"/>
            <w:r w:rsidRPr="00447C8B">
              <w:rPr>
                <w:rFonts w:ascii="Times New Roman" w:eastAsia="Times New Roman" w:hAnsi="Times New Roman" w:cs="Times New Roman"/>
                <w:b/>
                <w:sz w:val="24"/>
                <w:szCs w:val="24"/>
                <w:lang w:val="en-GB"/>
              </w:rPr>
              <w:t>Asseco</w:t>
            </w:r>
            <w:proofErr w:type="spellEnd"/>
            <w:r w:rsidRPr="00447C8B">
              <w:rPr>
                <w:rFonts w:ascii="Times New Roman" w:eastAsia="Times New Roman" w:hAnsi="Times New Roman" w:cs="Times New Roman"/>
                <w:b/>
                <w:sz w:val="24"/>
                <w:szCs w:val="24"/>
                <w:lang w:val="en-GB"/>
              </w:rPr>
              <w:t xml:space="preserve"> </w:t>
            </w:r>
            <w:proofErr w:type="spellStart"/>
            <w:proofErr w:type="gramStart"/>
            <w:r w:rsidRPr="00447C8B">
              <w:rPr>
                <w:rFonts w:ascii="Times New Roman" w:eastAsia="Times New Roman" w:hAnsi="Times New Roman" w:cs="Times New Roman"/>
                <w:b/>
                <w:sz w:val="24"/>
                <w:szCs w:val="24"/>
                <w:lang w:val="en-GB"/>
              </w:rPr>
              <w:t>Lietuva</w:t>
            </w:r>
            <w:proofErr w:type="spellEnd"/>
            <w:r w:rsidRPr="00447C8B">
              <w:rPr>
                <w:rFonts w:ascii="Times New Roman" w:eastAsia="Times New Roman" w:hAnsi="Times New Roman" w:cs="Times New Roman"/>
                <w:b/>
                <w:sz w:val="24"/>
                <w:szCs w:val="24"/>
                <w:lang w:val="en-GB"/>
              </w:rPr>
              <w:t>“</w:t>
            </w:r>
            <w:r w:rsidRPr="00447C8B">
              <w:rPr>
                <w:rFonts w:ascii="Times New Roman" w:eastAsia="Times New Roman" w:hAnsi="Times New Roman" w:cs="Times New Roman"/>
                <w:b/>
                <w:bCs/>
                <w:sz w:val="24"/>
                <w:szCs w:val="24"/>
                <w:lang w:val="en-GB"/>
              </w:rPr>
              <w:t xml:space="preserve"> </w:t>
            </w:r>
            <w:proofErr w:type="spellStart"/>
            <w:r w:rsidRPr="00447C8B">
              <w:rPr>
                <w:rFonts w:ascii="Times New Roman" w:eastAsia="Times New Roman" w:hAnsi="Times New Roman" w:cs="Times New Roman"/>
                <w:b/>
                <w:sz w:val="24"/>
                <w:szCs w:val="24"/>
                <w:lang w:val="en-GB"/>
              </w:rPr>
              <w:t>ir</w:t>
            </w:r>
            <w:proofErr w:type="spellEnd"/>
            <w:proofErr w:type="gramEnd"/>
            <w:r w:rsidRPr="00447C8B">
              <w:rPr>
                <w:rFonts w:ascii="Times New Roman" w:eastAsia="Times New Roman" w:hAnsi="Times New Roman" w:cs="Times New Roman"/>
                <w:b/>
                <w:sz w:val="24"/>
                <w:szCs w:val="24"/>
                <w:lang w:val="en-GB"/>
              </w:rPr>
              <w:t xml:space="preserve"> UAB ,,</w:t>
            </w:r>
            <w:proofErr w:type="spellStart"/>
            <w:r w:rsidRPr="00447C8B">
              <w:rPr>
                <w:rFonts w:ascii="Times New Roman" w:eastAsia="Times New Roman" w:hAnsi="Times New Roman" w:cs="Times New Roman"/>
                <w:b/>
                <w:sz w:val="24"/>
                <w:szCs w:val="24"/>
                <w:lang w:val="en-GB"/>
              </w:rPr>
              <w:t>Insoft</w:t>
            </w:r>
            <w:proofErr w:type="spellEnd"/>
            <w:r w:rsidRPr="00447C8B">
              <w:rPr>
                <w:rFonts w:ascii="Times New Roman" w:eastAsia="Times New Roman" w:hAnsi="Times New Roman" w:cs="Times New Roman"/>
                <w:b/>
                <w:sz w:val="24"/>
                <w:szCs w:val="24"/>
                <w:lang w:val="en-GB"/>
              </w:rPr>
              <w:t>”</w:t>
            </w:r>
            <w:r w:rsidRPr="00447C8B">
              <w:rPr>
                <w:rFonts w:ascii="Times New Roman" w:eastAsia="Times New Roman" w:hAnsi="Times New Roman" w:cs="Times New Roman"/>
                <w:b/>
                <w:bCs/>
                <w:sz w:val="24"/>
                <w:szCs w:val="24"/>
                <w:lang w:val="en-GB"/>
              </w:rPr>
              <w:t>,</w:t>
            </w:r>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atstovaujama</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atsakingojo</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partnerio</w:t>
            </w:r>
            <w:proofErr w:type="spellEnd"/>
            <w:r w:rsidRPr="00447C8B">
              <w:rPr>
                <w:rFonts w:ascii="Times New Roman" w:eastAsia="Times New Roman" w:hAnsi="Times New Roman" w:cs="Times New Roman"/>
                <w:b/>
                <w:sz w:val="24"/>
                <w:szCs w:val="24"/>
                <w:lang w:val="en-GB"/>
              </w:rPr>
              <w:t xml:space="preserve"> UAB ,,</w:t>
            </w:r>
            <w:proofErr w:type="spellStart"/>
            <w:r w:rsidRPr="00447C8B">
              <w:rPr>
                <w:rFonts w:ascii="Times New Roman" w:eastAsia="Times New Roman" w:hAnsi="Times New Roman" w:cs="Times New Roman"/>
                <w:b/>
                <w:sz w:val="24"/>
                <w:szCs w:val="24"/>
                <w:lang w:val="en-GB"/>
              </w:rPr>
              <w:t>Asseco</w:t>
            </w:r>
            <w:proofErr w:type="spellEnd"/>
            <w:r w:rsidRPr="00447C8B">
              <w:rPr>
                <w:rFonts w:ascii="Times New Roman" w:eastAsia="Times New Roman" w:hAnsi="Times New Roman" w:cs="Times New Roman"/>
                <w:b/>
                <w:sz w:val="24"/>
                <w:szCs w:val="24"/>
                <w:lang w:val="en-GB"/>
              </w:rPr>
              <w:t xml:space="preserve"> </w:t>
            </w:r>
            <w:proofErr w:type="spellStart"/>
            <w:r w:rsidRPr="00447C8B">
              <w:rPr>
                <w:rFonts w:ascii="Times New Roman" w:eastAsia="Times New Roman" w:hAnsi="Times New Roman" w:cs="Times New Roman"/>
                <w:b/>
                <w:sz w:val="24"/>
                <w:szCs w:val="24"/>
                <w:lang w:val="en-GB"/>
              </w:rPr>
              <w:t>Lietuva</w:t>
            </w:r>
            <w:proofErr w:type="spellEnd"/>
            <w:r w:rsidRPr="00447C8B">
              <w:rPr>
                <w:rFonts w:ascii="Times New Roman" w:eastAsia="Times New Roman" w:hAnsi="Times New Roman" w:cs="Times New Roman"/>
                <w:b/>
                <w:sz w:val="24"/>
                <w:szCs w:val="24"/>
                <w:lang w:val="en-GB"/>
              </w:rPr>
              <w:t>”</w:t>
            </w:r>
          </w:p>
          <w:p w14:paraId="2B22A7A3" w14:textId="77777777" w:rsidR="00447C8B" w:rsidRPr="00447C8B" w:rsidRDefault="00447C8B" w:rsidP="00447C8B">
            <w:pPr>
              <w:spacing w:after="0" w:line="240" w:lineRule="auto"/>
              <w:jc w:val="left"/>
              <w:rPr>
                <w:rFonts w:ascii="Times New Roman" w:eastAsia="Times New Roman" w:hAnsi="Times New Roman" w:cs="Times New Roman"/>
                <w:sz w:val="24"/>
                <w:szCs w:val="24"/>
              </w:rPr>
            </w:pPr>
          </w:p>
          <w:p w14:paraId="6B85E311" w14:textId="77777777" w:rsidR="00447C8B" w:rsidRPr="00447C8B" w:rsidRDefault="00447C8B" w:rsidP="00447C8B">
            <w:pPr>
              <w:spacing w:after="0" w:line="240" w:lineRule="auto"/>
              <w:jc w:val="left"/>
              <w:rPr>
                <w:rFonts w:ascii="Times New Roman" w:eastAsia="Times New Roman" w:hAnsi="Times New Roman" w:cs="Times New Roman"/>
                <w:sz w:val="24"/>
                <w:szCs w:val="24"/>
              </w:rPr>
            </w:pPr>
            <w:r w:rsidRPr="00447C8B">
              <w:rPr>
                <w:rFonts w:ascii="Times New Roman" w:eastAsia="Times New Roman" w:hAnsi="Times New Roman" w:cs="Times New Roman"/>
                <w:sz w:val="24"/>
                <w:szCs w:val="24"/>
              </w:rPr>
              <w:t>Generalinis direktorius</w:t>
            </w:r>
          </w:p>
          <w:p w14:paraId="0A64EEA0" w14:textId="77777777" w:rsidR="00447C8B" w:rsidRPr="00447C8B" w:rsidRDefault="00447C8B" w:rsidP="00447C8B">
            <w:pPr>
              <w:spacing w:after="0" w:line="240" w:lineRule="auto"/>
              <w:jc w:val="left"/>
              <w:rPr>
                <w:rFonts w:ascii="Times New Roman" w:eastAsia="Times New Roman" w:hAnsi="Times New Roman" w:cs="Times New Roman"/>
                <w:sz w:val="24"/>
                <w:szCs w:val="24"/>
              </w:rPr>
            </w:pPr>
            <w:r w:rsidRPr="00447C8B">
              <w:rPr>
                <w:rFonts w:ascii="Times New Roman" w:eastAsia="Times New Roman" w:hAnsi="Times New Roman" w:cs="Times New Roman"/>
                <w:sz w:val="24"/>
                <w:szCs w:val="24"/>
              </w:rPr>
              <w:t xml:space="preserve">         </w:t>
            </w:r>
          </w:p>
          <w:p w14:paraId="5D2335E2" w14:textId="77777777" w:rsidR="00447C8B" w:rsidRPr="00447C8B" w:rsidRDefault="00447C8B" w:rsidP="00447C8B">
            <w:pPr>
              <w:spacing w:after="0" w:line="240" w:lineRule="auto"/>
              <w:jc w:val="left"/>
              <w:rPr>
                <w:rFonts w:ascii="Times New Roman" w:eastAsia="Times New Roman" w:hAnsi="Times New Roman" w:cs="Times New Roman"/>
                <w:sz w:val="24"/>
                <w:szCs w:val="24"/>
              </w:rPr>
            </w:pPr>
            <w:r w:rsidRPr="00447C8B">
              <w:rPr>
                <w:rFonts w:ascii="Times New Roman" w:eastAsia="Times New Roman" w:hAnsi="Times New Roman" w:cs="Times New Roman"/>
                <w:sz w:val="24"/>
                <w:szCs w:val="24"/>
              </w:rPr>
              <w:t xml:space="preserve">                                            </w:t>
            </w:r>
          </w:p>
          <w:p w14:paraId="2AD6FD10" w14:textId="77777777" w:rsidR="00447C8B" w:rsidRPr="00447C8B" w:rsidRDefault="00447C8B" w:rsidP="00447C8B">
            <w:pPr>
              <w:spacing w:after="0" w:line="240" w:lineRule="auto"/>
              <w:jc w:val="left"/>
              <w:rPr>
                <w:rFonts w:ascii="Times New Roman" w:eastAsia="Times New Roman" w:hAnsi="Times New Roman" w:cs="Times New Roman"/>
                <w:color w:val="000000"/>
                <w:sz w:val="24"/>
                <w:szCs w:val="24"/>
              </w:rPr>
            </w:pPr>
            <w:r w:rsidRPr="00447C8B">
              <w:rPr>
                <w:rFonts w:ascii="Times New Roman" w:eastAsia="Times New Roman" w:hAnsi="Times New Roman" w:cs="Times New Roman"/>
                <w:sz w:val="24"/>
                <w:szCs w:val="24"/>
              </w:rPr>
              <w:t xml:space="preserve">Albertas </w:t>
            </w:r>
            <w:proofErr w:type="spellStart"/>
            <w:r w:rsidRPr="00447C8B">
              <w:rPr>
                <w:rFonts w:ascii="Times New Roman" w:eastAsia="Times New Roman" w:hAnsi="Times New Roman" w:cs="Times New Roman"/>
                <w:sz w:val="24"/>
                <w:szCs w:val="24"/>
              </w:rPr>
              <w:t>Šermokas</w:t>
            </w:r>
            <w:proofErr w:type="spellEnd"/>
          </w:p>
          <w:p w14:paraId="14B7201D" w14:textId="77777777" w:rsidR="00447C8B" w:rsidRPr="00447C8B" w:rsidRDefault="00447C8B" w:rsidP="00447C8B">
            <w:pPr>
              <w:spacing w:after="0" w:line="240" w:lineRule="auto"/>
              <w:jc w:val="left"/>
              <w:rPr>
                <w:rFonts w:ascii="Times New Roman" w:eastAsia="Times New Roman" w:hAnsi="Times New Roman" w:cs="Times New Roman"/>
                <w:color w:val="000000"/>
                <w:sz w:val="24"/>
                <w:szCs w:val="24"/>
              </w:rPr>
            </w:pPr>
          </w:p>
          <w:p w14:paraId="1AB98E0D" w14:textId="77777777" w:rsidR="00C25A2E" w:rsidRPr="00C25A2E" w:rsidRDefault="00C25A2E" w:rsidP="00C25A2E">
            <w:pPr>
              <w:spacing w:after="0" w:line="240" w:lineRule="auto"/>
              <w:jc w:val="left"/>
              <w:rPr>
                <w:rFonts w:ascii="Times New Roman" w:eastAsia="Times New Roman" w:hAnsi="Times New Roman" w:cs="Times New Roman"/>
                <w:color w:val="000000"/>
                <w:sz w:val="24"/>
                <w:szCs w:val="24"/>
              </w:rPr>
            </w:pPr>
          </w:p>
          <w:p w14:paraId="5B8B5719" w14:textId="77777777" w:rsidR="00C25A2E" w:rsidRPr="00C25A2E" w:rsidRDefault="00C25A2E" w:rsidP="00C25A2E">
            <w:pPr>
              <w:tabs>
                <w:tab w:val="left" w:pos="720"/>
                <w:tab w:val="left" w:pos="9630"/>
              </w:tabs>
              <w:spacing w:after="0" w:line="240" w:lineRule="auto"/>
              <w:ind w:right="8"/>
              <w:jc w:val="left"/>
              <w:rPr>
                <w:rFonts w:ascii="Times New Roman" w:eastAsia="Times New Roman" w:hAnsi="Times New Roman" w:cs="Times New Roman"/>
                <w:i/>
                <w:sz w:val="24"/>
                <w:szCs w:val="24"/>
              </w:rPr>
            </w:pPr>
          </w:p>
        </w:tc>
      </w:tr>
    </w:tbl>
    <w:p w14:paraId="1863F64F" w14:textId="77777777" w:rsidR="00C25A2E" w:rsidRPr="005206D7" w:rsidRDefault="00C25A2E" w:rsidP="00C8101D">
      <w:pPr>
        <w:spacing w:before="60" w:after="60" w:line="240" w:lineRule="auto"/>
        <w:jc w:val="center"/>
        <w:rPr>
          <w:rFonts w:ascii="Times New Roman" w:hAnsi="Times New Roman" w:cs="Times New Roman"/>
          <w:b/>
        </w:rPr>
      </w:pPr>
    </w:p>
    <w:sectPr w:rsidR="00C25A2E" w:rsidRPr="005206D7" w:rsidSect="00D22E5A">
      <w:headerReference w:type="default" r:id="rId21"/>
      <w:footerReference w:type="default" r:id="rId22"/>
      <w:pgSz w:w="11907" w:h="16839" w:code="9"/>
      <w:pgMar w:top="1134" w:right="992"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3CCAB" w14:textId="77777777" w:rsidR="007D5C9C" w:rsidRPr="00F242B8" w:rsidRDefault="007D5C9C">
      <w:pPr>
        <w:spacing w:after="0" w:line="240" w:lineRule="auto"/>
      </w:pPr>
      <w:r w:rsidRPr="00F242B8">
        <w:separator/>
      </w:r>
    </w:p>
  </w:endnote>
  <w:endnote w:type="continuationSeparator" w:id="0">
    <w:p w14:paraId="3F666225" w14:textId="77777777" w:rsidR="007D5C9C" w:rsidRPr="00F242B8" w:rsidRDefault="007D5C9C">
      <w:pPr>
        <w:spacing w:after="0" w:line="240" w:lineRule="auto"/>
      </w:pPr>
      <w:r w:rsidRPr="00F242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Courier New"/>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EYInterstate Light">
    <w:altName w:val="Calibri"/>
    <w:charset w:val="BA"/>
    <w:family w:val="auto"/>
    <w:pitch w:val="variable"/>
    <w:sig w:usb0="00000001" w:usb1="5000206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9F205A9" w:rsidR="00CD099F" w:rsidRPr="00F242B8" w:rsidRDefault="00CD099F">
            <w:pPr>
              <w:pStyle w:val="Porat"/>
              <w:jc w:val="right"/>
              <w:rPr>
                <w:rFonts w:ascii="Calibri Light" w:hAnsi="Calibri Light" w:cs="Calibri Light"/>
                <w:sz w:val="20"/>
                <w:szCs w:val="20"/>
              </w:rPr>
            </w:pP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PAGE</w:instrText>
            </w:r>
            <w:r w:rsidRPr="00F242B8">
              <w:rPr>
                <w:rFonts w:ascii="Calibri Light" w:hAnsi="Calibri Light" w:cs="Calibri Light"/>
                <w:bCs/>
                <w:sz w:val="20"/>
                <w:szCs w:val="20"/>
              </w:rPr>
              <w:fldChar w:fldCharType="separate"/>
            </w:r>
            <w:r w:rsidR="00214399">
              <w:rPr>
                <w:rFonts w:ascii="Calibri Light" w:hAnsi="Calibri Light" w:cs="Calibri Light"/>
                <w:bCs/>
                <w:noProof/>
                <w:sz w:val="20"/>
                <w:szCs w:val="20"/>
              </w:rPr>
              <w:t>2</w:t>
            </w:r>
            <w:r w:rsidR="00214399">
              <w:rPr>
                <w:rFonts w:ascii="Calibri Light" w:hAnsi="Calibri Light" w:cs="Calibri Light"/>
                <w:bCs/>
                <w:noProof/>
                <w:sz w:val="20"/>
                <w:szCs w:val="20"/>
              </w:rPr>
              <w:t>7</w:t>
            </w:r>
            <w:r w:rsidRPr="00F242B8">
              <w:rPr>
                <w:rFonts w:ascii="Calibri Light" w:hAnsi="Calibri Light" w:cs="Calibri Light"/>
                <w:bCs/>
                <w:sz w:val="20"/>
                <w:szCs w:val="20"/>
              </w:rPr>
              <w:fldChar w:fldCharType="end"/>
            </w:r>
            <w:r w:rsidRPr="00F242B8">
              <w:rPr>
                <w:rFonts w:ascii="Calibri Light" w:hAnsi="Calibri Light" w:cs="Calibri Light"/>
                <w:sz w:val="20"/>
                <w:szCs w:val="20"/>
              </w:rPr>
              <w:t>/</w:t>
            </w: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NUMPAGES</w:instrText>
            </w:r>
            <w:r w:rsidRPr="00F242B8">
              <w:rPr>
                <w:rFonts w:ascii="Calibri Light" w:hAnsi="Calibri Light" w:cs="Calibri Light"/>
                <w:bCs/>
                <w:sz w:val="20"/>
                <w:szCs w:val="20"/>
              </w:rPr>
              <w:fldChar w:fldCharType="separate"/>
            </w:r>
            <w:r w:rsidR="00214399">
              <w:rPr>
                <w:rFonts w:ascii="Calibri Light" w:hAnsi="Calibri Light" w:cs="Calibri Light"/>
                <w:bCs/>
                <w:noProof/>
                <w:sz w:val="20"/>
                <w:szCs w:val="20"/>
              </w:rPr>
              <w:t>32</w:t>
            </w:r>
            <w:r w:rsidRPr="00F242B8">
              <w:rPr>
                <w:rFonts w:ascii="Calibri Light" w:hAnsi="Calibri Light" w:cs="Calibri Light"/>
                <w:bCs/>
                <w:sz w:val="20"/>
                <w:szCs w:val="20"/>
              </w:rPr>
              <w:fldChar w:fldCharType="end"/>
            </w:r>
          </w:p>
        </w:sdtContent>
      </w:sdt>
    </w:sdtContent>
  </w:sdt>
  <w:p w14:paraId="3734CC1D" w14:textId="77777777" w:rsidR="00CD099F" w:rsidRPr="00F242B8" w:rsidRDefault="00CD099F">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CDD1A5" w14:textId="77777777" w:rsidR="007D5C9C" w:rsidRPr="00F242B8" w:rsidRDefault="007D5C9C">
      <w:pPr>
        <w:spacing w:after="0" w:line="240" w:lineRule="auto"/>
      </w:pPr>
      <w:r w:rsidRPr="00F242B8">
        <w:separator/>
      </w:r>
    </w:p>
  </w:footnote>
  <w:footnote w:type="continuationSeparator" w:id="0">
    <w:p w14:paraId="2ED794E1" w14:textId="77777777" w:rsidR="007D5C9C" w:rsidRPr="00F242B8" w:rsidRDefault="007D5C9C">
      <w:pPr>
        <w:spacing w:after="0" w:line="240" w:lineRule="auto"/>
      </w:pPr>
      <w:r w:rsidRPr="00F242B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97E82" w14:textId="77777777" w:rsidR="009757A2" w:rsidRDefault="009757A2" w:rsidP="009757A2">
    <w:pPr>
      <w:pStyle w:val="Antrats"/>
      <w:jc w:val="right"/>
    </w:pPr>
  </w:p>
  <w:p w14:paraId="298C8EB4" w14:textId="3E0F3538" w:rsidR="009757A2" w:rsidRDefault="009757A2" w:rsidP="009757A2">
    <w:pPr>
      <w:pStyle w:val="Antrats"/>
      <w:jc w:val="right"/>
    </w:pPr>
    <w: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5F3DCD"/>
    <w:multiLevelType w:val="multilevel"/>
    <w:tmpl w:val="D9A04C6E"/>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0C10F2"/>
    <w:multiLevelType w:val="multilevel"/>
    <w:tmpl w:val="AF887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2451303"/>
    <w:multiLevelType w:val="multilevel"/>
    <w:tmpl w:val="156626A0"/>
    <w:lvl w:ilvl="0">
      <w:start w:val="1"/>
      <w:numFmt w:val="decimal"/>
      <w:pStyle w:val="1NUMarial"/>
      <w:lvlText w:val="%1."/>
      <w:lvlJc w:val="left"/>
      <w:pPr>
        <w:tabs>
          <w:tab w:val="num" w:pos="0"/>
        </w:tabs>
        <w:ind w:left="786"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169C26AD"/>
    <w:multiLevelType w:val="hybridMultilevel"/>
    <w:tmpl w:val="F95A7D42"/>
    <w:lvl w:ilvl="0" w:tplc="EB64F948">
      <w:start w:val="1"/>
      <w:numFmt w:val="decimal"/>
      <w:lvlText w:val="%1)"/>
      <w:lvlJc w:val="left"/>
      <w:pPr>
        <w:ind w:left="720" w:hanging="360"/>
      </w:pPr>
    </w:lvl>
    <w:lvl w:ilvl="1" w:tplc="C4D2325A">
      <w:start w:val="1"/>
      <w:numFmt w:val="decimal"/>
      <w:lvlText w:val="%2)"/>
      <w:lvlJc w:val="left"/>
      <w:pPr>
        <w:ind w:left="720" w:hanging="360"/>
      </w:pPr>
    </w:lvl>
    <w:lvl w:ilvl="2" w:tplc="F2203DE2">
      <w:start w:val="1"/>
      <w:numFmt w:val="decimal"/>
      <w:lvlText w:val="%3)"/>
      <w:lvlJc w:val="left"/>
      <w:pPr>
        <w:ind w:left="720" w:hanging="360"/>
      </w:pPr>
    </w:lvl>
    <w:lvl w:ilvl="3" w:tplc="83F82D3C">
      <w:start w:val="1"/>
      <w:numFmt w:val="decimal"/>
      <w:lvlText w:val="%4)"/>
      <w:lvlJc w:val="left"/>
      <w:pPr>
        <w:ind w:left="720" w:hanging="360"/>
      </w:pPr>
    </w:lvl>
    <w:lvl w:ilvl="4" w:tplc="DFDEEA0C">
      <w:start w:val="1"/>
      <w:numFmt w:val="decimal"/>
      <w:lvlText w:val="%5)"/>
      <w:lvlJc w:val="left"/>
      <w:pPr>
        <w:ind w:left="720" w:hanging="360"/>
      </w:pPr>
    </w:lvl>
    <w:lvl w:ilvl="5" w:tplc="7FB01694">
      <w:start w:val="1"/>
      <w:numFmt w:val="decimal"/>
      <w:lvlText w:val="%6)"/>
      <w:lvlJc w:val="left"/>
      <w:pPr>
        <w:ind w:left="720" w:hanging="360"/>
      </w:pPr>
    </w:lvl>
    <w:lvl w:ilvl="6" w:tplc="7F625D9E">
      <w:start w:val="1"/>
      <w:numFmt w:val="decimal"/>
      <w:lvlText w:val="%7)"/>
      <w:lvlJc w:val="left"/>
      <w:pPr>
        <w:ind w:left="720" w:hanging="360"/>
      </w:pPr>
    </w:lvl>
    <w:lvl w:ilvl="7" w:tplc="FA8A1738">
      <w:start w:val="1"/>
      <w:numFmt w:val="decimal"/>
      <w:lvlText w:val="%8)"/>
      <w:lvlJc w:val="left"/>
      <w:pPr>
        <w:ind w:left="720" w:hanging="360"/>
      </w:pPr>
    </w:lvl>
    <w:lvl w:ilvl="8" w:tplc="0F72E696">
      <w:start w:val="1"/>
      <w:numFmt w:val="decimal"/>
      <w:lvlText w:val="%9)"/>
      <w:lvlJc w:val="left"/>
      <w:pPr>
        <w:ind w:left="720" w:hanging="360"/>
      </w:p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B6F246F"/>
    <w:multiLevelType w:val="multilevel"/>
    <w:tmpl w:val="BD1C68A0"/>
    <w:lvl w:ilvl="0">
      <w:start w:val="1"/>
      <w:numFmt w:val="decimal"/>
      <w:lvlText w:val="%1."/>
      <w:lvlJc w:val="left"/>
      <w:pPr>
        <w:tabs>
          <w:tab w:val="num" w:pos="0"/>
        </w:tabs>
        <w:ind w:left="0" w:firstLine="57"/>
      </w:pPr>
      <w:rPr>
        <w:b w:val="0"/>
        <w:color w:val="auto"/>
      </w:rPr>
    </w:lvl>
    <w:lvl w:ilvl="1">
      <w:start w:val="1"/>
      <w:numFmt w:val="decimal"/>
      <w:lvlText w:val="%1.%2."/>
      <w:lvlJc w:val="left"/>
      <w:pPr>
        <w:tabs>
          <w:tab w:val="num" w:pos="0"/>
        </w:tabs>
        <w:ind w:left="1645" w:firstLine="57"/>
      </w:pPr>
      <w:rPr>
        <w:rFonts w:ascii="Times New Roman" w:hAnsi="Times New Roman" w:cs="Times New Roman" w:hint="default"/>
        <w:b/>
        <w:sz w:val="24"/>
        <w:szCs w:val="24"/>
      </w:rPr>
    </w:lvl>
    <w:lvl w:ilvl="2">
      <w:start w:val="1"/>
      <w:numFmt w:val="decimal"/>
      <w:lvlText w:val="%1.%2.%3."/>
      <w:lvlJc w:val="left"/>
      <w:pPr>
        <w:tabs>
          <w:tab w:val="num" w:pos="0"/>
        </w:tabs>
        <w:ind w:left="511" w:firstLine="57"/>
      </w:pPr>
      <w:rPr>
        <w:b w:val="0"/>
      </w:rPr>
    </w:lvl>
    <w:lvl w:ilvl="3">
      <w:start w:val="1"/>
      <w:numFmt w:val="decimal"/>
      <w:lvlText w:val="%1.%2.%3.%4."/>
      <w:lvlJc w:val="left"/>
      <w:pPr>
        <w:tabs>
          <w:tab w:val="num" w:pos="0"/>
        </w:tabs>
        <w:ind w:left="510" w:firstLine="57"/>
      </w:pPr>
      <w:rPr>
        <w:b w:val="0"/>
      </w:rPr>
    </w:lvl>
    <w:lvl w:ilvl="4">
      <w:start w:val="1"/>
      <w:numFmt w:val="decimal"/>
      <w:lvlText w:val="%1.%2.%3.%4.%5."/>
      <w:lvlJc w:val="left"/>
      <w:pPr>
        <w:tabs>
          <w:tab w:val="num" w:pos="0"/>
        </w:tabs>
        <w:ind w:left="680" w:firstLine="57"/>
      </w:pPr>
    </w:lvl>
    <w:lvl w:ilvl="5">
      <w:start w:val="1"/>
      <w:numFmt w:val="decimal"/>
      <w:lvlText w:val="%1.%2.%3.%4.%5.%6."/>
      <w:lvlJc w:val="left"/>
      <w:pPr>
        <w:tabs>
          <w:tab w:val="num" w:pos="0"/>
        </w:tabs>
        <w:ind w:left="850" w:firstLine="57"/>
      </w:pPr>
    </w:lvl>
    <w:lvl w:ilvl="6">
      <w:start w:val="1"/>
      <w:numFmt w:val="decimal"/>
      <w:lvlText w:val="%1.%2.%3.%4.%5.%6.%7."/>
      <w:lvlJc w:val="left"/>
      <w:pPr>
        <w:tabs>
          <w:tab w:val="num" w:pos="0"/>
        </w:tabs>
        <w:ind w:left="1020" w:firstLine="57"/>
      </w:pPr>
    </w:lvl>
    <w:lvl w:ilvl="7">
      <w:start w:val="1"/>
      <w:numFmt w:val="decimal"/>
      <w:lvlText w:val="%1.%2.%3.%4.%5.%6.%7.%8."/>
      <w:lvlJc w:val="left"/>
      <w:pPr>
        <w:tabs>
          <w:tab w:val="num" w:pos="0"/>
        </w:tabs>
        <w:ind w:left="1190" w:firstLine="57"/>
      </w:pPr>
    </w:lvl>
    <w:lvl w:ilvl="8">
      <w:start w:val="1"/>
      <w:numFmt w:val="decimal"/>
      <w:lvlText w:val="%1.%2.%3.%4.%5.%6.%7.%8.%9."/>
      <w:lvlJc w:val="left"/>
      <w:pPr>
        <w:tabs>
          <w:tab w:val="num" w:pos="0"/>
        </w:tabs>
        <w:ind w:left="1360" w:firstLine="57"/>
      </w:pPr>
    </w:lvl>
  </w:abstractNum>
  <w:abstractNum w:abstractNumId="12" w15:restartNumberingAfterBreak="0">
    <w:nsid w:val="1DDC3970"/>
    <w:multiLevelType w:val="multilevel"/>
    <w:tmpl w:val="68DA04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EBA6CC1"/>
    <w:multiLevelType w:val="multilevel"/>
    <w:tmpl w:val="F678E7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CBE251E"/>
    <w:multiLevelType w:val="multilevel"/>
    <w:tmpl w:val="459AAF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254C8"/>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18" w15:restartNumberingAfterBreak="0">
    <w:nsid w:val="40C63331"/>
    <w:multiLevelType w:val="multilevel"/>
    <w:tmpl w:val="E4F2C45A"/>
    <w:lvl w:ilvl="0">
      <w:start w:val="1"/>
      <w:numFmt w:val="decimal"/>
      <w:lvlText w:val="%1."/>
      <w:lvlJc w:val="left"/>
      <w:pPr>
        <w:ind w:left="360" w:hanging="360"/>
      </w:pPr>
      <w:rPr>
        <w:rFonts w:hint="default"/>
      </w:rPr>
    </w:lvl>
    <w:lvl w:ilvl="1">
      <w:start w:val="4"/>
      <w:numFmt w:val="decimal"/>
      <w:lvlText w:val="%1.%2."/>
      <w:lvlJc w:val="left"/>
      <w:pPr>
        <w:ind w:left="2062" w:hanging="360"/>
      </w:pPr>
      <w:rPr>
        <w:rFonts w:hint="default"/>
        <w:b/>
        <w:bCs/>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9" w15:restartNumberingAfterBreak="0">
    <w:nsid w:val="41F64838"/>
    <w:multiLevelType w:val="hybridMultilevel"/>
    <w:tmpl w:val="AFD06002"/>
    <w:lvl w:ilvl="0" w:tplc="2CB6B6AE">
      <w:start w:val="8"/>
      <w:numFmt w:val="bullet"/>
      <w:lvlText w:val="-"/>
      <w:lvlJc w:val="left"/>
      <w:pPr>
        <w:ind w:left="927" w:hanging="360"/>
      </w:pPr>
      <w:rPr>
        <w:rFonts w:ascii="Times New Roman" w:eastAsiaTheme="minorEastAsia"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0"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5CC7946"/>
    <w:multiLevelType w:val="multilevel"/>
    <w:tmpl w:val="7D70D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64A4338"/>
    <w:multiLevelType w:val="multilevel"/>
    <w:tmpl w:val="1B32D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3146096"/>
    <w:multiLevelType w:val="multilevel"/>
    <w:tmpl w:val="6D76C7CC"/>
    <w:lvl w:ilvl="0">
      <w:numFmt w:val="bullet"/>
      <w:lvlText w:val=""/>
      <w:lvlJc w:val="left"/>
      <w:pPr>
        <w:tabs>
          <w:tab w:val="num" w:pos="66"/>
        </w:tabs>
        <w:ind w:left="786"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8DD6AF9"/>
    <w:multiLevelType w:val="multilevel"/>
    <w:tmpl w:val="0F26AB80"/>
    <w:lvl w:ilvl="0">
      <w:start w:val="1"/>
      <w:numFmt w:val="upperRoman"/>
      <w:lvlText w:val="%1."/>
      <w:lvlJc w:val="left"/>
      <w:pPr>
        <w:tabs>
          <w:tab w:val="num" w:pos="0"/>
        </w:tabs>
        <w:ind w:left="1080" w:hanging="720"/>
      </w:pPr>
      <w:rPr>
        <w:rFonts w:ascii="Times New Roman" w:hAnsi="Times New Roman" w:cs="Times New Roman" w:hint="default"/>
        <w:b/>
        <w:sz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15:restartNumberingAfterBreak="0">
    <w:nsid w:val="591073CD"/>
    <w:multiLevelType w:val="multilevel"/>
    <w:tmpl w:val="8390A9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5BF0F77"/>
    <w:multiLevelType w:val="multilevel"/>
    <w:tmpl w:val="1794CD18"/>
    <w:lvl w:ilvl="0">
      <w:start w:val="1"/>
      <w:numFmt w:val="bullet"/>
      <w:pStyle w:val="Bulletcopy"/>
      <w:lvlText w:val="►"/>
      <w:lvlJc w:val="left"/>
      <w:pPr>
        <w:tabs>
          <w:tab w:val="num" w:pos="350"/>
        </w:tabs>
        <w:ind w:left="350" w:hanging="170"/>
      </w:pPr>
      <w:rPr>
        <w:rFonts w:ascii="Times New Roman" w:hAnsi="Times New Roman" w:cs="Times New Roman" w:hint="default"/>
        <w:color w:val="FFD200"/>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D221318"/>
    <w:multiLevelType w:val="hybridMultilevel"/>
    <w:tmpl w:val="6902EA6A"/>
    <w:lvl w:ilvl="0" w:tplc="8E46A7B8">
      <w:start w:val="1"/>
      <w:numFmt w:val="bullet"/>
      <w:lvlText w:val=""/>
      <w:lvlJc w:val="left"/>
      <w:pPr>
        <w:ind w:left="1080" w:hanging="360"/>
      </w:pPr>
      <w:rPr>
        <w:rFonts w:ascii="Symbol" w:hAnsi="Symbol"/>
      </w:rPr>
    </w:lvl>
    <w:lvl w:ilvl="1" w:tplc="CAE8D3D4">
      <w:start w:val="1"/>
      <w:numFmt w:val="bullet"/>
      <w:lvlText w:val=""/>
      <w:lvlJc w:val="left"/>
      <w:pPr>
        <w:ind w:left="1080" w:hanging="360"/>
      </w:pPr>
      <w:rPr>
        <w:rFonts w:ascii="Symbol" w:hAnsi="Symbol"/>
      </w:rPr>
    </w:lvl>
    <w:lvl w:ilvl="2" w:tplc="EE98DEB8">
      <w:start w:val="1"/>
      <w:numFmt w:val="bullet"/>
      <w:lvlText w:val=""/>
      <w:lvlJc w:val="left"/>
      <w:pPr>
        <w:ind w:left="1080" w:hanging="360"/>
      </w:pPr>
      <w:rPr>
        <w:rFonts w:ascii="Symbol" w:hAnsi="Symbol"/>
      </w:rPr>
    </w:lvl>
    <w:lvl w:ilvl="3" w:tplc="D2F46592">
      <w:start w:val="1"/>
      <w:numFmt w:val="bullet"/>
      <w:lvlText w:val=""/>
      <w:lvlJc w:val="left"/>
      <w:pPr>
        <w:ind w:left="1080" w:hanging="360"/>
      </w:pPr>
      <w:rPr>
        <w:rFonts w:ascii="Symbol" w:hAnsi="Symbol"/>
      </w:rPr>
    </w:lvl>
    <w:lvl w:ilvl="4" w:tplc="00D2D342">
      <w:start w:val="1"/>
      <w:numFmt w:val="bullet"/>
      <w:lvlText w:val=""/>
      <w:lvlJc w:val="left"/>
      <w:pPr>
        <w:ind w:left="1080" w:hanging="360"/>
      </w:pPr>
      <w:rPr>
        <w:rFonts w:ascii="Symbol" w:hAnsi="Symbol"/>
      </w:rPr>
    </w:lvl>
    <w:lvl w:ilvl="5" w:tplc="25C20FF8">
      <w:start w:val="1"/>
      <w:numFmt w:val="bullet"/>
      <w:lvlText w:val=""/>
      <w:lvlJc w:val="left"/>
      <w:pPr>
        <w:ind w:left="1080" w:hanging="360"/>
      </w:pPr>
      <w:rPr>
        <w:rFonts w:ascii="Symbol" w:hAnsi="Symbol"/>
      </w:rPr>
    </w:lvl>
    <w:lvl w:ilvl="6" w:tplc="E27435AE">
      <w:start w:val="1"/>
      <w:numFmt w:val="bullet"/>
      <w:lvlText w:val=""/>
      <w:lvlJc w:val="left"/>
      <w:pPr>
        <w:ind w:left="1080" w:hanging="360"/>
      </w:pPr>
      <w:rPr>
        <w:rFonts w:ascii="Symbol" w:hAnsi="Symbol"/>
      </w:rPr>
    </w:lvl>
    <w:lvl w:ilvl="7" w:tplc="D04A34BA">
      <w:start w:val="1"/>
      <w:numFmt w:val="bullet"/>
      <w:lvlText w:val=""/>
      <w:lvlJc w:val="left"/>
      <w:pPr>
        <w:ind w:left="1080" w:hanging="360"/>
      </w:pPr>
      <w:rPr>
        <w:rFonts w:ascii="Symbol" w:hAnsi="Symbol"/>
      </w:rPr>
    </w:lvl>
    <w:lvl w:ilvl="8" w:tplc="2B76946A">
      <w:start w:val="1"/>
      <w:numFmt w:val="bullet"/>
      <w:lvlText w:val=""/>
      <w:lvlJc w:val="left"/>
      <w:pPr>
        <w:ind w:left="1080" w:hanging="360"/>
      </w:pPr>
      <w:rPr>
        <w:rFonts w:ascii="Symbol" w:hAnsi="Symbol"/>
      </w:rPr>
    </w:lvl>
  </w:abstractNum>
  <w:abstractNum w:abstractNumId="30" w15:restartNumberingAfterBreak="0">
    <w:nsid w:val="72947198"/>
    <w:multiLevelType w:val="multilevel"/>
    <w:tmpl w:val="62583DA6"/>
    <w:lvl w:ilvl="0">
      <w:start w:val="1"/>
      <w:numFmt w:val="decimal"/>
      <w:lvlText w:val="%1."/>
      <w:lvlJc w:val="left"/>
      <w:pPr>
        <w:ind w:left="360" w:hanging="360"/>
      </w:pPr>
      <w:rPr>
        <w:rFonts w:hint="default"/>
      </w:rPr>
    </w:lvl>
    <w:lvl w:ilvl="1">
      <w:start w:val="6"/>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1"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11614860">
    <w:abstractNumId w:val="4"/>
  </w:num>
  <w:num w:numId="2" w16cid:durableId="1581595786">
    <w:abstractNumId w:val="3"/>
  </w:num>
  <w:num w:numId="3" w16cid:durableId="842861367">
    <w:abstractNumId w:val="2"/>
  </w:num>
  <w:num w:numId="4" w16cid:durableId="118762123">
    <w:abstractNumId w:val="1"/>
  </w:num>
  <w:num w:numId="5" w16cid:durableId="518743536">
    <w:abstractNumId w:val="0"/>
  </w:num>
  <w:num w:numId="6" w16cid:durableId="90664035">
    <w:abstractNumId w:val="10"/>
  </w:num>
  <w:num w:numId="7" w16cid:durableId="1726173412">
    <w:abstractNumId w:val="15"/>
  </w:num>
  <w:num w:numId="8" w16cid:durableId="2090614050">
    <w:abstractNumId w:val="11"/>
  </w:num>
  <w:num w:numId="9" w16cid:durableId="1597400567">
    <w:abstractNumId w:val="27"/>
  </w:num>
  <w:num w:numId="10" w16cid:durableId="1914117564">
    <w:abstractNumId w:val="25"/>
  </w:num>
  <w:num w:numId="11" w16cid:durableId="1704667432">
    <w:abstractNumId w:val="28"/>
  </w:num>
  <w:num w:numId="12" w16cid:durableId="2136365857">
    <w:abstractNumId w:val="16"/>
  </w:num>
  <w:num w:numId="13" w16cid:durableId="581064864">
    <w:abstractNumId w:val="8"/>
  </w:num>
  <w:num w:numId="14" w16cid:durableId="1006517228">
    <w:abstractNumId w:val="13"/>
  </w:num>
  <w:num w:numId="15" w16cid:durableId="427390208">
    <w:abstractNumId w:val="31"/>
  </w:num>
  <w:num w:numId="16" w16cid:durableId="1160776559">
    <w:abstractNumId w:val="22"/>
  </w:num>
  <w:num w:numId="17" w16cid:durableId="1296566045">
    <w:abstractNumId w:val="23"/>
  </w:num>
  <w:num w:numId="18" w16cid:durableId="1077434196">
    <w:abstractNumId w:val="14"/>
  </w:num>
  <w:num w:numId="19" w16cid:durableId="308675826">
    <w:abstractNumId w:val="12"/>
  </w:num>
  <w:num w:numId="20" w16cid:durableId="369499406">
    <w:abstractNumId w:val="6"/>
  </w:num>
  <w:num w:numId="21" w16cid:durableId="1022901764">
    <w:abstractNumId w:val="26"/>
  </w:num>
  <w:num w:numId="22" w16cid:durableId="321659212">
    <w:abstractNumId w:val="7"/>
  </w:num>
  <w:num w:numId="23" w16cid:durableId="4733288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4257409">
    <w:abstractNumId w:val="24"/>
  </w:num>
  <w:num w:numId="25" w16cid:durableId="538930875">
    <w:abstractNumId w:val="20"/>
  </w:num>
  <w:num w:numId="26" w16cid:durableId="246228335">
    <w:abstractNumId w:val="17"/>
  </w:num>
  <w:num w:numId="27" w16cid:durableId="586697770">
    <w:abstractNumId w:val="18"/>
  </w:num>
  <w:num w:numId="28" w16cid:durableId="1712530572">
    <w:abstractNumId w:val="30"/>
  </w:num>
  <w:num w:numId="29" w16cid:durableId="215357189">
    <w:abstractNumId w:val="9"/>
  </w:num>
  <w:num w:numId="30" w16cid:durableId="564142100">
    <w:abstractNumId w:val="29"/>
  </w:num>
  <w:num w:numId="31" w16cid:durableId="163382875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8E2"/>
    <w:rsid w:val="00001963"/>
    <w:rsid w:val="00020092"/>
    <w:rsid w:val="000213DE"/>
    <w:rsid w:val="00026A54"/>
    <w:rsid w:val="0003366F"/>
    <w:rsid w:val="0003493B"/>
    <w:rsid w:val="00036DBB"/>
    <w:rsid w:val="00040094"/>
    <w:rsid w:val="00040CFC"/>
    <w:rsid w:val="00042814"/>
    <w:rsid w:val="0004685E"/>
    <w:rsid w:val="00073C1F"/>
    <w:rsid w:val="00084F44"/>
    <w:rsid w:val="0009047A"/>
    <w:rsid w:val="000965B5"/>
    <w:rsid w:val="00097241"/>
    <w:rsid w:val="000A23D3"/>
    <w:rsid w:val="000A4228"/>
    <w:rsid w:val="000A6C8B"/>
    <w:rsid w:val="000B028A"/>
    <w:rsid w:val="000B0A6A"/>
    <w:rsid w:val="000B3859"/>
    <w:rsid w:val="000B42CB"/>
    <w:rsid w:val="000C31A1"/>
    <w:rsid w:val="000C4378"/>
    <w:rsid w:val="000D0964"/>
    <w:rsid w:val="000D11C3"/>
    <w:rsid w:val="000E4599"/>
    <w:rsid w:val="000F1501"/>
    <w:rsid w:val="000F44F5"/>
    <w:rsid w:val="000F554D"/>
    <w:rsid w:val="00100ABD"/>
    <w:rsid w:val="001013DC"/>
    <w:rsid w:val="00102272"/>
    <w:rsid w:val="00107882"/>
    <w:rsid w:val="001376DF"/>
    <w:rsid w:val="00142E71"/>
    <w:rsid w:val="0014465A"/>
    <w:rsid w:val="0015224A"/>
    <w:rsid w:val="00153F22"/>
    <w:rsid w:val="00154B1D"/>
    <w:rsid w:val="001555AC"/>
    <w:rsid w:val="001566B5"/>
    <w:rsid w:val="0016225E"/>
    <w:rsid w:val="0016304D"/>
    <w:rsid w:val="00165468"/>
    <w:rsid w:val="00165519"/>
    <w:rsid w:val="00171C82"/>
    <w:rsid w:val="00177B98"/>
    <w:rsid w:val="0018021B"/>
    <w:rsid w:val="00183048"/>
    <w:rsid w:val="001853BB"/>
    <w:rsid w:val="00193718"/>
    <w:rsid w:val="001B157B"/>
    <w:rsid w:val="001D1BF3"/>
    <w:rsid w:val="001D393B"/>
    <w:rsid w:val="001D5975"/>
    <w:rsid w:val="001E72B5"/>
    <w:rsid w:val="001E7B52"/>
    <w:rsid w:val="001F31E5"/>
    <w:rsid w:val="001F3F23"/>
    <w:rsid w:val="00202C60"/>
    <w:rsid w:val="00203051"/>
    <w:rsid w:val="0020401E"/>
    <w:rsid w:val="00204E21"/>
    <w:rsid w:val="002101D9"/>
    <w:rsid w:val="00214399"/>
    <w:rsid w:val="00216CC3"/>
    <w:rsid w:val="00225E4D"/>
    <w:rsid w:val="00230C9A"/>
    <w:rsid w:val="00232D1E"/>
    <w:rsid w:val="00234C57"/>
    <w:rsid w:val="00245A6E"/>
    <w:rsid w:val="00246179"/>
    <w:rsid w:val="00247454"/>
    <w:rsid w:val="00251528"/>
    <w:rsid w:val="00261339"/>
    <w:rsid w:val="00261B88"/>
    <w:rsid w:val="00263108"/>
    <w:rsid w:val="00263944"/>
    <w:rsid w:val="00273CFD"/>
    <w:rsid w:val="0027649A"/>
    <w:rsid w:val="00283750"/>
    <w:rsid w:val="0028724C"/>
    <w:rsid w:val="00290944"/>
    <w:rsid w:val="002912FE"/>
    <w:rsid w:val="00294B42"/>
    <w:rsid w:val="002A120B"/>
    <w:rsid w:val="002A474B"/>
    <w:rsid w:val="002A626E"/>
    <w:rsid w:val="002B3A45"/>
    <w:rsid w:val="002B5C54"/>
    <w:rsid w:val="002C2765"/>
    <w:rsid w:val="002C36B8"/>
    <w:rsid w:val="002C4E6E"/>
    <w:rsid w:val="002C658C"/>
    <w:rsid w:val="002C7F2C"/>
    <w:rsid w:val="002D228F"/>
    <w:rsid w:val="002D5D98"/>
    <w:rsid w:val="002F1836"/>
    <w:rsid w:val="00301FEB"/>
    <w:rsid w:val="00306E8C"/>
    <w:rsid w:val="00314C1D"/>
    <w:rsid w:val="003150D0"/>
    <w:rsid w:val="003236D0"/>
    <w:rsid w:val="00325A73"/>
    <w:rsid w:val="00334A5F"/>
    <w:rsid w:val="00340F77"/>
    <w:rsid w:val="00341C69"/>
    <w:rsid w:val="00343694"/>
    <w:rsid w:val="003437EB"/>
    <w:rsid w:val="00347D24"/>
    <w:rsid w:val="00355850"/>
    <w:rsid w:val="00355B56"/>
    <w:rsid w:val="00357BD5"/>
    <w:rsid w:val="00357F61"/>
    <w:rsid w:val="0036326E"/>
    <w:rsid w:val="00367193"/>
    <w:rsid w:val="003673D6"/>
    <w:rsid w:val="003803D6"/>
    <w:rsid w:val="003815DF"/>
    <w:rsid w:val="00385616"/>
    <w:rsid w:val="0039787C"/>
    <w:rsid w:val="003B0B81"/>
    <w:rsid w:val="003C1E09"/>
    <w:rsid w:val="003C6810"/>
    <w:rsid w:val="003C69E7"/>
    <w:rsid w:val="003D0DA8"/>
    <w:rsid w:val="003D296B"/>
    <w:rsid w:val="003D3BE3"/>
    <w:rsid w:val="003D5439"/>
    <w:rsid w:val="003E1EBA"/>
    <w:rsid w:val="003E3438"/>
    <w:rsid w:val="003E68E3"/>
    <w:rsid w:val="003F20B3"/>
    <w:rsid w:val="003F2E3F"/>
    <w:rsid w:val="003F6C42"/>
    <w:rsid w:val="00404B21"/>
    <w:rsid w:val="0042600F"/>
    <w:rsid w:val="00430A6E"/>
    <w:rsid w:val="00432A3B"/>
    <w:rsid w:val="004334D6"/>
    <w:rsid w:val="00434249"/>
    <w:rsid w:val="00435AD3"/>
    <w:rsid w:val="00442B98"/>
    <w:rsid w:val="00443697"/>
    <w:rsid w:val="00445577"/>
    <w:rsid w:val="00447C8B"/>
    <w:rsid w:val="004570D0"/>
    <w:rsid w:val="00460534"/>
    <w:rsid w:val="00460D79"/>
    <w:rsid w:val="0046226A"/>
    <w:rsid w:val="0046316A"/>
    <w:rsid w:val="004659D6"/>
    <w:rsid w:val="00465FAE"/>
    <w:rsid w:val="00466DB9"/>
    <w:rsid w:val="00470AB6"/>
    <w:rsid w:val="004718C8"/>
    <w:rsid w:val="0047250A"/>
    <w:rsid w:val="00475921"/>
    <w:rsid w:val="004767D9"/>
    <w:rsid w:val="004770BD"/>
    <w:rsid w:val="0047713F"/>
    <w:rsid w:val="00483E3A"/>
    <w:rsid w:val="00491E49"/>
    <w:rsid w:val="004A082D"/>
    <w:rsid w:val="004A2E21"/>
    <w:rsid w:val="004A2F52"/>
    <w:rsid w:val="004B7CF6"/>
    <w:rsid w:val="004C5DFB"/>
    <w:rsid w:val="004D238B"/>
    <w:rsid w:val="004E02B1"/>
    <w:rsid w:val="004E2DBF"/>
    <w:rsid w:val="004E5655"/>
    <w:rsid w:val="004F1DB5"/>
    <w:rsid w:val="004F22ED"/>
    <w:rsid w:val="004F4B43"/>
    <w:rsid w:val="004F690D"/>
    <w:rsid w:val="00501F35"/>
    <w:rsid w:val="005022F1"/>
    <w:rsid w:val="005052EE"/>
    <w:rsid w:val="0050743B"/>
    <w:rsid w:val="0051322B"/>
    <w:rsid w:val="005206D7"/>
    <w:rsid w:val="00522258"/>
    <w:rsid w:val="00522E5A"/>
    <w:rsid w:val="005238FE"/>
    <w:rsid w:val="00526132"/>
    <w:rsid w:val="005405E9"/>
    <w:rsid w:val="00547246"/>
    <w:rsid w:val="00566A3A"/>
    <w:rsid w:val="00567DC5"/>
    <w:rsid w:val="00570BFF"/>
    <w:rsid w:val="0057430F"/>
    <w:rsid w:val="005872AB"/>
    <w:rsid w:val="005907B7"/>
    <w:rsid w:val="00592476"/>
    <w:rsid w:val="005972EA"/>
    <w:rsid w:val="005A6A26"/>
    <w:rsid w:val="005B41C2"/>
    <w:rsid w:val="005B473E"/>
    <w:rsid w:val="005B4BA0"/>
    <w:rsid w:val="005C068B"/>
    <w:rsid w:val="005C3338"/>
    <w:rsid w:val="005C5732"/>
    <w:rsid w:val="005D0700"/>
    <w:rsid w:val="005D6336"/>
    <w:rsid w:val="005F1750"/>
    <w:rsid w:val="005F228F"/>
    <w:rsid w:val="005F5CBA"/>
    <w:rsid w:val="0060374F"/>
    <w:rsid w:val="006040B7"/>
    <w:rsid w:val="006171F1"/>
    <w:rsid w:val="00624567"/>
    <w:rsid w:val="0062594A"/>
    <w:rsid w:val="0062688A"/>
    <w:rsid w:val="00627170"/>
    <w:rsid w:val="0063093F"/>
    <w:rsid w:val="0063260D"/>
    <w:rsid w:val="00634E44"/>
    <w:rsid w:val="0063502A"/>
    <w:rsid w:val="00640821"/>
    <w:rsid w:val="00640CBE"/>
    <w:rsid w:val="006506E5"/>
    <w:rsid w:val="00650ACA"/>
    <w:rsid w:val="00652483"/>
    <w:rsid w:val="00656B25"/>
    <w:rsid w:val="00656D73"/>
    <w:rsid w:val="006667DC"/>
    <w:rsid w:val="00671C08"/>
    <w:rsid w:val="00672CE5"/>
    <w:rsid w:val="00682E97"/>
    <w:rsid w:val="0068430E"/>
    <w:rsid w:val="00694839"/>
    <w:rsid w:val="006A2DF1"/>
    <w:rsid w:val="006A50B3"/>
    <w:rsid w:val="006B2576"/>
    <w:rsid w:val="006B5389"/>
    <w:rsid w:val="006B73DE"/>
    <w:rsid w:val="006C070D"/>
    <w:rsid w:val="006C2125"/>
    <w:rsid w:val="006C26F4"/>
    <w:rsid w:val="006D305F"/>
    <w:rsid w:val="006D66C3"/>
    <w:rsid w:val="006D67C7"/>
    <w:rsid w:val="006E0547"/>
    <w:rsid w:val="006F4E32"/>
    <w:rsid w:val="006F599E"/>
    <w:rsid w:val="007048F4"/>
    <w:rsid w:val="00711888"/>
    <w:rsid w:val="00713F93"/>
    <w:rsid w:val="00727460"/>
    <w:rsid w:val="007322E8"/>
    <w:rsid w:val="00733BB8"/>
    <w:rsid w:val="0073459B"/>
    <w:rsid w:val="0073466A"/>
    <w:rsid w:val="007346A9"/>
    <w:rsid w:val="007375AD"/>
    <w:rsid w:val="007607FF"/>
    <w:rsid w:val="00764E0A"/>
    <w:rsid w:val="007651CB"/>
    <w:rsid w:val="00766AB9"/>
    <w:rsid w:val="00777401"/>
    <w:rsid w:val="00785361"/>
    <w:rsid w:val="0078742F"/>
    <w:rsid w:val="00791CCE"/>
    <w:rsid w:val="00795452"/>
    <w:rsid w:val="007A0675"/>
    <w:rsid w:val="007A1915"/>
    <w:rsid w:val="007A683B"/>
    <w:rsid w:val="007B004A"/>
    <w:rsid w:val="007B2144"/>
    <w:rsid w:val="007B4558"/>
    <w:rsid w:val="007B6825"/>
    <w:rsid w:val="007C1EB6"/>
    <w:rsid w:val="007C5245"/>
    <w:rsid w:val="007C583A"/>
    <w:rsid w:val="007C6AE7"/>
    <w:rsid w:val="007C7B34"/>
    <w:rsid w:val="007D484D"/>
    <w:rsid w:val="007D5C9C"/>
    <w:rsid w:val="007E2026"/>
    <w:rsid w:val="007E41FC"/>
    <w:rsid w:val="007F1002"/>
    <w:rsid w:val="007F1E4F"/>
    <w:rsid w:val="007F2806"/>
    <w:rsid w:val="007F6A5C"/>
    <w:rsid w:val="00801195"/>
    <w:rsid w:val="008027F4"/>
    <w:rsid w:val="00805BA1"/>
    <w:rsid w:val="0081364C"/>
    <w:rsid w:val="0081480E"/>
    <w:rsid w:val="00816227"/>
    <w:rsid w:val="0082495C"/>
    <w:rsid w:val="00833C55"/>
    <w:rsid w:val="008430BA"/>
    <w:rsid w:val="008438D0"/>
    <w:rsid w:val="00844743"/>
    <w:rsid w:val="00844D2F"/>
    <w:rsid w:val="0085399B"/>
    <w:rsid w:val="00861471"/>
    <w:rsid w:val="00862EA0"/>
    <w:rsid w:val="00865919"/>
    <w:rsid w:val="008702D5"/>
    <w:rsid w:val="00872437"/>
    <w:rsid w:val="008801A5"/>
    <w:rsid w:val="008816B6"/>
    <w:rsid w:val="0088385D"/>
    <w:rsid w:val="008841E0"/>
    <w:rsid w:val="008848AF"/>
    <w:rsid w:val="0088593D"/>
    <w:rsid w:val="008874BB"/>
    <w:rsid w:val="0089002F"/>
    <w:rsid w:val="0089203D"/>
    <w:rsid w:val="008921E1"/>
    <w:rsid w:val="00896B6B"/>
    <w:rsid w:val="008A61F5"/>
    <w:rsid w:val="008A7C1C"/>
    <w:rsid w:val="008B07BD"/>
    <w:rsid w:val="008B13A4"/>
    <w:rsid w:val="008B27EE"/>
    <w:rsid w:val="008B30BA"/>
    <w:rsid w:val="008B680B"/>
    <w:rsid w:val="008B6DD2"/>
    <w:rsid w:val="008C0DC9"/>
    <w:rsid w:val="008C1BDE"/>
    <w:rsid w:val="008C2772"/>
    <w:rsid w:val="008D2155"/>
    <w:rsid w:val="008D28DB"/>
    <w:rsid w:val="008D5494"/>
    <w:rsid w:val="008E1C16"/>
    <w:rsid w:val="008E2DBF"/>
    <w:rsid w:val="008F0937"/>
    <w:rsid w:val="008F161F"/>
    <w:rsid w:val="008F19F6"/>
    <w:rsid w:val="008F1A25"/>
    <w:rsid w:val="00904B5F"/>
    <w:rsid w:val="009064B6"/>
    <w:rsid w:val="00911EB4"/>
    <w:rsid w:val="009123C2"/>
    <w:rsid w:val="00922BF6"/>
    <w:rsid w:val="00926217"/>
    <w:rsid w:val="009263DF"/>
    <w:rsid w:val="009270C9"/>
    <w:rsid w:val="00947322"/>
    <w:rsid w:val="0095386F"/>
    <w:rsid w:val="00957A69"/>
    <w:rsid w:val="00960BE0"/>
    <w:rsid w:val="00961395"/>
    <w:rsid w:val="00974023"/>
    <w:rsid w:val="00974666"/>
    <w:rsid w:val="009757A2"/>
    <w:rsid w:val="00980CE8"/>
    <w:rsid w:val="0098678C"/>
    <w:rsid w:val="0099199E"/>
    <w:rsid w:val="00993F3E"/>
    <w:rsid w:val="00997F7B"/>
    <w:rsid w:val="009B26D3"/>
    <w:rsid w:val="009B6053"/>
    <w:rsid w:val="009C1CD8"/>
    <w:rsid w:val="009C20B9"/>
    <w:rsid w:val="009C3BD8"/>
    <w:rsid w:val="009D0B8C"/>
    <w:rsid w:val="009D2BC1"/>
    <w:rsid w:val="009D4771"/>
    <w:rsid w:val="009D4D9D"/>
    <w:rsid w:val="009E2EE2"/>
    <w:rsid w:val="009E4EF8"/>
    <w:rsid w:val="009E60E5"/>
    <w:rsid w:val="009E72BC"/>
    <w:rsid w:val="009E7DB6"/>
    <w:rsid w:val="009F47E6"/>
    <w:rsid w:val="009F6EAF"/>
    <w:rsid w:val="00A01BB1"/>
    <w:rsid w:val="00A0230A"/>
    <w:rsid w:val="00A10506"/>
    <w:rsid w:val="00A1109D"/>
    <w:rsid w:val="00A12041"/>
    <w:rsid w:val="00A122D6"/>
    <w:rsid w:val="00A12AF0"/>
    <w:rsid w:val="00A132CA"/>
    <w:rsid w:val="00A13884"/>
    <w:rsid w:val="00A17419"/>
    <w:rsid w:val="00A21215"/>
    <w:rsid w:val="00A22230"/>
    <w:rsid w:val="00A25093"/>
    <w:rsid w:val="00A3029A"/>
    <w:rsid w:val="00A30463"/>
    <w:rsid w:val="00A327B2"/>
    <w:rsid w:val="00A33D41"/>
    <w:rsid w:val="00A34BF3"/>
    <w:rsid w:val="00A5617A"/>
    <w:rsid w:val="00A60858"/>
    <w:rsid w:val="00A660A0"/>
    <w:rsid w:val="00A71BE5"/>
    <w:rsid w:val="00A72069"/>
    <w:rsid w:val="00A755DA"/>
    <w:rsid w:val="00A8612E"/>
    <w:rsid w:val="00A90AB3"/>
    <w:rsid w:val="00A91815"/>
    <w:rsid w:val="00A9338B"/>
    <w:rsid w:val="00A94527"/>
    <w:rsid w:val="00A94E8E"/>
    <w:rsid w:val="00AB58C2"/>
    <w:rsid w:val="00AC13FA"/>
    <w:rsid w:val="00AC2F09"/>
    <w:rsid w:val="00AC4E0B"/>
    <w:rsid w:val="00AF4740"/>
    <w:rsid w:val="00AF5483"/>
    <w:rsid w:val="00AF6269"/>
    <w:rsid w:val="00B000FC"/>
    <w:rsid w:val="00B00BCD"/>
    <w:rsid w:val="00B04537"/>
    <w:rsid w:val="00B04FC8"/>
    <w:rsid w:val="00B065CB"/>
    <w:rsid w:val="00B06FC4"/>
    <w:rsid w:val="00B1115A"/>
    <w:rsid w:val="00B13620"/>
    <w:rsid w:val="00B20BFE"/>
    <w:rsid w:val="00B2421F"/>
    <w:rsid w:val="00B37403"/>
    <w:rsid w:val="00B47F94"/>
    <w:rsid w:val="00B50271"/>
    <w:rsid w:val="00B56DE9"/>
    <w:rsid w:val="00B626F1"/>
    <w:rsid w:val="00B66607"/>
    <w:rsid w:val="00B71273"/>
    <w:rsid w:val="00B7462E"/>
    <w:rsid w:val="00B76618"/>
    <w:rsid w:val="00B817DA"/>
    <w:rsid w:val="00B83DDB"/>
    <w:rsid w:val="00B8604B"/>
    <w:rsid w:val="00B86385"/>
    <w:rsid w:val="00B9260E"/>
    <w:rsid w:val="00B97D96"/>
    <w:rsid w:val="00BA1DF1"/>
    <w:rsid w:val="00BA2917"/>
    <w:rsid w:val="00BA46D3"/>
    <w:rsid w:val="00BA5B69"/>
    <w:rsid w:val="00BB2965"/>
    <w:rsid w:val="00BB4829"/>
    <w:rsid w:val="00BB5FE3"/>
    <w:rsid w:val="00BB6668"/>
    <w:rsid w:val="00BC5078"/>
    <w:rsid w:val="00BD0CA9"/>
    <w:rsid w:val="00BD15C3"/>
    <w:rsid w:val="00BD1775"/>
    <w:rsid w:val="00BD2308"/>
    <w:rsid w:val="00BD4A62"/>
    <w:rsid w:val="00BD665B"/>
    <w:rsid w:val="00BE326C"/>
    <w:rsid w:val="00BE51F6"/>
    <w:rsid w:val="00BE7109"/>
    <w:rsid w:val="00BF334A"/>
    <w:rsid w:val="00BF5FCE"/>
    <w:rsid w:val="00BF7E4E"/>
    <w:rsid w:val="00C0304D"/>
    <w:rsid w:val="00C130BC"/>
    <w:rsid w:val="00C16318"/>
    <w:rsid w:val="00C163C7"/>
    <w:rsid w:val="00C2041D"/>
    <w:rsid w:val="00C22A52"/>
    <w:rsid w:val="00C23C40"/>
    <w:rsid w:val="00C25A2E"/>
    <w:rsid w:val="00C27534"/>
    <w:rsid w:val="00C32E0A"/>
    <w:rsid w:val="00C372B8"/>
    <w:rsid w:val="00C437C7"/>
    <w:rsid w:val="00C4540F"/>
    <w:rsid w:val="00C46272"/>
    <w:rsid w:val="00C474DA"/>
    <w:rsid w:val="00C47B4A"/>
    <w:rsid w:val="00C52E8B"/>
    <w:rsid w:val="00C54F6C"/>
    <w:rsid w:val="00C5696C"/>
    <w:rsid w:val="00C61535"/>
    <w:rsid w:val="00C6353C"/>
    <w:rsid w:val="00C636A9"/>
    <w:rsid w:val="00C67260"/>
    <w:rsid w:val="00C67D58"/>
    <w:rsid w:val="00C70441"/>
    <w:rsid w:val="00C7098C"/>
    <w:rsid w:val="00C7157B"/>
    <w:rsid w:val="00C7248A"/>
    <w:rsid w:val="00C73E67"/>
    <w:rsid w:val="00C7447B"/>
    <w:rsid w:val="00C80BC3"/>
    <w:rsid w:val="00C8101D"/>
    <w:rsid w:val="00C81804"/>
    <w:rsid w:val="00C86FB6"/>
    <w:rsid w:val="00C92CAA"/>
    <w:rsid w:val="00C93A9F"/>
    <w:rsid w:val="00C94268"/>
    <w:rsid w:val="00C9514E"/>
    <w:rsid w:val="00CA239C"/>
    <w:rsid w:val="00CB1A0B"/>
    <w:rsid w:val="00CB20B6"/>
    <w:rsid w:val="00CB7A76"/>
    <w:rsid w:val="00CC01A0"/>
    <w:rsid w:val="00CC0F45"/>
    <w:rsid w:val="00CC2E22"/>
    <w:rsid w:val="00CC5562"/>
    <w:rsid w:val="00CD099F"/>
    <w:rsid w:val="00CD0DE0"/>
    <w:rsid w:val="00CD0E31"/>
    <w:rsid w:val="00CD184D"/>
    <w:rsid w:val="00CD4779"/>
    <w:rsid w:val="00CE318C"/>
    <w:rsid w:val="00CF22B0"/>
    <w:rsid w:val="00CF2780"/>
    <w:rsid w:val="00D0377C"/>
    <w:rsid w:val="00D03932"/>
    <w:rsid w:val="00D04F42"/>
    <w:rsid w:val="00D0694C"/>
    <w:rsid w:val="00D1317D"/>
    <w:rsid w:val="00D21D30"/>
    <w:rsid w:val="00D2233A"/>
    <w:rsid w:val="00D22DAB"/>
    <w:rsid w:val="00D22E5A"/>
    <w:rsid w:val="00D23D84"/>
    <w:rsid w:val="00D25C2F"/>
    <w:rsid w:val="00D34906"/>
    <w:rsid w:val="00D36319"/>
    <w:rsid w:val="00D454BB"/>
    <w:rsid w:val="00D47622"/>
    <w:rsid w:val="00D52EFF"/>
    <w:rsid w:val="00D53779"/>
    <w:rsid w:val="00D55523"/>
    <w:rsid w:val="00D62C94"/>
    <w:rsid w:val="00D64B9F"/>
    <w:rsid w:val="00D65F1C"/>
    <w:rsid w:val="00D74EDD"/>
    <w:rsid w:val="00D83225"/>
    <w:rsid w:val="00D86DC1"/>
    <w:rsid w:val="00D915E8"/>
    <w:rsid w:val="00D92943"/>
    <w:rsid w:val="00D92A1E"/>
    <w:rsid w:val="00D94542"/>
    <w:rsid w:val="00DA0970"/>
    <w:rsid w:val="00DB2CC7"/>
    <w:rsid w:val="00DC06DE"/>
    <w:rsid w:val="00DC1C41"/>
    <w:rsid w:val="00DC4FBD"/>
    <w:rsid w:val="00DD209F"/>
    <w:rsid w:val="00DD2695"/>
    <w:rsid w:val="00DE25E2"/>
    <w:rsid w:val="00DE4A69"/>
    <w:rsid w:val="00E0064B"/>
    <w:rsid w:val="00E021EB"/>
    <w:rsid w:val="00E066C9"/>
    <w:rsid w:val="00E14195"/>
    <w:rsid w:val="00E208C8"/>
    <w:rsid w:val="00E241BC"/>
    <w:rsid w:val="00E2482E"/>
    <w:rsid w:val="00E24B44"/>
    <w:rsid w:val="00E35014"/>
    <w:rsid w:val="00E37313"/>
    <w:rsid w:val="00E44439"/>
    <w:rsid w:val="00E44548"/>
    <w:rsid w:val="00E465B0"/>
    <w:rsid w:val="00E650AD"/>
    <w:rsid w:val="00E706B3"/>
    <w:rsid w:val="00E74874"/>
    <w:rsid w:val="00E866E9"/>
    <w:rsid w:val="00EA0899"/>
    <w:rsid w:val="00EA10D7"/>
    <w:rsid w:val="00EA22D5"/>
    <w:rsid w:val="00EA3DFC"/>
    <w:rsid w:val="00EB0485"/>
    <w:rsid w:val="00EC17D1"/>
    <w:rsid w:val="00EC2042"/>
    <w:rsid w:val="00ED1AA7"/>
    <w:rsid w:val="00ED4FF2"/>
    <w:rsid w:val="00ED793B"/>
    <w:rsid w:val="00EE7A83"/>
    <w:rsid w:val="00EF0B79"/>
    <w:rsid w:val="00EF3813"/>
    <w:rsid w:val="00EF64EE"/>
    <w:rsid w:val="00EF74C6"/>
    <w:rsid w:val="00EF7AF6"/>
    <w:rsid w:val="00F040D2"/>
    <w:rsid w:val="00F048F2"/>
    <w:rsid w:val="00F051DC"/>
    <w:rsid w:val="00F1216E"/>
    <w:rsid w:val="00F1584A"/>
    <w:rsid w:val="00F15F35"/>
    <w:rsid w:val="00F17F04"/>
    <w:rsid w:val="00F17FD9"/>
    <w:rsid w:val="00F22BDF"/>
    <w:rsid w:val="00F22C43"/>
    <w:rsid w:val="00F242B8"/>
    <w:rsid w:val="00F25295"/>
    <w:rsid w:val="00F268B6"/>
    <w:rsid w:val="00F27C86"/>
    <w:rsid w:val="00F3310C"/>
    <w:rsid w:val="00F372C9"/>
    <w:rsid w:val="00F40270"/>
    <w:rsid w:val="00F467F9"/>
    <w:rsid w:val="00F5081D"/>
    <w:rsid w:val="00F55B82"/>
    <w:rsid w:val="00F562A3"/>
    <w:rsid w:val="00F56A4D"/>
    <w:rsid w:val="00F573BC"/>
    <w:rsid w:val="00F57DDF"/>
    <w:rsid w:val="00F63E39"/>
    <w:rsid w:val="00F64268"/>
    <w:rsid w:val="00F946E3"/>
    <w:rsid w:val="00FA190E"/>
    <w:rsid w:val="00FA3F58"/>
    <w:rsid w:val="00FA73A3"/>
    <w:rsid w:val="00FB42EB"/>
    <w:rsid w:val="00FB46C5"/>
    <w:rsid w:val="00FB4CA9"/>
    <w:rsid w:val="00FB501B"/>
    <w:rsid w:val="00FC044B"/>
    <w:rsid w:val="00FC72ED"/>
    <w:rsid w:val="00FE55BE"/>
    <w:rsid w:val="00FE61E1"/>
    <w:rsid w:val="00FE686B"/>
    <w:rsid w:val="00FE750D"/>
    <w:rsid w:val="00FF17A4"/>
    <w:rsid w:val="00FF670C"/>
    <w:rsid w:val="00FF6D32"/>
    <w:rsid w:val="00FF77D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qFormat/>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qFormat/>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link w:val="AntratDiagrama"/>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qFormat/>
    <w:rPr>
      <w:sz w:val="16"/>
    </w:rPr>
  </w:style>
  <w:style w:type="paragraph" w:styleId="Komentarotekstas">
    <w:name w:val="annotation text"/>
    <w:aliases w:val=" Diagrama Diagrama Diagrama, Diagrama Diagrama,Diagrama Diagrama Diagrama,Diagrama Diagrama,Diagrama"/>
    <w:basedOn w:val="prastasis"/>
    <w:link w:val="KomentarotekstasDiagrama"/>
    <w:uiPriority w:val="99"/>
    <w:unhideWhenUsed/>
    <w:qFormat/>
    <w:pPr>
      <w:spacing w:line="240" w:lineRule="auto"/>
    </w:pPr>
  </w:style>
  <w:style w:type="character" w:customStyle="1" w:styleId="KomentarotekstasDiagrama">
    <w:name w:val="Komentaro tekstas Diagrama"/>
    <w:aliases w:val=" Diagrama Diagrama Diagrama Diagrama, Diagrama Diagrama Diagrama1,Diagrama Diagrama Diagrama Diagrama,Diagrama Diagrama Diagrama1,Diagrama Diagrama1"/>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qFormat/>
    <w:rPr>
      <w:b/>
      <w:bCs/>
    </w:rPr>
  </w:style>
  <w:style w:type="character" w:customStyle="1" w:styleId="KomentarotemaDiagrama">
    <w:name w:val="Komentaro tema Diagrama"/>
    <w:basedOn w:val="KomentarotekstasDiagrama"/>
    <w:link w:val="Komentarotema"/>
    <w:uiPriority w:val="99"/>
    <w:semiHidden/>
    <w:qFormat/>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qFormat/>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qFormat/>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qFormat/>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nhideWhenUsed/>
    <w:qFormat/>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qFormat/>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qFormat/>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qFormat/>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customStyle="1" w:styleId="Tech1antrDiagrama">
    <w:name w:val="Tech 1 antr Diagrama"/>
    <w:link w:val="Tech1antr"/>
    <w:qFormat/>
    <w:rsid w:val="00EB0485"/>
    <w:rPr>
      <w:rFonts w:ascii="Times New Roman" w:eastAsia="Times New Roman" w:hAnsi="Times New Roman" w:cs="Times New Roman"/>
      <w:i/>
      <w:iCs/>
      <w:sz w:val="24"/>
      <w:szCs w:val="24"/>
      <w:lang w:val="lt-LT" w:eastAsia="lt-LT"/>
    </w:rPr>
  </w:style>
  <w:style w:type="paragraph" w:customStyle="1" w:styleId="Tech1antr">
    <w:name w:val="Tech 1 antr"/>
    <w:basedOn w:val="Antrat1"/>
    <w:link w:val="Tech1antrDiagrama"/>
    <w:autoRedefine/>
    <w:qFormat/>
    <w:rsid w:val="00EB0485"/>
    <w:pPr>
      <w:keepLines w:val="0"/>
      <w:tabs>
        <w:tab w:val="left" w:pos="142"/>
      </w:tabs>
      <w:suppressAutoHyphens/>
      <w:spacing w:before="200" w:after="200" w:line="240" w:lineRule="auto"/>
      <w:ind w:firstLine="567"/>
      <w:jc w:val="center"/>
      <w:outlineLvl w:val="9"/>
    </w:pPr>
    <w:rPr>
      <w:rFonts w:ascii="Times New Roman" w:eastAsia="Times New Roman" w:hAnsi="Times New Roman" w:cs="Times New Roman"/>
      <w:b w:val="0"/>
      <w:bCs w:val="0"/>
      <w:i/>
      <w:iCs/>
      <w:caps w:val="0"/>
      <w:spacing w:val="0"/>
      <w:sz w:val="24"/>
      <w:szCs w:val="24"/>
      <w:lang w:eastAsia="lt-LT"/>
    </w:rPr>
  </w:style>
  <w:style w:type="character" w:customStyle="1" w:styleId="AntratsDiagrama1">
    <w:name w:val="Antraštės Diagrama1"/>
    <w:uiPriority w:val="99"/>
    <w:qFormat/>
    <w:rsid w:val="00EA22D5"/>
    <w:rPr>
      <w:rFonts w:ascii="Times New Roman" w:eastAsia="Calibri" w:hAnsi="Times New Roman" w:cs="Times New Roman"/>
      <w:sz w:val="24"/>
      <w:szCs w:val="24"/>
      <w:lang w:val="en-GB"/>
    </w:rPr>
  </w:style>
  <w:style w:type="character" w:customStyle="1" w:styleId="Internetosaitas">
    <w:name w:val="Interneto saitas"/>
    <w:basedOn w:val="Numatytasispastraiposriftas"/>
    <w:uiPriority w:val="99"/>
    <w:unhideWhenUsed/>
    <w:rsid w:val="00EA22D5"/>
    <w:rPr>
      <w:color w:val="0000FF"/>
      <w:u w:val="single"/>
    </w:rPr>
  </w:style>
  <w:style w:type="character" w:customStyle="1" w:styleId="AntratDiagrama">
    <w:name w:val="Antraštė Diagrama"/>
    <w:link w:val="Antrat"/>
    <w:qFormat/>
    <w:locked/>
    <w:rsid w:val="00EA22D5"/>
    <w:rPr>
      <w:b/>
      <w:bCs/>
      <w:sz w:val="18"/>
      <w:szCs w:val="18"/>
    </w:rPr>
  </w:style>
  <w:style w:type="character" w:customStyle="1" w:styleId="typewriter">
    <w:name w:val="typewriter"/>
    <w:qFormat/>
    <w:rsid w:val="00EA22D5"/>
  </w:style>
  <w:style w:type="character" w:customStyle="1" w:styleId="Iskyrimas">
    <w:name w:val="Išskyrimas"/>
    <w:qFormat/>
    <w:rsid w:val="00EA22D5"/>
    <w:rPr>
      <w:i/>
    </w:rPr>
  </w:style>
  <w:style w:type="character" w:customStyle="1" w:styleId="PaprastasistekstasDiagrama1">
    <w:name w:val="Paprastasis tekstas Diagrama1"/>
    <w:basedOn w:val="Numatytasispastraiposriftas"/>
    <w:uiPriority w:val="99"/>
    <w:semiHidden/>
    <w:qFormat/>
    <w:rsid w:val="00EA22D5"/>
    <w:rPr>
      <w:rFonts w:ascii="Consolas" w:eastAsia="Calibri" w:hAnsi="Consolas" w:cs="Times New Roman"/>
      <w:sz w:val="21"/>
      <w:szCs w:val="21"/>
      <w:lang w:val="en-GB"/>
    </w:rPr>
  </w:style>
  <w:style w:type="character" w:customStyle="1" w:styleId="normal-h">
    <w:name w:val="normal-h"/>
    <w:basedOn w:val="Numatytasispastraiposriftas"/>
    <w:qFormat/>
    <w:rsid w:val="00EA22D5"/>
  </w:style>
  <w:style w:type="character" w:customStyle="1" w:styleId="z-label">
    <w:name w:val="z-label"/>
    <w:basedOn w:val="Numatytasispastraiposriftas"/>
    <w:qFormat/>
    <w:rsid w:val="00EA22D5"/>
  </w:style>
  <w:style w:type="character" w:customStyle="1" w:styleId="ibps-label">
    <w:name w:val="ibps-label"/>
    <w:basedOn w:val="Numatytasispastraiposriftas"/>
    <w:qFormat/>
    <w:rsid w:val="00EA22D5"/>
  </w:style>
  <w:style w:type="character" w:customStyle="1" w:styleId="alert-color">
    <w:name w:val="alert-color"/>
    <w:basedOn w:val="Numatytasispastraiposriftas"/>
    <w:qFormat/>
    <w:rsid w:val="00EA22D5"/>
  </w:style>
  <w:style w:type="character" w:customStyle="1" w:styleId="v1msohyperlink1">
    <w:name w:val="v1msohyperlink1"/>
    <w:uiPriority w:val="99"/>
    <w:qFormat/>
    <w:rsid w:val="00EA22D5"/>
    <w:rPr>
      <w:color w:val="0563C1"/>
      <w:u w:val="single"/>
    </w:rPr>
  </w:style>
  <w:style w:type="character" w:customStyle="1" w:styleId="2NUMarialChar">
    <w:name w:val="2NUM_arial Char"/>
    <w:basedOn w:val="Numatytasispastraiposriftas"/>
    <w:link w:val="2NUMarial"/>
    <w:qFormat/>
    <w:rsid w:val="00EA22D5"/>
    <w:rPr>
      <w:rFonts w:ascii="Times New Roman" w:hAnsi="Times New Roman" w:cs="Arial"/>
      <w:sz w:val="24"/>
      <w:szCs w:val="20"/>
    </w:rPr>
  </w:style>
  <w:style w:type="character" w:customStyle="1" w:styleId="1NUMarialChar">
    <w:name w:val="1NUM_arial Char"/>
    <w:basedOn w:val="Numatytasispastraiposriftas"/>
    <w:link w:val="1NUMarial"/>
    <w:qFormat/>
    <w:rsid w:val="00EA22D5"/>
    <w:rPr>
      <w:rFonts w:ascii="Times New Roman" w:eastAsia="Calibri" w:hAnsi="Times New Roman" w:cs="Arial"/>
      <w:sz w:val="24"/>
      <w:szCs w:val="20"/>
      <w:lang w:eastAsia="lt-LT"/>
    </w:rPr>
  </w:style>
  <w:style w:type="character" w:customStyle="1" w:styleId="UnresolvedMention1">
    <w:name w:val="Unresolved Mention1"/>
    <w:basedOn w:val="Numatytasispastraiposriftas"/>
    <w:uiPriority w:val="99"/>
    <w:semiHidden/>
    <w:unhideWhenUsed/>
    <w:qFormat/>
    <w:rsid w:val="00EA22D5"/>
    <w:rPr>
      <w:color w:val="605E5C"/>
      <w:shd w:val="clear" w:color="auto" w:fill="E1DFDD"/>
    </w:rPr>
  </w:style>
  <w:style w:type="character" w:customStyle="1" w:styleId="Eiluinumeravimas">
    <w:name w:val="Eilučių numeravimas"/>
    <w:rsid w:val="00EA22D5"/>
  </w:style>
  <w:style w:type="character" w:customStyle="1" w:styleId="PagrindinistekstasDiagrama1">
    <w:name w:val="Pagrindinis tekstas Diagrama1"/>
    <w:basedOn w:val="Numatytasispastraiposriftas"/>
    <w:uiPriority w:val="99"/>
    <w:semiHidden/>
    <w:rsid w:val="00EA22D5"/>
    <w:rPr>
      <w:rFonts w:ascii="Times New Roman" w:hAnsi="Times New Roman" w:cs="Times New Roman"/>
      <w:sz w:val="24"/>
      <w:szCs w:val="24"/>
    </w:rPr>
  </w:style>
  <w:style w:type="paragraph" w:customStyle="1" w:styleId="Rodykl">
    <w:name w:val="Rodyklė"/>
    <w:basedOn w:val="prastasis"/>
    <w:qFormat/>
    <w:rsid w:val="00EA22D5"/>
    <w:pPr>
      <w:suppressLineNumbers/>
      <w:suppressAutoHyphens/>
      <w:spacing w:after="0" w:line="240" w:lineRule="auto"/>
      <w:jc w:val="left"/>
    </w:pPr>
    <w:rPr>
      <w:rFonts w:ascii="Times New Roman" w:eastAsiaTheme="minorHAnsi" w:hAnsi="Times New Roman" w:cs="Arial"/>
      <w:sz w:val="24"/>
      <w:szCs w:val="24"/>
    </w:rPr>
  </w:style>
  <w:style w:type="character" w:customStyle="1" w:styleId="PagrindiniotekstotraukaDiagrama1">
    <w:name w:val="Pagrindinio teksto įtrauka Diagrama1"/>
    <w:basedOn w:val="Numatytasispastraiposriftas"/>
    <w:uiPriority w:val="99"/>
    <w:semiHidden/>
    <w:rsid w:val="00EA22D5"/>
    <w:rPr>
      <w:rFonts w:ascii="Times New Roman" w:hAnsi="Times New Roman" w:cs="Times New Roman"/>
      <w:sz w:val="24"/>
      <w:szCs w:val="24"/>
    </w:rPr>
  </w:style>
  <w:style w:type="paragraph" w:customStyle="1" w:styleId="Puslapinantratirporat">
    <w:name w:val="Puslapinė antraštė ir poraštė"/>
    <w:basedOn w:val="prastasis"/>
    <w:qFormat/>
    <w:rsid w:val="00EA22D5"/>
    <w:pPr>
      <w:suppressAutoHyphens/>
      <w:spacing w:after="0" w:line="240" w:lineRule="auto"/>
      <w:jc w:val="left"/>
    </w:pPr>
    <w:rPr>
      <w:rFonts w:ascii="Times New Roman" w:eastAsiaTheme="minorHAnsi" w:hAnsi="Times New Roman" w:cs="Times New Roman"/>
      <w:sz w:val="24"/>
      <w:szCs w:val="24"/>
    </w:rPr>
  </w:style>
  <w:style w:type="character" w:customStyle="1" w:styleId="AntratsDiagrama2">
    <w:name w:val="Antraštės Diagrama2"/>
    <w:basedOn w:val="Numatytasispastraiposriftas"/>
    <w:uiPriority w:val="99"/>
    <w:semiHidden/>
    <w:rsid w:val="00EA22D5"/>
    <w:rPr>
      <w:rFonts w:ascii="Times New Roman" w:hAnsi="Times New Roman" w:cs="Times New Roman"/>
      <w:sz w:val="24"/>
      <w:szCs w:val="24"/>
    </w:rPr>
  </w:style>
  <w:style w:type="paragraph" w:customStyle="1" w:styleId="bodytext">
    <w:name w:val="bodytext"/>
    <w:basedOn w:val="prastasis"/>
    <w:qFormat/>
    <w:rsid w:val="00EA22D5"/>
    <w:pPr>
      <w:suppressAutoHyphens/>
      <w:spacing w:beforeAutospacing="1" w:after="0" w:afterAutospacing="1" w:line="240" w:lineRule="auto"/>
      <w:jc w:val="left"/>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EA22D5"/>
    <w:rPr>
      <w:rFonts w:ascii="Segoe UI" w:hAnsi="Segoe UI" w:cs="Segoe UI"/>
      <w:sz w:val="18"/>
      <w:szCs w:val="18"/>
    </w:rPr>
  </w:style>
  <w:style w:type="character" w:customStyle="1" w:styleId="KomentarotekstasDiagrama1">
    <w:name w:val="Komentaro tekstas Diagrama1"/>
    <w:basedOn w:val="Numatytasispastraiposriftas"/>
    <w:uiPriority w:val="99"/>
    <w:semiHidden/>
    <w:rsid w:val="00EA22D5"/>
    <w:rPr>
      <w:rFonts w:ascii="Times New Roman" w:hAnsi="Times New Roman" w:cs="Times New Roman"/>
      <w:sz w:val="20"/>
      <w:szCs w:val="20"/>
    </w:rPr>
  </w:style>
  <w:style w:type="character" w:customStyle="1" w:styleId="KomentarotemaDiagrama1">
    <w:name w:val="Komentaro tema Diagrama1"/>
    <w:basedOn w:val="KomentarotekstasDiagrama1"/>
    <w:uiPriority w:val="99"/>
    <w:semiHidden/>
    <w:rsid w:val="00EA22D5"/>
    <w:rPr>
      <w:rFonts w:ascii="Times New Roman" w:hAnsi="Times New Roman" w:cs="Times New Roman"/>
      <w:b/>
      <w:bCs/>
      <w:sz w:val="20"/>
      <w:szCs w:val="20"/>
    </w:rPr>
  </w:style>
  <w:style w:type="paragraph" w:customStyle="1" w:styleId="Bulletcopy">
    <w:name w:val="Bullet copy"/>
    <w:basedOn w:val="prastasis"/>
    <w:uiPriority w:val="99"/>
    <w:qFormat/>
    <w:rsid w:val="00EA22D5"/>
    <w:pPr>
      <w:numPr>
        <w:numId w:val="11"/>
      </w:numPr>
      <w:suppressAutoHyphens/>
      <w:snapToGrid w:val="0"/>
      <w:spacing w:after="0" w:line="240" w:lineRule="auto"/>
    </w:pPr>
    <w:rPr>
      <w:rFonts w:ascii="EYInterstate Light" w:eastAsia="SimSun" w:hAnsi="EYInterstate Light" w:cs="Arial"/>
      <w:sz w:val="20"/>
      <w:szCs w:val="20"/>
      <w:lang w:eastAsia="en-GB"/>
    </w:rPr>
  </w:style>
  <w:style w:type="paragraph" w:customStyle="1" w:styleId="Sraopastraipa2">
    <w:name w:val="Sąrašo pastraipa2"/>
    <w:basedOn w:val="prastasis"/>
    <w:qFormat/>
    <w:rsid w:val="00EA22D5"/>
    <w:pPr>
      <w:suppressAutoHyphens/>
      <w:spacing w:after="0" w:line="240" w:lineRule="auto"/>
      <w:ind w:left="720"/>
      <w:contextualSpacing/>
      <w:jc w:val="left"/>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EA22D5"/>
    <w:rPr>
      <w:rFonts w:ascii="Times New Roman" w:hAnsi="Times New Roman" w:cs="Times New Roman"/>
      <w:sz w:val="24"/>
      <w:szCs w:val="24"/>
    </w:rPr>
  </w:style>
  <w:style w:type="character" w:customStyle="1" w:styleId="PaprastasistekstasDiagrama2">
    <w:name w:val="Paprastasis tekstas Diagrama2"/>
    <w:basedOn w:val="Numatytasispastraiposriftas"/>
    <w:uiPriority w:val="99"/>
    <w:semiHidden/>
    <w:rsid w:val="00EA22D5"/>
    <w:rPr>
      <w:rFonts w:ascii="Consolas" w:hAnsi="Consolas" w:cs="Times New Roman"/>
      <w:sz w:val="21"/>
      <w:szCs w:val="21"/>
    </w:rPr>
  </w:style>
  <w:style w:type="paragraph" w:customStyle="1" w:styleId="western">
    <w:name w:val="western"/>
    <w:basedOn w:val="prastasis"/>
    <w:qFormat/>
    <w:rsid w:val="00EA22D5"/>
    <w:pPr>
      <w:suppressAutoHyphens/>
      <w:spacing w:beforeAutospacing="1" w:after="0" w:afterAutospacing="1" w:line="240" w:lineRule="auto"/>
      <w:jc w:val="left"/>
    </w:pPr>
    <w:rPr>
      <w:rFonts w:ascii="Times New Roman" w:eastAsiaTheme="minorHAnsi" w:hAnsi="Times New Roman" w:cs="Times New Roman"/>
      <w:color w:val="000000"/>
      <w:sz w:val="24"/>
      <w:szCs w:val="24"/>
      <w:lang w:eastAsia="lt-LT"/>
    </w:rPr>
  </w:style>
  <w:style w:type="paragraph" w:customStyle="1" w:styleId="Lentelsturinys">
    <w:name w:val="Lentelės turinys"/>
    <w:basedOn w:val="prastasis"/>
    <w:qFormat/>
    <w:rsid w:val="00EA22D5"/>
    <w:pPr>
      <w:widowControl w:val="0"/>
      <w:suppressLineNumbers/>
      <w:suppressAutoHyphens/>
      <w:jc w:val="left"/>
    </w:pPr>
    <w:rPr>
      <w:rFonts w:eastAsia="Times New Roman" w:cs="Calibri"/>
    </w:rPr>
  </w:style>
  <w:style w:type="paragraph" w:customStyle="1" w:styleId="taltipfb">
    <w:name w:val="taltipfb"/>
    <w:basedOn w:val="prastasis"/>
    <w:qFormat/>
    <w:rsid w:val="00EA22D5"/>
    <w:pPr>
      <w:suppressAutoHyphens/>
      <w:spacing w:beforeAutospacing="1" w:after="0" w:afterAutospacing="1" w:line="240" w:lineRule="auto"/>
      <w:jc w:val="left"/>
    </w:pPr>
    <w:rPr>
      <w:rFonts w:ascii="Times New Roman" w:eastAsiaTheme="minorHAnsi" w:hAnsi="Times New Roman" w:cs="Times New Roman"/>
      <w:sz w:val="24"/>
      <w:szCs w:val="24"/>
      <w:lang w:eastAsia="lt-LT"/>
    </w:rPr>
  </w:style>
  <w:style w:type="paragraph" w:customStyle="1" w:styleId="LO-normal">
    <w:name w:val="LO-normal"/>
    <w:qFormat/>
    <w:rsid w:val="00EA22D5"/>
    <w:pPr>
      <w:suppressAutoHyphens/>
      <w:spacing w:after="0" w:line="276" w:lineRule="auto"/>
      <w:jc w:val="left"/>
    </w:pPr>
    <w:rPr>
      <w:rFonts w:ascii="Arial" w:eastAsia="Arial" w:hAnsi="Arial" w:cs="Arial"/>
      <w:lang w:val="lt-LT" w:eastAsia="zh-CN" w:bidi="hi-IN"/>
    </w:rPr>
  </w:style>
  <w:style w:type="paragraph" w:customStyle="1" w:styleId="1NUMarial">
    <w:name w:val="1NUM_arial"/>
    <w:basedOn w:val="prastasis"/>
    <w:link w:val="1NUMarialChar"/>
    <w:qFormat/>
    <w:rsid w:val="00EA22D5"/>
    <w:pPr>
      <w:numPr>
        <w:numId w:val="13"/>
      </w:numPr>
      <w:suppressAutoHyphens/>
      <w:spacing w:after="0" w:line="276" w:lineRule="auto"/>
      <w:contextualSpacing/>
    </w:pPr>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EA22D5"/>
    <w:pPr>
      <w:tabs>
        <w:tab w:val="num" w:pos="0"/>
        <w:tab w:val="left" w:pos="1701"/>
      </w:tabs>
      <w:suppressAutoHyphens/>
      <w:spacing w:after="0" w:line="276" w:lineRule="auto"/>
      <w:ind w:left="786" w:hanging="360"/>
      <w:contextualSpacing/>
    </w:pPr>
    <w:rPr>
      <w:rFonts w:ascii="Times New Roman" w:hAnsi="Times New Roman" w:cs="Arial"/>
      <w:sz w:val="24"/>
      <w:szCs w:val="20"/>
    </w:rPr>
  </w:style>
  <w:style w:type="paragraph" w:customStyle="1" w:styleId="3NUMarial">
    <w:name w:val="3NUM_arial"/>
    <w:basedOn w:val="2NUMarial"/>
    <w:qFormat/>
    <w:rsid w:val="00EA22D5"/>
    <w:pPr>
      <w:ind w:left="0" w:firstLine="720"/>
    </w:pPr>
  </w:style>
  <w:style w:type="table" w:customStyle="1" w:styleId="Lentelstinklelis11">
    <w:name w:val="Lentelės tinklelis11"/>
    <w:basedOn w:val="prastojilentel"/>
    <w:uiPriority w:val="39"/>
    <w:rsid w:val="00EA22D5"/>
    <w:pPr>
      <w:suppressAutoHyphens/>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EA22D5"/>
    <w:pPr>
      <w:suppressAutoHyphens/>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EA22D5"/>
    <w:rPr>
      <w:rFonts w:ascii="Segoe UI" w:hAnsi="Segoe UI" w:cs="Segoe UI" w:hint="default"/>
      <w:color w:val="242424"/>
      <w:sz w:val="18"/>
      <w:szCs w:val="18"/>
      <w:shd w:val="clear" w:color="auto" w:fill="FFFFFF"/>
    </w:rPr>
  </w:style>
  <w:style w:type="character" w:customStyle="1" w:styleId="cf11">
    <w:name w:val="cf11"/>
    <w:basedOn w:val="Numatytasispastraiposriftas"/>
    <w:rsid w:val="00EA22D5"/>
    <w:rPr>
      <w:rFonts w:ascii="Segoe UI" w:hAnsi="Segoe UI" w:cs="Segoe UI" w:hint="default"/>
      <w:color w:val="242424"/>
      <w:sz w:val="18"/>
      <w:szCs w:val="18"/>
      <w:shd w:val="clear" w:color="auto" w:fill="FFFFFF"/>
    </w:rPr>
  </w:style>
  <w:style w:type="character" w:customStyle="1" w:styleId="cf21">
    <w:name w:val="cf21"/>
    <w:basedOn w:val="Numatytasispastraiposriftas"/>
    <w:rsid w:val="00EA22D5"/>
    <w:rPr>
      <w:rFonts w:ascii="Segoe UI" w:hAnsi="Segoe UI" w:cs="Segoe UI" w:hint="default"/>
      <w:sz w:val="18"/>
      <w:szCs w:val="18"/>
    </w:rPr>
  </w:style>
  <w:style w:type="character" w:customStyle="1" w:styleId="Neapdorotaspaminjimas1">
    <w:name w:val="Neapdorotas paminėjimas1"/>
    <w:basedOn w:val="Numatytasispastraiposriftas"/>
    <w:uiPriority w:val="99"/>
    <w:semiHidden/>
    <w:unhideWhenUsed/>
    <w:rsid w:val="00EA22D5"/>
    <w:rPr>
      <w:color w:val="605E5C"/>
      <w:shd w:val="clear" w:color="auto" w:fill="E1DFDD"/>
    </w:rPr>
  </w:style>
  <w:style w:type="paragraph" w:customStyle="1" w:styleId="Standard">
    <w:name w:val="Standard"/>
    <w:rsid w:val="00D34906"/>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character" w:customStyle="1" w:styleId="UnresolvedMention2">
    <w:name w:val="Unresolved Mention2"/>
    <w:basedOn w:val="Numatytasispastraiposriftas"/>
    <w:uiPriority w:val="99"/>
    <w:semiHidden/>
    <w:unhideWhenUsed/>
    <w:rsid w:val="00F22C43"/>
    <w:rPr>
      <w:color w:val="605E5C"/>
      <w:shd w:val="clear" w:color="auto" w:fill="E1DFDD"/>
    </w:rPr>
  </w:style>
  <w:style w:type="character" w:styleId="Neapdorotaspaminjimas">
    <w:name w:val="Unresolved Mention"/>
    <w:basedOn w:val="Numatytasispastraiposriftas"/>
    <w:uiPriority w:val="99"/>
    <w:semiHidden/>
    <w:unhideWhenUsed/>
    <w:rsid w:val="00232D1E"/>
    <w:rPr>
      <w:color w:val="605E5C"/>
      <w:shd w:val="clear" w:color="auto" w:fill="E1DFDD"/>
    </w:rPr>
  </w:style>
  <w:style w:type="paragraph" w:customStyle="1" w:styleId="pf0">
    <w:name w:val="pf0"/>
    <w:basedOn w:val="prastasis"/>
    <w:rsid w:val="003E68E3"/>
    <w:pPr>
      <w:spacing w:before="100" w:beforeAutospacing="1" w:after="100" w:afterAutospacing="1" w:line="240" w:lineRule="auto"/>
      <w:jc w:val="left"/>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27389">
      <w:bodyDiv w:val="1"/>
      <w:marLeft w:val="0"/>
      <w:marRight w:val="0"/>
      <w:marTop w:val="0"/>
      <w:marBottom w:val="0"/>
      <w:divBdr>
        <w:top w:val="none" w:sz="0" w:space="0" w:color="auto"/>
        <w:left w:val="none" w:sz="0" w:space="0" w:color="auto"/>
        <w:bottom w:val="none" w:sz="0" w:space="0" w:color="auto"/>
        <w:right w:val="none" w:sz="0" w:space="0" w:color="auto"/>
      </w:divBdr>
    </w:div>
    <w:div w:id="4569012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29869958">
      <w:bodyDiv w:val="1"/>
      <w:marLeft w:val="0"/>
      <w:marRight w:val="0"/>
      <w:marTop w:val="0"/>
      <w:marBottom w:val="0"/>
      <w:divBdr>
        <w:top w:val="none" w:sz="0" w:space="0" w:color="auto"/>
        <w:left w:val="none" w:sz="0" w:space="0" w:color="auto"/>
        <w:bottom w:val="none" w:sz="0" w:space="0" w:color="auto"/>
        <w:right w:val="none" w:sz="0" w:space="0" w:color="auto"/>
      </w:divBdr>
    </w:div>
    <w:div w:id="749426638">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425762555">
      <w:bodyDiv w:val="1"/>
      <w:marLeft w:val="0"/>
      <w:marRight w:val="0"/>
      <w:marTop w:val="0"/>
      <w:marBottom w:val="0"/>
      <w:divBdr>
        <w:top w:val="none" w:sz="0" w:space="0" w:color="auto"/>
        <w:left w:val="none" w:sz="0" w:space="0" w:color="auto"/>
        <w:bottom w:val="none" w:sz="0" w:space="0" w:color="auto"/>
        <w:right w:val="none" w:sz="0" w:space="0" w:color="auto"/>
      </w:divBdr>
    </w:div>
    <w:div w:id="2085489231">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nvd.nist.gov/"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cid:c3acd0d2-c4d6-4510-bf28-f2fadb321918" TargetMode="External"/><Relationship Id="rId20" Type="http://schemas.openxmlformats.org/officeDocument/2006/relationships/hyperlink" Target="mailto:ittpagalba@vrm.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ittpagalba.vrm.lt/MS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269003</DmsRegDoc>
    <DmsAddMarkOnPdf xmlns="028236e2-f653-4d19-ab67-4d06a9145e0c">false</DmsAddMarkOnPdf>
  </documentManagement>
</p:properties>
</file>

<file path=customXml/item5.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5A20DC3E-6014-4188-A025-F71A10CAB594}">
  <ds:schemaRefs>
    <ds:schemaRef ds:uri="http://schemas.openxmlformats.org/officeDocument/2006/bibliography"/>
  </ds:schemaRefs>
</ds:datastoreItem>
</file>

<file path=customXml/itemProps4.xml><?xml version="1.0" encoding="utf-8"?>
<ds:datastoreItem xmlns:ds="http://schemas.openxmlformats.org/officeDocument/2006/customXml" ds:itemID="{44C558A3-3AD6-46B6-940B-8F71EDF2AEA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5.xml><?xml version="1.0" encoding="utf-8"?>
<ds:datastoreItem xmlns:ds="http://schemas.openxmlformats.org/officeDocument/2006/customXml" ds:itemID="{A4745E66-E4A3-4C6F-9F74-04ED0D079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B743E85-2D26-444D-862E-16077A09D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2</TotalTime>
  <Pages>34</Pages>
  <Words>64695</Words>
  <Characters>36877</Characters>
  <Application>Microsoft Office Word</Application>
  <DocSecurity>0</DocSecurity>
  <Lines>307</Lines>
  <Paragraphs>202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4</cp:revision>
  <cp:lastPrinted>2021-01-19T12:06:00Z</cp:lastPrinted>
  <dcterms:created xsi:type="dcterms:W3CDTF">2024-09-26T08:13:00Z</dcterms:created>
  <dcterms:modified xsi:type="dcterms:W3CDTF">2024-09-30T11:51:00Z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abonementas;#1121;#Ania Artisiuk;#790;#Lina Jucytė;#1332;#Raimonda Butkevičienė;#803;#i:0#.w|cpma\neringa-sa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109366</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