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25C2E" w14:textId="56C9669F"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B4CA2">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5B4CA2">
        <w:rPr>
          <w:rFonts w:ascii="Times New Roman" w:eastAsia="Times New Roman" w:hAnsi="Times New Roman" w:cs="Times New Roman"/>
          <w:sz w:val="24"/>
          <w:szCs w:val="24"/>
        </w:rPr>
        <w:t xml:space="preserve"> m. </w:t>
      </w:r>
      <w:r w:rsidR="003952AC">
        <w:rPr>
          <w:rFonts w:ascii="Times New Roman" w:eastAsia="Times New Roman" w:hAnsi="Times New Roman" w:cs="Times New Roman"/>
          <w:sz w:val="24"/>
          <w:szCs w:val="24"/>
        </w:rPr>
        <w:t>balandžio 28</w:t>
      </w:r>
      <w:r w:rsidRPr="005B4CA2">
        <w:rPr>
          <w:rFonts w:ascii="Times New Roman" w:eastAsia="Times New Roman" w:hAnsi="Times New Roman" w:cs="Times New Roman"/>
          <w:sz w:val="24"/>
          <w:szCs w:val="24"/>
        </w:rPr>
        <w:t xml:space="preserve"> d. </w:t>
      </w:r>
    </w:p>
    <w:p w14:paraId="6967338A" w14:textId="77777777"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paslaugų viešojo pirkimo-pardavimo</w:t>
      </w:r>
    </w:p>
    <w:p w14:paraId="37312560" w14:textId="4E5EF3B6"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 xml:space="preserve">sutarties Nr. </w:t>
      </w:r>
      <w:r w:rsidR="003952AC">
        <w:rPr>
          <w:rFonts w:ascii="Times New Roman" w:eastAsia="Times New Roman" w:hAnsi="Times New Roman" w:cs="Times New Roman"/>
          <w:sz w:val="24"/>
          <w:szCs w:val="24"/>
        </w:rPr>
        <w:t>15R-180</w:t>
      </w:r>
    </w:p>
    <w:p w14:paraId="7373B175" w14:textId="66A03C87" w:rsidR="008A0A00" w:rsidRPr="005B4CA2" w:rsidRDefault="00AA6F3D" w:rsidP="008A0A00">
      <w:pPr>
        <w:spacing w:after="0" w:line="240" w:lineRule="auto"/>
        <w:ind w:left="5670"/>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8A0A00" w:rsidRPr="005B4CA2">
        <w:rPr>
          <w:rFonts w:ascii="Times New Roman" w:eastAsia="Times New Roman" w:hAnsi="Times New Roman" w:cs="Times New Roman"/>
          <w:sz w:val="24"/>
          <w:szCs w:val="24"/>
        </w:rPr>
        <w:t xml:space="preserve"> priedas </w:t>
      </w:r>
    </w:p>
    <w:p w14:paraId="0C811A87" w14:textId="5C27EA11" w:rsidR="00DC06DE" w:rsidRDefault="00DC06DE" w:rsidP="00FB6369">
      <w:pPr>
        <w:tabs>
          <w:tab w:val="left" w:pos="465"/>
        </w:tabs>
        <w:spacing w:before="60" w:after="60" w:line="120" w:lineRule="auto"/>
        <w:rPr>
          <w:rFonts w:ascii="Calibri Light" w:hAnsi="Calibri Light" w:cs="Calibri Light"/>
          <w:b/>
        </w:rPr>
      </w:pPr>
    </w:p>
    <w:p w14:paraId="1B0CAE2D" w14:textId="77777777" w:rsidR="00D206A9" w:rsidRDefault="00D206A9" w:rsidP="00FB6369">
      <w:pPr>
        <w:tabs>
          <w:tab w:val="left" w:pos="465"/>
        </w:tabs>
        <w:spacing w:before="60" w:after="60" w:line="120" w:lineRule="auto"/>
        <w:rPr>
          <w:rFonts w:ascii="Calibri Light" w:hAnsi="Calibri Light" w:cs="Calibri Light"/>
          <w:b/>
        </w:rPr>
      </w:pPr>
    </w:p>
    <w:p w14:paraId="6CD76AFA" w14:textId="77777777" w:rsidR="001545C5" w:rsidRPr="00B879B2" w:rsidRDefault="001545C5" w:rsidP="001545C5">
      <w:pPr>
        <w:widowControl w:val="0"/>
        <w:suppressAutoHyphens/>
        <w:spacing w:after="0" w:line="276" w:lineRule="auto"/>
        <w:jc w:val="center"/>
        <w:rPr>
          <w:rFonts w:ascii="Calibri Light" w:eastAsia="Calibri" w:hAnsi="Calibri Light" w:cs="Calibri Light"/>
          <w:b/>
          <w:bCs/>
        </w:rPr>
      </w:pPr>
      <w:r w:rsidRPr="00B879B2">
        <w:rPr>
          <w:rFonts w:ascii="Calibri Light" w:eastAsia="Calibri" w:hAnsi="Calibri Light" w:cs="Calibri Light"/>
          <w:color w:val="000000"/>
          <w:lang w:val="en-GB" w:eastAsia="lt-LT"/>
        </w:rPr>
        <w:t>(</w:t>
      </w:r>
      <w:r w:rsidRPr="00B879B2">
        <w:rPr>
          <w:rFonts w:ascii="Calibri Light" w:eastAsia="Calibri" w:hAnsi="Calibri Light" w:cs="Calibri Light"/>
          <w:b/>
          <w:color w:val="000000"/>
          <w:lang w:eastAsia="lt-LT"/>
        </w:rPr>
        <w:t xml:space="preserve">Konfidencialumo pasižadėjimo </w:t>
      </w:r>
      <w:r w:rsidRPr="00B879B2">
        <w:rPr>
          <w:rFonts w:ascii="Calibri Light" w:eastAsia="Calibri" w:hAnsi="Calibri Light" w:cs="Calibri Light"/>
          <w:b/>
          <w:bCs/>
        </w:rPr>
        <w:t>neatskleisti informacijos, kuri taps žinoma</w:t>
      </w:r>
    </w:p>
    <w:p w14:paraId="1F2FE71E" w14:textId="77777777" w:rsidR="001545C5" w:rsidRPr="00B879B2" w:rsidRDefault="001545C5" w:rsidP="001545C5">
      <w:pPr>
        <w:widowControl w:val="0"/>
        <w:suppressAutoHyphens/>
        <w:spacing w:after="0" w:line="276" w:lineRule="auto"/>
        <w:jc w:val="center"/>
        <w:rPr>
          <w:rFonts w:ascii="Calibri Light" w:eastAsia="Calibri" w:hAnsi="Calibri Light" w:cs="Calibri Light"/>
          <w:color w:val="000000"/>
          <w:lang w:eastAsia="lt-LT"/>
        </w:rPr>
      </w:pPr>
      <w:r w:rsidRPr="00B879B2">
        <w:rPr>
          <w:rFonts w:ascii="Calibri Light" w:eastAsia="Calibri" w:hAnsi="Calibri Light" w:cs="Calibri Light"/>
          <w:b/>
          <w:bCs/>
        </w:rPr>
        <w:t>vykdant sutartį, forma)</w:t>
      </w:r>
    </w:p>
    <w:p w14:paraId="0BC22BC4" w14:textId="77777777" w:rsidR="001545C5" w:rsidRDefault="001545C5" w:rsidP="001545C5">
      <w:pPr>
        <w:suppressAutoHyphens/>
        <w:spacing w:after="200" w:line="276" w:lineRule="auto"/>
        <w:jc w:val="center"/>
        <w:rPr>
          <w:rFonts w:ascii="Calibri Light" w:eastAsia="Calibri" w:hAnsi="Calibri Light" w:cs="Calibri Light"/>
          <w:b/>
          <w:color w:val="000000"/>
        </w:rPr>
      </w:pPr>
    </w:p>
    <w:p w14:paraId="3315A4B8" w14:textId="77777777" w:rsidR="001545C5" w:rsidRPr="00B879B2" w:rsidRDefault="001545C5" w:rsidP="001545C5">
      <w:pPr>
        <w:suppressAutoHyphens/>
        <w:spacing w:after="0" w:line="240" w:lineRule="auto"/>
        <w:jc w:val="center"/>
        <w:rPr>
          <w:rFonts w:ascii="Calibri Light" w:eastAsia="Calibri" w:hAnsi="Calibri Light" w:cs="Calibri Light"/>
          <w:b/>
          <w:color w:val="000000"/>
        </w:rPr>
      </w:pPr>
      <w:r w:rsidRPr="00B879B2">
        <w:rPr>
          <w:rFonts w:ascii="Calibri Light" w:eastAsia="Calibri" w:hAnsi="Calibri Light" w:cs="Calibri Light"/>
          <w:b/>
          <w:color w:val="000000"/>
        </w:rPr>
        <w:t>KONFIDENCIALUMO PASIŽADĖJIMAS</w:t>
      </w:r>
    </w:p>
    <w:p w14:paraId="605CE841" w14:textId="77777777" w:rsidR="001545C5" w:rsidRPr="00B879B2" w:rsidRDefault="001545C5" w:rsidP="001545C5">
      <w:pPr>
        <w:suppressAutoHyphens/>
        <w:spacing w:after="200" w:line="276" w:lineRule="auto"/>
        <w:jc w:val="center"/>
        <w:rPr>
          <w:rFonts w:ascii="Calibri Light" w:eastAsia="Calibri" w:hAnsi="Calibri Light" w:cs="Calibri Light"/>
          <w:b/>
          <w:color w:val="000000"/>
        </w:rPr>
      </w:pPr>
      <w:r w:rsidRPr="00B879B2">
        <w:rPr>
          <w:rFonts w:ascii="Calibri Light" w:eastAsia="Calibri" w:hAnsi="Calibri Light" w:cs="Calibri Light"/>
          <w:b/>
          <w:bCs/>
        </w:rPr>
        <w:t xml:space="preserve">NEATSKLEISTI INFORMACIJOS, KURI TAPS ŽINOMA VYKDANT SUTARTĮ </w:t>
      </w:r>
    </w:p>
    <w:p w14:paraId="6746F567"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________________________</w:t>
      </w:r>
    </w:p>
    <w:p w14:paraId="284170EC"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(data)</w:t>
      </w:r>
    </w:p>
    <w:p w14:paraId="7195D4EA"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________________________</w:t>
      </w:r>
    </w:p>
    <w:p w14:paraId="1C160447"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(vieta)</w:t>
      </w:r>
    </w:p>
    <w:p w14:paraId="13AEE798" w14:textId="77777777" w:rsidR="001545C5" w:rsidRPr="00B879B2" w:rsidRDefault="001545C5" w:rsidP="001545C5">
      <w:pPr>
        <w:suppressAutoHyphens/>
        <w:spacing w:after="200" w:line="276" w:lineRule="auto"/>
        <w:ind w:firstLine="709"/>
        <w:jc w:val="left"/>
        <w:rPr>
          <w:rFonts w:ascii="Calibri Light" w:eastAsia="Calibri" w:hAnsi="Calibri Light" w:cs="Calibri Light"/>
          <w:color w:val="000000"/>
        </w:rPr>
      </w:pPr>
      <w:r w:rsidRPr="00B879B2">
        <w:rPr>
          <w:rFonts w:ascii="Calibri Light" w:eastAsia="Calibri" w:hAnsi="Calibri Light" w:cs="Calibri Light"/>
          <w:color w:val="000000"/>
        </w:rPr>
        <w:t>Aš, _________________________________________________________, eidamas (-a)</w:t>
      </w:r>
    </w:p>
    <w:p w14:paraId="37F776DB"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(vardas, pavardė)</w:t>
      </w:r>
    </w:p>
    <w:p w14:paraId="2B9771B9"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________________________________________________________________________________</w:t>
      </w:r>
    </w:p>
    <w:p w14:paraId="6BF28897"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(juridinio asmens pavadinimas)</w:t>
      </w:r>
    </w:p>
    <w:p w14:paraId="526F0682"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__________________________________________________________________</w:t>
      </w:r>
      <w:r>
        <w:rPr>
          <w:rFonts w:ascii="Calibri Light" w:eastAsia="Calibri" w:hAnsi="Calibri Light" w:cs="Calibri Light"/>
          <w:color w:val="000000"/>
        </w:rPr>
        <w:t xml:space="preserve">_____ </w:t>
      </w:r>
      <w:r w:rsidRPr="00B879B2">
        <w:rPr>
          <w:rFonts w:ascii="Calibri Light" w:eastAsia="Calibri" w:hAnsi="Calibri Light" w:cs="Calibri Light"/>
          <w:color w:val="000000"/>
        </w:rPr>
        <w:t xml:space="preserve">pareigas, </w:t>
      </w:r>
    </w:p>
    <w:p w14:paraId="08599A99"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(pareigų pavadinimas)</w:t>
      </w:r>
    </w:p>
    <w:p w14:paraId="708C8C3D"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ir dirbdamas (-a) pagal sutartį __________________________________________</w:t>
      </w:r>
      <w:r>
        <w:rPr>
          <w:rFonts w:ascii="Calibri Light" w:eastAsia="Calibri" w:hAnsi="Calibri Light" w:cs="Calibri Light"/>
          <w:color w:val="000000"/>
        </w:rPr>
        <w:t>_____________</w:t>
      </w:r>
    </w:p>
    <w:p w14:paraId="5AECE3E3" w14:textId="77777777" w:rsidR="001545C5" w:rsidRPr="00B879B2" w:rsidRDefault="001545C5" w:rsidP="001545C5">
      <w:pPr>
        <w:suppressAutoHyphens/>
        <w:spacing w:after="200" w:line="276" w:lineRule="auto"/>
        <w:ind w:left="3600"/>
        <w:jc w:val="left"/>
        <w:rPr>
          <w:rFonts w:ascii="Calibri Light" w:eastAsia="Calibri" w:hAnsi="Calibri Light" w:cs="Calibri Light"/>
          <w:color w:val="000000"/>
        </w:rPr>
      </w:pPr>
      <w:r w:rsidRPr="00B879B2">
        <w:rPr>
          <w:rFonts w:ascii="Calibri Light" w:eastAsia="Calibri" w:hAnsi="Calibri Light" w:cs="Calibri Light"/>
          <w:color w:val="000000"/>
        </w:rPr>
        <w:t>(sutarties pavadinimas, data, numeris)</w:t>
      </w:r>
    </w:p>
    <w:p w14:paraId="4CEF72AD"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 xml:space="preserve">_______________________________________________________________________________, </w:t>
      </w:r>
    </w:p>
    <w:p w14:paraId="190F3051"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 xml:space="preserve">sudarytą tarp Informatikos ir ryšių departamento prie Lietuvos Respublikos vidaus reikalų ministerijos ir </w:t>
      </w:r>
    </w:p>
    <w:p w14:paraId="76BD4241"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_______________________________________________________________________________,</w:t>
      </w:r>
    </w:p>
    <w:p w14:paraId="55A3A59B" w14:textId="77777777" w:rsidR="001545C5" w:rsidRPr="00B879B2" w:rsidRDefault="001545C5" w:rsidP="001545C5">
      <w:pPr>
        <w:suppressAutoHyphens/>
        <w:spacing w:after="200" w:line="276" w:lineRule="auto"/>
        <w:jc w:val="center"/>
        <w:rPr>
          <w:rFonts w:ascii="Calibri Light" w:eastAsia="Calibri" w:hAnsi="Calibri Light" w:cs="Calibri Light"/>
          <w:color w:val="000000"/>
        </w:rPr>
      </w:pPr>
      <w:r w:rsidRPr="00B879B2">
        <w:rPr>
          <w:rFonts w:ascii="Calibri Light" w:eastAsia="Calibri" w:hAnsi="Calibri Light" w:cs="Calibri Light"/>
          <w:color w:val="000000"/>
        </w:rPr>
        <w:t>(sutarties šalies pavadinimas)</w:t>
      </w:r>
    </w:p>
    <w:p w14:paraId="02151E07" w14:textId="77777777" w:rsidR="001545C5" w:rsidRPr="00B879B2" w:rsidRDefault="001545C5" w:rsidP="001545C5">
      <w:pPr>
        <w:suppressAutoHyphens/>
        <w:spacing w:after="200" w:line="276" w:lineRule="auto"/>
        <w:jc w:val="left"/>
        <w:rPr>
          <w:rFonts w:ascii="Calibri Light" w:eastAsia="Calibri" w:hAnsi="Calibri Light" w:cs="Calibri Light"/>
          <w:color w:val="000000"/>
        </w:rPr>
      </w:pPr>
      <w:r w:rsidRPr="00B879B2">
        <w:rPr>
          <w:rFonts w:ascii="Calibri Light" w:eastAsia="Calibri" w:hAnsi="Calibri Light" w:cs="Calibri Light"/>
          <w:color w:val="000000"/>
        </w:rPr>
        <w:t xml:space="preserve">(toliau – Sutartis), </w:t>
      </w:r>
    </w:p>
    <w:p w14:paraId="7F2DA989" w14:textId="77777777" w:rsidR="001545C5" w:rsidRPr="00B879B2" w:rsidRDefault="001545C5" w:rsidP="001545C5">
      <w:pPr>
        <w:numPr>
          <w:ilvl w:val="0"/>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Patvirtinu,</w:t>
      </w:r>
      <w:r w:rsidRPr="00B879B2">
        <w:rPr>
          <w:rFonts w:ascii="Calibri Light" w:eastAsia="Calibri" w:hAnsi="Calibri Light" w:cs="Calibri Light"/>
        </w:rPr>
        <w:t xml:space="preserve">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w:t>
      </w:r>
      <w:r w:rsidRPr="00B879B2">
        <w:rPr>
          <w:rFonts w:ascii="Calibri Light" w:eastAsia="Calibri" w:hAnsi="Calibri Light" w:cs="Calibri Light"/>
          <w:bCs/>
        </w:rPr>
        <w:t>valstybės informacinių išteklių valdymo įstatymu, Lietuvos Respublikos kibernetinio saugumo</w:t>
      </w:r>
      <w:r w:rsidRPr="00B879B2">
        <w:rPr>
          <w:rFonts w:ascii="Calibri Light" w:eastAsia="Calibri" w:hAnsi="Calibri Light" w:cs="Calibri Light"/>
        </w:rPr>
        <w:t xml:space="preserve"> įstatymu, </w:t>
      </w:r>
      <w:r w:rsidRPr="00B879B2">
        <w:rPr>
          <w:rFonts w:ascii="Calibri Light" w:eastAsia="Calibri" w:hAnsi="Calibri Light" w:cs="Calibri Light"/>
          <w:bCs/>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15CDF96A" w14:textId="77777777" w:rsidR="001545C5" w:rsidRPr="00B879B2" w:rsidRDefault="001545C5" w:rsidP="001545C5">
      <w:pPr>
        <w:numPr>
          <w:ilvl w:val="0"/>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lastRenderedPageBreak/>
        <w:t xml:space="preserve">Pasižadu: </w:t>
      </w:r>
    </w:p>
    <w:p w14:paraId="19E61FAB"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nuo Sutarties pasirašymo momento saugoti ir tik Sutarties vykdymo tikslais naudoti visą su Sutartimi bei jos vykdymu susijusią informaciją, kuri man taps žinoma, taip pat dokumentus, kurie man bus perduoti ar prieinami;</w:t>
      </w:r>
    </w:p>
    <w:p w14:paraId="2C599387"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užtikrinti iš Informatikos ir ryšių departamento prie Lietuvos Respublikos vidaus reikalų ministerijos gautų informacijos ir dokumentų</w:t>
      </w:r>
      <w:r w:rsidRPr="00B879B2">
        <w:rPr>
          <w:rFonts w:ascii="Calibri Light" w:eastAsia="Calibri" w:hAnsi="Calibri Light" w:cs="Calibri Ligh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B879B2">
        <w:rPr>
          <w:rFonts w:ascii="Calibri Light" w:eastAsia="Calibri" w:hAnsi="Calibri Light" w:cs="Calibri Light"/>
          <w:color w:val="000000"/>
        </w:rPr>
        <w:t>;</w:t>
      </w:r>
    </w:p>
    <w:p w14:paraId="037D628F"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 xml:space="preserve">visus man patikėtus dokumentus ir informaciją saugoti tokiu būdu, kad tretieji asmenys neturėtų galimybės su jais susipažinti ar pasinaudoti; </w:t>
      </w:r>
    </w:p>
    <w:p w14:paraId="7C3ACA7B"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7676DC46"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laikytis konfidencialumo įsipareigojimų, nurodytų 2.1–2.4 papunkčiuose, Sutarties vykdymo metu ir Sutarčiai pasibaigus, ją nutraukus, taip pat pasikeitus ar nutrūkus mano darbo santykiams.</w:t>
      </w:r>
    </w:p>
    <w:p w14:paraId="48ED528E" w14:textId="77777777" w:rsidR="001545C5" w:rsidRPr="00B879B2" w:rsidRDefault="001545C5" w:rsidP="001545C5">
      <w:pPr>
        <w:numPr>
          <w:ilvl w:val="0"/>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5384E56E" w14:textId="77777777" w:rsidR="001545C5" w:rsidRPr="00B879B2" w:rsidRDefault="001545C5" w:rsidP="001545C5">
      <w:pPr>
        <w:numPr>
          <w:ilvl w:val="0"/>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Esu įspėtas (-a), kad:</w:t>
      </w:r>
    </w:p>
    <w:p w14:paraId="2C62909E"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šis pasižadėjimas galios neterminuotą laiką;</w:t>
      </w:r>
    </w:p>
    <w:p w14:paraId="5C52C734"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su Sutartimi ir jos vykdymu susijusią informaciją, kuri man taps žinoma, bei dokumentus galėsiu atskleisti tik Lietuvos Respublikos įstatymų nustatytais atvejais;</w:t>
      </w:r>
    </w:p>
    <w:p w14:paraId="6EB0EC81" w14:textId="77777777" w:rsidR="001545C5" w:rsidRPr="00B879B2" w:rsidRDefault="001545C5" w:rsidP="001545C5">
      <w:pPr>
        <w:numPr>
          <w:ilvl w:val="1"/>
          <w:numId w:val="36"/>
        </w:numPr>
        <w:tabs>
          <w:tab w:val="left" w:pos="1276"/>
        </w:tabs>
        <w:suppressAutoHyphens/>
        <w:spacing w:after="0" w:line="240" w:lineRule="auto"/>
        <w:ind w:left="0" w:firstLine="709"/>
        <w:contextualSpacing/>
        <w:rPr>
          <w:rFonts w:ascii="Calibri Light" w:eastAsia="Calibri" w:hAnsi="Calibri Light" w:cs="Calibri Light"/>
          <w:color w:val="000000"/>
        </w:rPr>
      </w:pPr>
      <w:r w:rsidRPr="00B879B2">
        <w:rPr>
          <w:rFonts w:ascii="Calibri Light" w:eastAsia="Calibri" w:hAnsi="Calibri Light" w:cs="Calibri Light"/>
          <w:color w:val="000000"/>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146E102B" w14:textId="77777777" w:rsidR="001545C5" w:rsidRPr="00B879B2" w:rsidRDefault="001545C5" w:rsidP="001545C5">
      <w:pPr>
        <w:widowControl w:val="0"/>
        <w:suppressAutoHyphens/>
        <w:spacing w:after="0" w:line="240" w:lineRule="auto"/>
        <w:jc w:val="center"/>
        <w:rPr>
          <w:rFonts w:ascii="Calibri Light" w:eastAsia="Times New Roman" w:hAnsi="Calibri Light" w:cs="Calibri Light"/>
          <w:color w:val="000000"/>
          <w:lang w:eastAsia="lt-LT"/>
        </w:rPr>
      </w:pPr>
    </w:p>
    <w:p w14:paraId="5D6F0C79" w14:textId="77777777" w:rsidR="001545C5" w:rsidRPr="00B879B2" w:rsidRDefault="001545C5" w:rsidP="001545C5">
      <w:pPr>
        <w:widowControl w:val="0"/>
        <w:suppressAutoHyphens/>
        <w:spacing w:after="0" w:line="240" w:lineRule="auto"/>
        <w:jc w:val="center"/>
        <w:rPr>
          <w:rFonts w:ascii="Calibri Light" w:eastAsia="Times New Roman" w:hAnsi="Calibri Light" w:cs="Calibri Light"/>
          <w:color w:val="000000"/>
          <w:lang w:eastAsia="lt-LT"/>
        </w:rPr>
      </w:pPr>
    </w:p>
    <w:p w14:paraId="083E6968" w14:textId="77777777" w:rsidR="001545C5" w:rsidRPr="00B879B2" w:rsidRDefault="001545C5" w:rsidP="001545C5">
      <w:pPr>
        <w:spacing w:after="200" w:line="276" w:lineRule="auto"/>
        <w:jc w:val="left"/>
        <w:rPr>
          <w:rFonts w:ascii="Calibri Light" w:eastAsia="Calibri" w:hAnsi="Calibri Light" w:cs="Calibri Light"/>
          <w:color w:val="000000"/>
          <w:lang w:eastAsia="lt-LT"/>
        </w:rPr>
      </w:pPr>
    </w:p>
    <w:p w14:paraId="5D5E8063" w14:textId="77777777" w:rsidR="001545C5" w:rsidRPr="00B879B2" w:rsidRDefault="001545C5" w:rsidP="001545C5">
      <w:pPr>
        <w:spacing w:after="0" w:line="276" w:lineRule="auto"/>
        <w:jc w:val="left"/>
        <w:rPr>
          <w:rFonts w:ascii="Calibri Light" w:eastAsia="Calibri" w:hAnsi="Calibri Light" w:cs="Calibri Light"/>
        </w:rPr>
      </w:pPr>
      <w:r w:rsidRPr="00B879B2">
        <w:rPr>
          <w:rFonts w:ascii="Calibri Light" w:eastAsia="Calibri" w:hAnsi="Calibri Light" w:cs="Calibri Light"/>
        </w:rPr>
        <w:t>___________________________</w:t>
      </w:r>
      <w:r w:rsidRPr="00B879B2">
        <w:rPr>
          <w:rFonts w:ascii="Calibri Light" w:eastAsia="Calibri" w:hAnsi="Calibri Light" w:cs="Calibri Light"/>
        </w:rPr>
        <w:tab/>
      </w:r>
      <w:r w:rsidRPr="00B879B2">
        <w:rPr>
          <w:rFonts w:ascii="Calibri Light" w:eastAsia="Calibri" w:hAnsi="Calibri Light" w:cs="Calibri Light"/>
        </w:rPr>
        <w:tab/>
        <w:t xml:space="preserve">            </w:t>
      </w:r>
      <w:r>
        <w:rPr>
          <w:rFonts w:ascii="Calibri Light" w:eastAsia="Calibri" w:hAnsi="Calibri Light" w:cs="Calibri Light"/>
        </w:rPr>
        <w:t xml:space="preserve">                                                        </w:t>
      </w:r>
      <w:r w:rsidRPr="00B879B2">
        <w:rPr>
          <w:rFonts w:ascii="Calibri Light" w:eastAsia="Calibri" w:hAnsi="Calibri Light" w:cs="Calibri Light"/>
        </w:rPr>
        <w:t xml:space="preserve">         _____________________</w:t>
      </w:r>
    </w:p>
    <w:p w14:paraId="0D704C5B" w14:textId="77777777" w:rsidR="001545C5" w:rsidRPr="00B879B2" w:rsidRDefault="001545C5" w:rsidP="001545C5">
      <w:pPr>
        <w:spacing w:after="0" w:line="276" w:lineRule="auto"/>
        <w:ind w:left="426" w:firstLine="720"/>
        <w:jc w:val="left"/>
        <w:rPr>
          <w:rFonts w:ascii="Calibri Light" w:eastAsia="Calibri" w:hAnsi="Calibri Light" w:cs="Calibri Light"/>
        </w:rPr>
      </w:pPr>
      <w:r w:rsidRPr="00B879B2">
        <w:rPr>
          <w:rFonts w:ascii="Calibri Light" w:eastAsia="Calibri" w:hAnsi="Calibri Light" w:cs="Calibri Light"/>
        </w:rPr>
        <w:t>(parašas)</w:t>
      </w:r>
      <w:r>
        <w:rPr>
          <w:rFonts w:ascii="Calibri Light" w:eastAsia="Calibri" w:hAnsi="Calibri Light" w:cs="Calibri Light"/>
        </w:rPr>
        <w:t xml:space="preserve">                                                                                                          </w:t>
      </w:r>
      <w:r w:rsidRPr="00B879B2">
        <w:rPr>
          <w:rFonts w:ascii="Calibri Light" w:eastAsia="Calibri" w:hAnsi="Calibri Light" w:cs="Calibri Light"/>
        </w:rPr>
        <w:tab/>
      </w:r>
      <w:r w:rsidRPr="00B879B2">
        <w:rPr>
          <w:rFonts w:ascii="Calibri Light" w:eastAsia="Calibri" w:hAnsi="Calibri Light" w:cs="Calibri Light"/>
        </w:rPr>
        <w:tab/>
      </w:r>
      <w:r w:rsidRPr="00B879B2">
        <w:rPr>
          <w:rFonts w:ascii="Calibri Light" w:eastAsia="Calibri" w:hAnsi="Calibri Light" w:cs="Calibri Light"/>
        </w:rPr>
        <w:tab/>
      </w:r>
      <w:r w:rsidRPr="00B879B2">
        <w:rPr>
          <w:rFonts w:ascii="Calibri Light" w:eastAsia="Calibri" w:hAnsi="Calibri Light" w:cs="Calibri Light"/>
        </w:rPr>
        <w:tab/>
        <w:t>(vardas, pavardė)</w:t>
      </w:r>
    </w:p>
    <w:p w14:paraId="580E283D" w14:textId="77777777" w:rsidR="002D408C" w:rsidRDefault="002D408C" w:rsidP="00FB6369">
      <w:pPr>
        <w:tabs>
          <w:tab w:val="left" w:pos="465"/>
        </w:tabs>
        <w:spacing w:before="60" w:after="60" w:line="120" w:lineRule="auto"/>
        <w:rPr>
          <w:rFonts w:ascii="Calibri Light" w:hAnsi="Calibri Light" w:cs="Calibri Light"/>
          <w:b/>
        </w:rPr>
      </w:pPr>
    </w:p>
    <w:p w14:paraId="3E1D1CE7" w14:textId="77777777" w:rsidR="002D408C" w:rsidRDefault="002D408C" w:rsidP="00FB6369">
      <w:pPr>
        <w:tabs>
          <w:tab w:val="left" w:pos="465"/>
        </w:tabs>
        <w:spacing w:before="60" w:after="60" w:line="120" w:lineRule="auto"/>
        <w:rPr>
          <w:rFonts w:ascii="Calibri Light" w:hAnsi="Calibri Light" w:cs="Calibri Light"/>
          <w:b/>
        </w:rPr>
      </w:pPr>
    </w:p>
    <w:p w14:paraId="4547F0D2" w14:textId="77777777" w:rsidR="002D408C" w:rsidRPr="00F242B8" w:rsidRDefault="002D408C" w:rsidP="00FB6369">
      <w:pPr>
        <w:tabs>
          <w:tab w:val="left" w:pos="465"/>
        </w:tabs>
        <w:spacing w:before="60" w:after="60" w:line="120" w:lineRule="auto"/>
        <w:rPr>
          <w:rFonts w:ascii="Calibri Light" w:hAnsi="Calibri Light" w:cs="Calibri Light"/>
          <w:b/>
        </w:rPr>
      </w:pPr>
    </w:p>
    <w:tbl>
      <w:tblPr>
        <w:tblW w:w="9374" w:type="dxa"/>
        <w:tblInd w:w="165" w:type="dxa"/>
        <w:tblLook w:val="04A0" w:firstRow="1" w:lastRow="0" w:firstColumn="1" w:lastColumn="0" w:noHBand="0" w:noVBand="1"/>
      </w:tblPr>
      <w:tblGrid>
        <w:gridCol w:w="4659"/>
        <w:gridCol w:w="4715"/>
      </w:tblGrid>
      <w:tr w:rsidR="009C0DB4" w14:paraId="18D1C792" w14:textId="77777777" w:rsidTr="004F5C8A">
        <w:trPr>
          <w:trHeight w:val="4041"/>
        </w:trPr>
        <w:tc>
          <w:tcPr>
            <w:tcW w:w="4659" w:type="dxa"/>
          </w:tcPr>
          <w:bookmarkEnd w:id="0"/>
          <w:bookmarkEnd w:id="1"/>
          <w:bookmarkEnd w:id="2"/>
          <w:bookmarkEnd w:id="3"/>
          <w:bookmarkEnd w:id="4"/>
          <w:bookmarkEnd w:id="5"/>
          <w:bookmarkEnd w:id="6"/>
          <w:bookmarkEnd w:id="7"/>
          <w:bookmarkEnd w:id="8"/>
          <w:bookmarkEnd w:id="9"/>
          <w:bookmarkEnd w:id="10"/>
          <w:bookmarkEnd w:id="11"/>
          <w:bookmarkEnd w:id="12"/>
          <w:bookmarkEnd w:id="13"/>
          <w:p w14:paraId="29515FD3"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31D5DC79"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sz w:val="24"/>
                <w:szCs w:val="24"/>
              </w:rPr>
            </w:pPr>
          </w:p>
          <w:p w14:paraId="7477D7F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Informatikos ir ryšių departamentas </w:t>
            </w:r>
          </w:p>
          <w:p w14:paraId="34A5CA12"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prie Lietuvos Respublikos </w:t>
            </w:r>
          </w:p>
          <w:p w14:paraId="5745E131"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vidaus reikalų ministerijos</w:t>
            </w:r>
          </w:p>
          <w:p w14:paraId="2EDCE7A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p>
          <w:p w14:paraId="6BB08746"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E4287CE"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Direktorė</w:t>
            </w:r>
          </w:p>
          <w:p w14:paraId="0960E1F3"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4C8E158"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0979E468" w14:textId="77777777" w:rsidR="009C0DB4" w:rsidRDefault="009C0DB4" w:rsidP="004F5C8A">
            <w:pPr>
              <w:tabs>
                <w:tab w:val="left" w:pos="96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Viktorija Rūkštelė</w:t>
            </w:r>
          </w:p>
        </w:tc>
        <w:tc>
          <w:tcPr>
            <w:tcW w:w="4715" w:type="dxa"/>
          </w:tcPr>
          <w:p w14:paraId="344EDB37" w14:textId="77777777" w:rsidR="009C0DB4" w:rsidRDefault="009C0DB4" w:rsidP="004F5C8A">
            <w:pPr>
              <w:keepNext/>
              <w:tabs>
                <w:tab w:val="left" w:pos="9630"/>
              </w:tabs>
              <w:spacing w:after="0" w:line="240" w:lineRule="auto"/>
              <w:outlineLvl w:val="0"/>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PASLAUGŲ TEIKĖJAS</w:t>
            </w:r>
          </w:p>
          <w:p w14:paraId="503C95BC" w14:textId="77777777" w:rsidR="009C0DB4" w:rsidRDefault="009C0DB4" w:rsidP="004F5C8A">
            <w:pPr>
              <w:tabs>
                <w:tab w:val="left" w:pos="9630"/>
              </w:tabs>
              <w:spacing w:after="0" w:line="240" w:lineRule="auto"/>
              <w:rPr>
                <w:rFonts w:ascii="Times New Roman" w:eastAsia="Times New Roman" w:hAnsi="Times New Roman" w:cs="Times New Roman"/>
                <w:b/>
                <w:sz w:val="24"/>
                <w:szCs w:val="24"/>
                <w:lang w:eastAsia="lt-LT"/>
              </w:rPr>
            </w:pPr>
          </w:p>
          <w:p w14:paraId="73B5F78A" w14:textId="77777777" w:rsidR="00EB3578" w:rsidRPr="007F50A9" w:rsidRDefault="00EB3578" w:rsidP="00EB3578">
            <w:pPr>
              <w:spacing w:after="0" w:line="240" w:lineRule="auto"/>
              <w:jc w:val="left"/>
              <w:rPr>
                <w:rFonts w:ascii="Times New Roman" w:eastAsia="Times New Roman" w:hAnsi="Times New Roman" w:cs="Times New Roman"/>
                <w:sz w:val="24"/>
                <w:szCs w:val="24"/>
              </w:rPr>
            </w:pPr>
            <w:r w:rsidRPr="007F50A9">
              <w:rPr>
                <w:rFonts w:ascii="Times New Roman" w:eastAsia="Times New Roman" w:hAnsi="Times New Roman" w:cs="Times New Roman"/>
                <w:b/>
                <w:sz w:val="24"/>
                <w:szCs w:val="24"/>
              </w:rPr>
              <w:t>Ūkio subjektų grupė, sudaryta iš UAB</w:t>
            </w:r>
            <w:r w:rsidRPr="007F50A9">
              <w:rPr>
                <w:rFonts w:ascii="Times New Roman" w:eastAsia="Times New Roman" w:hAnsi="Times New Roman" w:cs="Times New Roman"/>
                <w:b/>
                <w:i/>
                <w:sz w:val="24"/>
                <w:szCs w:val="24"/>
              </w:rPr>
              <w:t xml:space="preserve"> </w:t>
            </w:r>
            <w:r w:rsidRPr="007F50A9">
              <w:rPr>
                <w:rFonts w:ascii="Times New Roman" w:eastAsia="Times New Roman" w:hAnsi="Times New Roman" w:cs="Times New Roman"/>
                <w:b/>
                <w:sz w:val="24"/>
                <w:szCs w:val="24"/>
              </w:rPr>
              <w:t>„Asseco Lietuva“</w:t>
            </w:r>
            <w:r w:rsidRPr="007F50A9">
              <w:rPr>
                <w:rFonts w:ascii="Times New Roman" w:eastAsia="Times New Roman" w:hAnsi="Times New Roman" w:cs="Times New Roman"/>
                <w:b/>
                <w:bCs/>
                <w:sz w:val="24"/>
                <w:szCs w:val="24"/>
              </w:rPr>
              <w:t xml:space="preserve"> </w:t>
            </w:r>
            <w:r w:rsidRPr="007F50A9">
              <w:rPr>
                <w:rFonts w:ascii="Times New Roman" w:eastAsia="Times New Roman" w:hAnsi="Times New Roman" w:cs="Times New Roman"/>
                <w:b/>
                <w:sz w:val="24"/>
                <w:szCs w:val="24"/>
              </w:rPr>
              <w:t>ir UAB ,,Insoft”</w:t>
            </w:r>
            <w:r w:rsidRPr="007F50A9">
              <w:rPr>
                <w:rFonts w:ascii="Times New Roman" w:eastAsia="Times New Roman" w:hAnsi="Times New Roman" w:cs="Times New Roman"/>
                <w:b/>
                <w:bCs/>
                <w:sz w:val="24"/>
                <w:szCs w:val="24"/>
              </w:rPr>
              <w:t>,</w:t>
            </w:r>
            <w:r w:rsidRPr="007F50A9">
              <w:rPr>
                <w:rFonts w:ascii="Times New Roman" w:eastAsia="Times New Roman" w:hAnsi="Times New Roman" w:cs="Times New Roman"/>
                <w:b/>
                <w:sz w:val="24"/>
                <w:szCs w:val="24"/>
              </w:rPr>
              <w:t xml:space="preserve"> atstovaujama atsakingojo partnerio UAB ,,Asseco Lietuva”</w:t>
            </w:r>
          </w:p>
          <w:p w14:paraId="14DB9D28"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p>
          <w:p w14:paraId="4828C4AC"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Generalinis direktorius</w:t>
            </w:r>
          </w:p>
          <w:p w14:paraId="5F0DDCB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31D9375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752CDCCB"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r w:rsidRPr="00EB3578">
              <w:rPr>
                <w:rFonts w:ascii="Times New Roman" w:eastAsia="Times New Roman" w:hAnsi="Times New Roman" w:cs="Times New Roman"/>
                <w:sz w:val="24"/>
                <w:szCs w:val="24"/>
              </w:rPr>
              <w:t>Albertas Šermokas</w:t>
            </w:r>
          </w:p>
          <w:p w14:paraId="551F4FEE"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p>
          <w:p w14:paraId="798C5CD1" w14:textId="5F64AE34" w:rsidR="009C0DB4" w:rsidRDefault="009C0DB4" w:rsidP="004F5C8A">
            <w:pPr>
              <w:tabs>
                <w:tab w:val="left" w:pos="720"/>
                <w:tab w:val="left" w:pos="9630"/>
              </w:tabs>
              <w:spacing w:after="0" w:line="240" w:lineRule="auto"/>
              <w:rPr>
                <w:rFonts w:ascii="Times New Roman" w:eastAsia="Times New Roman" w:hAnsi="Times New Roman" w:cs="Times New Roman"/>
                <w:sz w:val="24"/>
                <w:szCs w:val="24"/>
              </w:rPr>
            </w:pPr>
          </w:p>
        </w:tc>
      </w:tr>
      <w:bookmarkEnd w:id="14"/>
    </w:tbl>
    <w:p w14:paraId="731914E7" w14:textId="77777777" w:rsidR="009C0DB4" w:rsidRPr="009064B6" w:rsidRDefault="009C0DB4" w:rsidP="00A6066F">
      <w:pPr>
        <w:pStyle w:val="Tech1antr"/>
        <w:spacing w:before="0" w:after="0"/>
        <w:ind w:firstLine="567"/>
      </w:pPr>
    </w:p>
    <w:sectPr w:rsidR="009C0DB4" w:rsidRPr="009064B6" w:rsidSect="00D206A9">
      <w:footerReference w:type="default" r:id="rId11"/>
      <w:pgSz w:w="11907" w:h="16839" w:code="9"/>
      <w:pgMar w:top="1135" w:right="992"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CB2D36" w14:textId="77777777" w:rsidR="00121245" w:rsidRPr="00F242B8" w:rsidRDefault="00121245">
      <w:pPr>
        <w:spacing w:after="0" w:line="240" w:lineRule="auto"/>
      </w:pPr>
      <w:r w:rsidRPr="00F242B8">
        <w:separator/>
      </w:r>
    </w:p>
  </w:endnote>
  <w:endnote w:type="continuationSeparator" w:id="0">
    <w:p w14:paraId="20CF4CBB" w14:textId="77777777" w:rsidR="00121245" w:rsidRPr="00F242B8" w:rsidRDefault="00121245">
      <w:pPr>
        <w:spacing w:after="0" w:line="240" w:lineRule="auto"/>
      </w:pPr>
      <w:r w:rsidRPr="00F24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5C680C38" w:rsidR="00EA22D5" w:rsidRPr="00F242B8" w:rsidRDefault="00EA22D5">
            <w:pPr>
              <w:pStyle w:val="Porat"/>
              <w:jc w:val="right"/>
              <w:rPr>
                <w:rFonts w:ascii="Calibri Light" w:hAnsi="Calibri Light" w:cs="Calibri Light"/>
                <w:sz w:val="20"/>
                <w:szCs w:val="20"/>
              </w:rPr>
            </w:pP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PAGE</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27</w:t>
            </w:r>
            <w:r w:rsidRPr="00F242B8">
              <w:rPr>
                <w:rFonts w:ascii="Calibri Light" w:hAnsi="Calibri Light" w:cs="Calibri Light"/>
                <w:bCs/>
                <w:sz w:val="20"/>
                <w:szCs w:val="20"/>
              </w:rPr>
              <w:fldChar w:fldCharType="end"/>
            </w:r>
            <w:r w:rsidRPr="00F242B8">
              <w:rPr>
                <w:rFonts w:ascii="Calibri Light" w:hAnsi="Calibri Light" w:cs="Calibri Light"/>
                <w:sz w:val="20"/>
                <w:szCs w:val="20"/>
              </w:rPr>
              <w:t>/</w:t>
            </w: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NUMPAGES</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28</w:t>
            </w:r>
            <w:r w:rsidRPr="00F242B8">
              <w:rPr>
                <w:rFonts w:ascii="Calibri Light" w:hAnsi="Calibri Light" w:cs="Calibri Light"/>
                <w:bCs/>
                <w:sz w:val="20"/>
                <w:szCs w:val="20"/>
              </w:rPr>
              <w:fldChar w:fldCharType="end"/>
            </w:r>
          </w:p>
        </w:sdtContent>
      </w:sdt>
    </w:sdtContent>
  </w:sdt>
  <w:p w14:paraId="3734CC1D" w14:textId="77777777" w:rsidR="00EA22D5" w:rsidRPr="00F242B8" w:rsidRDefault="00EA22D5">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C4DE89E" w14:textId="77777777" w:rsidR="00121245" w:rsidRPr="00F242B8" w:rsidRDefault="00121245">
      <w:pPr>
        <w:spacing w:after="0" w:line="240" w:lineRule="auto"/>
      </w:pPr>
      <w:r w:rsidRPr="00F242B8">
        <w:separator/>
      </w:r>
    </w:p>
  </w:footnote>
  <w:footnote w:type="continuationSeparator" w:id="0">
    <w:p w14:paraId="219CFC1F" w14:textId="77777777" w:rsidR="00121245" w:rsidRPr="00F242B8" w:rsidRDefault="00121245">
      <w:pPr>
        <w:spacing w:after="0" w:line="240" w:lineRule="auto"/>
      </w:pPr>
      <w:r w:rsidRPr="00F242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490CCE"/>
    <w:multiLevelType w:val="multilevel"/>
    <w:tmpl w:val="FD5EA4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9"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1" w15:restartNumberingAfterBreak="0">
    <w:nsid w:val="13E15D05"/>
    <w:multiLevelType w:val="multilevel"/>
    <w:tmpl w:val="C5665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1A765E41"/>
    <w:multiLevelType w:val="hybridMultilevel"/>
    <w:tmpl w:val="43208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5"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24B6176A"/>
    <w:multiLevelType w:val="hybridMultilevel"/>
    <w:tmpl w:val="CD1AD2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8"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0"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1"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2"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3" w15:restartNumberingAfterBreak="0">
    <w:nsid w:val="41F9301B"/>
    <w:multiLevelType w:val="multilevel"/>
    <w:tmpl w:val="7114A6B4"/>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647" w:hanging="360"/>
      </w:pPr>
      <w:rPr>
        <w:rFonts w:eastAsia="Times New Roman" w:cs="Times New Roman" w:hint="default"/>
      </w:rPr>
    </w:lvl>
    <w:lvl w:ilvl="2">
      <w:start w:val="1"/>
      <w:numFmt w:val="decimal"/>
      <w:lvlText w:val="%1.%2.%3."/>
      <w:lvlJc w:val="left"/>
      <w:pPr>
        <w:ind w:left="3294" w:hanging="720"/>
      </w:pPr>
      <w:rPr>
        <w:rFonts w:eastAsia="Times New Roman" w:cs="Times New Roman" w:hint="default"/>
      </w:rPr>
    </w:lvl>
    <w:lvl w:ilvl="3">
      <w:start w:val="1"/>
      <w:numFmt w:val="decimalZero"/>
      <w:lvlText w:val="%1.%2.%3.%4."/>
      <w:lvlJc w:val="left"/>
      <w:pPr>
        <w:ind w:left="4581" w:hanging="720"/>
      </w:pPr>
      <w:rPr>
        <w:rFonts w:eastAsia="Times New Roman" w:cs="Times New Roman" w:hint="default"/>
      </w:rPr>
    </w:lvl>
    <w:lvl w:ilvl="4">
      <w:start w:val="1"/>
      <w:numFmt w:val="decimal"/>
      <w:lvlText w:val="%1.%2.%3.%4.%5."/>
      <w:lvlJc w:val="left"/>
      <w:pPr>
        <w:ind w:left="6228" w:hanging="1080"/>
      </w:pPr>
      <w:rPr>
        <w:rFonts w:eastAsia="Times New Roman" w:cs="Times New Roman" w:hint="default"/>
      </w:rPr>
    </w:lvl>
    <w:lvl w:ilvl="5">
      <w:start w:val="1"/>
      <w:numFmt w:val="decimal"/>
      <w:lvlText w:val="%1.%2.%3.%4.%5.%6."/>
      <w:lvlJc w:val="left"/>
      <w:pPr>
        <w:ind w:left="7515" w:hanging="1080"/>
      </w:pPr>
      <w:rPr>
        <w:rFonts w:eastAsia="Times New Roman" w:cs="Times New Roman" w:hint="default"/>
      </w:rPr>
    </w:lvl>
    <w:lvl w:ilvl="6">
      <w:start w:val="1"/>
      <w:numFmt w:val="decimal"/>
      <w:lvlText w:val="%1.%2.%3.%4.%5.%6.%7."/>
      <w:lvlJc w:val="left"/>
      <w:pPr>
        <w:ind w:left="9162" w:hanging="1440"/>
      </w:pPr>
      <w:rPr>
        <w:rFonts w:eastAsia="Times New Roman" w:cs="Times New Roman" w:hint="default"/>
      </w:rPr>
    </w:lvl>
    <w:lvl w:ilvl="7">
      <w:start w:val="1"/>
      <w:numFmt w:val="decimal"/>
      <w:lvlText w:val="%1.%2.%3.%4.%5.%6.%7.%8."/>
      <w:lvlJc w:val="left"/>
      <w:pPr>
        <w:ind w:left="10449" w:hanging="1440"/>
      </w:pPr>
      <w:rPr>
        <w:rFonts w:eastAsia="Times New Roman" w:cs="Times New Roman" w:hint="default"/>
      </w:rPr>
    </w:lvl>
    <w:lvl w:ilvl="8">
      <w:start w:val="1"/>
      <w:numFmt w:val="decimal"/>
      <w:lvlText w:val="%1.%2.%3.%4.%5.%6.%7.%8.%9."/>
      <w:lvlJc w:val="left"/>
      <w:pPr>
        <w:ind w:left="12096" w:hanging="1800"/>
      </w:pPr>
      <w:rPr>
        <w:rFonts w:eastAsia="Times New Roman" w:cs="Times New Roman" w:hint="default"/>
      </w:rPr>
    </w:lvl>
  </w:abstractNum>
  <w:abstractNum w:abstractNumId="24"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5"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30"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5AC460DB"/>
    <w:multiLevelType w:val="multilevel"/>
    <w:tmpl w:val="10169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67DA62DC"/>
    <w:multiLevelType w:val="hybridMultilevel"/>
    <w:tmpl w:val="B9E2CC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5"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6"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548997406">
    <w:abstractNumId w:val="4"/>
  </w:num>
  <w:num w:numId="2" w16cid:durableId="1548881056">
    <w:abstractNumId w:val="3"/>
  </w:num>
  <w:num w:numId="3" w16cid:durableId="617218863">
    <w:abstractNumId w:val="2"/>
  </w:num>
  <w:num w:numId="4" w16cid:durableId="2105563526">
    <w:abstractNumId w:val="1"/>
  </w:num>
  <w:num w:numId="5" w16cid:durableId="19551016">
    <w:abstractNumId w:val="0"/>
  </w:num>
  <w:num w:numId="6" w16cid:durableId="949236722">
    <w:abstractNumId w:val="13"/>
  </w:num>
  <w:num w:numId="7" w16cid:durableId="1417903035">
    <w:abstractNumId w:val="19"/>
  </w:num>
  <w:num w:numId="8" w16cid:durableId="1157380746">
    <w:abstractNumId w:val="14"/>
  </w:num>
  <w:num w:numId="9" w16cid:durableId="1594700146">
    <w:abstractNumId w:val="32"/>
  </w:num>
  <w:num w:numId="10" w16cid:durableId="2007707800">
    <w:abstractNumId w:val="29"/>
  </w:num>
  <w:num w:numId="11" w16cid:durableId="465271839">
    <w:abstractNumId w:val="33"/>
  </w:num>
  <w:num w:numId="12" w16cid:durableId="2055498508">
    <w:abstractNumId w:val="20"/>
  </w:num>
  <w:num w:numId="13" w16cid:durableId="619839729">
    <w:abstractNumId w:val="10"/>
  </w:num>
  <w:num w:numId="14" w16cid:durableId="913470970">
    <w:abstractNumId w:val="16"/>
  </w:num>
  <w:num w:numId="15" w16cid:durableId="250896304">
    <w:abstractNumId w:val="36"/>
  </w:num>
  <w:num w:numId="16" w16cid:durableId="860168961">
    <w:abstractNumId w:val="26"/>
  </w:num>
  <w:num w:numId="17" w16cid:durableId="233711249">
    <w:abstractNumId w:val="27"/>
  </w:num>
  <w:num w:numId="18" w16cid:durableId="1775442846">
    <w:abstractNumId w:val="18"/>
  </w:num>
  <w:num w:numId="19" w16cid:durableId="283118849">
    <w:abstractNumId w:val="15"/>
  </w:num>
  <w:num w:numId="20" w16cid:durableId="237831340">
    <w:abstractNumId w:val="7"/>
  </w:num>
  <w:num w:numId="21" w16cid:durableId="1554733651">
    <w:abstractNumId w:val="30"/>
  </w:num>
  <w:num w:numId="22" w16cid:durableId="1265651386">
    <w:abstractNumId w:val="9"/>
  </w:num>
  <w:num w:numId="23" w16cid:durableId="63904324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62217876">
    <w:abstractNumId w:val="28"/>
  </w:num>
  <w:num w:numId="25" w16cid:durableId="776415073">
    <w:abstractNumId w:val="24"/>
  </w:num>
  <w:num w:numId="26" w16cid:durableId="1409303886">
    <w:abstractNumId w:val="21"/>
  </w:num>
  <w:num w:numId="27" w16cid:durableId="2061903203">
    <w:abstractNumId w:val="22"/>
  </w:num>
  <w:num w:numId="28" w16cid:durableId="208536956">
    <w:abstractNumId w:val="35"/>
  </w:num>
  <w:num w:numId="29" w16cid:durableId="1750034589">
    <w:abstractNumId w:val="6"/>
  </w:num>
  <w:num w:numId="30" w16cid:durableId="507868449">
    <w:abstractNumId w:val="11"/>
  </w:num>
  <w:num w:numId="31" w16cid:durableId="982659556">
    <w:abstractNumId w:val="34"/>
  </w:num>
  <w:num w:numId="32" w16cid:durableId="1259948006">
    <w:abstractNumId w:val="12"/>
  </w:num>
  <w:num w:numId="33" w16cid:durableId="1637947697">
    <w:abstractNumId w:val="17"/>
  </w:num>
  <w:num w:numId="34" w16cid:durableId="2115589584">
    <w:abstractNumId w:val="31"/>
  </w:num>
  <w:num w:numId="35" w16cid:durableId="1987852822">
    <w:abstractNumId w:val="23"/>
  </w:num>
  <w:num w:numId="36" w16cid:durableId="78411234">
    <w:abstractNumId w:val="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1421B"/>
    <w:rsid w:val="00016EBE"/>
    <w:rsid w:val="00020092"/>
    <w:rsid w:val="00026A54"/>
    <w:rsid w:val="000308D5"/>
    <w:rsid w:val="00031317"/>
    <w:rsid w:val="0003366F"/>
    <w:rsid w:val="00036DBB"/>
    <w:rsid w:val="00040CFC"/>
    <w:rsid w:val="00043772"/>
    <w:rsid w:val="0004685E"/>
    <w:rsid w:val="00051166"/>
    <w:rsid w:val="00073C1F"/>
    <w:rsid w:val="00077199"/>
    <w:rsid w:val="00084F44"/>
    <w:rsid w:val="0009047A"/>
    <w:rsid w:val="00097241"/>
    <w:rsid w:val="000A1ED5"/>
    <w:rsid w:val="000A23D3"/>
    <w:rsid w:val="000A4228"/>
    <w:rsid w:val="000A6C8B"/>
    <w:rsid w:val="000B0A6A"/>
    <w:rsid w:val="000B42CB"/>
    <w:rsid w:val="000C31A1"/>
    <w:rsid w:val="000C3B79"/>
    <w:rsid w:val="000C65F9"/>
    <w:rsid w:val="000D4CE5"/>
    <w:rsid w:val="000E4599"/>
    <w:rsid w:val="000F554D"/>
    <w:rsid w:val="00100ABD"/>
    <w:rsid w:val="001013DC"/>
    <w:rsid w:val="00112F6C"/>
    <w:rsid w:val="00116FDD"/>
    <w:rsid w:val="00121245"/>
    <w:rsid w:val="00136938"/>
    <w:rsid w:val="001376DF"/>
    <w:rsid w:val="0014465A"/>
    <w:rsid w:val="0015224A"/>
    <w:rsid w:val="00153F22"/>
    <w:rsid w:val="001545C5"/>
    <w:rsid w:val="001555AC"/>
    <w:rsid w:val="001566B5"/>
    <w:rsid w:val="0016225E"/>
    <w:rsid w:val="0016304D"/>
    <w:rsid w:val="00165468"/>
    <w:rsid w:val="00165519"/>
    <w:rsid w:val="00171C82"/>
    <w:rsid w:val="001763E4"/>
    <w:rsid w:val="0018021B"/>
    <w:rsid w:val="00183048"/>
    <w:rsid w:val="00184020"/>
    <w:rsid w:val="00184387"/>
    <w:rsid w:val="0018454E"/>
    <w:rsid w:val="00195482"/>
    <w:rsid w:val="001B157B"/>
    <w:rsid w:val="001C0432"/>
    <w:rsid w:val="001C5EB2"/>
    <w:rsid w:val="001D1BF3"/>
    <w:rsid w:val="001D5975"/>
    <w:rsid w:val="001E4C3B"/>
    <w:rsid w:val="001E5ED6"/>
    <w:rsid w:val="001E72B5"/>
    <w:rsid w:val="001F3F23"/>
    <w:rsid w:val="00202669"/>
    <w:rsid w:val="00202C60"/>
    <w:rsid w:val="0020401E"/>
    <w:rsid w:val="00207FF0"/>
    <w:rsid w:val="002101D9"/>
    <w:rsid w:val="00210C22"/>
    <w:rsid w:val="00214677"/>
    <w:rsid w:val="00216CC3"/>
    <w:rsid w:val="00225E4D"/>
    <w:rsid w:val="00230C9A"/>
    <w:rsid w:val="00243432"/>
    <w:rsid w:val="00245A6E"/>
    <w:rsid w:val="00246179"/>
    <w:rsid w:val="00251CD9"/>
    <w:rsid w:val="00261339"/>
    <w:rsid w:val="00261B88"/>
    <w:rsid w:val="00263108"/>
    <w:rsid w:val="00273CFD"/>
    <w:rsid w:val="0028724C"/>
    <w:rsid w:val="00290944"/>
    <w:rsid w:val="002912FE"/>
    <w:rsid w:val="002967B4"/>
    <w:rsid w:val="002A387E"/>
    <w:rsid w:val="002A474B"/>
    <w:rsid w:val="002A626E"/>
    <w:rsid w:val="002B3A45"/>
    <w:rsid w:val="002B5C54"/>
    <w:rsid w:val="002C2765"/>
    <w:rsid w:val="002C4E6E"/>
    <w:rsid w:val="002C658C"/>
    <w:rsid w:val="002C7F2C"/>
    <w:rsid w:val="002D228F"/>
    <w:rsid w:val="002D408C"/>
    <w:rsid w:val="002D59AF"/>
    <w:rsid w:val="002D5D98"/>
    <w:rsid w:val="002E2EF2"/>
    <w:rsid w:val="002E5ED7"/>
    <w:rsid w:val="002F1836"/>
    <w:rsid w:val="00306E8C"/>
    <w:rsid w:val="003150D0"/>
    <w:rsid w:val="003226F7"/>
    <w:rsid w:val="003236D0"/>
    <w:rsid w:val="00325A73"/>
    <w:rsid w:val="00326FA2"/>
    <w:rsid w:val="00334A5F"/>
    <w:rsid w:val="00341C69"/>
    <w:rsid w:val="003437EB"/>
    <w:rsid w:val="00355850"/>
    <w:rsid w:val="00355B56"/>
    <w:rsid w:val="00356312"/>
    <w:rsid w:val="00357BD5"/>
    <w:rsid w:val="00357F61"/>
    <w:rsid w:val="00361C82"/>
    <w:rsid w:val="0036326E"/>
    <w:rsid w:val="00367193"/>
    <w:rsid w:val="003673D6"/>
    <w:rsid w:val="003803D6"/>
    <w:rsid w:val="003815DF"/>
    <w:rsid w:val="003852DA"/>
    <w:rsid w:val="00385616"/>
    <w:rsid w:val="003952AC"/>
    <w:rsid w:val="00397330"/>
    <w:rsid w:val="0039787C"/>
    <w:rsid w:val="003A4F19"/>
    <w:rsid w:val="003B0B81"/>
    <w:rsid w:val="003C6810"/>
    <w:rsid w:val="003D08F7"/>
    <w:rsid w:val="003D0DA8"/>
    <w:rsid w:val="003D296B"/>
    <w:rsid w:val="003D3BE3"/>
    <w:rsid w:val="003D5439"/>
    <w:rsid w:val="003E3438"/>
    <w:rsid w:val="003F0BE4"/>
    <w:rsid w:val="003F20B3"/>
    <w:rsid w:val="003F2E3F"/>
    <w:rsid w:val="003F6C42"/>
    <w:rsid w:val="00422DB5"/>
    <w:rsid w:val="0042600F"/>
    <w:rsid w:val="00430A6E"/>
    <w:rsid w:val="00435AD3"/>
    <w:rsid w:val="00442B98"/>
    <w:rsid w:val="00443697"/>
    <w:rsid w:val="00445577"/>
    <w:rsid w:val="004570D0"/>
    <w:rsid w:val="00460D79"/>
    <w:rsid w:val="004659D6"/>
    <w:rsid w:val="00466DB9"/>
    <w:rsid w:val="00467D92"/>
    <w:rsid w:val="00470AB6"/>
    <w:rsid w:val="004718C8"/>
    <w:rsid w:val="0047250A"/>
    <w:rsid w:val="00475921"/>
    <w:rsid w:val="004767D9"/>
    <w:rsid w:val="004770BD"/>
    <w:rsid w:val="0047713F"/>
    <w:rsid w:val="00483E3A"/>
    <w:rsid w:val="004A2E21"/>
    <w:rsid w:val="004A2F52"/>
    <w:rsid w:val="004A6043"/>
    <w:rsid w:val="004B46FE"/>
    <w:rsid w:val="004B7CF6"/>
    <w:rsid w:val="004C38EC"/>
    <w:rsid w:val="004C5DFB"/>
    <w:rsid w:val="004D238B"/>
    <w:rsid w:val="004D48D3"/>
    <w:rsid w:val="004E02B1"/>
    <w:rsid w:val="004E2DBF"/>
    <w:rsid w:val="004E5655"/>
    <w:rsid w:val="004F4B43"/>
    <w:rsid w:val="004F690D"/>
    <w:rsid w:val="005008FA"/>
    <w:rsid w:val="005061E6"/>
    <w:rsid w:val="0050743B"/>
    <w:rsid w:val="005130FA"/>
    <w:rsid w:val="0051322B"/>
    <w:rsid w:val="005206D7"/>
    <w:rsid w:val="00522258"/>
    <w:rsid w:val="005238FE"/>
    <w:rsid w:val="00547246"/>
    <w:rsid w:val="00573057"/>
    <w:rsid w:val="005767B1"/>
    <w:rsid w:val="005847CD"/>
    <w:rsid w:val="00585CF9"/>
    <w:rsid w:val="005872AB"/>
    <w:rsid w:val="005907B7"/>
    <w:rsid w:val="00591297"/>
    <w:rsid w:val="00592476"/>
    <w:rsid w:val="00593789"/>
    <w:rsid w:val="005A000D"/>
    <w:rsid w:val="005A3E65"/>
    <w:rsid w:val="005B1C5F"/>
    <w:rsid w:val="005B41C2"/>
    <w:rsid w:val="005B4BA0"/>
    <w:rsid w:val="005C1D3E"/>
    <w:rsid w:val="005C3338"/>
    <w:rsid w:val="005C5732"/>
    <w:rsid w:val="005D2D17"/>
    <w:rsid w:val="005D6336"/>
    <w:rsid w:val="005F228F"/>
    <w:rsid w:val="00602728"/>
    <w:rsid w:val="0060374F"/>
    <w:rsid w:val="006040B7"/>
    <w:rsid w:val="00612055"/>
    <w:rsid w:val="006171F1"/>
    <w:rsid w:val="00624567"/>
    <w:rsid w:val="0062594A"/>
    <w:rsid w:val="0062688A"/>
    <w:rsid w:val="0063093F"/>
    <w:rsid w:val="0063394D"/>
    <w:rsid w:val="00634E44"/>
    <w:rsid w:val="0063502A"/>
    <w:rsid w:val="00640821"/>
    <w:rsid w:val="0064514D"/>
    <w:rsid w:val="00650216"/>
    <w:rsid w:val="006506E5"/>
    <w:rsid w:val="00650A4E"/>
    <w:rsid w:val="00650ACA"/>
    <w:rsid w:val="00656B25"/>
    <w:rsid w:val="00656F42"/>
    <w:rsid w:val="006667DC"/>
    <w:rsid w:val="006712CE"/>
    <w:rsid w:val="00671C08"/>
    <w:rsid w:val="00672CE5"/>
    <w:rsid w:val="00682E97"/>
    <w:rsid w:val="006A2DF1"/>
    <w:rsid w:val="006A69F8"/>
    <w:rsid w:val="006B2576"/>
    <w:rsid w:val="006B5389"/>
    <w:rsid w:val="006C070D"/>
    <w:rsid w:val="006C2583"/>
    <w:rsid w:val="006C4934"/>
    <w:rsid w:val="006D305F"/>
    <w:rsid w:val="006D66C3"/>
    <w:rsid w:val="006E02A4"/>
    <w:rsid w:val="006E0547"/>
    <w:rsid w:val="006E7BD4"/>
    <w:rsid w:val="006F599E"/>
    <w:rsid w:val="006F7789"/>
    <w:rsid w:val="006F7F4A"/>
    <w:rsid w:val="007043A5"/>
    <w:rsid w:val="007048F4"/>
    <w:rsid w:val="00711888"/>
    <w:rsid w:val="00713D27"/>
    <w:rsid w:val="00713F93"/>
    <w:rsid w:val="007154AA"/>
    <w:rsid w:val="00733BB8"/>
    <w:rsid w:val="007346A9"/>
    <w:rsid w:val="00747D83"/>
    <w:rsid w:val="0075006E"/>
    <w:rsid w:val="00751AFD"/>
    <w:rsid w:val="0075583B"/>
    <w:rsid w:val="007570E8"/>
    <w:rsid w:val="007607FF"/>
    <w:rsid w:val="007651CB"/>
    <w:rsid w:val="0078742F"/>
    <w:rsid w:val="00791CCE"/>
    <w:rsid w:val="00795452"/>
    <w:rsid w:val="007A07FA"/>
    <w:rsid w:val="007A21E9"/>
    <w:rsid w:val="007A4EE4"/>
    <w:rsid w:val="007A683B"/>
    <w:rsid w:val="007B004A"/>
    <w:rsid w:val="007B2144"/>
    <w:rsid w:val="007B4558"/>
    <w:rsid w:val="007C1EB6"/>
    <w:rsid w:val="007C4ED1"/>
    <w:rsid w:val="007C583A"/>
    <w:rsid w:val="007C6AE7"/>
    <w:rsid w:val="007D3F15"/>
    <w:rsid w:val="007D484D"/>
    <w:rsid w:val="007E41FC"/>
    <w:rsid w:val="007E4E3F"/>
    <w:rsid w:val="007E5061"/>
    <w:rsid w:val="007F1002"/>
    <w:rsid w:val="007F1E4F"/>
    <w:rsid w:val="007F2806"/>
    <w:rsid w:val="007F50A9"/>
    <w:rsid w:val="007F5160"/>
    <w:rsid w:val="007F6A5C"/>
    <w:rsid w:val="007F700D"/>
    <w:rsid w:val="00801195"/>
    <w:rsid w:val="0081364C"/>
    <w:rsid w:val="008154E5"/>
    <w:rsid w:val="00816227"/>
    <w:rsid w:val="00817F2E"/>
    <w:rsid w:val="0082495C"/>
    <w:rsid w:val="00827F31"/>
    <w:rsid w:val="008318E8"/>
    <w:rsid w:val="00831A1C"/>
    <w:rsid w:val="008343A5"/>
    <w:rsid w:val="008430BA"/>
    <w:rsid w:val="008438D0"/>
    <w:rsid w:val="00844743"/>
    <w:rsid w:val="00857DC6"/>
    <w:rsid w:val="0086049A"/>
    <w:rsid w:val="00861471"/>
    <w:rsid w:val="00862EA0"/>
    <w:rsid w:val="00865919"/>
    <w:rsid w:val="008702D5"/>
    <w:rsid w:val="008777CC"/>
    <w:rsid w:val="008801A5"/>
    <w:rsid w:val="008816B6"/>
    <w:rsid w:val="008841E0"/>
    <w:rsid w:val="00885DE0"/>
    <w:rsid w:val="008874BB"/>
    <w:rsid w:val="00890F5D"/>
    <w:rsid w:val="008921E1"/>
    <w:rsid w:val="00896B6B"/>
    <w:rsid w:val="008A0A00"/>
    <w:rsid w:val="008A61F5"/>
    <w:rsid w:val="008A7C1C"/>
    <w:rsid w:val="008B07BD"/>
    <w:rsid w:val="008B13A4"/>
    <w:rsid w:val="008B27EE"/>
    <w:rsid w:val="008B30BA"/>
    <w:rsid w:val="008B3951"/>
    <w:rsid w:val="008B680B"/>
    <w:rsid w:val="008B6DD2"/>
    <w:rsid w:val="008C0DC9"/>
    <w:rsid w:val="008C2772"/>
    <w:rsid w:val="008D2155"/>
    <w:rsid w:val="008D5494"/>
    <w:rsid w:val="008E1C16"/>
    <w:rsid w:val="008E2DBF"/>
    <w:rsid w:val="008E319A"/>
    <w:rsid w:val="008E5FA8"/>
    <w:rsid w:val="008E606E"/>
    <w:rsid w:val="008F057B"/>
    <w:rsid w:val="008F161F"/>
    <w:rsid w:val="008F2B0F"/>
    <w:rsid w:val="009064B6"/>
    <w:rsid w:val="009123C2"/>
    <w:rsid w:val="00912D3E"/>
    <w:rsid w:val="009135C9"/>
    <w:rsid w:val="00926217"/>
    <w:rsid w:val="00941A82"/>
    <w:rsid w:val="00947322"/>
    <w:rsid w:val="0095386F"/>
    <w:rsid w:val="00957A69"/>
    <w:rsid w:val="00960BE0"/>
    <w:rsid w:val="00961395"/>
    <w:rsid w:val="009620F1"/>
    <w:rsid w:val="00974023"/>
    <w:rsid w:val="00974666"/>
    <w:rsid w:val="00983742"/>
    <w:rsid w:val="0098678C"/>
    <w:rsid w:val="0099199E"/>
    <w:rsid w:val="00993F3E"/>
    <w:rsid w:val="00996879"/>
    <w:rsid w:val="009B26D3"/>
    <w:rsid w:val="009B6053"/>
    <w:rsid w:val="009C0DB4"/>
    <w:rsid w:val="009C1CD8"/>
    <w:rsid w:val="009C3BD8"/>
    <w:rsid w:val="009D0B8C"/>
    <w:rsid w:val="009D2BC1"/>
    <w:rsid w:val="009D4D9D"/>
    <w:rsid w:val="009E2EE2"/>
    <w:rsid w:val="009F47E6"/>
    <w:rsid w:val="009F6EAF"/>
    <w:rsid w:val="00A1109D"/>
    <w:rsid w:val="00A12041"/>
    <w:rsid w:val="00A122D6"/>
    <w:rsid w:val="00A12AF0"/>
    <w:rsid w:val="00A13884"/>
    <w:rsid w:val="00A21215"/>
    <w:rsid w:val="00A22230"/>
    <w:rsid w:val="00A25093"/>
    <w:rsid w:val="00A26EE5"/>
    <w:rsid w:val="00A33D41"/>
    <w:rsid w:val="00A34BF3"/>
    <w:rsid w:val="00A5617A"/>
    <w:rsid w:val="00A6066F"/>
    <w:rsid w:val="00A60858"/>
    <w:rsid w:val="00A61056"/>
    <w:rsid w:val="00A660A0"/>
    <w:rsid w:val="00A71BE5"/>
    <w:rsid w:val="00A71E1C"/>
    <w:rsid w:val="00A72069"/>
    <w:rsid w:val="00A75237"/>
    <w:rsid w:val="00A90AB3"/>
    <w:rsid w:val="00A91815"/>
    <w:rsid w:val="00A923A1"/>
    <w:rsid w:val="00A92E83"/>
    <w:rsid w:val="00A9338B"/>
    <w:rsid w:val="00A94527"/>
    <w:rsid w:val="00A94E8E"/>
    <w:rsid w:val="00AA35A2"/>
    <w:rsid w:val="00AA6F3D"/>
    <w:rsid w:val="00AB58C2"/>
    <w:rsid w:val="00AC6C7E"/>
    <w:rsid w:val="00AD1A25"/>
    <w:rsid w:val="00AF0A71"/>
    <w:rsid w:val="00AF3EE3"/>
    <w:rsid w:val="00AF4740"/>
    <w:rsid w:val="00AF5483"/>
    <w:rsid w:val="00AF6269"/>
    <w:rsid w:val="00B00BCD"/>
    <w:rsid w:val="00B03C97"/>
    <w:rsid w:val="00B04537"/>
    <w:rsid w:val="00B065CB"/>
    <w:rsid w:val="00B06FC4"/>
    <w:rsid w:val="00B1115A"/>
    <w:rsid w:val="00B13620"/>
    <w:rsid w:val="00B20BFE"/>
    <w:rsid w:val="00B2421F"/>
    <w:rsid w:val="00B2497D"/>
    <w:rsid w:val="00B37403"/>
    <w:rsid w:val="00B4435B"/>
    <w:rsid w:val="00B47F94"/>
    <w:rsid w:val="00B50271"/>
    <w:rsid w:val="00B56DE9"/>
    <w:rsid w:val="00B606C8"/>
    <w:rsid w:val="00B71273"/>
    <w:rsid w:val="00B7462E"/>
    <w:rsid w:val="00B76618"/>
    <w:rsid w:val="00B817DA"/>
    <w:rsid w:val="00B86385"/>
    <w:rsid w:val="00B9260E"/>
    <w:rsid w:val="00B96764"/>
    <w:rsid w:val="00B97143"/>
    <w:rsid w:val="00BA2917"/>
    <w:rsid w:val="00BA46D3"/>
    <w:rsid w:val="00BA48A8"/>
    <w:rsid w:val="00BA5B69"/>
    <w:rsid w:val="00BB22A3"/>
    <w:rsid w:val="00BB2999"/>
    <w:rsid w:val="00BB4829"/>
    <w:rsid w:val="00BB5FE3"/>
    <w:rsid w:val="00BB6668"/>
    <w:rsid w:val="00BD0CA9"/>
    <w:rsid w:val="00BD1775"/>
    <w:rsid w:val="00BD2308"/>
    <w:rsid w:val="00BD4A62"/>
    <w:rsid w:val="00BD665B"/>
    <w:rsid w:val="00BE2658"/>
    <w:rsid w:val="00BE481B"/>
    <w:rsid w:val="00BE7109"/>
    <w:rsid w:val="00BF334A"/>
    <w:rsid w:val="00BF572A"/>
    <w:rsid w:val="00BF7E4E"/>
    <w:rsid w:val="00C0304D"/>
    <w:rsid w:val="00C130BC"/>
    <w:rsid w:val="00C16318"/>
    <w:rsid w:val="00C163C7"/>
    <w:rsid w:val="00C2041D"/>
    <w:rsid w:val="00C209B3"/>
    <w:rsid w:val="00C222C2"/>
    <w:rsid w:val="00C23C40"/>
    <w:rsid w:val="00C32E0A"/>
    <w:rsid w:val="00C372B8"/>
    <w:rsid w:val="00C4540F"/>
    <w:rsid w:val="00C47B4A"/>
    <w:rsid w:val="00C52E8B"/>
    <w:rsid w:val="00C54F6C"/>
    <w:rsid w:val="00C6294B"/>
    <w:rsid w:val="00C6353C"/>
    <w:rsid w:val="00C636A9"/>
    <w:rsid w:val="00C65606"/>
    <w:rsid w:val="00C67D58"/>
    <w:rsid w:val="00C7157B"/>
    <w:rsid w:val="00C7395B"/>
    <w:rsid w:val="00C73E67"/>
    <w:rsid w:val="00C7447B"/>
    <w:rsid w:val="00C80BC3"/>
    <w:rsid w:val="00C86FB6"/>
    <w:rsid w:val="00C92CAA"/>
    <w:rsid w:val="00C93A9F"/>
    <w:rsid w:val="00C94268"/>
    <w:rsid w:val="00C9514E"/>
    <w:rsid w:val="00CA3CF5"/>
    <w:rsid w:val="00CA56AF"/>
    <w:rsid w:val="00CB1A0B"/>
    <w:rsid w:val="00CB287F"/>
    <w:rsid w:val="00CC0F45"/>
    <w:rsid w:val="00CC5562"/>
    <w:rsid w:val="00CD0DE0"/>
    <w:rsid w:val="00CD0E31"/>
    <w:rsid w:val="00CD184D"/>
    <w:rsid w:val="00CD4779"/>
    <w:rsid w:val="00CE2F54"/>
    <w:rsid w:val="00CF1832"/>
    <w:rsid w:val="00CF22B0"/>
    <w:rsid w:val="00CF3DE2"/>
    <w:rsid w:val="00D0377C"/>
    <w:rsid w:val="00D04F42"/>
    <w:rsid w:val="00D1317D"/>
    <w:rsid w:val="00D14E8A"/>
    <w:rsid w:val="00D206A9"/>
    <w:rsid w:val="00D21D30"/>
    <w:rsid w:val="00D2233A"/>
    <w:rsid w:val="00D22DAB"/>
    <w:rsid w:val="00D23D84"/>
    <w:rsid w:val="00D25C2F"/>
    <w:rsid w:val="00D3424E"/>
    <w:rsid w:val="00D34906"/>
    <w:rsid w:val="00D3547D"/>
    <w:rsid w:val="00D36319"/>
    <w:rsid w:val="00D37946"/>
    <w:rsid w:val="00D43065"/>
    <w:rsid w:val="00D454BB"/>
    <w:rsid w:val="00D47622"/>
    <w:rsid w:val="00D62C94"/>
    <w:rsid w:val="00D6348A"/>
    <w:rsid w:val="00D65F1C"/>
    <w:rsid w:val="00D67D7A"/>
    <w:rsid w:val="00D86DC1"/>
    <w:rsid w:val="00D92A1E"/>
    <w:rsid w:val="00D94FF6"/>
    <w:rsid w:val="00DB2CC7"/>
    <w:rsid w:val="00DC06DE"/>
    <w:rsid w:val="00DC1706"/>
    <w:rsid w:val="00DC1C41"/>
    <w:rsid w:val="00DC4FBD"/>
    <w:rsid w:val="00DC5BEB"/>
    <w:rsid w:val="00DD209F"/>
    <w:rsid w:val="00DD2695"/>
    <w:rsid w:val="00DE25E2"/>
    <w:rsid w:val="00DE4A69"/>
    <w:rsid w:val="00DE5ECA"/>
    <w:rsid w:val="00DF1B68"/>
    <w:rsid w:val="00E0064B"/>
    <w:rsid w:val="00E0397F"/>
    <w:rsid w:val="00E05F03"/>
    <w:rsid w:val="00E066C9"/>
    <w:rsid w:val="00E241BC"/>
    <w:rsid w:val="00E2482E"/>
    <w:rsid w:val="00E30240"/>
    <w:rsid w:val="00E35014"/>
    <w:rsid w:val="00E37313"/>
    <w:rsid w:val="00E44439"/>
    <w:rsid w:val="00E44548"/>
    <w:rsid w:val="00E465B0"/>
    <w:rsid w:val="00E706B3"/>
    <w:rsid w:val="00E72533"/>
    <w:rsid w:val="00E919D2"/>
    <w:rsid w:val="00E92305"/>
    <w:rsid w:val="00E965D3"/>
    <w:rsid w:val="00E972C8"/>
    <w:rsid w:val="00E97E3B"/>
    <w:rsid w:val="00EA0899"/>
    <w:rsid w:val="00EA10D7"/>
    <w:rsid w:val="00EA22D5"/>
    <w:rsid w:val="00EA3DFC"/>
    <w:rsid w:val="00EB3578"/>
    <w:rsid w:val="00EC17D1"/>
    <w:rsid w:val="00EC32B7"/>
    <w:rsid w:val="00EC5B15"/>
    <w:rsid w:val="00EC78BC"/>
    <w:rsid w:val="00ED1AA7"/>
    <w:rsid w:val="00ED793B"/>
    <w:rsid w:val="00EE7A83"/>
    <w:rsid w:val="00EF0B79"/>
    <w:rsid w:val="00EF3813"/>
    <w:rsid w:val="00EF64EE"/>
    <w:rsid w:val="00F040D2"/>
    <w:rsid w:val="00F048F2"/>
    <w:rsid w:val="00F051DC"/>
    <w:rsid w:val="00F100D2"/>
    <w:rsid w:val="00F145A6"/>
    <w:rsid w:val="00F22BDF"/>
    <w:rsid w:val="00F242B8"/>
    <w:rsid w:val="00F25295"/>
    <w:rsid w:val="00F268B6"/>
    <w:rsid w:val="00F30C33"/>
    <w:rsid w:val="00F372C9"/>
    <w:rsid w:val="00F4665C"/>
    <w:rsid w:val="00F467F9"/>
    <w:rsid w:val="00F5081D"/>
    <w:rsid w:val="00F54117"/>
    <w:rsid w:val="00F57DDF"/>
    <w:rsid w:val="00F63E39"/>
    <w:rsid w:val="00F64268"/>
    <w:rsid w:val="00F73369"/>
    <w:rsid w:val="00F80A39"/>
    <w:rsid w:val="00F81B6A"/>
    <w:rsid w:val="00F9406F"/>
    <w:rsid w:val="00F946E3"/>
    <w:rsid w:val="00FA190E"/>
    <w:rsid w:val="00FB288D"/>
    <w:rsid w:val="00FB42EB"/>
    <w:rsid w:val="00FB46C5"/>
    <w:rsid w:val="00FB4CA9"/>
    <w:rsid w:val="00FB6369"/>
    <w:rsid w:val="00FC044B"/>
    <w:rsid w:val="00FC2A69"/>
    <w:rsid w:val="00FC7100"/>
    <w:rsid w:val="00FC72ED"/>
    <w:rsid w:val="00FD21AA"/>
    <w:rsid w:val="00FE55BE"/>
    <w:rsid w:val="00FE686B"/>
    <w:rsid w:val="00FE750D"/>
    <w:rsid w:val="00FF670C"/>
    <w:rsid w:val="00FF6D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A13884"/>
    <w:rPr>
      <w:rFonts w:ascii="Times New Roman" w:eastAsia="Times New Roman" w:hAnsi="Times New Roman" w:cs="Times New Roman"/>
      <w:sz w:val="24"/>
      <w:szCs w:val="24"/>
      <w:lang w:val="lt-LT" w:eastAsia="lt-LT"/>
    </w:rPr>
  </w:style>
  <w:style w:type="paragraph" w:customStyle="1" w:styleId="Tech1antr">
    <w:name w:val="Tech 1 antr"/>
    <w:basedOn w:val="Antrat1"/>
    <w:link w:val="Tech1antrDiagrama"/>
    <w:autoRedefine/>
    <w:qFormat/>
    <w:rsid w:val="00A13884"/>
    <w:pPr>
      <w:keepLines w:val="0"/>
      <w:tabs>
        <w:tab w:val="left" w:pos="142"/>
      </w:tabs>
      <w:suppressAutoHyphens/>
      <w:spacing w:before="200" w:after="200" w:line="240" w:lineRule="auto"/>
      <w:outlineLvl w:val="9"/>
    </w:pPr>
    <w:rPr>
      <w:rFonts w:ascii="Times New Roman" w:eastAsia="Times New Roman" w:hAnsi="Times New Roman" w:cs="Times New Roman"/>
      <w:b w:val="0"/>
      <w:bCs w:val="0"/>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751AFD"/>
    <w:pPr>
      <w:spacing w:after="0" w:line="240" w:lineRule="auto"/>
      <w:jc w:val="left"/>
    </w:pPr>
    <w:rPr>
      <w:rFonts w:ascii="Aptos" w:eastAsiaTheme="minorHAnsi" w:hAnsi="Aptos" w:cs="Aptos"/>
      <w:sz w:val="24"/>
      <w:szCs w:val="24"/>
      <w:lang w:eastAsia="lt-LT"/>
    </w:rPr>
  </w:style>
  <w:style w:type="table" w:customStyle="1" w:styleId="Lentelstinklelis12">
    <w:name w:val="Lentelės tinklelis12"/>
    <w:basedOn w:val="prastojilentel"/>
    <w:next w:val="Lentelstinklelis"/>
    <w:uiPriority w:val="59"/>
    <w:rsid w:val="00831A1C"/>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D408C"/>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1350">
      <w:bodyDiv w:val="1"/>
      <w:marLeft w:val="0"/>
      <w:marRight w:val="0"/>
      <w:marTop w:val="0"/>
      <w:marBottom w:val="0"/>
      <w:divBdr>
        <w:top w:val="none" w:sz="0" w:space="0" w:color="auto"/>
        <w:left w:val="none" w:sz="0" w:space="0" w:color="auto"/>
        <w:bottom w:val="none" w:sz="0" w:space="0" w:color="auto"/>
        <w:right w:val="none" w:sz="0" w:space="0" w:color="auto"/>
      </w:divBdr>
    </w:div>
    <w:div w:id="2285402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12253896">
      <w:bodyDiv w:val="1"/>
      <w:marLeft w:val="0"/>
      <w:marRight w:val="0"/>
      <w:marTop w:val="0"/>
      <w:marBottom w:val="0"/>
      <w:divBdr>
        <w:top w:val="none" w:sz="0" w:space="0" w:color="auto"/>
        <w:left w:val="none" w:sz="0" w:space="0" w:color="auto"/>
        <w:bottom w:val="none" w:sz="0" w:space="0" w:color="auto"/>
        <w:right w:val="none" w:sz="0" w:space="0" w:color="auto"/>
      </w:divBdr>
    </w:div>
    <w:div w:id="107153569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14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4.xml><?xml version="1.0" encoding="utf-8"?>
<ds:datastoreItem xmlns:ds="http://schemas.openxmlformats.org/officeDocument/2006/customXml" ds:itemID="{DD899D94-F3A4-4664-B4DC-91F99B78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3145</Words>
  <Characters>1794</Characters>
  <Application>Microsoft Office Word</Application>
  <DocSecurity>0</DocSecurity>
  <Lines>14</Lines>
  <Paragraphs>9</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4930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3</cp:revision>
  <cp:lastPrinted>2021-01-19T12:06:00Z</cp:lastPrinted>
  <dcterms:created xsi:type="dcterms:W3CDTF">2025-05-09T11:53:00Z</dcterms:created>
  <dcterms:modified xsi:type="dcterms:W3CDTF">2025-05-12T11:11:00Z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