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41DC66C8" w:rsidR="00CE4A8E" w:rsidRPr="005244DC" w:rsidRDefault="002B794C" w:rsidP="005B1F7F">
            <w:pPr>
              <w:jc w:val="center"/>
              <w:rPr>
                <w:rFonts w:ascii="Calibri Light" w:hAnsi="Calibri Light" w:cs="Calibri Light"/>
                <w:b/>
                <w:lang w:val="lt-LT"/>
              </w:rPr>
            </w:pPr>
            <w:bookmarkStart w:id="0" w:name="tekstoAntraste"/>
            <w:r w:rsidRPr="002B794C">
              <w:rPr>
                <w:rFonts w:ascii="Calibri Light" w:hAnsi="Calibri Light" w:cs="Calibri Light"/>
                <w:b/>
                <w:bCs/>
                <w:lang w:val="lt-LT"/>
              </w:rPr>
              <w:t>INTEGRUOTOS BAUDŽIAMOJO PROCESO INFORMACINĖS SISTEMOS PROGRAMINĖS ĮRANGOS MODERNIZAVIMO IR PRIEŽIŪROS PASLAUGOS (PPR-1198)</w:t>
            </w:r>
            <w:bookmarkEnd w:id="0"/>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DA471E" w:rsidRDefault="00E35EAA" w:rsidP="00A00C6B">
            <w:pPr>
              <w:ind w:left="-567"/>
              <w:rPr>
                <w:rFonts w:ascii="Calibri Light" w:hAnsi="Calibri Light" w:cs="Calibri Light"/>
                <w:bCs/>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5F5560F4" w:rsidR="00D62727" w:rsidRPr="003F6634" w:rsidRDefault="003F6634"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2025-02-</w:t>
            </w:r>
            <w:r w:rsidR="002502B6">
              <w:rPr>
                <w:rFonts w:ascii="Calibri Light" w:hAnsi="Calibri Light" w:cs="Calibri Light"/>
                <w:b w:val="0"/>
                <w:bCs w:val="0"/>
                <w:sz w:val="22"/>
                <w:szCs w:val="22"/>
              </w:rPr>
              <w:t>20</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2AAEC803" w:rsidR="00D62727" w:rsidRPr="005244DC" w:rsidRDefault="003F6634"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A725B"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D62727" w:rsidRPr="005A725B">
        <w:rPr>
          <w:rFonts w:ascii="Calibri Light" w:hAnsi="Calibri Light" w:cs="Calibri Light"/>
          <w:b/>
          <w:sz w:val="20"/>
          <w:szCs w:val="20"/>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28019BD" w14:textId="77777777" w:rsidR="00D2063D" w:rsidRDefault="00D2063D" w:rsidP="00D2063D">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302631095</w:t>
            </w:r>
          </w:p>
          <w:p w14:paraId="11E2207D" w14:textId="57682A58" w:rsidR="00D62727" w:rsidRPr="005244DC" w:rsidRDefault="00D2063D" w:rsidP="00D2063D">
            <w:pPr>
              <w:spacing w:after="0" w:line="240" w:lineRule="auto"/>
              <w:rPr>
                <w:rFonts w:ascii="Calibri Light" w:hAnsi="Calibri Light" w:cs="Calibri Light"/>
                <w:i/>
                <w:sz w:val="20"/>
                <w:lang w:val="lt-LT"/>
              </w:rPr>
            </w:pPr>
            <w:r>
              <w:rPr>
                <w:rFonts w:ascii="Calibri Light" w:hAnsi="Calibri Light" w:cs="Calibri Light"/>
                <w:i/>
                <w:sz w:val="20"/>
                <w:lang w:val="lt-LT"/>
              </w:rPr>
              <w:t>Partneris Nr. 1: UAB „</w:t>
            </w:r>
            <w:proofErr w:type="spellStart"/>
            <w:r>
              <w:rPr>
                <w:rFonts w:ascii="Calibri Light" w:hAnsi="Calibri Light" w:cs="Calibri Light"/>
                <w:i/>
                <w:sz w:val="20"/>
                <w:lang w:val="lt-LT"/>
              </w:rPr>
              <w:t>Insoft</w:t>
            </w:r>
            <w:proofErr w:type="spellEnd"/>
            <w:r>
              <w:rPr>
                <w:rFonts w:ascii="Calibri Light" w:hAnsi="Calibri Light" w:cs="Calibri Light"/>
                <w:i/>
                <w:sz w:val="20"/>
                <w:lang w:val="lt-LT"/>
              </w:rPr>
              <w:t>“, 302294870</w:t>
            </w:r>
          </w:p>
        </w:tc>
      </w:tr>
      <w:tr w:rsidR="00D62727" w:rsidRPr="00AE3939"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3AE7A50C" w14:textId="77777777" w:rsidR="002D5539" w:rsidRDefault="002D5539" w:rsidP="002D5539">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V. Gerulaičio g. 10 08200 Vilnius, Lietuva</w:t>
            </w:r>
          </w:p>
          <w:p w14:paraId="7A38BF15" w14:textId="3A29D1C1" w:rsidR="00D62727" w:rsidRPr="005244DC" w:rsidRDefault="002D5539" w:rsidP="002D5539">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 xml:space="preserve">Partneris Nr. </w:t>
            </w:r>
            <w:r w:rsidR="00F54C3C">
              <w:rPr>
                <w:rFonts w:ascii="Calibri Light" w:hAnsi="Calibri Light" w:cs="Calibri Light"/>
                <w:i/>
                <w:sz w:val="20"/>
                <w:lang w:val="lt-LT"/>
              </w:rPr>
              <w:t xml:space="preserve">1 </w:t>
            </w:r>
            <w:r w:rsidR="00D2063D">
              <w:rPr>
                <w:rFonts w:ascii="Calibri Light" w:hAnsi="Calibri Light" w:cs="Calibri Light"/>
                <w:i/>
                <w:sz w:val="20"/>
                <w:lang w:val="lt-LT"/>
              </w:rPr>
              <w:t>UAB ,,</w:t>
            </w:r>
            <w:proofErr w:type="spellStart"/>
            <w:r w:rsidR="00D2063D">
              <w:rPr>
                <w:rFonts w:ascii="Calibri Light" w:hAnsi="Calibri Light" w:cs="Calibri Light"/>
                <w:i/>
                <w:sz w:val="20"/>
                <w:lang w:val="lt-LT"/>
              </w:rPr>
              <w:t>Insoft</w:t>
            </w:r>
            <w:proofErr w:type="spellEnd"/>
            <w:r w:rsidR="00D2063D">
              <w:rPr>
                <w:rFonts w:ascii="Calibri Light" w:hAnsi="Calibri Light" w:cs="Calibri Light"/>
                <w:i/>
                <w:sz w:val="20"/>
                <w:lang w:val="lt-LT"/>
              </w:rPr>
              <w:t>“</w:t>
            </w:r>
            <w:r>
              <w:rPr>
                <w:rFonts w:ascii="Calibri Light" w:hAnsi="Calibri Light" w:cs="Calibri Light"/>
                <w:i/>
                <w:sz w:val="20"/>
                <w:lang w:val="lt-LT"/>
              </w:rPr>
              <w:t>: J. Rutkausko g. 6 LT-05132 Vilnius, Lietuva</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4133D99C" w:rsidR="00D62727" w:rsidRPr="005244DC" w:rsidRDefault="00B03C2E"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 </w:t>
            </w:r>
            <w:r w:rsidRPr="2A9B2893">
              <w:rPr>
                <w:rFonts w:ascii="Calibri Light" w:hAnsi="Calibri Light" w:cs="Calibri Light"/>
                <w:i/>
                <w:iCs/>
                <w:sz w:val="20"/>
                <w:szCs w:val="20"/>
                <w:lang w:val="lt-LT"/>
              </w:rPr>
              <w:t>LT100006181715</w:t>
            </w:r>
            <w:r>
              <w:rPr>
                <w:rFonts w:ascii="Calibri Light" w:hAnsi="Calibri Light" w:cs="Calibri Light"/>
                <w:i/>
                <w:iCs/>
                <w:sz w:val="20"/>
                <w:szCs w:val="20"/>
                <w:lang w:val="lt-LT"/>
              </w:rPr>
              <w:t xml:space="preserve">; </w:t>
            </w:r>
            <w:r>
              <w:rPr>
                <w:rFonts w:ascii="Calibri Light" w:hAnsi="Calibri Light" w:cs="Calibri Light"/>
                <w:i/>
                <w:sz w:val="20"/>
                <w:lang w:val="lt-LT"/>
              </w:rPr>
              <w:t>Partneris Nr. 1: UAB „</w:t>
            </w:r>
            <w:proofErr w:type="spellStart"/>
            <w:r>
              <w:rPr>
                <w:rFonts w:ascii="Calibri Light" w:hAnsi="Calibri Light" w:cs="Calibri Light"/>
                <w:i/>
                <w:sz w:val="20"/>
                <w:lang w:val="lt-LT"/>
              </w:rPr>
              <w:t>Insoft</w:t>
            </w:r>
            <w:proofErr w:type="spellEnd"/>
            <w:r>
              <w:rPr>
                <w:rFonts w:ascii="Calibri Light" w:hAnsi="Calibri Light" w:cs="Calibri Light"/>
                <w:i/>
                <w:sz w:val="20"/>
                <w:lang w:val="lt-LT"/>
              </w:rPr>
              <w:t xml:space="preserve">“ - </w:t>
            </w:r>
            <w:r>
              <w:rPr>
                <w:rFonts w:ascii="Calibri Light" w:hAnsi="Calibri Light" w:cs="Calibri Light"/>
                <w:i/>
                <w:iCs/>
                <w:sz w:val="20"/>
                <w:szCs w:val="20"/>
                <w:lang w:val="lt-LT"/>
              </w:rPr>
              <w:t>LT100004466518.</w:t>
            </w:r>
          </w:p>
        </w:tc>
      </w:tr>
      <w:tr w:rsidR="006941C4"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6941C4" w:rsidRPr="005244DC" w:rsidRDefault="006941C4" w:rsidP="006941C4">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5760D961" w:rsidR="006941C4" w:rsidRPr="005244DC" w:rsidRDefault="006941C4" w:rsidP="006941C4">
            <w:pPr>
              <w:tabs>
                <w:tab w:val="left" w:pos="567"/>
              </w:tabs>
              <w:spacing w:after="0" w:line="240" w:lineRule="auto"/>
              <w:ind w:left="34"/>
              <w:rPr>
                <w:rFonts w:ascii="Calibri Light" w:hAnsi="Calibri Light" w:cs="Calibri Light"/>
                <w:i/>
                <w:sz w:val="20"/>
                <w:lang w:val="lt-LT"/>
              </w:rPr>
            </w:pPr>
            <w:r w:rsidRPr="00164D82">
              <w:rPr>
                <w:rFonts w:ascii="Calibri Light" w:hAnsi="Calibri Light" w:cs="Calibri Light"/>
                <w:bCs/>
                <w:i/>
                <w:sz w:val="20"/>
                <w:szCs w:val="20"/>
                <w:lang w:val="lt-LT"/>
              </w:rPr>
              <w:t>A. s. LT64 7044 0600 0770 5693, AB SEB bankas, Banko kodas 70440.</w:t>
            </w:r>
          </w:p>
        </w:tc>
      </w:tr>
      <w:tr w:rsidR="006941C4"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6941C4" w:rsidRPr="005244DC" w:rsidRDefault="006941C4" w:rsidP="006941C4">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230BEFBA" w14:textId="77777777" w:rsidR="00D964A7" w:rsidRPr="00164D82" w:rsidRDefault="00D964A7" w:rsidP="00D964A7">
            <w:pPr>
              <w:tabs>
                <w:tab w:val="left" w:pos="720"/>
              </w:tabs>
              <w:rPr>
                <w:rFonts w:ascii="Calibri Light" w:hAnsi="Calibri Light" w:cs="Calibri Light"/>
                <w:bCs/>
                <w:i/>
                <w:sz w:val="20"/>
                <w:szCs w:val="20"/>
                <w:lang w:val="lt-LT"/>
              </w:rPr>
            </w:pPr>
            <w:r w:rsidRPr="00164D82">
              <w:rPr>
                <w:rFonts w:ascii="Calibri Light" w:hAnsi="Calibri Light" w:cs="Calibri Light"/>
                <w:bCs/>
                <w:i/>
                <w:sz w:val="20"/>
                <w:szCs w:val="20"/>
                <w:lang w:val="lt-LT"/>
              </w:rPr>
              <w:t xml:space="preserve">Tel. (8 5) 210 2400, www.asseco.lt, El. paštas: </w:t>
            </w:r>
            <w:hyperlink r:id="rId11" w:history="1">
              <w:r w:rsidRPr="00164D82">
                <w:rPr>
                  <w:rStyle w:val="Hyperlink"/>
                  <w:rFonts w:ascii="Calibri Light" w:hAnsi="Calibri Light" w:cs="Calibri Light"/>
                  <w:bCs/>
                  <w:i/>
                  <w:sz w:val="20"/>
                  <w:szCs w:val="20"/>
                  <w:lang w:val="lt-LT"/>
                </w:rPr>
                <w:t>info@asseco.lt</w:t>
              </w:r>
            </w:hyperlink>
            <w:r w:rsidRPr="00164D82">
              <w:rPr>
                <w:rFonts w:ascii="Calibri Light" w:hAnsi="Calibri Light" w:cs="Calibri Light"/>
                <w:bCs/>
                <w:i/>
                <w:sz w:val="20"/>
                <w:szCs w:val="20"/>
                <w:lang w:val="lt-LT"/>
              </w:rPr>
              <w:t xml:space="preserve">. </w:t>
            </w:r>
          </w:p>
          <w:p w14:paraId="775A6AA6" w14:textId="0CEE0A40" w:rsidR="006941C4" w:rsidRPr="005244DC" w:rsidRDefault="006941C4" w:rsidP="006941C4">
            <w:pPr>
              <w:tabs>
                <w:tab w:val="left" w:pos="567"/>
              </w:tabs>
              <w:spacing w:after="0" w:line="240" w:lineRule="auto"/>
              <w:ind w:left="34"/>
              <w:rPr>
                <w:rFonts w:ascii="Calibri Light" w:hAnsi="Calibri Light" w:cs="Calibri Light"/>
                <w:i/>
                <w:sz w:val="20"/>
                <w:lang w:val="lt-LT"/>
              </w:rPr>
            </w:pPr>
          </w:p>
        </w:tc>
      </w:tr>
      <w:tr w:rsidR="006941C4"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6941C4" w:rsidRPr="005244DC" w:rsidRDefault="006941C4" w:rsidP="006941C4">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48AF8EC" w:rsidR="006941C4" w:rsidRPr="005244DC" w:rsidRDefault="009D41F2" w:rsidP="006941C4">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Pr>
                <w:rFonts w:ascii="Calibri Light" w:hAnsi="Calibri Light" w:cs="Calibri Light"/>
                <w:i/>
                <w:sz w:val="20"/>
                <w:lang w:val="lt-LT"/>
              </w:rPr>
              <w:t>,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A725B"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209"/>
        <w:gridCol w:w="1417"/>
        <w:gridCol w:w="1700"/>
        <w:gridCol w:w="843"/>
      </w:tblGrid>
      <w:tr w:rsidR="00C87C79" w:rsidRPr="005244DC" w14:paraId="4991A33C" w14:textId="77777777" w:rsidTr="00C81BB4">
        <w:tc>
          <w:tcPr>
            <w:tcW w:w="23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270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73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883"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438"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C81BB4">
        <w:tc>
          <w:tcPr>
            <w:tcW w:w="238"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736" w:type="pct"/>
            <w:tcBorders>
              <w:top w:val="single" w:sz="4" w:space="0" w:color="auto"/>
              <w:left w:val="single" w:sz="4" w:space="0" w:color="auto"/>
              <w:bottom w:val="single" w:sz="4" w:space="0" w:color="auto"/>
              <w:right w:val="single" w:sz="4" w:space="0" w:color="auto"/>
            </w:tcBorders>
            <w:hideMark/>
          </w:tcPr>
          <w:p w14:paraId="2506D892" w14:textId="54503F3E" w:rsidR="00C87C79" w:rsidRPr="00BA71D1" w:rsidRDefault="00362CAC"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r w:rsidR="00BA71D1">
              <w:rPr>
                <w:rFonts w:ascii="Calibri Light" w:hAnsi="Calibri Light" w:cs="Calibri Light"/>
                <w:color w:val="000000"/>
                <w:sz w:val="20"/>
                <w:szCs w:val="20"/>
                <w:lang w:val="lt-LT"/>
              </w:rPr>
              <w:t xml:space="preserve"> </w:t>
            </w:r>
          </w:p>
        </w:tc>
        <w:tc>
          <w:tcPr>
            <w:tcW w:w="883" w:type="pct"/>
            <w:tcBorders>
              <w:top w:val="single" w:sz="4" w:space="0" w:color="auto"/>
              <w:left w:val="single" w:sz="4" w:space="0" w:color="auto"/>
              <w:bottom w:val="single" w:sz="4" w:space="0" w:color="auto"/>
              <w:right w:val="single" w:sz="4" w:space="0" w:color="auto"/>
            </w:tcBorders>
          </w:tcPr>
          <w:p w14:paraId="1E77F2BA" w14:textId="77777777" w:rsidR="00937C1F" w:rsidRDefault="00B17059" w:rsidP="00A00C6B">
            <w:pPr>
              <w:spacing w:after="0" w:line="240" w:lineRule="auto"/>
              <w:jc w:val="center"/>
              <w:rPr>
                <w:rFonts w:ascii="Calibri Light" w:hAnsi="Calibri Light" w:cs="Calibri Light"/>
                <w:sz w:val="20"/>
                <w:szCs w:val="20"/>
              </w:rPr>
            </w:pPr>
            <w:r>
              <w:rPr>
                <w:rFonts w:ascii="Calibri Light" w:hAnsi="Calibri Light" w:cs="Calibri Light"/>
                <w:sz w:val="20"/>
                <w:szCs w:val="20"/>
                <w:lang w:val="lt-LT"/>
              </w:rPr>
              <w:t xml:space="preserve">Konfidenciali informacija pateikiama </w:t>
            </w:r>
            <w:r w:rsidR="00921BC6">
              <w:rPr>
                <w:rFonts w:ascii="Calibri Light" w:hAnsi="Calibri Light" w:cs="Calibri Light"/>
                <w:sz w:val="20"/>
                <w:szCs w:val="20"/>
              </w:rPr>
              <w:t xml:space="preserve">1 </w:t>
            </w:r>
            <w:proofErr w:type="spellStart"/>
            <w:r w:rsidR="00921BC6">
              <w:rPr>
                <w:rFonts w:ascii="Calibri Light" w:hAnsi="Calibri Light" w:cs="Calibri Light"/>
                <w:sz w:val="20"/>
                <w:szCs w:val="20"/>
              </w:rPr>
              <w:t>priede</w:t>
            </w:r>
            <w:proofErr w:type="spellEnd"/>
            <w:r w:rsidR="00921BC6">
              <w:rPr>
                <w:rFonts w:ascii="Calibri Light" w:hAnsi="Calibri Light" w:cs="Calibri Light"/>
                <w:sz w:val="20"/>
                <w:szCs w:val="20"/>
              </w:rPr>
              <w:t xml:space="preserve"> </w:t>
            </w:r>
            <w:proofErr w:type="spellStart"/>
            <w:r w:rsidR="00921BC6">
              <w:rPr>
                <w:rFonts w:ascii="Calibri Light" w:hAnsi="Calibri Light" w:cs="Calibri Light"/>
                <w:sz w:val="20"/>
                <w:szCs w:val="20"/>
              </w:rPr>
              <w:t>prie</w:t>
            </w:r>
            <w:proofErr w:type="spellEnd"/>
            <w:r w:rsidR="00921BC6">
              <w:rPr>
                <w:rFonts w:ascii="Calibri Light" w:hAnsi="Calibri Light" w:cs="Calibri Light"/>
                <w:sz w:val="20"/>
                <w:szCs w:val="20"/>
              </w:rPr>
              <w:t xml:space="preserve"> </w:t>
            </w:r>
            <w:proofErr w:type="spellStart"/>
            <w:r w:rsidR="00921BC6">
              <w:rPr>
                <w:rFonts w:ascii="Calibri Light" w:hAnsi="Calibri Light" w:cs="Calibri Light"/>
                <w:sz w:val="20"/>
                <w:szCs w:val="20"/>
              </w:rPr>
              <w:t>pasiūlymo</w:t>
            </w:r>
            <w:proofErr w:type="spellEnd"/>
            <w:r w:rsidR="00937C1F">
              <w:rPr>
                <w:rFonts w:ascii="Calibri Light" w:hAnsi="Calibri Light" w:cs="Calibri Light"/>
                <w:sz w:val="20"/>
                <w:szCs w:val="20"/>
              </w:rPr>
              <w:t>.</w:t>
            </w:r>
          </w:p>
          <w:p w14:paraId="5D1FCB70" w14:textId="32DB3473" w:rsidR="00C87C79" w:rsidRPr="005244DC" w:rsidRDefault="00BA71D1"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sz w:val="20"/>
                <w:szCs w:val="20"/>
                <w:lang w:val="lt-LT"/>
              </w:rPr>
              <w:br/>
            </w:r>
            <w:r w:rsidR="00362CAC" w:rsidRPr="00EF24D6">
              <w:rPr>
                <w:rFonts w:ascii="Calibri Light" w:hAnsi="Calibri Light" w:cs="Calibri Light"/>
                <w:sz w:val="20"/>
                <w:szCs w:val="20"/>
                <w:lang w:val="lt-LT"/>
              </w:rPr>
              <w:t>Asmens duomenys. Pagrindimas pateikiamas pridedamame dokumente dėl konfidencialios informacijos pateikimo (</w:t>
            </w:r>
            <w:proofErr w:type="spellStart"/>
            <w:r w:rsidR="00362CAC" w:rsidRPr="00EF24D6">
              <w:rPr>
                <w:rFonts w:ascii="Calibri Light" w:hAnsi="Calibri Light" w:cs="Calibri Light"/>
                <w:sz w:val="20"/>
                <w:szCs w:val="20"/>
                <w:lang w:val="lt-LT"/>
              </w:rPr>
              <w:t>Del</w:t>
            </w:r>
            <w:proofErr w:type="spellEnd"/>
            <w:r w:rsidR="00362CAC" w:rsidRPr="00EF24D6">
              <w:rPr>
                <w:rFonts w:ascii="Calibri Light" w:hAnsi="Calibri Light" w:cs="Calibri Light"/>
                <w:sz w:val="20"/>
                <w:szCs w:val="20"/>
                <w:lang w:val="lt-LT"/>
              </w:rPr>
              <w:t xml:space="preserve"> konfidencialios informacijos.pdf)</w:t>
            </w:r>
            <w:r w:rsidR="00362CAC">
              <w:rPr>
                <w:rFonts w:ascii="Calibri Light" w:hAnsi="Calibri Light" w:cs="Calibri Light"/>
                <w:sz w:val="20"/>
                <w:szCs w:val="20"/>
                <w:lang w:val="lt-LT"/>
              </w:rPr>
              <w:t xml:space="preserve"> ir </w:t>
            </w:r>
            <w:r w:rsidR="00362CAC" w:rsidRPr="00EF24D6">
              <w:rPr>
                <w:rFonts w:ascii="Calibri Light" w:hAnsi="Calibri Light" w:cs="Calibri Light"/>
                <w:sz w:val="20"/>
                <w:szCs w:val="20"/>
                <w:lang w:val="lt-LT"/>
              </w:rPr>
              <w:t xml:space="preserve">Komercinė paslaptis. Pagrindimas pateikiamas pridedamame dokumente dėl konfidencialios informacijos </w:t>
            </w:r>
            <w:r w:rsidR="00362CAC" w:rsidRPr="00EF24D6">
              <w:rPr>
                <w:rFonts w:ascii="Calibri Light" w:hAnsi="Calibri Light" w:cs="Calibri Light"/>
                <w:sz w:val="20"/>
                <w:szCs w:val="20"/>
                <w:lang w:val="lt-LT"/>
              </w:rPr>
              <w:lastRenderedPageBreak/>
              <w:t>pateikimo (</w:t>
            </w:r>
            <w:proofErr w:type="spellStart"/>
            <w:r w:rsidR="00362CAC" w:rsidRPr="00EF24D6">
              <w:rPr>
                <w:rFonts w:ascii="Calibri Light" w:hAnsi="Calibri Light" w:cs="Calibri Light"/>
                <w:sz w:val="20"/>
                <w:szCs w:val="20"/>
                <w:lang w:val="lt-LT"/>
              </w:rPr>
              <w:t>Del</w:t>
            </w:r>
            <w:proofErr w:type="spellEnd"/>
            <w:r w:rsidR="00362CAC"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2AF28EA" w14:textId="3D7CD028" w:rsidR="00C87C79" w:rsidRPr="004244DD" w:rsidRDefault="000055F9"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lang w:val="lt-LT"/>
              </w:rPr>
              <w:lastRenderedPageBreak/>
              <w:t>8</w:t>
            </w:r>
          </w:p>
        </w:tc>
      </w:tr>
      <w:tr w:rsidR="00C87C79" w:rsidRPr="005244DC" w14:paraId="2162FBAD"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58265707" w14:textId="35C005EC" w:rsidR="00C87C79" w:rsidRPr="00A41F62" w:rsidRDefault="00DA53B7" w:rsidP="00A00C6B">
            <w:pPr>
              <w:spacing w:after="0" w:line="240" w:lineRule="auto"/>
              <w:rPr>
                <w:rFonts w:ascii="Calibri Light" w:hAnsi="Calibri Light" w:cs="Calibri Light"/>
                <w:color w:val="000000"/>
                <w:sz w:val="20"/>
                <w:szCs w:val="20"/>
                <w:lang w:val="lt-LT"/>
              </w:rPr>
            </w:pPr>
            <w:proofErr w:type="gramStart"/>
            <w:r w:rsidRPr="00EF24D6">
              <w:rPr>
                <w:rFonts w:ascii="Calibri Light" w:eastAsia="Times New Roman" w:hAnsi="Calibri Light" w:cs="Calibri Light"/>
                <w:sz w:val="20"/>
                <w:szCs w:val="20"/>
              </w:rPr>
              <w:t>UAB ,,</w:t>
            </w:r>
            <w:proofErr w:type="spellStart"/>
            <w:r>
              <w:rPr>
                <w:rFonts w:ascii="Calibri Light" w:eastAsia="Times New Roman" w:hAnsi="Calibri Light" w:cs="Calibri Light"/>
                <w:sz w:val="20"/>
                <w:szCs w:val="20"/>
              </w:rPr>
              <w:t>Asseco</w:t>
            </w:r>
            <w:proofErr w:type="spellEnd"/>
            <w:proofErr w:type="gramEnd"/>
            <w:r w:rsidRPr="00EF24D6">
              <w:rPr>
                <w:rFonts w:ascii="Calibri Light" w:eastAsia="Times New Roman" w:hAnsi="Calibri Light" w:cs="Calibri Light"/>
                <w:sz w:val="20"/>
                <w:szCs w:val="20"/>
              </w:rPr>
              <w:t xml:space="preserve">” Europos </w:t>
            </w:r>
            <w:proofErr w:type="spellStart"/>
            <w:r w:rsidRPr="00EF24D6">
              <w:rPr>
                <w:rFonts w:ascii="Calibri Light" w:eastAsia="Times New Roman" w:hAnsi="Calibri Light" w:cs="Calibri Light"/>
                <w:sz w:val="20"/>
                <w:szCs w:val="20"/>
              </w:rPr>
              <w:t>bendrojo</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viešųjų</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pirkimų</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dokumento</w:t>
            </w:r>
            <w:proofErr w:type="spellEnd"/>
            <w:r w:rsidRPr="00EF24D6">
              <w:rPr>
                <w:rFonts w:ascii="Calibri Light" w:eastAsia="Times New Roman" w:hAnsi="Calibri Light" w:cs="Calibri Light"/>
                <w:sz w:val="20"/>
                <w:szCs w:val="20"/>
              </w:rPr>
              <w:t xml:space="preserve"> forma</w:t>
            </w:r>
            <w:r>
              <w:rPr>
                <w:rFonts w:ascii="Calibri Light" w:eastAsia="Times New Roman" w:hAnsi="Calibri Light" w:cs="Calibri Light"/>
                <w:sz w:val="20"/>
                <w:szCs w:val="20"/>
              </w:rPr>
              <w:t xml:space="preserve"> (</w:t>
            </w:r>
            <w:r w:rsidR="00DA471E" w:rsidRPr="00DA471E">
              <w:rPr>
                <w:rFonts w:ascii="Calibri Light" w:eastAsia="Times New Roman" w:hAnsi="Calibri Light" w:cs="Calibri Light"/>
                <w:sz w:val="20"/>
                <w:szCs w:val="20"/>
              </w:rPr>
              <w:t xml:space="preserve">EBVPD_UAB </w:t>
            </w:r>
            <w:proofErr w:type="spellStart"/>
            <w:r w:rsidR="00DA471E" w:rsidRPr="00DA471E">
              <w:rPr>
                <w:rFonts w:ascii="Calibri Light" w:eastAsia="Times New Roman" w:hAnsi="Calibri Light" w:cs="Calibri Light"/>
                <w:sz w:val="20"/>
                <w:szCs w:val="20"/>
              </w:rPr>
              <w:t>Asseco</w:t>
            </w:r>
            <w:proofErr w:type="spellEnd"/>
            <w:r w:rsidR="00A45C7F">
              <w:rPr>
                <w:rFonts w:ascii="Calibri Light" w:eastAsia="Times New Roman" w:hAnsi="Calibri Light" w:cs="Calibri Light"/>
                <w:sz w:val="20"/>
                <w:szCs w:val="20"/>
              </w:rPr>
              <w:t xml:space="preserve"> Lietuva</w:t>
            </w:r>
            <w:r>
              <w:rPr>
                <w:rFonts w:ascii="Calibri Light" w:eastAsia="Times New Roman" w:hAnsi="Calibri Light" w:cs="Calibri Light"/>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51E57B50" w14:textId="06E8DBC0" w:rsidR="00C87C79" w:rsidRPr="005244DC" w:rsidRDefault="006F79DD"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AD6DAE6" w14:textId="0935A9ED" w:rsidR="00C87C79" w:rsidRPr="005244DC" w:rsidRDefault="006D1D86"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6BB888BF" w14:textId="1030A287" w:rsidR="00C87C79" w:rsidRPr="005244DC" w:rsidRDefault="00BE31A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15</w:t>
            </w:r>
          </w:p>
        </w:tc>
      </w:tr>
      <w:tr w:rsidR="006F79DD" w:rsidRPr="005244DC" w14:paraId="5BD110A5"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1D5009F"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4385B8D7" w14:textId="281D95C9" w:rsidR="006F79DD" w:rsidRPr="00784D55" w:rsidRDefault="006F79DD"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Insoft</w:t>
            </w:r>
            <w:proofErr w:type="spellEnd"/>
            <w:proofErr w:type="gramEnd"/>
            <w:r w:rsidRPr="00784D55">
              <w:rPr>
                <w:rFonts w:ascii="Calibri Light" w:eastAsia="Times New Roman" w:hAnsi="Calibri Light" w:cs="Calibri Light"/>
                <w:sz w:val="20"/>
                <w:szCs w:val="20"/>
              </w:rPr>
              <w:t xml:space="preserve">” Europos </w:t>
            </w:r>
            <w:proofErr w:type="spellStart"/>
            <w:r w:rsidRPr="00784D55">
              <w:rPr>
                <w:rFonts w:ascii="Calibri Light" w:eastAsia="Times New Roman" w:hAnsi="Calibri Light" w:cs="Calibri Light"/>
                <w:sz w:val="20"/>
                <w:szCs w:val="20"/>
              </w:rPr>
              <w:t>bendrojo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viešųjų</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pirkimų</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dokumento</w:t>
            </w:r>
            <w:proofErr w:type="spellEnd"/>
            <w:r w:rsidRPr="00784D55">
              <w:rPr>
                <w:rFonts w:ascii="Calibri Light" w:eastAsia="Times New Roman" w:hAnsi="Calibri Light" w:cs="Calibri Light"/>
                <w:sz w:val="20"/>
                <w:szCs w:val="20"/>
              </w:rPr>
              <w:t xml:space="preserve"> forma (EBVPD_UAB Insoft.pdf)</w:t>
            </w:r>
          </w:p>
        </w:tc>
        <w:tc>
          <w:tcPr>
            <w:tcW w:w="736" w:type="pct"/>
            <w:tcBorders>
              <w:top w:val="single" w:sz="4" w:space="0" w:color="auto"/>
              <w:left w:val="single" w:sz="4" w:space="0" w:color="auto"/>
              <w:bottom w:val="single" w:sz="4" w:space="0" w:color="auto"/>
              <w:right w:val="single" w:sz="4" w:space="0" w:color="auto"/>
            </w:tcBorders>
          </w:tcPr>
          <w:p w14:paraId="7C10EB37" w14:textId="5DAABEB7" w:rsidR="006F79DD" w:rsidRPr="005244DC" w:rsidRDefault="006F79DD"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01C9863" w14:textId="6AC4AF3A"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540EEE19" w14:textId="19FBC3A5" w:rsidR="006F79DD" w:rsidRPr="005244DC" w:rsidRDefault="00CC03C1"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15</w:t>
            </w:r>
          </w:p>
        </w:tc>
      </w:tr>
      <w:tr w:rsidR="006F79DD" w:rsidRPr="005244DC" w14:paraId="432EA069"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48CACE96"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40493EE" w14:textId="5FC01092" w:rsidR="006F79DD" w:rsidRPr="00784D55" w:rsidRDefault="00921E11" w:rsidP="00F70CBD">
            <w:pPr>
              <w:spacing w:after="0" w:line="240" w:lineRule="auto"/>
              <w:jc w:val="left"/>
              <w:rPr>
                <w:rFonts w:ascii="Calibri Light" w:hAnsi="Calibri Light" w:cs="Calibri Light"/>
                <w:sz w:val="20"/>
                <w:szCs w:val="20"/>
                <w:lang w:val="lt-LT"/>
              </w:rPr>
            </w:pPr>
            <w:r w:rsidRPr="00784D55">
              <w:rPr>
                <w:rFonts w:ascii="Calibri Light" w:hAnsi="Calibri Light" w:cs="Calibri Light"/>
                <w:sz w:val="20"/>
                <w:szCs w:val="20"/>
                <w:lang w:val="lt-LT"/>
              </w:rPr>
              <w:t>Jungtinės veiklos sutartis</w:t>
            </w:r>
            <w:r w:rsidR="00FD04F5" w:rsidRPr="00784D55">
              <w:rPr>
                <w:rFonts w:ascii="Calibri Light" w:hAnsi="Calibri Light" w:cs="Calibri Light"/>
                <w:sz w:val="20"/>
                <w:szCs w:val="20"/>
                <w:lang w:val="lt-LT"/>
              </w:rPr>
              <w:t xml:space="preserve"> </w:t>
            </w:r>
            <w:r w:rsidR="00F70CBD" w:rsidRPr="00784D55">
              <w:rPr>
                <w:rFonts w:ascii="Calibri Light" w:hAnsi="Calibri Light" w:cs="Calibri Light"/>
                <w:sz w:val="20"/>
                <w:szCs w:val="20"/>
                <w:lang w:val="lt-LT"/>
              </w:rPr>
              <w:t>(</w:t>
            </w:r>
            <w:r w:rsidR="00FD04F5" w:rsidRPr="00784D55">
              <w:rPr>
                <w:rFonts w:ascii="Calibri Light" w:hAnsi="Calibri Light" w:cs="Calibri Light"/>
                <w:sz w:val="20"/>
                <w:szCs w:val="20"/>
                <w:lang w:val="lt-LT"/>
              </w:rPr>
              <w:t>JVS_LT_Asseco_Insoft_Asseco_Lietuva_2025_konfidencialu</w:t>
            </w:r>
            <w:r w:rsidR="00F70CBD" w:rsidRPr="00784D55">
              <w:rPr>
                <w:rFonts w:ascii="Calibri Light" w:hAnsi="Calibri Light" w:cs="Calibri Light"/>
                <w:sz w:val="20"/>
                <w:szCs w:val="20"/>
                <w:lang w:val="lt-LT"/>
              </w:rPr>
              <w:t xml:space="preserve">.adoc) </w:t>
            </w:r>
          </w:p>
          <w:p w14:paraId="27643F50" w14:textId="3EBD769C" w:rsidR="00F70CBD" w:rsidRPr="00784D55" w:rsidRDefault="00F70CBD" w:rsidP="006F79DD">
            <w:pPr>
              <w:spacing w:after="0" w:line="240" w:lineRule="auto"/>
              <w:rPr>
                <w:rFonts w:ascii="Calibri Light" w:eastAsia="Times New Roman" w:hAnsi="Calibri Light" w:cs="Calibri Light"/>
                <w:sz w:val="20"/>
                <w:szCs w:val="20"/>
              </w:rPr>
            </w:pPr>
          </w:p>
        </w:tc>
        <w:tc>
          <w:tcPr>
            <w:tcW w:w="736" w:type="pct"/>
            <w:tcBorders>
              <w:top w:val="single" w:sz="4" w:space="0" w:color="auto"/>
              <w:left w:val="single" w:sz="4" w:space="0" w:color="auto"/>
              <w:bottom w:val="single" w:sz="4" w:space="0" w:color="auto"/>
              <w:right w:val="single" w:sz="4" w:space="0" w:color="auto"/>
            </w:tcBorders>
          </w:tcPr>
          <w:p w14:paraId="4BDDAC57" w14:textId="0D19C8FA" w:rsidR="006F79DD" w:rsidRPr="005244DC" w:rsidRDefault="000A1738"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2295C00" w14:textId="12A72210" w:rsidR="006F79DD" w:rsidRPr="005244DC" w:rsidRDefault="00541952"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Komercinė paslaptis.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57BB3009" w14:textId="37AB819F" w:rsidR="006F79DD" w:rsidRPr="005244DC" w:rsidRDefault="0086548A"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10</w:t>
            </w:r>
          </w:p>
        </w:tc>
      </w:tr>
      <w:tr w:rsidR="006F79DD" w:rsidRPr="005244DC" w14:paraId="4284D40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737C72D"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1E0B81B" w14:textId="56FB9CB8" w:rsidR="006F79DD" w:rsidRPr="00EF24D6" w:rsidRDefault="00F82409" w:rsidP="006F79DD">
            <w:pPr>
              <w:spacing w:after="0" w:line="240" w:lineRule="auto"/>
              <w:rPr>
                <w:rFonts w:ascii="Calibri Light" w:eastAsia="Times New Roman" w:hAnsi="Calibri Light" w:cs="Calibri Light"/>
                <w:sz w:val="20"/>
                <w:szCs w:val="20"/>
              </w:rPr>
            </w:pPr>
            <w:r w:rsidRPr="00EF24D6">
              <w:rPr>
                <w:rFonts w:ascii="Calibri Light" w:hAnsi="Calibri Light" w:cs="Calibri Light"/>
                <w:sz w:val="20"/>
                <w:szCs w:val="20"/>
                <w:lang w:val="lt-LT"/>
              </w:rPr>
              <w:t>Forma kvalifikacijai (6 IA PD FK _</w:t>
            </w:r>
            <w:proofErr w:type="spellStart"/>
            <w:r w:rsidRPr="00EF24D6">
              <w:rPr>
                <w:rFonts w:ascii="Calibri Light" w:hAnsi="Calibri Light" w:cs="Calibri Light"/>
                <w:sz w:val="20"/>
                <w:szCs w:val="20"/>
                <w:lang w:val="lt-LT"/>
              </w:rPr>
              <w:t>konfidencialu.adoc</w:t>
            </w:r>
            <w:proofErr w:type="spellEnd"/>
            <w:r w:rsidRPr="00EF24D6">
              <w:rPr>
                <w:rFonts w:ascii="Calibri Light" w:hAnsi="Calibri Light" w:cs="Calibri Light"/>
                <w:sz w:val="20"/>
                <w:szCs w:val="20"/>
                <w:lang w:val="lt-LT"/>
              </w:rPr>
              <w:t>)</w:t>
            </w:r>
          </w:p>
        </w:tc>
        <w:tc>
          <w:tcPr>
            <w:tcW w:w="736" w:type="pct"/>
            <w:tcBorders>
              <w:top w:val="single" w:sz="4" w:space="0" w:color="auto"/>
              <w:left w:val="single" w:sz="4" w:space="0" w:color="auto"/>
              <w:bottom w:val="single" w:sz="4" w:space="0" w:color="auto"/>
              <w:right w:val="single" w:sz="4" w:space="0" w:color="auto"/>
            </w:tcBorders>
          </w:tcPr>
          <w:p w14:paraId="2503A479" w14:textId="788C1199" w:rsidR="006F79DD" w:rsidRPr="005244DC" w:rsidRDefault="00B526D5"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7C9866F" w14:textId="4FF93A11" w:rsidR="006F79DD" w:rsidRPr="005244DC" w:rsidRDefault="007C67E7"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Asmens duomenys.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r w:rsidR="00DE33DB">
              <w:rPr>
                <w:rFonts w:ascii="Calibri Light" w:hAnsi="Calibri Light" w:cs="Calibri Light"/>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29371DF4" w14:textId="4BA2C340" w:rsidR="006F79DD" w:rsidRPr="005244DC" w:rsidRDefault="0001446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7</w:t>
            </w:r>
          </w:p>
        </w:tc>
      </w:tr>
      <w:tr w:rsidR="006F79DD" w:rsidRPr="005244DC" w14:paraId="21B00A2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22A70CF"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313668D3" w14:textId="729A3456" w:rsidR="006F79DD" w:rsidRPr="00784D55" w:rsidRDefault="004204DE"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Raštas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dėl</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konfidencialios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informacijos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pateikimo</w:t>
            </w:r>
            <w:proofErr w:type="spellEnd"/>
            <w:r w:rsidRPr="00784D55">
              <w:rPr>
                <w:rFonts w:ascii="Calibri Light" w:eastAsia="Times New Roman" w:hAnsi="Calibri Light" w:cs="Calibri Light"/>
                <w:sz w:val="20"/>
                <w:szCs w:val="20"/>
              </w:rPr>
              <w:t xml:space="preserve"> (Del </w:t>
            </w:r>
            <w:proofErr w:type="spellStart"/>
            <w:r w:rsidRPr="00784D55">
              <w:rPr>
                <w:rFonts w:ascii="Calibri Light" w:eastAsia="Times New Roman" w:hAnsi="Calibri Light" w:cs="Calibri Light"/>
                <w:sz w:val="20"/>
                <w:szCs w:val="20"/>
              </w:rPr>
              <w:t>konfidencialios</w:t>
            </w:r>
            <w:proofErr w:type="spellEnd"/>
            <w:r w:rsidRPr="00784D55">
              <w:rPr>
                <w:rFonts w:ascii="Calibri Light" w:eastAsia="Times New Roman" w:hAnsi="Calibri Light" w:cs="Calibri Light"/>
                <w:sz w:val="20"/>
                <w:szCs w:val="20"/>
              </w:rPr>
              <w:t xml:space="preserve"> informacijos.pdf)</w:t>
            </w:r>
          </w:p>
        </w:tc>
        <w:tc>
          <w:tcPr>
            <w:tcW w:w="736" w:type="pct"/>
            <w:tcBorders>
              <w:top w:val="single" w:sz="4" w:space="0" w:color="auto"/>
              <w:left w:val="single" w:sz="4" w:space="0" w:color="auto"/>
              <w:bottom w:val="single" w:sz="4" w:space="0" w:color="auto"/>
              <w:right w:val="single" w:sz="4" w:space="0" w:color="auto"/>
            </w:tcBorders>
          </w:tcPr>
          <w:p w14:paraId="0F604644" w14:textId="2BF6005F" w:rsidR="006F79DD" w:rsidRPr="005244DC" w:rsidRDefault="004204D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7B74607D" w14:textId="168344E0"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3AA687AF" w14:textId="5594BD8A" w:rsidR="006F79DD" w:rsidRPr="005244DC" w:rsidRDefault="005A4FA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6F79DD" w:rsidRPr="005244DC" w14:paraId="2763C8E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32D7B7AC"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69E0064E" w14:textId="1C7FBDFA" w:rsidR="006B44E6" w:rsidRPr="00784D55" w:rsidRDefault="006B44E6" w:rsidP="006B44E6">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Lietuva“ Tiekėjo deklaracija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(7_IA_PD_Tiekejo_deklaracija_Asseco.</w:t>
            </w:r>
            <w:r w:rsidR="009D334F" w:rsidRPr="00784D55">
              <w:rPr>
                <w:rFonts w:ascii="Calibri Light" w:hAnsi="Calibri Light" w:cs="Calibri Light"/>
                <w:sz w:val="20"/>
                <w:szCs w:val="20"/>
                <w:lang w:val="lt-LT"/>
              </w:rPr>
              <w:t>adoc</w:t>
            </w:r>
            <w:r w:rsidRPr="00784D55">
              <w:rPr>
                <w:rFonts w:ascii="Calibri Light" w:hAnsi="Calibri Light" w:cs="Calibri Light"/>
                <w:sz w:val="20"/>
                <w:szCs w:val="20"/>
                <w:lang w:val="lt-LT"/>
              </w:rPr>
              <w:t>)</w:t>
            </w:r>
          </w:p>
          <w:p w14:paraId="18AE0E37" w14:textId="77777777" w:rsidR="006F79DD" w:rsidRPr="00784D55" w:rsidRDefault="006F79DD" w:rsidP="006F79DD">
            <w:pPr>
              <w:spacing w:after="0" w:line="240" w:lineRule="auto"/>
              <w:rPr>
                <w:rFonts w:ascii="Calibri Light" w:eastAsia="Times New Roman" w:hAnsi="Calibri Light" w:cs="Calibri Light"/>
                <w:sz w:val="20"/>
                <w:szCs w:val="20"/>
              </w:rPr>
            </w:pPr>
          </w:p>
        </w:tc>
        <w:tc>
          <w:tcPr>
            <w:tcW w:w="736" w:type="pct"/>
            <w:tcBorders>
              <w:top w:val="single" w:sz="4" w:space="0" w:color="auto"/>
              <w:left w:val="single" w:sz="4" w:space="0" w:color="auto"/>
              <w:bottom w:val="single" w:sz="4" w:space="0" w:color="auto"/>
              <w:right w:val="single" w:sz="4" w:space="0" w:color="auto"/>
            </w:tcBorders>
          </w:tcPr>
          <w:p w14:paraId="68640774" w14:textId="6C69F0B5" w:rsidR="006F79DD" w:rsidRPr="005244DC" w:rsidRDefault="0033436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07EE52D" w14:textId="44F60224"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7F2AC8BC" w14:textId="6C09D09A" w:rsidR="006F79DD" w:rsidRPr="005244DC" w:rsidRDefault="002A045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B526D5" w:rsidRPr="005244DC" w14:paraId="0B8567A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1735A5E3" w14:textId="77777777" w:rsidR="00B526D5" w:rsidRPr="005244DC" w:rsidRDefault="00B526D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029B861" w14:textId="701DC26E" w:rsidR="00B526D5" w:rsidRPr="00784D55" w:rsidRDefault="007F09B8"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Insoft</w:t>
            </w:r>
            <w:proofErr w:type="spellEnd"/>
            <w:r w:rsidRPr="00784D55">
              <w:rPr>
                <w:rFonts w:ascii="Calibri Light" w:hAnsi="Calibri Light" w:cs="Calibri Light"/>
                <w:sz w:val="20"/>
                <w:szCs w:val="20"/>
                <w:lang w:val="lt-LT"/>
              </w:rPr>
              <w:t xml:space="preserve">“ Tiekėjo deklaracija (7 IA PD Tiekėjo </w:t>
            </w:r>
            <w:proofErr w:type="spellStart"/>
            <w:r w:rsidRPr="00784D55">
              <w:rPr>
                <w:rFonts w:ascii="Calibri Light" w:hAnsi="Calibri Light" w:cs="Calibri Light"/>
                <w:sz w:val="20"/>
                <w:szCs w:val="20"/>
                <w:lang w:val="lt-LT"/>
              </w:rPr>
              <w:t>deklaracija_UAB</w:t>
            </w:r>
            <w:proofErr w:type="spellEnd"/>
            <w:r w:rsidRPr="00784D55">
              <w:rPr>
                <w:rFonts w:ascii="Calibri Light" w:hAnsi="Calibri Light" w:cs="Calibri Light"/>
                <w:sz w:val="20"/>
                <w:szCs w:val="20"/>
                <w:lang w:val="lt-LT"/>
              </w:rPr>
              <w:t xml:space="preserve"> Insoft.pdf)</w:t>
            </w:r>
          </w:p>
        </w:tc>
        <w:tc>
          <w:tcPr>
            <w:tcW w:w="736" w:type="pct"/>
            <w:tcBorders>
              <w:top w:val="single" w:sz="4" w:space="0" w:color="auto"/>
              <w:left w:val="single" w:sz="4" w:space="0" w:color="auto"/>
              <w:bottom w:val="single" w:sz="4" w:space="0" w:color="auto"/>
              <w:right w:val="single" w:sz="4" w:space="0" w:color="auto"/>
            </w:tcBorders>
          </w:tcPr>
          <w:p w14:paraId="5B931C95" w14:textId="73B7FC2A" w:rsidR="00B526D5"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5BC5493" w14:textId="2CBD04D5" w:rsidR="00B526D5"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15056877" w14:textId="74A26C1C" w:rsidR="00B526D5" w:rsidRPr="005244DC" w:rsidRDefault="006A0C4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4204DE" w:rsidRPr="005244DC" w14:paraId="52B3391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74A93CDC"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B90C032" w14:textId="7007851E" w:rsidR="004204DE" w:rsidRPr="00784D55" w:rsidRDefault="007A19E7"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bCs/>
                <w:sz w:val="20"/>
                <w:szCs w:val="20"/>
              </w:rPr>
              <w:t>UAB „</w:t>
            </w:r>
            <w:proofErr w:type="spellStart"/>
            <w:r w:rsidRPr="00784D55">
              <w:rPr>
                <w:rFonts w:ascii="Calibri Light" w:hAnsi="Calibri Light" w:cs="Calibri Light"/>
                <w:bCs/>
                <w:sz w:val="20"/>
                <w:szCs w:val="20"/>
              </w:rPr>
              <w:t>Asseco</w:t>
            </w:r>
            <w:proofErr w:type="spellEnd"/>
            <w:r w:rsidRPr="00784D55">
              <w:rPr>
                <w:rFonts w:ascii="Calibri Light" w:hAnsi="Calibri Light" w:cs="Calibri Light"/>
                <w:bCs/>
                <w:sz w:val="20"/>
                <w:szCs w:val="20"/>
              </w:rPr>
              <w:t xml:space="preserve"> </w:t>
            </w:r>
            <w:proofErr w:type="gramStart"/>
            <w:r w:rsidRPr="00784D55">
              <w:rPr>
                <w:rFonts w:ascii="Calibri Light" w:hAnsi="Calibri Light" w:cs="Calibri Light"/>
                <w:bCs/>
                <w:sz w:val="20"/>
                <w:szCs w:val="20"/>
              </w:rPr>
              <w:t>Lietuva“ VĮ</w:t>
            </w:r>
            <w:proofErr w:type="gram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kompetetingų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institucijų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tvarkomų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jungtinių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duomenų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apie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viešųjų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pirkimų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procedūroje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dalyvaujantį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tiekėją</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juridinį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asmenį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pažyma</w:t>
            </w:r>
            <w:proofErr w:type="spellEnd"/>
            <w:r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Asseco</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Lietuva_RC</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Jungtiniu</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Duomenu</w:t>
            </w:r>
            <w:proofErr w:type="spellEnd"/>
            <w:r w:rsidR="009F1081" w:rsidRPr="00784D55">
              <w:rPr>
                <w:rFonts w:ascii="Calibri Light" w:hAnsi="Calibri Light" w:cs="Calibri Light"/>
                <w:bCs/>
                <w:sz w:val="20"/>
                <w:szCs w:val="20"/>
              </w:rPr>
              <w:t xml:space="preserve"> Pazyma_2025-01-07</w:t>
            </w:r>
            <w:r w:rsidR="00F33DD2" w:rsidRPr="00784D55">
              <w:rPr>
                <w:rFonts w:ascii="Calibri Light" w:hAnsi="Calibri Light" w:cs="Calibri Light"/>
                <w:bCs/>
                <w:sz w:val="20"/>
                <w:szCs w:val="20"/>
              </w:rPr>
              <w:t>.pdf</w:t>
            </w:r>
            <w:r w:rsidRPr="00784D55">
              <w:rPr>
                <w:rFonts w:ascii="Calibri Light" w:hAnsi="Calibri Light" w:cs="Calibri Light"/>
                <w:bCs/>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1B29F397" w14:textId="0367742C"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372AEE3" w14:textId="6A6F2C7A"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51AC1BCC" w14:textId="6B8ABF77" w:rsidR="004204DE" w:rsidRPr="005244DC" w:rsidRDefault="00F33DD2"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4204DE" w:rsidRPr="005244DC" w14:paraId="3B9178C7"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C62A8CD"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3FF282B6" w14:textId="615A3E78" w:rsidR="004204DE" w:rsidRPr="00784D55" w:rsidRDefault="004865D4"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bCs/>
                <w:sz w:val="20"/>
                <w:szCs w:val="20"/>
              </w:rPr>
              <w:t>UAB „</w:t>
            </w:r>
            <w:proofErr w:type="spellStart"/>
            <w:proofErr w:type="gramStart"/>
            <w:r w:rsidRPr="00784D55">
              <w:rPr>
                <w:rFonts w:ascii="Calibri Light" w:hAnsi="Calibri Light" w:cs="Calibri Light"/>
                <w:bCs/>
                <w:sz w:val="20"/>
                <w:szCs w:val="20"/>
              </w:rPr>
              <w:t>Insoft</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kompetetingų</w:t>
            </w:r>
            <w:proofErr w:type="spellEnd"/>
            <w:proofErr w:type="gram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institucijų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tvarkomų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jungtinių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duomenų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apie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viešųjų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pirkimų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procedūroje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dalyvaujantį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tiekėją</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juridinį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asmenį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pažyma</w:t>
            </w:r>
            <w:proofErr w:type="spellEnd"/>
            <w:r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Jungtiniu</w:t>
            </w:r>
            <w:proofErr w:type="spellEnd"/>
            <w:r w:rsidR="009260F5"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duomenu</w:t>
            </w:r>
            <w:proofErr w:type="spellEnd"/>
            <w:r w:rsidR="009260F5"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pazyma_UAB</w:t>
            </w:r>
            <w:proofErr w:type="spellEnd"/>
            <w:r w:rsidR="009260F5" w:rsidRPr="00784D55">
              <w:rPr>
                <w:rFonts w:ascii="Calibri Light" w:hAnsi="Calibri Light" w:cs="Calibri Light"/>
                <w:bCs/>
                <w:sz w:val="20"/>
                <w:szCs w:val="20"/>
              </w:rPr>
              <w:t xml:space="preserve"> Insoft_2024-11-19.pdf</w:t>
            </w:r>
            <w:r w:rsidRPr="00784D55">
              <w:rPr>
                <w:rFonts w:ascii="Calibri Light" w:hAnsi="Calibri Light" w:cs="Calibri Light"/>
                <w:bCs/>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558D4979" w14:textId="665D5C55"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28487A21" w14:textId="460A4100"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7F820F4A" w14:textId="74A33D34" w:rsidR="004204DE" w:rsidRPr="00E87826" w:rsidRDefault="00E87826" w:rsidP="006F79DD">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2</w:t>
            </w:r>
          </w:p>
        </w:tc>
      </w:tr>
      <w:tr w:rsidR="007F09B8" w:rsidRPr="005244DC" w14:paraId="4EE949B9"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01AF70D" w14:textId="77777777" w:rsidR="007F09B8" w:rsidRPr="005244DC" w:rsidRDefault="007F09B8"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4FC6EFC" w14:textId="77777777" w:rsidR="00074AD5" w:rsidRPr="00784D55" w:rsidRDefault="00074AD5" w:rsidP="00074AD5">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Lietuva“ Nacionalinio saugumo atitikties deklaracija </w:t>
            </w:r>
          </w:p>
          <w:p w14:paraId="05849ABF" w14:textId="12D25E4C" w:rsidR="007F09B8" w:rsidRPr="00784D55" w:rsidRDefault="00074AD5" w:rsidP="00074AD5">
            <w:pPr>
              <w:spacing w:after="0" w:line="240" w:lineRule="auto"/>
              <w:rPr>
                <w:rFonts w:ascii="Calibri Light" w:eastAsia="Times New Roman" w:hAnsi="Calibri Light" w:cs="Calibri Light"/>
                <w:sz w:val="20"/>
                <w:szCs w:val="20"/>
              </w:rPr>
            </w:pPr>
            <w:r w:rsidRPr="00784D55">
              <w:rPr>
                <w:rFonts w:ascii="Calibri Light" w:hAnsi="Calibri Light" w:cs="Calibri Light"/>
                <w:sz w:val="20"/>
                <w:szCs w:val="20"/>
                <w:lang w:val="lt-LT"/>
              </w:rPr>
              <w:t>(8_IA_PD_atitikties_deklaracija_Asseco.</w:t>
            </w:r>
            <w:r w:rsidR="006A0C4F" w:rsidRPr="00784D55">
              <w:rPr>
                <w:rFonts w:ascii="Calibri Light" w:hAnsi="Calibri Light" w:cs="Calibri Light"/>
                <w:sz w:val="20"/>
                <w:szCs w:val="20"/>
                <w:lang w:val="lt-LT"/>
              </w:rPr>
              <w:t>adoc</w:t>
            </w:r>
            <w:r w:rsidRPr="00784D55">
              <w:rPr>
                <w:rFonts w:ascii="Calibri Light" w:hAnsi="Calibri Light" w:cs="Calibri Light"/>
                <w:sz w:val="20"/>
                <w:szCs w:val="20"/>
                <w:lang w:val="lt-LT"/>
              </w:rPr>
              <w:t>)</w:t>
            </w:r>
          </w:p>
        </w:tc>
        <w:tc>
          <w:tcPr>
            <w:tcW w:w="736" w:type="pct"/>
            <w:tcBorders>
              <w:top w:val="single" w:sz="4" w:space="0" w:color="auto"/>
              <w:left w:val="single" w:sz="4" w:space="0" w:color="auto"/>
              <w:bottom w:val="single" w:sz="4" w:space="0" w:color="auto"/>
              <w:right w:val="single" w:sz="4" w:space="0" w:color="auto"/>
            </w:tcBorders>
          </w:tcPr>
          <w:p w14:paraId="4B314FE0" w14:textId="31A04B1E" w:rsidR="007F09B8"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DD230F2" w14:textId="126C806F" w:rsidR="007F09B8"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43AC9552" w14:textId="6F771080" w:rsidR="007F09B8" w:rsidRPr="005244DC" w:rsidRDefault="001E2173"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074AD5" w:rsidRPr="005244DC" w14:paraId="390416C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773DEA3F" w14:textId="77777777" w:rsidR="00074AD5" w:rsidRPr="005244DC" w:rsidRDefault="00074AD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D5060E2" w14:textId="6C35C627" w:rsidR="00074AD5" w:rsidRPr="00784D55" w:rsidRDefault="004877A1" w:rsidP="00074AD5">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Insoft</w:t>
            </w:r>
            <w:proofErr w:type="spellEnd"/>
            <w:r w:rsidRPr="00784D55">
              <w:rPr>
                <w:rFonts w:ascii="Calibri Light" w:hAnsi="Calibri Light" w:cs="Calibri Light"/>
                <w:sz w:val="20"/>
                <w:szCs w:val="20"/>
                <w:lang w:val="lt-LT"/>
              </w:rPr>
              <w:t>“ Nacionalinio saugumo atitikties deklaracija (</w:t>
            </w:r>
            <w:r w:rsidR="00B90705" w:rsidRPr="00784D55">
              <w:rPr>
                <w:rFonts w:ascii="Calibri Light" w:hAnsi="Calibri Light" w:cs="Calibri Light"/>
                <w:sz w:val="20"/>
                <w:szCs w:val="20"/>
                <w:lang w:val="lt-LT"/>
              </w:rPr>
              <w:t>8_8 IA PD ATITIKTIES DEKLARACIJA_UAB Insoft</w:t>
            </w:r>
            <w:r w:rsidRPr="00784D55">
              <w:rPr>
                <w:rFonts w:ascii="Calibri Light" w:hAnsi="Calibri Light" w:cs="Calibri Light"/>
                <w:sz w:val="20"/>
                <w:szCs w:val="20"/>
                <w:lang w:val="lt-LT"/>
              </w:rPr>
              <w:t>.pdf)</w:t>
            </w:r>
          </w:p>
        </w:tc>
        <w:tc>
          <w:tcPr>
            <w:tcW w:w="736" w:type="pct"/>
            <w:tcBorders>
              <w:top w:val="single" w:sz="4" w:space="0" w:color="auto"/>
              <w:left w:val="single" w:sz="4" w:space="0" w:color="auto"/>
              <w:bottom w:val="single" w:sz="4" w:space="0" w:color="auto"/>
              <w:right w:val="single" w:sz="4" w:space="0" w:color="auto"/>
            </w:tcBorders>
          </w:tcPr>
          <w:p w14:paraId="2FA18A74" w14:textId="4608079C" w:rsidR="00074AD5"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3496180" w14:textId="6787D739" w:rsidR="00074AD5"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112E51C8" w14:textId="45C0F5B6" w:rsidR="00074AD5" w:rsidRPr="005244DC" w:rsidRDefault="001E2173"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4204DE" w:rsidRPr="005244DC" w14:paraId="22E2BBFC"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F4FDBD1"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5B0A411" w14:textId="401348FE" w:rsidR="004204DE" w:rsidRPr="00784D55" w:rsidRDefault="003B3ACC"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Asseco</w:t>
            </w:r>
            <w:proofErr w:type="spellEnd"/>
            <w:proofErr w:type="gramEnd"/>
            <w:r w:rsidRPr="00784D55">
              <w:rPr>
                <w:rFonts w:ascii="Calibri Light" w:eastAsia="Times New Roman" w:hAnsi="Calibri Light" w:cs="Calibri Light"/>
                <w:sz w:val="20"/>
                <w:szCs w:val="20"/>
              </w:rPr>
              <w:t xml:space="preserve"> Lietuva”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deklaracija</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hAnsi="Calibri Light" w:cs="Calibri Light"/>
                <w:sz w:val="20"/>
                <w:szCs w:val="20"/>
              </w:rPr>
              <w:t>Dėl</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tarybos</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reglamente</w:t>
            </w:r>
            <w:proofErr w:type="spellEnd"/>
            <w:r w:rsidRPr="00784D55">
              <w:rPr>
                <w:rFonts w:ascii="Calibri Light" w:hAnsi="Calibri Light" w:cs="Calibri Light"/>
                <w:sz w:val="20"/>
                <w:szCs w:val="20"/>
              </w:rPr>
              <w:t xml:space="preserve"> </w:t>
            </w:r>
            <w:r w:rsidRPr="00784D55">
              <w:rPr>
                <w:rFonts w:ascii="Calibri Light" w:hAnsi="Calibri Light" w:cs="Calibri Light"/>
                <w:sz w:val="20"/>
                <w:szCs w:val="20"/>
                <w:shd w:val="clear" w:color="auto" w:fill="FFFFFF"/>
              </w:rPr>
              <w:t>(es) 2022/576</w:t>
            </w:r>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nustatytų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sąlygų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nebuvimo</w:t>
            </w:r>
            <w:proofErr w:type="spellEnd"/>
            <w:r w:rsidRPr="00784D55">
              <w:rPr>
                <w:rFonts w:ascii="Calibri Light" w:hAnsi="Calibri Light" w:cs="Calibri Light"/>
                <w:sz w:val="20"/>
                <w:szCs w:val="20"/>
              </w:rPr>
              <w:t xml:space="preserve"> (</w:t>
            </w:r>
            <w:r w:rsidR="0076788E" w:rsidRPr="00784D55">
              <w:rPr>
                <w:rFonts w:ascii="Calibri Light" w:hAnsi="Calibri Light" w:cs="Calibri Light"/>
                <w:sz w:val="20"/>
                <w:szCs w:val="20"/>
              </w:rPr>
              <w:t>9_IA_PD_Deklaracija_del_ES_2022_576_Asseco</w:t>
            </w:r>
            <w:r w:rsidRPr="00784D55">
              <w:rPr>
                <w:rFonts w:ascii="Calibri Light" w:hAnsi="Calibri Light" w:cs="Calibri Light"/>
                <w:sz w:val="20"/>
                <w:szCs w:val="20"/>
              </w:rPr>
              <w:t>.</w:t>
            </w:r>
            <w:r w:rsidR="001E2173" w:rsidRPr="00784D55">
              <w:rPr>
                <w:rFonts w:ascii="Calibri Light" w:hAnsi="Calibri Light" w:cs="Calibri Light"/>
                <w:sz w:val="20"/>
                <w:szCs w:val="20"/>
              </w:rPr>
              <w:t>adoc</w:t>
            </w:r>
            <w:r w:rsidRPr="00784D55">
              <w:rPr>
                <w:rFonts w:ascii="Calibri Light" w:hAnsi="Calibri Light" w:cs="Calibri Light"/>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6492CA0F" w14:textId="1827E45E"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E5E8FE4" w14:textId="615888B0"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3CC313FE" w14:textId="6F67762D" w:rsidR="004204DE" w:rsidRPr="005244DC" w:rsidRDefault="0076788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4877A1" w:rsidRPr="005244DC" w14:paraId="17775B0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FF17071" w14:textId="77777777" w:rsidR="004877A1" w:rsidRPr="005244DC" w:rsidRDefault="004877A1"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C738854" w14:textId="63D2A491" w:rsidR="004877A1" w:rsidRPr="00784D55" w:rsidRDefault="00DC4E34"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Insof</w:t>
            </w:r>
            <w:proofErr w:type="spellEnd"/>
            <w:proofErr w:type="gram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deklaracija</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hAnsi="Calibri Light" w:cs="Calibri Light"/>
                <w:sz w:val="20"/>
                <w:szCs w:val="20"/>
              </w:rPr>
              <w:t>Dėl</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tarybos</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reglamente</w:t>
            </w:r>
            <w:proofErr w:type="spellEnd"/>
            <w:r w:rsidRPr="00784D55">
              <w:rPr>
                <w:rFonts w:ascii="Calibri Light" w:hAnsi="Calibri Light" w:cs="Calibri Light"/>
                <w:sz w:val="20"/>
                <w:szCs w:val="20"/>
              </w:rPr>
              <w:t xml:space="preserve"> </w:t>
            </w:r>
            <w:r w:rsidRPr="00784D55">
              <w:rPr>
                <w:rFonts w:ascii="Calibri Light" w:hAnsi="Calibri Light" w:cs="Calibri Light"/>
                <w:sz w:val="20"/>
                <w:szCs w:val="20"/>
                <w:shd w:val="clear" w:color="auto" w:fill="FFFFFF"/>
              </w:rPr>
              <w:t>(es) 2022/576</w:t>
            </w:r>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nustatytų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sąlygų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nebuvimo</w:t>
            </w:r>
            <w:proofErr w:type="spellEnd"/>
            <w:r w:rsidRPr="00784D55">
              <w:rPr>
                <w:rFonts w:ascii="Calibri Light" w:hAnsi="Calibri Light" w:cs="Calibri Light"/>
                <w:bCs/>
                <w:sz w:val="20"/>
                <w:szCs w:val="20"/>
              </w:rPr>
              <w:t xml:space="preserve"> (</w:t>
            </w:r>
            <w:r w:rsidR="00EB2E3F" w:rsidRPr="00784D55">
              <w:rPr>
                <w:rFonts w:ascii="Calibri Light" w:hAnsi="Calibri Light" w:cs="Calibri Light"/>
                <w:bCs/>
                <w:sz w:val="20"/>
                <w:szCs w:val="20"/>
              </w:rPr>
              <w:t xml:space="preserve">9_9 IA PD </w:t>
            </w:r>
            <w:proofErr w:type="spellStart"/>
            <w:r w:rsidR="00EB2E3F" w:rsidRPr="00784D55">
              <w:rPr>
                <w:rFonts w:ascii="Calibri Light" w:hAnsi="Calibri Light" w:cs="Calibri Light"/>
                <w:bCs/>
                <w:sz w:val="20"/>
                <w:szCs w:val="20"/>
              </w:rPr>
              <w:t>Deklaracija</w:t>
            </w:r>
            <w:proofErr w:type="spellEnd"/>
            <w:r w:rsidR="00EB2E3F" w:rsidRPr="00784D55">
              <w:rPr>
                <w:rFonts w:ascii="Calibri Light" w:hAnsi="Calibri Light" w:cs="Calibri Light"/>
                <w:bCs/>
                <w:sz w:val="20"/>
                <w:szCs w:val="20"/>
              </w:rPr>
              <w:t xml:space="preserve"> </w:t>
            </w:r>
            <w:proofErr w:type="spellStart"/>
            <w:r w:rsidR="00EB2E3F" w:rsidRPr="00784D55">
              <w:rPr>
                <w:rFonts w:ascii="Calibri Light" w:hAnsi="Calibri Light" w:cs="Calibri Light"/>
                <w:bCs/>
                <w:sz w:val="20"/>
                <w:szCs w:val="20"/>
              </w:rPr>
              <w:t>dėl</w:t>
            </w:r>
            <w:proofErr w:type="spellEnd"/>
            <w:r w:rsidR="00EB2E3F" w:rsidRPr="00784D55">
              <w:rPr>
                <w:rFonts w:ascii="Calibri Light" w:hAnsi="Calibri Light" w:cs="Calibri Light"/>
                <w:bCs/>
                <w:sz w:val="20"/>
                <w:szCs w:val="20"/>
              </w:rPr>
              <w:t xml:space="preserve"> ES 2022_576_UAB </w:t>
            </w:r>
            <w:proofErr w:type="spellStart"/>
            <w:r w:rsidR="00EB2E3F" w:rsidRPr="00784D55">
              <w:rPr>
                <w:rFonts w:ascii="Calibri Light" w:hAnsi="Calibri Light" w:cs="Calibri Light"/>
                <w:bCs/>
                <w:sz w:val="20"/>
                <w:szCs w:val="20"/>
              </w:rPr>
              <w:t>Insoft</w:t>
            </w:r>
            <w:proofErr w:type="spellEnd"/>
            <w:r w:rsidR="00EB2E3F" w:rsidRPr="00784D55">
              <w:rPr>
                <w:rFonts w:ascii="Calibri Light" w:hAnsi="Calibri Light" w:cs="Calibri Light"/>
                <w:bCs/>
                <w:sz w:val="20"/>
                <w:szCs w:val="20"/>
              </w:rPr>
              <w:t xml:space="preserve"> .</w:t>
            </w:r>
            <w:r w:rsidRPr="00784D55">
              <w:rPr>
                <w:rFonts w:ascii="Calibri Light" w:hAnsi="Calibri Light" w:cs="Calibri Light"/>
                <w:bCs/>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1741B9F0" w14:textId="11D9BD59" w:rsidR="004877A1"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4F86E13C" w14:textId="1C809FC2" w:rsidR="004877A1"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047BABB8" w14:textId="6F2D9401" w:rsidR="004877A1" w:rsidRPr="005244DC" w:rsidRDefault="0076788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3B3ACC" w:rsidRPr="005244DC" w14:paraId="216A23CB"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4E115845" w14:textId="77777777" w:rsidR="003B3ACC" w:rsidRPr="005244DC" w:rsidRDefault="003B3ACC"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A741BA6" w14:textId="317A912C" w:rsidR="003B3ACC" w:rsidRPr="00EF24D6" w:rsidRDefault="00D00F11" w:rsidP="006F79DD">
            <w:pPr>
              <w:spacing w:after="0" w:line="240" w:lineRule="auto"/>
              <w:rPr>
                <w:rFonts w:ascii="Calibri Light" w:eastAsia="Times New Roman" w:hAnsi="Calibri Light" w:cs="Calibri Light"/>
                <w:sz w:val="20"/>
                <w:szCs w:val="20"/>
              </w:rPr>
            </w:pPr>
            <w:r w:rsidRPr="00784D55">
              <w:rPr>
                <w:rFonts w:ascii="Calibri Light" w:eastAsia="Times New Roman" w:hAnsi="Calibri Light" w:cs="Calibri Light"/>
                <w:sz w:val="20"/>
                <w:szCs w:val="20"/>
              </w:rPr>
              <w:t>Specialist</w:t>
            </w:r>
            <w:r w:rsidRPr="00784D55">
              <w:rPr>
                <w:rFonts w:ascii="Calibri Light" w:eastAsia="Times New Roman" w:hAnsi="Calibri Light" w:cs="Calibri Light"/>
                <w:sz w:val="20"/>
                <w:szCs w:val="20"/>
                <w:lang w:val="lt-LT"/>
              </w:rPr>
              <w:t>ų kvalifikaciją pagrindžiantys dokumentai (sertifikatai_konfidencialu.zip)</w:t>
            </w:r>
          </w:p>
        </w:tc>
        <w:tc>
          <w:tcPr>
            <w:tcW w:w="736" w:type="pct"/>
            <w:tcBorders>
              <w:top w:val="single" w:sz="4" w:space="0" w:color="auto"/>
              <w:left w:val="single" w:sz="4" w:space="0" w:color="auto"/>
              <w:bottom w:val="single" w:sz="4" w:space="0" w:color="auto"/>
              <w:right w:val="single" w:sz="4" w:space="0" w:color="auto"/>
            </w:tcBorders>
          </w:tcPr>
          <w:p w14:paraId="235554D9" w14:textId="3791245A" w:rsidR="003B3ACC" w:rsidRPr="005244DC" w:rsidRDefault="00F7042D"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BA4BC63" w14:textId="638C9B3B" w:rsidR="003B3ACC" w:rsidRPr="005244DC" w:rsidRDefault="00F7042D"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 xml:space="preserve">Asmens duomenys. Pagrindimas pateikiamas </w:t>
            </w:r>
            <w:r w:rsidRPr="00EF24D6">
              <w:rPr>
                <w:rFonts w:ascii="Calibri Light" w:hAnsi="Calibri Light" w:cs="Calibri Light"/>
                <w:sz w:val="20"/>
                <w:szCs w:val="20"/>
                <w:lang w:val="lt-LT"/>
              </w:rPr>
              <w:lastRenderedPageBreak/>
              <w:t>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9DBD43F" w14:textId="3BB266C4" w:rsidR="003B3ACC" w:rsidRPr="005244DC" w:rsidRDefault="00D54445"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lastRenderedPageBreak/>
              <w:t>20</w:t>
            </w:r>
          </w:p>
        </w:tc>
      </w:tr>
      <w:tr w:rsidR="00F652FF" w:rsidRPr="005244DC" w14:paraId="737B1762"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E5F321F" w14:textId="77777777" w:rsidR="00F652FF" w:rsidRPr="005244DC" w:rsidRDefault="00F652FF"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7512941E" w14:textId="75666401" w:rsidR="00F652FF" w:rsidRPr="00784D55" w:rsidRDefault="00194FD6"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Insoft</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įgaliojimas</w:t>
            </w:r>
            <w:proofErr w:type="spellEnd"/>
            <w:r w:rsidR="002A045F" w:rsidRPr="00784D55">
              <w:rPr>
                <w:rFonts w:ascii="Calibri Light" w:eastAsia="Times New Roman" w:hAnsi="Calibri Light" w:cs="Calibri Light"/>
                <w:sz w:val="20"/>
                <w:szCs w:val="20"/>
              </w:rPr>
              <w:t xml:space="preserve"> </w:t>
            </w:r>
            <w:proofErr w:type="spellStart"/>
            <w:r w:rsidR="002A045F" w:rsidRPr="00784D55">
              <w:rPr>
                <w:rFonts w:ascii="Calibri Light" w:eastAsia="Times New Roman" w:hAnsi="Calibri Light" w:cs="Calibri Light"/>
                <w:sz w:val="20"/>
                <w:szCs w:val="20"/>
              </w:rPr>
              <w:t>pasirašyti</w:t>
            </w:r>
            <w:proofErr w:type="spellEnd"/>
            <w:r w:rsidR="002A045F" w:rsidRPr="00784D55">
              <w:rPr>
                <w:rFonts w:ascii="Calibri Light" w:eastAsia="Times New Roman" w:hAnsi="Calibri Light" w:cs="Calibri Light"/>
                <w:sz w:val="20"/>
                <w:szCs w:val="20"/>
              </w:rPr>
              <w:t xml:space="preserve"> </w:t>
            </w:r>
            <w:proofErr w:type="spellStart"/>
            <w:r w:rsidR="002A045F" w:rsidRPr="00784D55">
              <w:rPr>
                <w:rFonts w:ascii="Calibri Light" w:eastAsia="Times New Roman" w:hAnsi="Calibri Light" w:cs="Calibri Light"/>
                <w:sz w:val="20"/>
                <w:szCs w:val="20"/>
              </w:rPr>
              <w:t>dokumentus</w:t>
            </w:r>
            <w:proofErr w:type="spellEnd"/>
            <w:r w:rsidR="002A045F" w:rsidRPr="00784D55">
              <w:rPr>
                <w:rFonts w:ascii="Calibri Light" w:eastAsia="Times New Roman" w:hAnsi="Calibri Light" w:cs="Calibri Light"/>
                <w:sz w:val="20"/>
                <w:szCs w:val="20"/>
              </w:rPr>
              <w:t xml:space="preserve"> (</w:t>
            </w:r>
            <w:proofErr w:type="spellStart"/>
            <w:r w:rsidR="00A63C88" w:rsidRPr="00784D55">
              <w:rPr>
                <w:rFonts w:ascii="Calibri Light" w:eastAsia="Times New Roman" w:hAnsi="Calibri Light" w:cs="Calibri Light"/>
                <w:sz w:val="20"/>
                <w:szCs w:val="20"/>
              </w:rPr>
              <w:t>Įgaliojimas</w:t>
            </w:r>
            <w:proofErr w:type="spellEnd"/>
            <w:r w:rsidR="00A63C88" w:rsidRPr="00784D55">
              <w:rPr>
                <w:rFonts w:ascii="Calibri Light" w:eastAsia="Times New Roman" w:hAnsi="Calibri Light" w:cs="Calibri Light"/>
                <w:sz w:val="20"/>
                <w:szCs w:val="20"/>
              </w:rPr>
              <w:t xml:space="preserve"> _konfidencialu</w:t>
            </w:r>
            <w:r w:rsidRPr="00784D55">
              <w:rPr>
                <w:rFonts w:ascii="Calibri Light" w:eastAsia="Times New Roman" w:hAnsi="Calibri Light" w:cs="Calibri Light"/>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64C94054" w14:textId="795E1B90" w:rsidR="00F652FF" w:rsidRPr="005244DC" w:rsidRDefault="00F01E04"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7B5B30E" w14:textId="51B25210" w:rsidR="00F652FF" w:rsidRPr="005244DC" w:rsidRDefault="005809E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438" w:type="pct"/>
            <w:tcBorders>
              <w:top w:val="single" w:sz="4" w:space="0" w:color="auto"/>
              <w:left w:val="single" w:sz="4" w:space="0" w:color="auto"/>
              <w:bottom w:val="single" w:sz="4" w:space="0" w:color="auto"/>
              <w:right w:val="single" w:sz="4" w:space="0" w:color="auto"/>
            </w:tcBorders>
          </w:tcPr>
          <w:p w14:paraId="30A2E013" w14:textId="4DE46441" w:rsidR="00F652FF" w:rsidRPr="005244DC" w:rsidRDefault="005809E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B827A5" w:rsidRPr="005244DC" w14:paraId="62078D9C"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E4B8993" w14:textId="77777777" w:rsidR="00B827A5" w:rsidRPr="005244DC" w:rsidRDefault="00B827A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62E9CCAE" w14:textId="0A344EFC" w:rsidR="00B827A5" w:rsidRPr="00784D55" w:rsidRDefault="009E3A5A"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Insoft</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įsakymas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dėl</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direktoriaus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pavadavimo</w:t>
            </w:r>
            <w:proofErr w:type="spellEnd"/>
            <w:r w:rsidRPr="00784D55">
              <w:rPr>
                <w:rFonts w:ascii="Calibri Light" w:eastAsia="Times New Roman" w:hAnsi="Calibri Light" w:cs="Calibri Light"/>
                <w:sz w:val="20"/>
                <w:szCs w:val="20"/>
              </w:rPr>
              <w:t xml:space="preserve"> (</w:t>
            </w:r>
            <w:proofErr w:type="spellStart"/>
            <w:r w:rsidR="00F43DA9" w:rsidRPr="00784D55">
              <w:rPr>
                <w:rFonts w:ascii="Calibri Light" w:eastAsia="Times New Roman" w:hAnsi="Calibri Light" w:cs="Calibri Light"/>
                <w:sz w:val="20"/>
                <w:szCs w:val="20"/>
              </w:rPr>
              <w:t>Isakymas</w:t>
            </w:r>
            <w:proofErr w:type="spellEnd"/>
            <w:r w:rsidR="00F43DA9" w:rsidRPr="00784D55">
              <w:rPr>
                <w:rFonts w:ascii="Calibri Light" w:eastAsia="Times New Roman" w:hAnsi="Calibri Light" w:cs="Calibri Light"/>
                <w:sz w:val="20"/>
                <w:szCs w:val="20"/>
              </w:rPr>
              <w:t xml:space="preserve"> del </w:t>
            </w:r>
            <w:proofErr w:type="spellStart"/>
            <w:r w:rsidR="00F43DA9" w:rsidRPr="00784D55">
              <w:rPr>
                <w:rFonts w:ascii="Calibri Light" w:eastAsia="Times New Roman" w:hAnsi="Calibri Light" w:cs="Calibri Light"/>
                <w:sz w:val="20"/>
                <w:szCs w:val="20"/>
              </w:rPr>
              <w:t>direktoriaus</w:t>
            </w:r>
            <w:proofErr w:type="spellEnd"/>
            <w:r w:rsidR="00F43DA9" w:rsidRPr="00784D55">
              <w:rPr>
                <w:rFonts w:ascii="Calibri Light" w:eastAsia="Times New Roman" w:hAnsi="Calibri Light" w:cs="Calibri Light"/>
                <w:sz w:val="20"/>
                <w:szCs w:val="20"/>
              </w:rPr>
              <w:t xml:space="preserve"> pavadavimo_Insoft.pdf</w:t>
            </w:r>
            <w:r w:rsidRPr="00784D55">
              <w:rPr>
                <w:rFonts w:ascii="Calibri Light" w:eastAsia="Times New Roman" w:hAnsi="Calibri Light" w:cs="Calibri Light"/>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3E5E07DA" w14:textId="078A8041" w:rsidR="00B827A5" w:rsidRDefault="0070014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38600B77" w14:textId="7A1CE0DF" w:rsidR="00B827A5" w:rsidRDefault="0070014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438" w:type="pct"/>
            <w:tcBorders>
              <w:top w:val="single" w:sz="4" w:space="0" w:color="auto"/>
              <w:left w:val="single" w:sz="4" w:space="0" w:color="auto"/>
              <w:bottom w:val="single" w:sz="4" w:space="0" w:color="auto"/>
              <w:right w:val="single" w:sz="4" w:space="0" w:color="auto"/>
            </w:tcBorders>
          </w:tcPr>
          <w:p w14:paraId="57A4A2D4" w14:textId="13C6DC9C" w:rsidR="00B827A5" w:rsidRPr="009E3A5A" w:rsidRDefault="009E3A5A" w:rsidP="006F79DD">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6F79DD" w:rsidRPr="005244DC" w14:paraId="70D95314"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1962B528"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7ACC87E9" w14:textId="5EA5EE2A" w:rsidR="006F79DD" w:rsidRPr="005244DC" w:rsidRDefault="00F652FF" w:rsidP="006F79DD">
            <w:pPr>
              <w:spacing w:after="0" w:line="240" w:lineRule="auto"/>
              <w:rPr>
                <w:rFonts w:ascii="Calibri Light" w:hAnsi="Calibri Light" w:cs="Calibri Light"/>
                <w:color w:val="000000"/>
                <w:sz w:val="20"/>
                <w:szCs w:val="20"/>
                <w:lang w:val="lt-LT"/>
              </w:rPr>
            </w:pPr>
            <w:proofErr w:type="spellStart"/>
            <w:r w:rsidRPr="00EF24D6">
              <w:rPr>
                <w:rFonts w:ascii="Calibri Light" w:eastAsia="Times New Roman" w:hAnsi="Calibri Light" w:cs="Calibri Light"/>
                <w:sz w:val="20"/>
                <w:szCs w:val="20"/>
              </w:rPr>
              <w:t>Atsiliepimai</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apie</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įvykdytas</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sutartis</w:t>
            </w:r>
            <w:proofErr w:type="spellEnd"/>
            <w:r w:rsidRPr="00EF24D6">
              <w:rPr>
                <w:rFonts w:ascii="Calibri Light" w:eastAsia="Times New Roman" w:hAnsi="Calibri Light" w:cs="Calibri Light"/>
                <w:sz w:val="20"/>
                <w:szCs w:val="20"/>
              </w:rPr>
              <w:t xml:space="preserve"> (atsiliepimai_konfidencialu.zip)</w:t>
            </w:r>
            <w:r w:rsidR="002E058C">
              <w:rPr>
                <w:rFonts w:ascii="Calibri Light" w:eastAsia="Times New Roman" w:hAnsi="Calibri Light" w:cs="Calibri Light"/>
                <w:sz w:val="20"/>
                <w:szCs w:val="20"/>
              </w:rPr>
              <w:t xml:space="preserve"> </w:t>
            </w:r>
          </w:p>
        </w:tc>
        <w:tc>
          <w:tcPr>
            <w:tcW w:w="736" w:type="pct"/>
            <w:tcBorders>
              <w:top w:val="single" w:sz="4" w:space="0" w:color="auto"/>
              <w:left w:val="single" w:sz="4" w:space="0" w:color="auto"/>
              <w:bottom w:val="single" w:sz="4" w:space="0" w:color="auto"/>
              <w:right w:val="single" w:sz="4" w:space="0" w:color="auto"/>
            </w:tcBorders>
          </w:tcPr>
          <w:p w14:paraId="1386E152" w14:textId="26FF637A" w:rsidR="006F79DD" w:rsidRPr="005244DC" w:rsidRDefault="006F79DD" w:rsidP="006F79DD">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298B04B7" w14:textId="09CBF19D" w:rsidR="006F79DD" w:rsidRPr="005244DC" w:rsidRDefault="009C1CB2"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Komercinė paslaptis.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387EBB04" w14:textId="27B313CC" w:rsidR="006F79DD" w:rsidRPr="005244DC" w:rsidRDefault="000A40E1"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r w:rsidR="0057063D">
              <w:rPr>
                <w:rFonts w:ascii="Calibri Light" w:hAnsi="Calibri Light" w:cs="Calibri Light"/>
                <w:color w:val="000000"/>
                <w:sz w:val="20"/>
                <w:szCs w:val="20"/>
                <w:lang w:val="lt-LT"/>
              </w:rPr>
              <w:t>5</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A725B"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8"/>
          <w:szCs w:val="18"/>
          <w:lang w:val="lt-LT"/>
        </w:rPr>
      </w:pPr>
      <w:r w:rsidRPr="005244DC">
        <w:rPr>
          <w:rFonts w:ascii="Calibri Light" w:hAnsi="Calibri Light" w:cs="Calibri Light"/>
          <w:b/>
          <w:sz w:val="16"/>
          <w:szCs w:val="16"/>
          <w:lang w:val="lt-LT"/>
        </w:rPr>
        <w:t xml:space="preserve"> </w:t>
      </w:r>
      <w:r w:rsidRPr="005A725B">
        <w:rPr>
          <w:rFonts w:ascii="Calibri Light" w:hAnsi="Calibri Light" w:cs="Calibri Light"/>
          <w:b/>
          <w:sz w:val="20"/>
          <w:szCs w:val="20"/>
          <w:lang w:val="lt-LT"/>
        </w:rPr>
        <w:t xml:space="preserve">lentelė. </w:t>
      </w:r>
      <w:r w:rsidRPr="005A725B">
        <w:rPr>
          <w:rFonts w:ascii="Calibri Light" w:hAnsi="Calibri Light" w:cs="Calibri Light"/>
          <w:b/>
          <w:bCs/>
          <w:sz w:val="20"/>
          <w:szCs w:val="20"/>
          <w:lang w:val="lt-LT"/>
        </w:rPr>
        <w:t xml:space="preserve">Informacija apie rėmimąsi kitų subjektų </w:t>
      </w:r>
      <w:r w:rsidRPr="005A725B">
        <w:rPr>
          <w:rFonts w:ascii="Calibri Light" w:hAnsi="Calibri Light" w:cs="Calibri Light"/>
          <w:b/>
          <w:bCs/>
          <w:noProof/>
          <w:sz w:val="20"/>
          <w:szCs w:val="20"/>
          <w:lang w:val="lt-LT"/>
        </w:rPr>
        <w:t>pajėgumais</w:t>
      </w:r>
      <w:r w:rsidRPr="005A725B">
        <w:rPr>
          <w:rFonts w:ascii="Calibri Light" w:hAnsi="Calibri Light" w:cs="Calibri Light"/>
          <w:b/>
          <w:bCs/>
          <w:sz w:val="20"/>
          <w:szCs w:val="20"/>
          <w:lang w:val="lt-LT"/>
        </w:rPr>
        <w:t>.</w:t>
      </w:r>
      <w:r w:rsidRPr="005A725B">
        <w:rPr>
          <w:rFonts w:ascii="Calibri Light" w:hAnsi="Calibri Light" w:cs="Calibri Light"/>
          <w:b/>
          <w:sz w:val="20"/>
          <w:szCs w:val="20"/>
          <w:lang w:val="lt-LT"/>
        </w:rPr>
        <w:t xml:space="preserve"> Vykdant pirkimo sutartį bus pasitelkiami šie ūkio subjektai</w:t>
      </w:r>
      <w:r w:rsidRPr="005244DC">
        <w:rPr>
          <w:rFonts w:ascii="Calibri Light" w:hAnsi="Calibri Light" w:cs="Calibri Light"/>
          <w:b/>
          <w:sz w:val="16"/>
          <w:szCs w:val="16"/>
          <w:lang w:val="lt-LT"/>
        </w:rPr>
        <w:t xml:space="preserve"> </w:t>
      </w:r>
      <w:r w:rsidRPr="005A725B">
        <w:rPr>
          <w:rFonts w:ascii="Calibri Light" w:eastAsia="Times New Roman" w:hAnsi="Calibri Light" w:cs="Calibri Light"/>
          <w:i/>
          <w:color w:val="00000A"/>
          <w:sz w:val="18"/>
          <w:szCs w:val="18"/>
          <w:lang w:val="lt-LT"/>
        </w:rPr>
        <w:t xml:space="preserve">(Dėl kiekvieno iš ūkio subjektų, kurių </w:t>
      </w:r>
      <w:r w:rsidRPr="005A725B">
        <w:rPr>
          <w:rFonts w:ascii="Calibri Light" w:eastAsia="Times New Roman" w:hAnsi="Calibri Light" w:cs="Calibri Light"/>
          <w:i/>
          <w:noProof/>
          <w:color w:val="00000A"/>
          <w:sz w:val="18"/>
          <w:szCs w:val="18"/>
          <w:lang w:val="lt-LT"/>
        </w:rPr>
        <w:t>pajėgumais</w:t>
      </w:r>
      <w:r w:rsidRPr="005A725B">
        <w:rPr>
          <w:rFonts w:ascii="Calibri Light" w:eastAsia="Times New Roman" w:hAnsi="Calibri Light" w:cs="Calibri Light"/>
          <w:i/>
          <w:color w:val="00000A"/>
          <w:sz w:val="18"/>
          <w:szCs w:val="18"/>
          <w:lang w:val="lt-LT"/>
        </w:rPr>
        <w:t xml:space="preserve"> remiamasi, tiekėjas turi pateikt</w:t>
      </w:r>
      <w:r w:rsidR="00C47E4B" w:rsidRPr="005A725B">
        <w:rPr>
          <w:rFonts w:ascii="Calibri Light" w:eastAsia="Times New Roman" w:hAnsi="Calibri Light" w:cs="Calibri Light"/>
          <w:i/>
          <w:color w:val="00000A"/>
          <w:sz w:val="18"/>
          <w:szCs w:val="18"/>
          <w:lang w:val="lt-LT"/>
        </w:rPr>
        <w:t>i</w:t>
      </w:r>
      <w:r w:rsidRPr="005A725B">
        <w:rPr>
          <w:rFonts w:ascii="Calibri Light" w:eastAsia="Times New Roman" w:hAnsi="Calibri Light" w:cs="Calibri Light"/>
          <w:i/>
          <w:color w:val="00000A"/>
          <w:sz w:val="18"/>
          <w:szCs w:val="18"/>
          <w:lang w:val="lt-LT"/>
        </w:rPr>
        <w:t xml:space="preserve"> atskirą, tų ūkio subjektų tinkamai užpildytą ir pasirašytą EBVPD formą su i</w:t>
      </w:r>
      <w:r w:rsidR="00BA64B4" w:rsidRPr="005A725B">
        <w:rPr>
          <w:rFonts w:ascii="Calibri Light" w:eastAsia="Times New Roman" w:hAnsi="Calibri Light" w:cs="Calibri Light"/>
          <w:i/>
          <w:color w:val="00000A"/>
          <w:sz w:val="18"/>
          <w:szCs w:val="18"/>
          <w:lang w:val="lt-LT"/>
        </w:rPr>
        <w:t>nformacija, kurios reikalaujama</w:t>
      </w:r>
      <w:r w:rsidRPr="005A725B">
        <w:rPr>
          <w:rFonts w:ascii="Calibri Light" w:eastAsia="Times New Roman" w:hAnsi="Calibri Light" w:cs="Calibri Light"/>
          <w:i/>
          <w:color w:val="00000A"/>
          <w:sz w:val="18"/>
          <w:szCs w:val="18"/>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AE3939"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5A725B" w:rsidRDefault="00D62727" w:rsidP="000A4348">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lentelė. </w:t>
      </w:r>
      <w:r w:rsidR="00325B5C" w:rsidRPr="005A725B">
        <w:rPr>
          <w:rFonts w:ascii="Calibri Light" w:hAnsi="Calibri Light" w:cs="Calibri Light"/>
          <w:b/>
          <w:sz w:val="20"/>
          <w:szCs w:val="20"/>
          <w:lang w:val="lt-LT"/>
        </w:rPr>
        <w:t>Informacija apie subtiekėjus (jeigu žinoma)</w:t>
      </w:r>
      <w:r w:rsidR="00660351" w:rsidRPr="005A725B">
        <w:rPr>
          <w:rFonts w:ascii="Calibri Light" w:hAnsi="Calibri Light" w:cs="Calibri Light"/>
          <w:b/>
          <w:sz w:val="20"/>
          <w:szCs w:val="20"/>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A725B" w:rsidRDefault="008B6BA1" w:rsidP="008B6BA1">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585563" w:rsidRPr="005A725B">
        <w:rPr>
          <w:rFonts w:ascii="Calibri Light" w:hAnsi="Calibri Light" w:cs="Calibri Light"/>
          <w:b/>
          <w:sz w:val="20"/>
          <w:szCs w:val="20"/>
          <w:lang w:val="lt-LT"/>
        </w:rPr>
        <w:t xml:space="preserve">lentelė. </w:t>
      </w:r>
      <w:r w:rsidR="00C87C79" w:rsidRPr="005A725B">
        <w:rPr>
          <w:rFonts w:ascii="Calibri Light" w:hAnsi="Calibri Light" w:cs="Calibri Light"/>
          <w:b/>
          <w:sz w:val="20"/>
          <w:szCs w:val="20"/>
          <w:lang w:val="lt-LT"/>
        </w:rPr>
        <w:t>Tiekėjo techninis pasiūlymas:</w:t>
      </w:r>
      <w:r w:rsidR="00C87C79" w:rsidRPr="005A725B">
        <w:rPr>
          <w:rFonts w:ascii="Calibri Light" w:eastAsia="Calibri" w:hAnsi="Calibri Light" w:cs="Calibri Light"/>
          <w:i/>
          <w:sz w:val="20"/>
          <w:szCs w:val="20"/>
          <w:lang w:val="lt-LT"/>
        </w:rPr>
        <w:t xml:space="preserve"> </w:t>
      </w:r>
    </w:p>
    <w:p w14:paraId="0A64035F" w14:textId="77777777" w:rsidR="005A725B" w:rsidRPr="009C4CF3" w:rsidRDefault="005A725B" w:rsidP="005A725B">
      <w:pPr>
        <w:tabs>
          <w:tab w:val="left" w:pos="0"/>
        </w:tabs>
        <w:spacing w:after="0"/>
        <w:rPr>
          <w:rFonts w:ascii="Calibri Light" w:hAnsi="Calibri Light" w:cs="Calibri Light"/>
          <w:b/>
          <w:iCs/>
          <w:sz w:val="20"/>
          <w:szCs w:val="20"/>
          <w:lang w:val="lt-LT"/>
        </w:rPr>
      </w:pPr>
      <w:r>
        <w:rPr>
          <w:rFonts w:ascii="Calibri Light" w:hAnsi="Calibri Light" w:cs="Calibri Light"/>
          <w:b/>
          <w:iCs/>
          <w:sz w:val="20"/>
          <w:szCs w:val="20"/>
          <w:lang w:val="lt-LT"/>
        </w:rPr>
        <w:t xml:space="preserve">5.1. </w:t>
      </w:r>
      <w:r w:rsidRPr="009C4CF3">
        <w:rPr>
          <w:rFonts w:ascii="Calibri Light" w:hAnsi="Calibri Light" w:cs="Calibri Light"/>
          <w:b/>
          <w:iCs/>
          <w:sz w:val="20"/>
          <w:szCs w:val="20"/>
          <w:lang w:val="lt-LT"/>
        </w:rPr>
        <w:t>Lentelė. Vertinimo kriterij</w:t>
      </w:r>
      <w:r>
        <w:rPr>
          <w:rFonts w:ascii="Calibri Light" w:hAnsi="Calibri Light" w:cs="Calibri Light"/>
          <w:b/>
          <w:iCs/>
          <w:sz w:val="20"/>
          <w:szCs w:val="20"/>
          <w:lang w:val="lt-LT"/>
        </w:rPr>
        <w:t>us</w:t>
      </w:r>
      <w:r w:rsidRPr="009C4CF3">
        <w:rPr>
          <w:rFonts w:ascii="Calibri Light" w:hAnsi="Calibri Light" w:cs="Calibri Light"/>
          <w:b/>
          <w:iCs/>
          <w:sz w:val="20"/>
          <w:szCs w:val="20"/>
          <w:lang w:val="lt-LT"/>
        </w:rPr>
        <w:t>:</w:t>
      </w:r>
    </w:p>
    <w:tbl>
      <w:tblPr>
        <w:tblStyle w:val="Lentelstinklelis11"/>
        <w:tblW w:w="4988" w:type="pct"/>
        <w:tblInd w:w="0" w:type="dxa"/>
        <w:tblLook w:val="04A0" w:firstRow="1" w:lastRow="0" w:firstColumn="1" w:lastColumn="0" w:noHBand="0" w:noVBand="1"/>
      </w:tblPr>
      <w:tblGrid>
        <w:gridCol w:w="5525"/>
        <w:gridCol w:w="4080"/>
      </w:tblGrid>
      <w:tr w:rsidR="005A725B" w:rsidRPr="00D43481" w14:paraId="414C0489"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E20C75" w14:textId="77777777" w:rsidR="005A725B" w:rsidRPr="00D43481" w:rsidRDefault="005A725B" w:rsidP="00966567">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iCs/>
                <w:szCs w:val="20"/>
                <w:lang w:val="lt-LT"/>
              </w:rPr>
              <w:t>Vertinimo kriterijaus pavadinimas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04C024" w14:textId="77777777" w:rsidR="005A725B" w:rsidRPr="00D43481" w:rsidRDefault="005A725B" w:rsidP="00966567">
            <w:pPr>
              <w:jc w:val="center"/>
              <w:rPr>
                <w:rFonts w:ascii="Calibri Light" w:eastAsia="Times New Roman" w:hAnsi="Calibri Light" w:cs="Calibri Light"/>
                <w:szCs w:val="20"/>
                <w:lang w:val="lt-LT"/>
              </w:rPr>
            </w:pPr>
            <w:r w:rsidRPr="00D43481">
              <w:rPr>
                <w:rFonts w:ascii="Calibri Light" w:eastAsia="Times New Roman" w:hAnsi="Calibri Light" w:cs="Calibri Light"/>
                <w:b/>
                <w:iCs/>
                <w:szCs w:val="20"/>
                <w:lang w:val="lt-LT"/>
              </w:rPr>
              <w:t>Tiekėjo pasiūlymas ar nuoroda į pasiūlymą</w:t>
            </w:r>
          </w:p>
        </w:tc>
      </w:tr>
      <w:tr w:rsidR="005A725B" w:rsidRPr="00D43481" w14:paraId="4CA9382F" w14:textId="77777777" w:rsidTr="00966567">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6E559" w14:textId="77777777" w:rsidR="005A725B" w:rsidRPr="00D43481" w:rsidRDefault="005A725B" w:rsidP="00966567">
            <w:pPr>
              <w:rPr>
                <w:rFonts w:ascii="Calibri Light" w:eastAsia="Times New Roman" w:hAnsi="Calibri Light" w:cs="Calibri Light"/>
                <w:b/>
                <w:iCs/>
                <w:szCs w:val="20"/>
                <w:lang w:val="lt-LT"/>
              </w:rPr>
            </w:pPr>
            <w:r w:rsidRPr="00D43481">
              <w:rPr>
                <w:rFonts w:ascii="Calibri Light" w:eastAsia="Times New Roman" w:hAnsi="Calibri Light" w:cs="Calibri Light"/>
                <w:b/>
                <w:szCs w:val="20"/>
                <w:lang w:val="lt-LT"/>
              </w:rPr>
              <w:t xml:space="preserve">Kriterijus (T) – </w:t>
            </w:r>
            <w:r w:rsidRPr="002B3514">
              <w:rPr>
                <w:rFonts w:ascii="Calibri Light" w:eastAsia="Times New Roman" w:hAnsi="Calibri Light" w:cs="Calibri Light"/>
                <w:b/>
                <w:szCs w:val="20"/>
                <w:lang w:val="lt-LT"/>
              </w:rPr>
              <w:t>Atsakingų asmenų kompetencija</w:t>
            </w:r>
          </w:p>
        </w:tc>
      </w:tr>
      <w:tr w:rsidR="005A725B" w:rsidRPr="008355C6" w14:paraId="55D6B10E"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D50EC" w14:textId="77777777" w:rsidR="009743CE" w:rsidRPr="008355C6" w:rsidRDefault="005A725B" w:rsidP="009743CE">
            <w:pPr>
              <w:rPr>
                <w:rFonts w:ascii="Calibri Light" w:eastAsia="Calibri" w:hAnsi="Calibri Light" w:cs="Calibri Light"/>
                <w:bCs/>
                <w:lang w:val="lt-LT" w:bidi="en-US"/>
              </w:rPr>
            </w:pPr>
            <w:r w:rsidRPr="008355C6">
              <w:rPr>
                <w:rFonts w:ascii="Calibri Light" w:eastAsia="Calibri" w:hAnsi="Calibri Light" w:cs="Calibri Light"/>
                <w:b/>
                <w:color w:val="000000"/>
                <w:szCs w:val="20"/>
                <w:lang w:val="lt-LT"/>
              </w:rPr>
              <w:t>Parametras P</w:t>
            </w:r>
            <w:r w:rsidRPr="008355C6">
              <w:rPr>
                <w:rFonts w:ascii="Calibri Light" w:eastAsia="Calibri" w:hAnsi="Calibri Light" w:cs="Calibri Light"/>
                <w:b/>
                <w:color w:val="000000"/>
                <w:szCs w:val="20"/>
                <w:vertAlign w:val="subscript"/>
                <w:lang w:val="lt-LT"/>
              </w:rPr>
              <w:t>1</w:t>
            </w:r>
            <w:r w:rsidRPr="008355C6">
              <w:rPr>
                <w:rFonts w:ascii="Calibri Light" w:eastAsia="Calibri" w:hAnsi="Calibri Light" w:cs="Calibri Light"/>
                <w:color w:val="000000"/>
                <w:szCs w:val="20"/>
                <w:lang w:val="lt-LT"/>
              </w:rPr>
              <w:t xml:space="preserve">. </w:t>
            </w:r>
            <w:r w:rsidR="009743CE" w:rsidRPr="008355C6">
              <w:rPr>
                <w:rFonts w:ascii="Calibri Light" w:eastAsia="Calibri" w:hAnsi="Calibri Light" w:cs="Calibri Light"/>
                <w:bCs/>
                <w:lang w:val="lt-LT" w:bidi="en-US"/>
              </w:rPr>
              <w:t>Tiekėjo siūlomo specialisto</w:t>
            </w:r>
            <w:r w:rsidR="009743CE" w:rsidRPr="008355C6">
              <w:rPr>
                <w:rFonts w:ascii="Calibri Light" w:eastAsia="Calibri" w:hAnsi="Calibri Light" w:cs="Calibri Light"/>
                <w:b/>
                <w:lang w:val="lt-LT" w:bidi="en-US"/>
              </w:rPr>
              <w:t xml:space="preserve"> informacinių sistemų architekto darbo patirtis </w:t>
            </w:r>
            <w:r w:rsidR="009743CE" w:rsidRPr="008355C6">
              <w:rPr>
                <w:rFonts w:ascii="Calibri Light" w:eastAsia="Calibri" w:hAnsi="Calibri Light" w:cs="Calibri Light"/>
                <w:bCs/>
                <w:lang w:val="lt-LT" w:bidi="en-US"/>
              </w:rPr>
              <w:t xml:space="preserve">per paskutinius 5 (penkis) metus iki </w:t>
            </w:r>
            <w:r w:rsidR="009743CE" w:rsidRPr="008355C6">
              <w:rPr>
                <w:rFonts w:ascii="Calibri Light" w:eastAsia="Calibri" w:hAnsi="Calibri Light" w:cs="Calibri Light"/>
                <w:bCs/>
                <w:lang w:val="lt-LT" w:bidi="en-US"/>
              </w:rPr>
              <w:lastRenderedPageBreak/>
              <w:t>pasiūlymo pateikimo termino pabaigos sėkmingai įvykdytoje informacinės sistemos ir (ar) registro programinės įrangos kūrimo ir diegimo ar modernizavimo ir (ar) priežiūros sutartyje (projekte), kurios objektas atitinka reikalavimus:</w:t>
            </w:r>
          </w:p>
          <w:p w14:paraId="60766086" w14:textId="77777777" w:rsidR="009743CE" w:rsidRPr="008355C6" w:rsidRDefault="009743CE" w:rsidP="009743CE">
            <w:pPr>
              <w:rPr>
                <w:rFonts w:ascii="Calibri Light" w:eastAsia="Calibri" w:hAnsi="Calibri Light" w:cs="Calibri Light"/>
                <w:bCs/>
                <w:lang w:val="lt-LT" w:bidi="en-US"/>
              </w:rPr>
            </w:pPr>
            <w:r w:rsidRPr="008355C6">
              <w:rPr>
                <w:rFonts w:ascii="Calibri Light" w:eastAsia="Calibri" w:hAnsi="Calibri Light" w:cs="Calibri Light"/>
                <w:bCs/>
                <w:lang w:val="lt-LT" w:bidi="en-US"/>
              </w:rPr>
              <w:t xml:space="preserve">a) turi į paslaugas orientuotą architektūrą; </w:t>
            </w:r>
          </w:p>
          <w:p w14:paraId="3861D902" w14:textId="77777777" w:rsidR="009743CE" w:rsidRPr="008355C6" w:rsidRDefault="009743CE" w:rsidP="009743CE">
            <w:pPr>
              <w:rPr>
                <w:rFonts w:ascii="Calibri Light" w:eastAsia="Calibri" w:hAnsi="Calibri Light" w:cs="Calibri Light"/>
                <w:bCs/>
                <w:lang w:val="lt-LT" w:bidi="en-US"/>
              </w:rPr>
            </w:pPr>
            <w:r w:rsidRPr="008355C6">
              <w:rPr>
                <w:rFonts w:ascii="Calibri Light" w:eastAsia="Calibri" w:hAnsi="Calibri Light" w:cs="Calibri Light"/>
                <w:bCs/>
                <w:lang w:val="lt-LT" w:bidi="en-US"/>
              </w:rPr>
              <w:t>b) vienu metu gali aptarnauti ne mažiau kaip 1000 naudotojų;</w:t>
            </w:r>
          </w:p>
          <w:p w14:paraId="0E8928C8" w14:textId="630AFE69" w:rsidR="005A725B" w:rsidRPr="008355C6" w:rsidRDefault="009743CE" w:rsidP="008355C6">
            <w:pPr>
              <w:rPr>
                <w:rFonts w:ascii="Calibri Light" w:eastAsia="Times New Roman" w:hAnsi="Calibri Light" w:cs="Calibri Light"/>
                <w:b/>
                <w:iCs/>
                <w:szCs w:val="20"/>
                <w:lang w:val="lt-LT"/>
              </w:rPr>
            </w:pPr>
            <w:r w:rsidRPr="008355C6">
              <w:rPr>
                <w:rFonts w:ascii="Calibri Light" w:eastAsia="Calibri" w:hAnsi="Calibri Light" w:cs="Calibri Light"/>
                <w:bCs/>
                <w:lang w:val="lt-LT" w:bidi="en-US"/>
              </w:rPr>
              <w:t>c) turi integraciją su ne mažiau kaip 1 informacine sistema ar registru.</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EE44EB" w14:textId="36536199" w:rsidR="005A725B" w:rsidRPr="008355C6" w:rsidRDefault="001B3B5F" w:rsidP="00966567">
            <w:pPr>
              <w:jc w:val="center"/>
              <w:rPr>
                <w:rFonts w:ascii="Calibri Light" w:eastAsia="Times New Roman" w:hAnsi="Calibri Light" w:cs="Calibri Light"/>
                <w:iCs/>
                <w:szCs w:val="20"/>
                <w:lang w:val="lt-LT"/>
              </w:rPr>
            </w:pPr>
            <w:r>
              <w:rPr>
                <w:rFonts w:ascii="Calibri Light" w:eastAsia="Times New Roman" w:hAnsi="Calibri Light" w:cs="Calibri Light"/>
                <w:i/>
                <w:iCs/>
                <w:szCs w:val="20"/>
                <w:lang w:val="lt-LT"/>
              </w:rPr>
              <w:lastRenderedPageBreak/>
              <w:t>5</w:t>
            </w:r>
            <w:r>
              <w:rPr>
                <w:rFonts w:ascii="Calibri Light" w:eastAsia="Times New Roman" w:hAnsi="Calibri Light" w:cs="Calibri Light"/>
                <w:i/>
                <w:iCs/>
                <w:szCs w:val="20"/>
                <w:lang w:val="lt-LT"/>
              </w:rPr>
              <w:br/>
              <w:t xml:space="preserve"> (Specialisto pati</w:t>
            </w:r>
            <w:r w:rsidR="00720AB7">
              <w:rPr>
                <w:rFonts w:ascii="Calibri Light" w:eastAsia="Times New Roman" w:hAnsi="Calibri Light" w:cs="Calibri Light"/>
                <w:i/>
                <w:iCs/>
                <w:szCs w:val="20"/>
                <w:lang w:val="lt-LT"/>
              </w:rPr>
              <w:t>r</w:t>
            </w:r>
            <w:r>
              <w:rPr>
                <w:rFonts w:ascii="Calibri Light" w:eastAsia="Times New Roman" w:hAnsi="Calibri Light" w:cs="Calibri Light"/>
                <w:i/>
                <w:iCs/>
                <w:szCs w:val="20"/>
                <w:lang w:val="lt-LT"/>
              </w:rPr>
              <w:t>tis pateikiama 5.2.</w:t>
            </w:r>
            <w:r>
              <w:rPr>
                <w:rFonts w:ascii="Calibri Light" w:eastAsia="Times New Roman" w:hAnsi="Calibri Light" w:cs="Calibri Light"/>
                <w:i/>
                <w:iCs/>
                <w:szCs w:val="20"/>
              </w:rPr>
              <w:t xml:space="preserve"> lente</w:t>
            </w:r>
            <w:proofErr w:type="spellStart"/>
            <w:r>
              <w:rPr>
                <w:rFonts w:ascii="Calibri Light" w:eastAsia="Times New Roman" w:hAnsi="Calibri Light" w:cs="Calibri Light"/>
                <w:i/>
                <w:iCs/>
                <w:szCs w:val="20"/>
                <w:lang w:val="lt-LT"/>
              </w:rPr>
              <w:t>lėje</w:t>
            </w:r>
            <w:proofErr w:type="spellEnd"/>
            <w:r>
              <w:rPr>
                <w:rFonts w:ascii="Calibri Light" w:eastAsia="Times New Roman" w:hAnsi="Calibri Light" w:cs="Calibri Light"/>
                <w:i/>
                <w:iCs/>
                <w:szCs w:val="20"/>
                <w:lang w:val="lt-LT"/>
              </w:rPr>
              <w:t>)</w:t>
            </w:r>
          </w:p>
        </w:tc>
      </w:tr>
      <w:tr w:rsidR="005A725B" w:rsidRPr="00D43481" w14:paraId="69C2FF1C"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533D14" w14:textId="3AFB0B19" w:rsidR="005A725B" w:rsidRPr="008355C6" w:rsidRDefault="005A725B" w:rsidP="00966567">
            <w:pPr>
              <w:jc w:val="both"/>
              <w:rPr>
                <w:rFonts w:ascii="Calibri Light" w:eastAsia="Times New Roman" w:hAnsi="Calibri Light" w:cs="Calibri Light"/>
                <w:bCs/>
                <w:iCs/>
                <w:szCs w:val="20"/>
                <w:lang w:val="lt-LT"/>
              </w:rPr>
            </w:pPr>
            <w:r w:rsidRPr="008355C6">
              <w:rPr>
                <w:rFonts w:ascii="Calibri Light" w:eastAsia="Calibri" w:hAnsi="Calibri Light" w:cs="Calibri Light"/>
                <w:b/>
                <w:color w:val="000000"/>
                <w:szCs w:val="20"/>
                <w:lang w:val="lt-LT"/>
              </w:rPr>
              <w:t>Parametras P</w:t>
            </w:r>
            <w:r w:rsidRPr="008355C6">
              <w:rPr>
                <w:rFonts w:ascii="Calibri Light" w:eastAsia="Calibri" w:hAnsi="Calibri Light" w:cs="Calibri Light"/>
                <w:b/>
                <w:color w:val="000000"/>
                <w:szCs w:val="20"/>
                <w:vertAlign w:val="subscript"/>
                <w:lang w:val="lt-LT"/>
              </w:rPr>
              <w:t>2.</w:t>
            </w:r>
            <w:r w:rsidRPr="008355C6">
              <w:rPr>
                <w:rFonts w:ascii="Calibri Light" w:eastAsia="Calibri" w:hAnsi="Calibri Light" w:cs="Calibri Light"/>
                <w:color w:val="000000"/>
                <w:szCs w:val="20"/>
                <w:lang w:val="lt-LT"/>
              </w:rPr>
              <w:t xml:space="preserve"> </w:t>
            </w:r>
            <w:r w:rsidR="007E5C36" w:rsidRPr="008355C6">
              <w:rPr>
                <w:rFonts w:ascii="Calibri Light" w:eastAsia="Calibri" w:hAnsi="Calibri Light" w:cs="Calibri Light"/>
                <w:bCs/>
                <w:lang w:val="lt-LT" w:bidi="en-US"/>
              </w:rPr>
              <w:t xml:space="preserve">Tiekėjo siūlomo specialisto </w:t>
            </w:r>
            <w:r w:rsidR="007E5C36" w:rsidRPr="008355C6">
              <w:rPr>
                <w:rFonts w:ascii="Calibri Light" w:eastAsia="Calibri" w:hAnsi="Calibri Light" w:cs="Calibri Light"/>
                <w:b/>
                <w:bCs/>
                <w:lang w:val="lt-LT" w:bidi="en-US"/>
              </w:rPr>
              <w:t>Informacinių</w:t>
            </w:r>
            <w:r w:rsidR="007E5C36" w:rsidRPr="008355C6">
              <w:rPr>
                <w:rFonts w:ascii="Calibri Light" w:eastAsia="Calibri" w:hAnsi="Calibri Light" w:cs="Calibri Light"/>
                <w:bCs/>
                <w:lang w:val="lt-LT" w:bidi="en-US"/>
              </w:rPr>
              <w:t xml:space="preserve"> </w:t>
            </w:r>
            <w:r w:rsidR="007E5C36" w:rsidRPr="008355C6">
              <w:rPr>
                <w:rFonts w:ascii="Calibri Light" w:eastAsia="Calibri" w:hAnsi="Calibri Light" w:cs="Calibri Light"/>
                <w:b/>
                <w:bCs/>
                <w:lang w:val="lt-LT" w:bidi="en-US"/>
              </w:rPr>
              <w:t xml:space="preserve">sistemų integravimo eksperto darbo patirtis </w:t>
            </w:r>
            <w:r w:rsidR="007E5C36" w:rsidRPr="008355C6">
              <w:rPr>
                <w:rFonts w:ascii="Calibri Light" w:eastAsia="Calibri" w:hAnsi="Calibri Light" w:cs="Calibri Light"/>
                <w:bCs/>
                <w:lang w:val="lt-LT" w:bidi="en-US"/>
              </w:rPr>
              <w:t>per paskutinius 5 (penkis) metus iki pasiūlymo pateikimo termino pabaigos</w:t>
            </w:r>
            <w:r w:rsidR="007E5C36" w:rsidRPr="008355C6">
              <w:rPr>
                <w:rFonts w:ascii="Calibri Light" w:eastAsia="Calibri" w:hAnsi="Calibri Light" w:cs="Calibri Light"/>
                <w:bCs/>
                <w:lang w:bidi="en-US"/>
              </w:rPr>
              <w:t xml:space="preserve"> </w:t>
            </w:r>
            <w:r w:rsidR="007E5C36" w:rsidRPr="008355C6">
              <w:rPr>
                <w:rFonts w:ascii="Calibri Light" w:eastAsia="Calibri" w:hAnsi="Calibri Light" w:cs="Calibri Light"/>
                <w:bCs/>
                <w:lang w:val="lt-LT" w:bidi="en-US"/>
              </w:rPr>
              <w:t>sėkmingai įvykdytoje informacinės sistemos ir (ar) registro integravimo projekte/sutartyje, kurio apimtyje kuriant ir diegiant ar modernizuojant ir (ar) prižiūrint informacines sistemas ir (ar) registrus naudojamos integracinės (duomenų mainų) platformos.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C5AFDB0" w14:textId="7CCBED16" w:rsidR="005A725B" w:rsidRPr="00D43481" w:rsidRDefault="001B3B5F" w:rsidP="00966567">
            <w:pPr>
              <w:jc w:val="center"/>
              <w:rPr>
                <w:rFonts w:ascii="Calibri Light" w:eastAsia="Times New Roman" w:hAnsi="Calibri Light" w:cs="Calibri Light"/>
                <w:b/>
                <w:iCs/>
                <w:szCs w:val="20"/>
                <w:lang w:val="lt-LT"/>
              </w:rPr>
            </w:pPr>
            <w:r>
              <w:rPr>
                <w:rFonts w:ascii="Calibri Light" w:eastAsia="Times New Roman" w:hAnsi="Calibri Light" w:cs="Calibri Light"/>
                <w:i/>
                <w:iCs/>
                <w:szCs w:val="20"/>
                <w:lang w:val="lt-LT"/>
              </w:rPr>
              <w:t>5</w:t>
            </w:r>
            <w:r>
              <w:rPr>
                <w:rFonts w:ascii="Calibri Light" w:eastAsia="Times New Roman" w:hAnsi="Calibri Light" w:cs="Calibri Light"/>
                <w:i/>
                <w:iCs/>
                <w:szCs w:val="20"/>
                <w:lang w:val="lt-LT"/>
              </w:rPr>
              <w:br/>
              <w:t xml:space="preserve"> (Specialisto pati</w:t>
            </w:r>
            <w:r w:rsidR="00720AB7">
              <w:rPr>
                <w:rFonts w:ascii="Calibri Light" w:eastAsia="Times New Roman" w:hAnsi="Calibri Light" w:cs="Calibri Light"/>
                <w:i/>
                <w:iCs/>
                <w:szCs w:val="20"/>
                <w:lang w:val="lt-LT"/>
              </w:rPr>
              <w:t>r</w:t>
            </w:r>
            <w:r>
              <w:rPr>
                <w:rFonts w:ascii="Calibri Light" w:eastAsia="Times New Roman" w:hAnsi="Calibri Light" w:cs="Calibri Light"/>
                <w:i/>
                <w:iCs/>
                <w:szCs w:val="20"/>
                <w:lang w:val="lt-LT"/>
              </w:rPr>
              <w:t>tis pateikiama 5.2.</w:t>
            </w:r>
            <w:r>
              <w:rPr>
                <w:rFonts w:ascii="Calibri Light" w:eastAsia="Times New Roman" w:hAnsi="Calibri Light" w:cs="Calibri Light"/>
                <w:i/>
                <w:iCs/>
                <w:szCs w:val="20"/>
              </w:rPr>
              <w:t xml:space="preserve"> lente</w:t>
            </w:r>
            <w:proofErr w:type="spellStart"/>
            <w:r>
              <w:rPr>
                <w:rFonts w:ascii="Calibri Light" w:eastAsia="Times New Roman" w:hAnsi="Calibri Light" w:cs="Calibri Light"/>
                <w:i/>
                <w:iCs/>
                <w:szCs w:val="20"/>
                <w:lang w:val="lt-LT"/>
              </w:rPr>
              <w:t>lėje</w:t>
            </w:r>
            <w:proofErr w:type="spellEnd"/>
            <w:r>
              <w:rPr>
                <w:rFonts w:ascii="Calibri Light" w:eastAsia="Times New Roman" w:hAnsi="Calibri Light" w:cs="Calibri Light"/>
                <w:i/>
                <w:iCs/>
                <w:szCs w:val="20"/>
                <w:lang w:val="lt-LT"/>
              </w:rPr>
              <w:t>)</w:t>
            </w:r>
          </w:p>
        </w:tc>
      </w:tr>
    </w:tbl>
    <w:p w14:paraId="78C1BB85" w14:textId="77777777" w:rsidR="005A725B" w:rsidRDefault="005A725B" w:rsidP="005A725B">
      <w:pPr>
        <w:tabs>
          <w:tab w:val="left" w:pos="0"/>
        </w:tabs>
        <w:spacing w:after="0"/>
        <w:rPr>
          <w:rFonts w:ascii="Calibri Light" w:hAnsi="Calibri Light" w:cs="Calibri Light"/>
          <w:b/>
          <w:sz w:val="16"/>
          <w:szCs w:val="16"/>
          <w:lang w:val="lt-LT"/>
        </w:rPr>
      </w:pPr>
    </w:p>
    <w:p w14:paraId="6F9452F5" w14:textId="77777777" w:rsidR="00CD2D13" w:rsidRPr="00BC1CE8" w:rsidRDefault="005A725B" w:rsidP="00CD2D13">
      <w:pPr>
        <w:pStyle w:val="ListParagraph"/>
        <w:spacing w:after="0"/>
        <w:ind w:left="0"/>
        <w:rPr>
          <w:rFonts w:ascii="Calibri Light" w:hAnsi="Calibri Light" w:cs="Calibri Light"/>
          <w:b/>
          <w:bCs/>
          <w:sz w:val="24"/>
          <w:szCs w:val="24"/>
        </w:rPr>
      </w:pPr>
      <w:r w:rsidRPr="009C4CF3">
        <w:rPr>
          <w:rFonts w:ascii="Calibri Light" w:hAnsi="Calibri Light" w:cs="Calibri Light"/>
          <w:b/>
          <w:sz w:val="20"/>
          <w:szCs w:val="20"/>
          <w:lang w:val="lt-LT"/>
        </w:rPr>
        <w:t>5.2. lentelė. Tiekėjo siūlomų specialistų patirtis</w:t>
      </w:r>
      <w:r>
        <w:rPr>
          <w:rFonts w:ascii="Calibri Light" w:hAnsi="Calibri Light" w:cs="Calibri Light"/>
          <w:b/>
          <w:sz w:val="20"/>
          <w:szCs w:val="20"/>
          <w:lang w:val="lt-LT"/>
        </w:rPr>
        <w:t xml:space="preserve"> </w:t>
      </w:r>
      <w:r w:rsidRPr="007B68BE">
        <w:rPr>
          <w:rFonts w:ascii="Calibri Light" w:hAnsi="Calibri Light" w:cs="Calibri Light"/>
          <w:bCs/>
          <w:sz w:val="20"/>
          <w:szCs w:val="20"/>
          <w:lang w:val="lt-LT"/>
        </w:rPr>
        <w:t>(g</w:t>
      </w:r>
      <w:r w:rsidRPr="007B68BE">
        <w:rPr>
          <w:rFonts w:ascii="Calibri Light" w:hAnsi="Calibri Light" w:cs="Calibri Light"/>
          <w:bCs/>
          <w:i/>
          <w:iCs/>
          <w:sz w:val="20"/>
          <w:szCs w:val="20"/>
          <w:lang w:val="lt-LT"/>
        </w:rPr>
        <w:t>ali būti pateikiama atskirame priede)</w:t>
      </w:r>
      <w:r w:rsidR="00CD2D13">
        <w:rPr>
          <w:rFonts w:ascii="Calibri Light" w:hAnsi="Calibri Light" w:cs="Calibri Light"/>
          <w:b/>
          <w:i/>
          <w:iCs/>
          <w:sz w:val="20"/>
          <w:szCs w:val="20"/>
          <w:lang w:val="lt-LT"/>
        </w:rPr>
        <w:t xml:space="preserve">. </w:t>
      </w:r>
      <w:r w:rsidR="00CD2D13" w:rsidRPr="080D3A33">
        <w:rPr>
          <w:rFonts w:ascii="Calibri Light" w:hAnsi="Calibri Light" w:cs="Calibri Light"/>
          <w:b/>
          <w:bCs/>
          <w:sz w:val="24"/>
          <w:szCs w:val="24"/>
          <w:lang w:val="lt-LT"/>
        </w:rPr>
        <w:t>Pastaba: Užpildyta lentelė su siūlomų specialistų patirtimi yra pateikta prie pasiūlymo pridedamame atskirame priede ,,Tiekėjo siūlomų specialistų patirtis“ , kaip buvo nurodyta SS</w:t>
      </w:r>
      <w:r w:rsidR="00CD2D13">
        <w:rPr>
          <w:rFonts w:ascii="Calibri Light" w:hAnsi="Calibri Light" w:cs="Calibri Light"/>
          <w:b/>
          <w:bCs/>
          <w:sz w:val="24"/>
          <w:szCs w:val="24"/>
          <w:lang w:val="lt-LT"/>
        </w:rPr>
        <w:t xml:space="preserve"> 7.2 p</w:t>
      </w:r>
      <w:proofErr w:type="spellStart"/>
      <w:r w:rsidR="00CD2D13" w:rsidRPr="080D3A33">
        <w:rPr>
          <w:rFonts w:ascii="Calibri Light" w:hAnsi="Calibri Light" w:cs="Calibri Light"/>
          <w:b/>
          <w:bCs/>
          <w:sz w:val="24"/>
          <w:szCs w:val="24"/>
        </w:rPr>
        <w:t>unkte</w:t>
      </w:r>
      <w:proofErr w:type="spellEnd"/>
      <w:r w:rsidR="00CD2D13">
        <w:rPr>
          <w:rFonts w:ascii="Calibri Light" w:hAnsi="Calibri Light" w:cs="Calibri Light"/>
          <w:b/>
          <w:bCs/>
          <w:sz w:val="24"/>
          <w:szCs w:val="24"/>
        </w:rPr>
        <w:t>.</w:t>
      </w:r>
    </w:p>
    <w:p w14:paraId="3B43E22A" w14:textId="283F851B" w:rsidR="005A725B" w:rsidRPr="009C4CF3" w:rsidRDefault="005A725B" w:rsidP="005A725B">
      <w:pPr>
        <w:tabs>
          <w:tab w:val="left" w:pos="0"/>
        </w:tabs>
        <w:spacing w:after="0"/>
        <w:rPr>
          <w:rFonts w:ascii="Calibri Light" w:hAnsi="Calibri Light" w:cs="Calibri Light"/>
          <w:b/>
          <w:sz w:val="20"/>
          <w:szCs w:val="20"/>
          <w:lang w:val="lt-LT"/>
        </w:rPr>
      </w:pPr>
    </w:p>
    <w:tbl>
      <w:tblPr>
        <w:tblW w:w="9639" w:type="dxa"/>
        <w:tblInd w:w="-5" w:type="dxa"/>
        <w:tblLayout w:type="fixed"/>
        <w:tblCellMar>
          <w:left w:w="10" w:type="dxa"/>
          <w:right w:w="10" w:type="dxa"/>
        </w:tblCellMar>
        <w:tblLook w:val="04A0" w:firstRow="1" w:lastRow="0" w:firstColumn="1" w:lastColumn="0" w:noHBand="0" w:noVBand="1"/>
      </w:tblPr>
      <w:tblGrid>
        <w:gridCol w:w="567"/>
        <w:gridCol w:w="1418"/>
        <w:gridCol w:w="1276"/>
        <w:gridCol w:w="1134"/>
        <w:gridCol w:w="1275"/>
        <w:gridCol w:w="1418"/>
        <w:gridCol w:w="1276"/>
        <w:gridCol w:w="1275"/>
      </w:tblGrid>
      <w:tr w:rsidR="005A725B" w:rsidRPr="00A6140A" w14:paraId="0CF43065" w14:textId="77777777" w:rsidTr="00966567">
        <w:trPr>
          <w:trHeight w:val="2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48410C" w14:textId="77777777" w:rsidR="005A725B" w:rsidRPr="00A6140A" w:rsidRDefault="005A725B" w:rsidP="00966567">
            <w:pPr>
              <w:tabs>
                <w:tab w:val="left" w:pos="851"/>
              </w:tabs>
              <w:spacing w:after="0" w:line="240" w:lineRule="auto"/>
              <w:jc w:val="center"/>
              <w:rPr>
                <w:rFonts w:ascii="Calibri Light" w:eastAsia="Calibri" w:hAnsi="Calibri Light" w:cs="Calibri Light"/>
                <w:b/>
                <w:bCs/>
                <w:sz w:val="20"/>
                <w:szCs w:val="20"/>
                <w:lang w:val="lt-LT"/>
              </w:rPr>
            </w:pPr>
            <w:r w:rsidRPr="00A6140A">
              <w:rPr>
                <w:rFonts w:ascii="Calibri Light" w:eastAsia="Calibri" w:hAnsi="Calibri Light" w:cs="Calibri Light"/>
                <w:b/>
                <w:bCs/>
                <w:sz w:val="20"/>
                <w:szCs w:val="20"/>
                <w:lang w:val="lt-LT"/>
              </w:rPr>
              <w:t xml:space="preserve">Teikėjo siūlomų specialistų </w:t>
            </w:r>
            <w:r w:rsidRPr="00A6140A">
              <w:rPr>
                <w:rFonts w:ascii="Calibri Light" w:eastAsia="Calibri" w:hAnsi="Calibri Light" w:cs="Calibri Light"/>
                <w:b/>
                <w:color w:val="000000"/>
                <w:sz w:val="20"/>
                <w:szCs w:val="20"/>
                <w:lang w:val="lt-LT"/>
              </w:rPr>
              <w:t>patirtis</w:t>
            </w:r>
          </w:p>
        </w:tc>
      </w:tr>
      <w:tr w:rsidR="005A725B" w:rsidRPr="00A6140A" w14:paraId="39CAA817"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F14DAA"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Eil. Nr.</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A3D245C"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Siūlomo specialisto pozicija, vardas ir pavardė</w:t>
            </w:r>
          </w:p>
          <w:p w14:paraId="76A8C0B3"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i/>
                <w:sz w:val="20"/>
                <w:szCs w:val="20"/>
                <w:lang w:val="lt-LT"/>
              </w:rPr>
              <w:t>(</w:t>
            </w:r>
            <w:r w:rsidRPr="00D375E8">
              <w:rPr>
                <w:rFonts w:ascii="Calibri Light" w:eastAsia="Calibri" w:hAnsi="Calibri Light" w:cs="Calibri Light"/>
                <w:i/>
                <w:sz w:val="20"/>
                <w:szCs w:val="20"/>
                <w:lang w:val="lt-LT"/>
              </w:rPr>
              <w:t>parametrams</w:t>
            </w:r>
            <w:r w:rsidRPr="00D375E8">
              <w:rPr>
                <w:rFonts w:ascii="Calibri Light" w:eastAsia="Calibri" w:hAnsi="Calibri Light" w:cs="Calibri Light"/>
                <w:bCs/>
                <w:i/>
                <w:sz w:val="20"/>
                <w:szCs w:val="20"/>
                <w:lang w:val="lt-LT"/>
              </w:rPr>
              <w:t xml:space="preserve"> P</w:t>
            </w:r>
            <w:r w:rsidRPr="00D375E8">
              <w:rPr>
                <w:rFonts w:ascii="Calibri Light" w:eastAsia="Calibri" w:hAnsi="Calibri Light" w:cs="Calibri Light"/>
                <w:bCs/>
                <w:i/>
                <w:sz w:val="20"/>
                <w:szCs w:val="20"/>
                <w:vertAlign w:val="subscript"/>
                <w:lang w:val="lt-LT"/>
              </w:rPr>
              <w:t>1</w:t>
            </w:r>
            <w:r w:rsidRPr="00D375E8">
              <w:rPr>
                <w:rFonts w:ascii="Calibri Light" w:eastAsia="Calibri" w:hAnsi="Calibri Light" w:cs="Calibri Light"/>
                <w:bCs/>
                <w:i/>
                <w:sz w:val="20"/>
                <w:szCs w:val="20"/>
                <w:lang w:val="lt-LT"/>
              </w:rPr>
              <w:t xml:space="preserve"> ir P</w:t>
            </w:r>
            <w:r w:rsidRPr="00D375E8">
              <w:rPr>
                <w:rFonts w:ascii="Calibri Light" w:eastAsia="Calibri" w:hAnsi="Calibri Light" w:cs="Calibri Light"/>
                <w:bCs/>
                <w:i/>
                <w:sz w:val="20"/>
                <w:szCs w:val="20"/>
                <w:vertAlign w:val="subscript"/>
                <w:lang w:val="lt-LT"/>
              </w:rPr>
              <w:t>2</w:t>
            </w:r>
            <w:r>
              <w:rPr>
                <w:rFonts w:ascii="Calibri Light" w:eastAsia="Calibri" w:hAnsi="Calibri Light" w:cs="Calibri Light"/>
                <w:bCs/>
                <w:i/>
                <w:sz w:val="20"/>
                <w:szCs w:val="20"/>
                <w:vertAlign w:val="subscript"/>
                <w:lang w:val="lt-LT"/>
              </w:rPr>
              <w:t xml:space="preserve"> </w:t>
            </w:r>
            <w:r w:rsidRPr="00A6140A">
              <w:rPr>
                <w:rFonts w:ascii="Calibri Light" w:eastAsia="Calibri" w:hAnsi="Calibri Light" w:cs="Calibri Light"/>
                <w:i/>
                <w:sz w:val="20"/>
                <w:szCs w:val="20"/>
                <w:lang w:val="lt-LT"/>
              </w:rPr>
              <w:t xml:space="preserve">nurodyti </w:t>
            </w:r>
            <w:r>
              <w:rPr>
                <w:rFonts w:ascii="Calibri Light" w:eastAsia="Calibri" w:hAnsi="Calibri Light" w:cs="Calibri Light"/>
                <w:i/>
                <w:sz w:val="20"/>
                <w:szCs w:val="20"/>
                <w:lang w:val="lt-LT"/>
              </w:rPr>
              <w:t xml:space="preserve">po </w:t>
            </w:r>
            <w:r w:rsidRPr="00A6140A">
              <w:rPr>
                <w:rFonts w:ascii="Calibri Light" w:eastAsia="Calibri" w:hAnsi="Calibri Light" w:cs="Calibri Light"/>
                <w:i/>
                <w:sz w:val="20"/>
                <w:szCs w:val="20"/>
                <w:lang w:val="lt-LT"/>
              </w:rPr>
              <w:t>pagrindinį, didžiausią patirtį turintį specialistą (</w:t>
            </w:r>
            <w:r>
              <w:rPr>
                <w:rFonts w:ascii="Calibri Light" w:eastAsia="Calibri" w:hAnsi="Calibri Light" w:cs="Calibri Light"/>
                <w:i/>
                <w:sz w:val="20"/>
                <w:szCs w:val="20"/>
                <w:lang w:val="lt-LT"/>
              </w:rPr>
              <w:t xml:space="preserve">po </w:t>
            </w:r>
            <w:r w:rsidRPr="00A6140A">
              <w:rPr>
                <w:rFonts w:ascii="Calibri Light" w:eastAsia="Calibri" w:hAnsi="Calibri Light" w:cs="Calibri Light"/>
                <w:i/>
                <w:sz w:val="20"/>
                <w:szCs w:val="20"/>
                <w:lang w:val="lt-LT"/>
              </w:rPr>
              <w:t>vieną asmenį)</w:t>
            </w:r>
            <w:r>
              <w:rPr>
                <w:rFonts w:ascii="Calibri Light" w:eastAsia="Calibri" w:hAnsi="Calibri Light" w:cs="Calibri Light"/>
                <w:i/>
                <w:sz w:val="20"/>
                <w:szCs w:val="20"/>
                <w:lang w:val="lt-LT"/>
              </w:rPr>
              <w:t xml:space="preserve"> siūlomą </w:t>
            </w:r>
            <w:r w:rsidRPr="000B57AD">
              <w:rPr>
                <w:rFonts w:ascii="Calibri Light" w:eastAsia="Calibri" w:hAnsi="Calibri Light" w:cs="Calibri Light"/>
                <w:i/>
                <w:sz w:val="20"/>
                <w:szCs w:val="20"/>
                <w:lang w:val="lt-LT"/>
              </w:rPr>
              <w:t>parametr</w:t>
            </w:r>
            <w:r>
              <w:rPr>
                <w:rFonts w:ascii="Calibri Light" w:eastAsia="Calibri" w:hAnsi="Calibri Light" w:cs="Calibri Light"/>
                <w:i/>
                <w:sz w:val="20"/>
                <w:szCs w:val="20"/>
                <w:lang w:val="lt-LT"/>
              </w:rPr>
              <w:t>ams</w:t>
            </w:r>
            <w:r w:rsidRPr="000B57AD">
              <w:rPr>
                <w:rFonts w:ascii="Calibri Light" w:eastAsia="Calibri" w:hAnsi="Calibri Light" w:cs="Calibri Light"/>
                <w:bCs/>
                <w:i/>
                <w:sz w:val="20"/>
                <w:szCs w:val="20"/>
                <w:lang w:val="lt-LT"/>
              </w:rPr>
              <w:t xml:space="preserve"> P</w:t>
            </w:r>
            <w:r w:rsidRPr="000B57AD">
              <w:rPr>
                <w:rFonts w:ascii="Calibri Light" w:eastAsia="Calibri" w:hAnsi="Calibri Light" w:cs="Calibri Light"/>
                <w:bCs/>
                <w:i/>
                <w:sz w:val="20"/>
                <w:szCs w:val="20"/>
                <w:vertAlign w:val="subscript"/>
                <w:lang w:val="lt-LT"/>
              </w:rPr>
              <w:t>1</w:t>
            </w:r>
            <w:r>
              <w:rPr>
                <w:rFonts w:ascii="Calibri Light" w:eastAsia="Calibri" w:hAnsi="Calibri Light" w:cs="Calibri Light"/>
                <w:bCs/>
                <w:i/>
                <w:sz w:val="20"/>
                <w:szCs w:val="20"/>
                <w:lang w:val="lt-LT"/>
              </w:rPr>
              <w:t xml:space="preserve"> ir</w:t>
            </w:r>
            <w:r w:rsidRPr="000B57AD">
              <w:rPr>
                <w:rFonts w:ascii="Calibri Light" w:eastAsia="Calibri" w:hAnsi="Calibri Light" w:cs="Calibri Light"/>
                <w:bCs/>
                <w:i/>
                <w:sz w:val="20"/>
                <w:szCs w:val="20"/>
                <w:lang w:val="lt-LT"/>
              </w:rPr>
              <w:t xml:space="preserve"> P</w:t>
            </w:r>
            <w:r w:rsidRPr="000B57AD">
              <w:rPr>
                <w:rFonts w:ascii="Calibri Light" w:eastAsia="Calibri" w:hAnsi="Calibri Light" w:cs="Calibri Light"/>
                <w:bCs/>
                <w:i/>
                <w:sz w:val="20"/>
                <w:szCs w:val="20"/>
                <w:vertAlign w:val="subscript"/>
                <w:lang w:val="lt-LT"/>
              </w:rPr>
              <w:t>2</w:t>
            </w:r>
            <w:r w:rsidRPr="00A6140A">
              <w:rPr>
                <w:rFonts w:ascii="Calibri Light" w:eastAsia="Calibri" w:hAnsi="Calibri Light" w:cs="Calibri Light"/>
                <w:i/>
                <w:sz w:val="20"/>
                <w:szCs w:val="20"/>
                <w:lang w:val="lt-LT"/>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2F586B7"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Užsakovas, jo kontaktiniai duomenys pateiktai informacijai patikrinti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03E05B4"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pavadinimas, data ir Nr.</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66DA175" w14:textId="17B416DA"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Tiksli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vykdymo data (pradžia-pabaiga)</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D7E1E3"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Trumpas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aprašymas, patvirtinantis atitiktį nustatytam reikalavimui, (privalomai nurodomas informacinės</w:t>
            </w:r>
          </w:p>
          <w:p w14:paraId="5301C03E"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sistemos ir / ar registro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38F141"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Pr>
                <w:rFonts w:ascii="Calibri Light" w:eastAsia="Calibri" w:hAnsi="Calibri Light" w:cs="Calibri Light"/>
                <w:sz w:val="20"/>
                <w:szCs w:val="20"/>
                <w:lang w:val="lt-LT"/>
              </w:rPr>
              <w:t>S</w:t>
            </w:r>
            <w:r w:rsidRPr="00A6140A">
              <w:rPr>
                <w:rFonts w:ascii="Calibri Light" w:eastAsia="Calibri" w:hAnsi="Calibri Light" w:cs="Calibri Light"/>
                <w:sz w:val="20"/>
                <w:szCs w:val="20"/>
                <w:lang w:val="lt-LT"/>
              </w:rPr>
              <w:t>pecialisto praktinės patirties sutarties vykdyme (vykdytų funkcijų) įgyvendinant sutartį</w:t>
            </w:r>
            <w:r>
              <w:rPr>
                <w:rFonts w:ascii="Calibri Light" w:eastAsia="Calibri" w:hAnsi="Calibri Light" w:cs="Calibri Light"/>
                <w:sz w:val="20"/>
                <w:szCs w:val="20"/>
                <w:lang w:val="lt-LT"/>
              </w:rPr>
              <w:t>/projektą</w:t>
            </w:r>
            <w:r w:rsidRPr="00A6140A">
              <w:rPr>
                <w:rFonts w:ascii="Calibri Light" w:eastAsia="Calibri" w:hAnsi="Calibri Light" w:cs="Calibri Light"/>
                <w:sz w:val="20"/>
                <w:szCs w:val="20"/>
                <w:lang w:val="lt-LT"/>
              </w:rPr>
              <w:t xml:space="preserve"> aprašymas, nurodant kaip jo indėlis (vykdytos funkcijos) sutartyje/ projekte atitinka keliamus reikalavimus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8BFF36"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Pridedamo dokumento</w:t>
            </w:r>
            <w:r>
              <w:rPr>
                <w:rFonts w:ascii="Calibri Light" w:eastAsia="Calibri" w:hAnsi="Calibri Light" w:cs="Calibri Light"/>
                <w:sz w:val="20"/>
                <w:szCs w:val="20"/>
                <w:lang w:val="lt-LT"/>
              </w:rPr>
              <w:t>*</w:t>
            </w:r>
            <w:r w:rsidRPr="00A6140A">
              <w:rPr>
                <w:rFonts w:ascii="Calibri Light" w:eastAsia="Calibri" w:hAnsi="Calibri Light" w:cs="Calibri Light"/>
                <w:sz w:val="20"/>
                <w:szCs w:val="20"/>
                <w:lang w:val="lt-LT"/>
              </w:rPr>
              <w:t>, patvirtinančio</w:t>
            </w:r>
            <w:r>
              <w:t xml:space="preserve"> </w:t>
            </w:r>
            <w:r w:rsidRPr="00F21177">
              <w:rPr>
                <w:rFonts w:ascii="Calibri Light" w:eastAsia="Calibri" w:hAnsi="Calibri Light" w:cs="Calibri Light"/>
                <w:sz w:val="20"/>
                <w:szCs w:val="20"/>
                <w:lang w:val="lt-LT"/>
              </w:rPr>
              <w:t>tinkamą sutarties įvykdymą</w:t>
            </w:r>
            <w:r>
              <w:rPr>
                <w:rFonts w:ascii="Calibri Light" w:eastAsia="Calibri" w:hAnsi="Calibri Light" w:cs="Calibri Light"/>
                <w:sz w:val="20"/>
                <w:szCs w:val="20"/>
                <w:lang w:val="lt-LT"/>
              </w:rPr>
              <w:t xml:space="preserve"> ir</w:t>
            </w:r>
            <w:r w:rsidRPr="00A6140A">
              <w:rPr>
                <w:rFonts w:ascii="Calibri Light" w:eastAsia="Calibri" w:hAnsi="Calibri Light" w:cs="Calibri Light"/>
                <w:sz w:val="20"/>
                <w:szCs w:val="20"/>
                <w:lang w:val="lt-LT"/>
              </w:rPr>
              <w:t xml:space="preserve"> specialisto praktinio darbo patirtį, patvirtinto užsakovo, – pavadinimas, data ir Nr.</w:t>
            </w:r>
          </w:p>
        </w:tc>
      </w:tr>
      <w:tr w:rsidR="005A725B" w:rsidRPr="00A6140A" w14:paraId="3F457429"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F3C5E" w14:textId="77777777" w:rsidR="005A725B" w:rsidRPr="00A6140A" w:rsidRDefault="005A725B" w:rsidP="00966567">
            <w:pPr>
              <w:spacing w:after="0" w:line="240" w:lineRule="auto"/>
              <w:ind w:left="360" w:hanging="360"/>
              <w:rPr>
                <w:rFonts w:ascii="Calibri Light" w:eastAsia="Calibri" w:hAnsi="Calibri Light" w:cs="Calibri Light"/>
                <w:sz w:val="20"/>
                <w:szCs w:val="20"/>
                <w:lang w:val="lt-LT" w:bidi="en-US"/>
              </w:rPr>
            </w:pPr>
            <w:r w:rsidRPr="00A6140A">
              <w:rPr>
                <w:rFonts w:ascii="Calibri Light" w:eastAsia="Calibri" w:hAnsi="Calibri Light" w:cs="Calibri Light"/>
                <w:sz w:val="20"/>
                <w:szCs w:val="20"/>
                <w:lang w:val="lt-LT" w:bidi="en-US"/>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BBCF7"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D08E6"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B5018"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CA22D"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6830D"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E3002"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3584B5F6" w14:textId="77777777" w:rsidR="005A725B" w:rsidRPr="00A6140A" w:rsidRDefault="005A725B" w:rsidP="00966567">
            <w:pPr>
              <w:spacing w:after="0" w:line="240" w:lineRule="auto"/>
              <w:rPr>
                <w:rFonts w:ascii="Calibri Light" w:eastAsia="Calibri" w:hAnsi="Calibri Light" w:cs="Calibri Light"/>
                <w:sz w:val="20"/>
                <w:szCs w:val="20"/>
                <w:lang w:val="lt-LT"/>
              </w:rPr>
            </w:pPr>
          </w:p>
        </w:tc>
      </w:tr>
      <w:tr w:rsidR="005A725B" w:rsidRPr="00A6140A" w14:paraId="61135CE1"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621E8" w14:textId="77777777" w:rsidR="005A725B" w:rsidRPr="00A6140A" w:rsidRDefault="005A725B" w:rsidP="00966567">
            <w:pPr>
              <w:spacing w:after="0" w:line="240" w:lineRule="auto"/>
              <w:ind w:left="360" w:hanging="360"/>
              <w:rPr>
                <w:rFonts w:ascii="Calibri Light" w:eastAsia="Calibri" w:hAnsi="Calibri Light" w:cs="Calibri Light"/>
                <w:sz w:val="20"/>
                <w:szCs w:val="20"/>
                <w:lang w:val="lt-LT" w:bidi="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FB964"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811B0"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B570A"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70D1F"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4D16"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CEAE8"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67FC9CAC" w14:textId="77777777" w:rsidR="005A725B" w:rsidRPr="00A6140A" w:rsidRDefault="005A725B" w:rsidP="00966567">
            <w:pPr>
              <w:spacing w:after="0" w:line="240" w:lineRule="auto"/>
              <w:rPr>
                <w:rFonts w:ascii="Calibri Light" w:eastAsia="Calibri" w:hAnsi="Calibri Light" w:cs="Calibri Light"/>
                <w:sz w:val="20"/>
                <w:szCs w:val="20"/>
                <w:lang w:val="lt-LT"/>
              </w:rPr>
            </w:pPr>
          </w:p>
        </w:tc>
      </w:tr>
    </w:tbl>
    <w:p w14:paraId="3EDF213E" w14:textId="77777777" w:rsidR="005A725B" w:rsidRPr="00961E01" w:rsidRDefault="005A725B" w:rsidP="005A725B">
      <w:pPr>
        <w:tabs>
          <w:tab w:val="left" w:pos="554"/>
        </w:tabs>
        <w:spacing w:before="120" w:after="0" w:line="240" w:lineRule="auto"/>
        <w:rPr>
          <w:rFonts w:ascii="Calibri Light" w:hAnsi="Calibri Light" w:cs="Calibri Light"/>
          <w:sz w:val="20"/>
          <w:szCs w:val="20"/>
          <w:lang w:val="lt-LT"/>
        </w:rPr>
      </w:pPr>
      <w:r w:rsidRPr="00961E01">
        <w:rPr>
          <w:rFonts w:ascii="Calibri Light" w:hAnsi="Calibri Light" w:cs="Calibri Light"/>
          <w:sz w:val="20"/>
          <w:szCs w:val="20"/>
          <w:lang w:val="lt-LT"/>
        </w:rPr>
        <w:t>* Žr. pirkimo dokumentų specialių sąlygų (2 IA PD SS) 7.12 punktą.</w:t>
      </w:r>
    </w:p>
    <w:p w14:paraId="6F2D8617" w14:textId="77777777" w:rsidR="00D62727" w:rsidRPr="005244DC" w:rsidRDefault="00D62727" w:rsidP="00A00C6B">
      <w:pPr>
        <w:spacing w:after="0" w:line="240" w:lineRule="auto"/>
        <w:rPr>
          <w:rFonts w:ascii="Calibri Light" w:hAnsi="Calibri Light" w:cs="Calibri Light"/>
          <w:lang w:val="lt-LT"/>
        </w:rPr>
      </w:pPr>
    </w:p>
    <w:p w14:paraId="3B5A184E" w14:textId="7BA15473" w:rsidR="00C47E4B" w:rsidRPr="005A725B" w:rsidRDefault="008B6BA1" w:rsidP="008B6BA1">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C47E4B" w:rsidRPr="005A725B">
        <w:rPr>
          <w:rFonts w:ascii="Calibri Light" w:hAnsi="Calibri Light" w:cs="Calibri Light"/>
          <w:b/>
          <w:sz w:val="20"/>
          <w:szCs w:val="20"/>
          <w:lang w:val="lt-LT"/>
        </w:rPr>
        <w:t>lentelė. Tiekėjo finansinis pasiūlymas:</w:t>
      </w:r>
      <w:r w:rsidR="00C47E4B" w:rsidRPr="005A725B">
        <w:rPr>
          <w:rFonts w:ascii="Calibri Light" w:eastAsia="Calibri" w:hAnsi="Calibri Light" w:cs="Calibri Light"/>
          <w:i/>
          <w:sz w:val="20"/>
          <w:szCs w:val="20"/>
          <w:lang w:val="lt-LT"/>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770297" w:rsidRPr="007370BB" w14:paraId="10355A23" w14:textId="77777777" w:rsidTr="0096656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28BCBF5"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81C6640"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8B5C78" w14:textId="75808702"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6762C6"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Mato</w:t>
            </w:r>
          </w:p>
          <w:p w14:paraId="06453773"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286CF15F" w14:textId="77777777"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7674A4FF" w14:textId="77777777"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73EAC285" w14:textId="74E7FAA0"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Suma (Eur su PVM</w:t>
            </w:r>
            <w:r w:rsidR="008B517D">
              <w:rPr>
                <w:rFonts w:ascii="Calibri Light" w:eastAsia="Times New Roman" w:hAnsi="Calibri Light" w:cs="Calibri Light"/>
                <w:sz w:val="20"/>
                <w:szCs w:val="20"/>
                <w:lang w:val="lt-LT"/>
              </w:rPr>
              <w:t>**</w:t>
            </w:r>
            <w:r w:rsidRPr="007370BB">
              <w:rPr>
                <w:rFonts w:ascii="Calibri Light" w:eastAsia="Times New Roman" w:hAnsi="Calibri Light" w:cs="Calibri Light"/>
                <w:sz w:val="20"/>
                <w:szCs w:val="20"/>
                <w:lang w:val="lt-LT"/>
              </w:rPr>
              <w:t>)</w:t>
            </w:r>
          </w:p>
        </w:tc>
      </w:tr>
      <w:tr w:rsidR="00770297" w:rsidRPr="007370BB" w14:paraId="26720BD0" w14:textId="77777777" w:rsidTr="00966567">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9CFA0E4"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5D5C4329"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897128"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C6EFA3"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40D78"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7E5727B"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65DA3C"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7</w:t>
            </w:r>
          </w:p>
        </w:tc>
      </w:tr>
      <w:tr w:rsidR="00770297" w:rsidRPr="007370BB" w14:paraId="141273B0" w14:textId="77777777" w:rsidTr="0096656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BE024" w14:textId="0EE6BE04" w:rsidR="00770297" w:rsidRPr="007370BB" w:rsidRDefault="00770297" w:rsidP="00966567">
            <w:pPr>
              <w:spacing w:after="0" w:line="240" w:lineRule="auto"/>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 xml:space="preserve">IBPS programinės įrangos modernizavimo ir priežiūros paslaugos (pagal reikalavimus, nurodytus Techninės specifikacijos III sk. </w:t>
            </w:r>
            <w:r w:rsidRPr="007370BB">
              <w:rPr>
                <w:rFonts w:ascii="Calibri Light" w:hAnsi="Calibri Light" w:cs="Calibri Light"/>
                <w:bCs/>
                <w:i/>
                <w:iCs/>
                <w:sz w:val="20"/>
                <w:szCs w:val="20"/>
                <w:lang w:val="lt-LT"/>
              </w:rPr>
              <w:t>„Reikalavimai IBPS programinės įrangos modernizavimui ir priežiūrai“</w:t>
            </w:r>
            <w:r w:rsidR="00806B27">
              <w:rPr>
                <w:rFonts w:ascii="Calibri Light" w:hAnsi="Calibri Light" w:cs="Calibri Light"/>
                <w:bCs/>
                <w:i/>
                <w:iCs/>
                <w:sz w:val="20"/>
                <w:szCs w:val="20"/>
                <w:lang w:val="lt-LT"/>
              </w:rPr>
              <w:t>)</w:t>
            </w:r>
            <w:r w:rsidRPr="007370BB">
              <w:rPr>
                <w:rFonts w:ascii="Calibri Light" w:eastAsia="Times New Roman" w:hAnsi="Calibri Light" w:cs="Calibri Light"/>
                <w:i/>
                <w:iCs/>
                <w:sz w:val="20"/>
                <w:szCs w:val="20"/>
                <w:lang w:val="lt-LT"/>
              </w:rPr>
              <w:t>:</w:t>
            </w:r>
          </w:p>
        </w:tc>
      </w:tr>
      <w:tr w:rsidR="008B517D" w:rsidRPr="007370BB" w14:paraId="07437003" w14:textId="77777777" w:rsidTr="0096656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183F5B" w14:textId="4F5870F1" w:rsidR="008B517D" w:rsidRPr="007370BB" w:rsidRDefault="004157C0" w:rsidP="00A90493">
            <w:pPr>
              <w:spacing w:after="0" w:line="240" w:lineRule="auto"/>
              <w:rPr>
                <w:rFonts w:ascii="Calibri Light" w:eastAsia="Times New Roman" w:hAnsi="Calibri Light" w:cs="Calibri Light"/>
                <w:i/>
                <w:sz w:val="20"/>
                <w:szCs w:val="20"/>
                <w:lang w:val="lt-LT"/>
              </w:rPr>
            </w:pPr>
            <w:r w:rsidRPr="004157C0">
              <w:rPr>
                <w:rFonts w:ascii="Calibri Light" w:eastAsia="Times New Roman" w:hAnsi="Calibri Light" w:cs="Calibri Light"/>
                <w:b/>
                <w:i/>
                <w:sz w:val="20"/>
                <w:szCs w:val="20"/>
                <w:lang w:val="lt-LT"/>
              </w:rPr>
              <w:t xml:space="preserve">IBPS programinės įrangos kūrimas, modernizavimas ir jos įdiegimas (Techninės specifikacijos III skyriaus „Reikalavimai IBPS programinės įrangos </w:t>
            </w:r>
            <w:r w:rsidR="003830BE" w:rsidRPr="004157C0">
              <w:rPr>
                <w:rFonts w:ascii="Calibri Light" w:eastAsia="Times New Roman" w:hAnsi="Calibri Light" w:cs="Calibri Light"/>
                <w:b/>
                <w:i/>
                <w:sz w:val="20"/>
                <w:szCs w:val="20"/>
                <w:lang w:val="lt-LT"/>
              </w:rPr>
              <w:t xml:space="preserve">modernizavimui </w:t>
            </w:r>
            <w:r w:rsidR="003830BE">
              <w:rPr>
                <w:rFonts w:ascii="Calibri Light" w:eastAsia="Times New Roman" w:hAnsi="Calibri Light" w:cs="Calibri Light"/>
                <w:b/>
                <w:i/>
                <w:sz w:val="20"/>
                <w:szCs w:val="20"/>
                <w:lang w:val="lt-LT"/>
              </w:rPr>
              <w:t xml:space="preserve">ir </w:t>
            </w:r>
            <w:r w:rsidRPr="004157C0">
              <w:rPr>
                <w:rFonts w:ascii="Calibri Light" w:eastAsia="Times New Roman" w:hAnsi="Calibri Light" w:cs="Calibri Light"/>
                <w:b/>
                <w:i/>
                <w:sz w:val="20"/>
                <w:szCs w:val="20"/>
                <w:lang w:val="lt-LT"/>
              </w:rPr>
              <w:t xml:space="preserve">priežiūrai“ </w:t>
            </w:r>
            <w:r>
              <w:rPr>
                <w:rFonts w:ascii="Calibri Light" w:eastAsia="Times New Roman" w:hAnsi="Calibri Light" w:cs="Calibri Light"/>
                <w:b/>
                <w:i/>
                <w:sz w:val="20"/>
                <w:szCs w:val="20"/>
                <w:lang w:val="lt-LT"/>
              </w:rPr>
              <w:t xml:space="preserve">lentelės </w:t>
            </w:r>
            <w:r w:rsidRPr="004157C0">
              <w:rPr>
                <w:rFonts w:ascii="Calibri Light" w:eastAsia="Times New Roman" w:hAnsi="Calibri Light" w:cs="Calibri Light"/>
                <w:b/>
                <w:i/>
                <w:sz w:val="20"/>
                <w:szCs w:val="20"/>
                <w:lang w:val="lt-LT"/>
              </w:rPr>
              <w:t xml:space="preserve">1 - </w:t>
            </w:r>
            <w:r w:rsidR="003830BE">
              <w:rPr>
                <w:rFonts w:ascii="Calibri Light" w:eastAsia="Times New Roman" w:hAnsi="Calibri Light" w:cs="Calibri Light"/>
                <w:b/>
                <w:i/>
                <w:sz w:val="20"/>
                <w:szCs w:val="20"/>
                <w:lang w:val="lt-LT"/>
              </w:rPr>
              <w:t>58</w:t>
            </w:r>
            <w:r w:rsidRPr="004157C0">
              <w:rPr>
                <w:rFonts w:ascii="Calibri Light" w:eastAsia="Times New Roman" w:hAnsi="Calibri Light" w:cs="Calibri Light"/>
                <w:b/>
                <w:i/>
                <w:sz w:val="20"/>
                <w:szCs w:val="20"/>
                <w:lang w:val="lt-LT"/>
              </w:rPr>
              <w:t xml:space="preserve"> punktai)</w:t>
            </w:r>
          </w:p>
        </w:tc>
      </w:tr>
      <w:tr w:rsidR="00770297" w:rsidRPr="007370BB" w14:paraId="120C8B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ECD9A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1.</w:t>
            </w:r>
          </w:p>
        </w:tc>
        <w:tc>
          <w:tcPr>
            <w:tcW w:w="3006" w:type="dxa"/>
            <w:shd w:val="clear" w:color="auto" w:fill="auto"/>
          </w:tcPr>
          <w:p w14:paraId="736735D6"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naudoto IT, TP bylų, medžiagų sąrašo atvaizdavimo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89586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11B62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588E7" w14:textId="31541DA0" w:rsidR="00770297" w:rsidRPr="007370BB" w:rsidRDefault="00987327" w:rsidP="00966567">
            <w:pPr>
              <w:rPr>
                <w:rFonts w:ascii="Calibri Light" w:hAnsi="Calibri Light" w:cs="Calibri Light"/>
                <w:i/>
                <w:sz w:val="20"/>
                <w:szCs w:val="20"/>
                <w:lang w:val="lt-LT"/>
              </w:rPr>
            </w:pPr>
            <w:r w:rsidRPr="00987327">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E1C922" w14:textId="51968DFB" w:rsidR="00770297" w:rsidRPr="007370BB" w:rsidRDefault="00987327" w:rsidP="00966567">
            <w:pPr>
              <w:rPr>
                <w:rFonts w:ascii="Calibri Light" w:hAnsi="Calibri Light" w:cs="Calibri Light"/>
                <w:i/>
                <w:sz w:val="20"/>
                <w:szCs w:val="20"/>
                <w:lang w:val="lt-LT"/>
              </w:rPr>
            </w:pPr>
            <w:r w:rsidRPr="00987327">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EDCE34" w14:textId="5A2FC761" w:rsidR="00770297" w:rsidRPr="000A40E1" w:rsidRDefault="00B97F2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0F4A378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6458D2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w:t>
            </w:r>
          </w:p>
        </w:tc>
        <w:tc>
          <w:tcPr>
            <w:tcW w:w="3006" w:type="dxa"/>
            <w:shd w:val="clear" w:color="auto" w:fill="auto"/>
          </w:tcPr>
          <w:p w14:paraId="3544F8A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Veiksmo „Prašymas į TEISIS“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03A5D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ED38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06678B" w14:textId="2BFE96A6" w:rsidR="00770297" w:rsidRPr="007370BB" w:rsidRDefault="008134F2" w:rsidP="00966567">
            <w:pPr>
              <w:rPr>
                <w:rFonts w:ascii="Calibri Light" w:hAnsi="Calibri Light" w:cs="Calibri Light"/>
                <w:i/>
                <w:sz w:val="20"/>
                <w:szCs w:val="20"/>
                <w:lang w:val="lt-LT"/>
              </w:rPr>
            </w:pPr>
            <w:r w:rsidRPr="008134F2">
              <w:rPr>
                <w:rFonts w:ascii="Calibri Light" w:hAnsi="Calibri Light" w:cs="Calibri Light"/>
                <w:bCs/>
                <w:i/>
                <w:sz w:val="20"/>
                <w:szCs w:val="20"/>
              </w:rPr>
              <w:t>16940,00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BF167D" w14:textId="57D78993" w:rsidR="00770297" w:rsidRPr="007370BB" w:rsidRDefault="001F519C" w:rsidP="00966567">
            <w:pPr>
              <w:rPr>
                <w:rFonts w:ascii="Calibri Light" w:hAnsi="Calibri Light" w:cs="Calibri Light"/>
                <w:i/>
                <w:sz w:val="20"/>
                <w:szCs w:val="20"/>
                <w:lang w:val="lt-LT"/>
              </w:rPr>
            </w:pPr>
            <w:r w:rsidRPr="001F519C">
              <w:rPr>
                <w:rFonts w:ascii="Calibri Light" w:hAnsi="Calibri Light" w:cs="Calibri Light"/>
                <w:bCs/>
                <w:i/>
                <w:sz w:val="20"/>
                <w:szCs w:val="20"/>
              </w:rPr>
              <w:t>16940,00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CE8ED5" w14:textId="00111EC2" w:rsidR="00770297" w:rsidRPr="000A40E1" w:rsidRDefault="00726957"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20 497,40</w:t>
            </w:r>
          </w:p>
        </w:tc>
      </w:tr>
      <w:tr w:rsidR="00770297" w:rsidRPr="007370BB" w14:paraId="4428A6A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D420294"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w:t>
            </w:r>
          </w:p>
        </w:tc>
        <w:tc>
          <w:tcPr>
            <w:tcW w:w="3006" w:type="dxa"/>
            <w:shd w:val="clear" w:color="auto" w:fill="auto"/>
          </w:tcPr>
          <w:p w14:paraId="5869AB63"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Papildomų medžiagos ir IT, TP bylos duomenų, užduočių perkėlimas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E0DF5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E459F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5BC792" w14:textId="0A2592FF" w:rsidR="00770297" w:rsidRPr="007370BB" w:rsidRDefault="00054D9B" w:rsidP="00966567">
            <w:pPr>
              <w:rPr>
                <w:rFonts w:ascii="Calibri Light" w:hAnsi="Calibri Light" w:cs="Calibri Light"/>
                <w:i/>
                <w:sz w:val="20"/>
                <w:szCs w:val="20"/>
                <w:lang w:val="lt-LT"/>
              </w:rPr>
            </w:pPr>
            <w:r w:rsidRPr="00054D9B">
              <w:rPr>
                <w:rFonts w:ascii="Calibri Light" w:hAnsi="Calibri Light" w:cs="Calibri Light"/>
                <w:bCs/>
                <w:i/>
                <w:sz w:val="20"/>
                <w:szCs w:val="20"/>
              </w:rPr>
              <w:t>80080,00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041564" w14:textId="4034AD37" w:rsidR="00770297" w:rsidRPr="007370BB" w:rsidRDefault="00054D9B" w:rsidP="00966567">
            <w:pPr>
              <w:rPr>
                <w:rFonts w:ascii="Calibri Light" w:hAnsi="Calibri Light" w:cs="Calibri Light"/>
                <w:i/>
                <w:sz w:val="20"/>
                <w:szCs w:val="20"/>
                <w:lang w:val="lt-LT"/>
              </w:rPr>
            </w:pPr>
            <w:r w:rsidRPr="00054D9B">
              <w:rPr>
                <w:rFonts w:ascii="Calibri Light" w:hAnsi="Calibri Light" w:cs="Calibri Light"/>
                <w:bCs/>
                <w:i/>
                <w:sz w:val="20"/>
                <w:szCs w:val="20"/>
              </w:rPr>
              <w:t>80080,00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B55FCA" w14:textId="1DF5A797" w:rsidR="00770297" w:rsidRPr="000A40E1" w:rsidRDefault="00666F6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96 896,80</w:t>
            </w:r>
          </w:p>
        </w:tc>
      </w:tr>
      <w:tr w:rsidR="00770297" w:rsidRPr="007370BB" w14:paraId="3D06CF1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8DDC9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w:t>
            </w:r>
          </w:p>
        </w:tc>
        <w:tc>
          <w:tcPr>
            <w:tcW w:w="3006" w:type="dxa"/>
            <w:shd w:val="clear" w:color="auto" w:fill="auto"/>
          </w:tcPr>
          <w:p w14:paraId="6B55304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IT, TP bylų, medžiagų sujungimo lango papildymas naujais duomenimis ir funkcijomis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28F07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9D468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A70E86" w14:textId="1986352A" w:rsidR="00770297" w:rsidRPr="007370BB" w:rsidRDefault="00261508" w:rsidP="00966567">
            <w:pPr>
              <w:rPr>
                <w:rFonts w:ascii="Calibri Light" w:hAnsi="Calibri Light" w:cs="Calibri Light"/>
                <w:i/>
                <w:sz w:val="20"/>
                <w:szCs w:val="20"/>
                <w:lang w:val="lt-LT"/>
              </w:rPr>
            </w:pPr>
            <w:r w:rsidRPr="00261508">
              <w:rPr>
                <w:rFonts w:ascii="Calibri Light" w:hAnsi="Calibri Light" w:cs="Calibri Light"/>
                <w:bCs/>
                <w:i/>
                <w:sz w:val="20"/>
                <w:szCs w:val="20"/>
              </w:rPr>
              <w:t>23100,00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E4D29E" w14:textId="4E8B1ED2" w:rsidR="00770297" w:rsidRPr="007370BB" w:rsidRDefault="00261508" w:rsidP="00966567">
            <w:pPr>
              <w:rPr>
                <w:rFonts w:ascii="Calibri Light" w:hAnsi="Calibri Light" w:cs="Calibri Light"/>
                <w:i/>
                <w:sz w:val="20"/>
                <w:szCs w:val="20"/>
                <w:lang w:val="lt-LT"/>
              </w:rPr>
            </w:pPr>
            <w:r w:rsidRPr="00261508">
              <w:rPr>
                <w:rFonts w:ascii="Calibri Light" w:hAnsi="Calibri Light" w:cs="Calibri Light"/>
                <w:bCs/>
                <w:i/>
                <w:sz w:val="20"/>
                <w:szCs w:val="20"/>
              </w:rPr>
              <w:t>23100,00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70CA1E" w14:textId="260C7AB1" w:rsidR="00770297" w:rsidRPr="000A40E1" w:rsidRDefault="0015182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27 951,00</w:t>
            </w:r>
          </w:p>
        </w:tc>
      </w:tr>
      <w:tr w:rsidR="00770297" w:rsidRPr="007370BB" w14:paraId="794E83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44933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w:t>
            </w:r>
          </w:p>
        </w:tc>
        <w:tc>
          <w:tcPr>
            <w:tcW w:w="3006" w:type="dxa"/>
            <w:shd w:val="clear" w:color="auto" w:fill="auto"/>
          </w:tcPr>
          <w:p w14:paraId="66D11666"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Procesinių dokumentų ir registruotų nusikalstamų veikų nedauginimas ikiteisminių tyrimų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552A5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45F29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78FE6" w14:textId="04A945AB" w:rsidR="00770297" w:rsidRPr="0072496A" w:rsidRDefault="0072496A" w:rsidP="00966567">
            <w:pPr>
              <w:rPr>
                <w:rFonts w:ascii="Calibri Light" w:hAnsi="Calibri Light" w:cs="Calibri Light"/>
                <w:i/>
                <w:sz w:val="20"/>
                <w:szCs w:val="20"/>
              </w:rPr>
            </w:pPr>
            <w:r>
              <w:rPr>
                <w:rFonts w:ascii="Calibri Light" w:hAnsi="Calibri Light" w:cs="Calibri Light"/>
                <w:i/>
                <w:sz w:val="20"/>
                <w:szCs w:val="20"/>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D8419F" w14:textId="78E95987" w:rsidR="00770297" w:rsidRPr="007370BB" w:rsidRDefault="0072496A" w:rsidP="00966567">
            <w:pPr>
              <w:rPr>
                <w:rFonts w:ascii="Calibri Light" w:hAnsi="Calibri Light" w:cs="Calibri Light"/>
                <w:i/>
                <w:sz w:val="20"/>
                <w:szCs w:val="20"/>
                <w:lang w:val="lt-LT"/>
              </w:rPr>
            </w:pPr>
            <w:r>
              <w:rPr>
                <w:rFonts w:ascii="Calibri Light" w:hAnsi="Calibri Light" w:cs="Calibri Light"/>
                <w:i/>
                <w:sz w:val="20"/>
                <w:szCs w:val="20"/>
                <w:lang w:val="lt-LT"/>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A4D26" w14:textId="43EA1FB7" w:rsidR="00770297" w:rsidRPr="000A40E1" w:rsidRDefault="0020085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26 087,60</w:t>
            </w:r>
          </w:p>
        </w:tc>
      </w:tr>
      <w:tr w:rsidR="00770297" w:rsidRPr="007370BB" w14:paraId="3CE41A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0CE21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6.</w:t>
            </w:r>
          </w:p>
        </w:tc>
        <w:tc>
          <w:tcPr>
            <w:tcW w:w="3006" w:type="dxa"/>
            <w:shd w:val="clear" w:color="auto" w:fill="auto"/>
          </w:tcPr>
          <w:p w14:paraId="0D49A79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Tyrimo grupės sudarymo, pakeitimo ir atvaizdavimo tyrimo eigoje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AEA6D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436A4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146BE" w14:textId="5A901C1A" w:rsidR="00770297" w:rsidRPr="007370BB" w:rsidRDefault="00F47A5C" w:rsidP="00966567">
            <w:pPr>
              <w:rPr>
                <w:rFonts w:ascii="Calibri Light" w:hAnsi="Calibri Light" w:cs="Calibri Light"/>
                <w:i/>
                <w:sz w:val="20"/>
                <w:szCs w:val="20"/>
                <w:lang w:val="lt-LT"/>
              </w:rPr>
            </w:pPr>
            <w:r w:rsidRPr="00F47A5C">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13A0CC" w14:textId="0F872122" w:rsidR="00770297" w:rsidRPr="007370BB" w:rsidRDefault="00F47A5C" w:rsidP="00966567">
            <w:pPr>
              <w:rPr>
                <w:rFonts w:ascii="Calibri Light" w:hAnsi="Calibri Light" w:cs="Calibri Light"/>
                <w:i/>
                <w:sz w:val="20"/>
                <w:szCs w:val="20"/>
                <w:lang w:val="lt-LT"/>
              </w:rPr>
            </w:pPr>
            <w:r w:rsidRPr="00F47A5C">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0C674E" w14:textId="61129179" w:rsidR="00770297" w:rsidRPr="000A40E1" w:rsidRDefault="00843CD9"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0E3E0AC7"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5CD9136"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7.</w:t>
            </w:r>
          </w:p>
        </w:tc>
        <w:tc>
          <w:tcPr>
            <w:tcW w:w="3006" w:type="dxa"/>
            <w:shd w:val="clear" w:color="auto" w:fill="auto"/>
          </w:tcPr>
          <w:p w14:paraId="0A487C11"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Didelės apimties dokumentų pildymas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CC5B8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E07BE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FEEED0" w14:textId="392C69FD" w:rsidR="00770297" w:rsidRPr="007370BB" w:rsidRDefault="003D48AC" w:rsidP="00966567">
            <w:pPr>
              <w:rPr>
                <w:rFonts w:ascii="Calibri Light" w:hAnsi="Calibri Light" w:cs="Calibri Light"/>
                <w:i/>
                <w:sz w:val="20"/>
                <w:szCs w:val="20"/>
                <w:lang w:val="lt-LT"/>
              </w:rPr>
            </w:pPr>
            <w:r w:rsidRPr="003D48AC">
              <w:rPr>
                <w:rFonts w:ascii="Calibri Light" w:hAnsi="Calibri Light" w:cs="Calibri Light"/>
                <w:bCs/>
                <w:i/>
                <w:sz w:val="20"/>
                <w:szCs w:val="20"/>
              </w:rPr>
              <w:t>60060,00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1C98D9" w14:textId="516F6040" w:rsidR="00770297" w:rsidRPr="007370BB" w:rsidRDefault="003D48AC" w:rsidP="00966567">
            <w:pPr>
              <w:rPr>
                <w:rFonts w:ascii="Calibri Light" w:hAnsi="Calibri Light" w:cs="Calibri Light"/>
                <w:i/>
                <w:sz w:val="20"/>
                <w:szCs w:val="20"/>
                <w:lang w:val="lt-LT"/>
              </w:rPr>
            </w:pPr>
            <w:r w:rsidRPr="003D48AC">
              <w:rPr>
                <w:rFonts w:ascii="Calibri Light" w:hAnsi="Calibri Light" w:cs="Calibri Light"/>
                <w:bCs/>
                <w:i/>
                <w:sz w:val="20"/>
                <w:szCs w:val="20"/>
              </w:rPr>
              <w:t>60060,00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209D44" w14:textId="794AED85" w:rsidR="00770297" w:rsidRPr="000A40E1" w:rsidRDefault="003D496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72 672,60</w:t>
            </w:r>
          </w:p>
        </w:tc>
      </w:tr>
      <w:tr w:rsidR="00770297" w:rsidRPr="007370BB" w14:paraId="2FB6BA6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303C4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8.</w:t>
            </w:r>
          </w:p>
        </w:tc>
        <w:tc>
          <w:tcPr>
            <w:tcW w:w="3006" w:type="dxa"/>
            <w:shd w:val="clear" w:color="auto" w:fill="auto"/>
          </w:tcPr>
          <w:p w14:paraId="3E861ECE"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Veiksmų, kuriuose yra  poveiksmis „Dokumentas pagal įstaigos blanką“ naujo poveiksmio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588D9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3CC20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EB8CA3" w14:textId="4DE1A79A" w:rsidR="00770297" w:rsidRPr="007370BB" w:rsidRDefault="00D5533D" w:rsidP="00966567">
            <w:pPr>
              <w:rPr>
                <w:rFonts w:ascii="Calibri Light" w:hAnsi="Calibri Light" w:cs="Calibri Light"/>
                <w:i/>
                <w:sz w:val="20"/>
                <w:szCs w:val="20"/>
                <w:lang w:val="lt-LT"/>
              </w:rPr>
            </w:pPr>
            <w:r w:rsidRPr="00D5533D">
              <w:rPr>
                <w:rFonts w:ascii="Calibri Light" w:hAnsi="Calibri Light" w:cs="Calibri Light"/>
                <w:bCs/>
                <w:i/>
                <w:sz w:val="20"/>
                <w:szCs w:val="20"/>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7F0ED3" w14:textId="7DA87499" w:rsidR="00770297" w:rsidRPr="007370BB" w:rsidRDefault="00D5533D" w:rsidP="00966567">
            <w:pPr>
              <w:rPr>
                <w:rFonts w:ascii="Calibri Light" w:hAnsi="Calibri Light" w:cs="Calibri Light"/>
                <w:i/>
                <w:sz w:val="20"/>
                <w:szCs w:val="20"/>
                <w:lang w:val="lt-LT"/>
              </w:rPr>
            </w:pPr>
            <w:r w:rsidRPr="00D5533D">
              <w:rPr>
                <w:rFonts w:ascii="Calibri Light" w:hAnsi="Calibri Light" w:cs="Calibri Light"/>
                <w:bCs/>
                <w:i/>
                <w:sz w:val="20"/>
                <w:szCs w:val="20"/>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6884AC" w14:textId="370EC784" w:rsidR="00770297" w:rsidRPr="000A40E1" w:rsidRDefault="00D2074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33 541,20</w:t>
            </w:r>
          </w:p>
        </w:tc>
      </w:tr>
      <w:tr w:rsidR="00770297" w:rsidRPr="007370BB" w14:paraId="733715E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019442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9.</w:t>
            </w:r>
          </w:p>
        </w:tc>
        <w:tc>
          <w:tcPr>
            <w:tcW w:w="3006" w:type="dxa"/>
            <w:shd w:val="clear" w:color="auto" w:fill="auto"/>
          </w:tcPr>
          <w:p w14:paraId="3457698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Procesinių dokumentų formų pildymo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77203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1C2AE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A6FE51" w14:textId="26951DA3" w:rsidR="00770297" w:rsidRPr="007370BB" w:rsidRDefault="00097DC9" w:rsidP="00966567">
            <w:pPr>
              <w:rPr>
                <w:rFonts w:ascii="Calibri Light" w:hAnsi="Calibri Light" w:cs="Calibri Light"/>
                <w:i/>
                <w:sz w:val="20"/>
                <w:szCs w:val="20"/>
                <w:lang w:val="lt-LT"/>
              </w:rPr>
            </w:pPr>
            <w:r w:rsidRPr="00097DC9">
              <w:rPr>
                <w:rFonts w:ascii="Calibri Light" w:hAnsi="Calibri Light" w:cs="Calibri Light"/>
                <w:bCs/>
                <w:i/>
                <w:sz w:val="20"/>
                <w:szCs w:val="20"/>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7742D1" w14:textId="29DD2047" w:rsidR="00770297" w:rsidRPr="007370BB" w:rsidRDefault="00097DC9" w:rsidP="00966567">
            <w:pPr>
              <w:rPr>
                <w:rFonts w:ascii="Calibri Light" w:hAnsi="Calibri Light" w:cs="Calibri Light"/>
                <w:i/>
                <w:sz w:val="20"/>
                <w:szCs w:val="20"/>
                <w:lang w:val="lt-LT"/>
              </w:rPr>
            </w:pPr>
            <w:r w:rsidRPr="00097DC9">
              <w:rPr>
                <w:rFonts w:ascii="Calibri Light" w:hAnsi="Calibri Light" w:cs="Calibri Light"/>
                <w:bCs/>
                <w:i/>
                <w:sz w:val="20"/>
                <w:szCs w:val="20"/>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4B1A28" w14:textId="73C50C5A" w:rsidR="00770297" w:rsidRPr="000A40E1" w:rsidRDefault="00B071B5"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2 202,20</w:t>
            </w:r>
          </w:p>
        </w:tc>
      </w:tr>
      <w:tr w:rsidR="00770297" w:rsidRPr="007370BB" w14:paraId="5D8A874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350CAB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10.</w:t>
            </w:r>
          </w:p>
        </w:tc>
        <w:tc>
          <w:tcPr>
            <w:tcW w:w="3006" w:type="dxa"/>
            <w:shd w:val="clear" w:color="auto" w:fill="auto"/>
          </w:tcPr>
          <w:p w14:paraId="6D7DA013"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Dokumentų paieškos praplėtimas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72F1B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AEBF4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D1EE6" w14:textId="2D7109B2" w:rsidR="00770297" w:rsidRPr="007370BB" w:rsidRDefault="00D23392" w:rsidP="00966567">
            <w:pPr>
              <w:rPr>
                <w:rFonts w:ascii="Calibri Light" w:hAnsi="Calibri Light" w:cs="Calibri Light"/>
                <w:i/>
                <w:sz w:val="20"/>
                <w:szCs w:val="20"/>
                <w:lang w:val="lt-LT"/>
              </w:rPr>
            </w:pPr>
            <w:r w:rsidRPr="00D23392">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C72D0E" w14:textId="56AD7E77" w:rsidR="00770297" w:rsidRPr="007370BB" w:rsidRDefault="00D23392" w:rsidP="00966567">
            <w:pPr>
              <w:rPr>
                <w:rFonts w:ascii="Calibri Light" w:hAnsi="Calibri Light" w:cs="Calibri Light"/>
                <w:i/>
                <w:sz w:val="20"/>
                <w:szCs w:val="20"/>
                <w:lang w:val="lt-LT"/>
              </w:rPr>
            </w:pPr>
            <w:r w:rsidRPr="00D23392">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184136" w14:textId="08857C68" w:rsidR="00770297" w:rsidRPr="000A40E1" w:rsidRDefault="00AF67C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3937E76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73FC9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11.</w:t>
            </w:r>
          </w:p>
        </w:tc>
        <w:tc>
          <w:tcPr>
            <w:tcW w:w="3006" w:type="dxa"/>
            <w:shd w:val="clear" w:color="auto" w:fill="auto"/>
          </w:tcPr>
          <w:p w14:paraId="4AAE123C"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Naudingos informacijos rodymas prie konkretaus dokumento ir medžiagos, IT, TP bylos pirmame lange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FE586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92EBC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6CAC4E" w14:textId="5EDD321E" w:rsidR="00770297" w:rsidRPr="007370BB" w:rsidRDefault="00E70FD5" w:rsidP="00966567">
            <w:pPr>
              <w:rPr>
                <w:rFonts w:ascii="Calibri Light" w:hAnsi="Calibri Light" w:cs="Calibri Light"/>
                <w:i/>
                <w:sz w:val="20"/>
                <w:szCs w:val="20"/>
                <w:lang w:val="lt-LT"/>
              </w:rPr>
            </w:pPr>
            <w:r w:rsidRPr="00E70FD5">
              <w:rPr>
                <w:rFonts w:ascii="Calibri Light" w:hAnsi="Calibri Light" w:cs="Calibri Light"/>
                <w:bCs/>
                <w:i/>
                <w:sz w:val="20"/>
                <w:szCs w:val="20"/>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1AF2D7" w14:textId="0E5E43B3" w:rsidR="00770297" w:rsidRPr="007370BB" w:rsidRDefault="00E70FD5" w:rsidP="00966567">
            <w:pPr>
              <w:rPr>
                <w:rFonts w:ascii="Calibri Light" w:hAnsi="Calibri Light" w:cs="Calibri Light"/>
                <w:i/>
                <w:sz w:val="20"/>
                <w:szCs w:val="20"/>
                <w:lang w:val="lt-LT"/>
              </w:rPr>
            </w:pPr>
            <w:r w:rsidRPr="00E70FD5">
              <w:rPr>
                <w:rFonts w:ascii="Calibri Light" w:hAnsi="Calibri Light" w:cs="Calibri Light"/>
                <w:bCs/>
                <w:i/>
                <w:sz w:val="20"/>
                <w:szCs w:val="20"/>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31F63" w14:textId="0CDBBB73" w:rsidR="00770297" w:rsidRPr="000A40E1" w:rsidRDefault="00363DD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37 268,00</w:t>
            </w:r>
          </w:p>
        </w:tc>
      </w:tr>
      <w:tr w:rsidR="00770297" w:rsidRPr="007370BB" w14:paraId="752090F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0B5AE2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12.</w:t>
            </w:r>
          </w:p>
        </w:tc>
        <w:tc>
          <w:tcPr>
            <w:tcW w:w="3006" w:type="dxa"/>
            <w:shd w:val="clear" w:color="auto" w:fill="auto"/>
          </w:tcPr>
          <w:p w14:paraId="44E7673C"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Pavaldžių prokurorų  bylų/medžiagų sąrašų lentelių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704AC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F28AC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C34C03" w14:textId="1B3960E5" w:rsidR="00770297" w:rsidRPr="007370BB" w:rsidRDefault="00005966" w:rsidP="00966567">
            <w:pPr>
              <w:rPr>
                <w:rFonts w:ascii="Calibri Light" w:hAnsi="Calibri Light" w:cs="Calibri Light"/>
                <w:i/>
                <w:sz w:val="20"/>
                <w:szCs w:val="20"/>
                <w:lang w:val="lt-LT"/>
              </w:rPr>
            </w:pPr>
            <w:r w:rsidRPr="00005966">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47E6D4" w14:textId="69BEF8C7" w:rsidR="00770297" w:rsidRPr="007370BB" w:rsidRDefault="00005966" w:rsidP="00966567">
            <w:pPr>
              <w:rPr>
                <w:rFonts w:ascii="Calibri Light" w:hAnsi="Calibri Light" w:cs="Calibri Light"/>
                <w:i/>
                <w:sz w:val="20"/>
                <w:szCs w:val="20"/>
                <w:lang w:val="lt-LT"/>
              </w:rPr>
            </w:pPr>
            <w:r w:rsidRPr="00005966">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6F47C2" w14:textId="3EBCB6E5" w:rsidR="00770297" w:rsidRPr="000A40E1" w:rsidRDefault="002742E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47D0318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65B24F"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13.</w:t>
            </w:r>
          </w:p>
        </w:tc>
        <w:tc>
          <w:tcPr>
            <w:tcW w:w="3006" w:type="dxa"/>
            <w:shd w:val="clear" w:color="auto" w:fill="auto"/>
          </w:tcPr>
          <w:p w14:paraId="4176809A"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integracijos su Užimtumo tarnybos duomenų baze,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30702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4C858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AC6158" w14:textId="61369635" w:rsidR="00770297" w:rsidRPr="007370BB" w:rsidRDefault="0026413E" w:rsidP="00966567">
            <w:pPr>
              <w:rPr>
                <w:rFonts w:ascii="Calibri Light" w:hAnsi="Calibri Light" w:cs="Calibri Light"/>
                <w:i/>
                <w:sz w:val="20"/>
                <w:szCs w:val="20"/>
                <w:lang w:val="lt-LT"/>
              </w:rPr>
            </w:pPr>
            <w:r w:rsidRPr="0026413E">
              <w:rPr>
                <w:rFonts w:ascii="Calibri Light" w:hAnsi="Calibri Light" w:cs="Calibri Light"/>
                <w:bCs/>
                <w:i/>
                <w:sz w:val="20"/>
                <w:szCs w:val="20"/>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F2EC1" w14:textId="4ADEBD9F" w:rsidR="00770297" w:rsidRPr="007370BB" w:rsidRDefault="0026413E" w:rsidP="00966567">
            <w:pPr>
              <w:rPr>
                <w:rFonts w:ascii="Calibri Light" w:hAnsi="Calibri Light" w:cs="Calibri Light"/>
                <w:i/>
                <w:sz w:val="20"/>
                <w:szCs w:val="20"/>
                <w:lang w:val="lt-LT"/>
              </w:rPr>
            </w:pPr>
            <w:r w:rsidRPr="0026413E">
              <w:rPr>
                <w:rFonts w:ascii="Calibri Light" w:hAnsi="Calibri Light" w:cs="Calibri Light"/>
                <w:bCs/>
                <w:i/>
                <w:sz w:val="20"/>
                <w:szCs w:val="20"/>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518E63" w14:textId="1A5D75F5"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37268,00</w:t>
            </w:r>
          </w:p>
        </w:tc>
      </w:tr>
      <w:tr w:rsidR="00770297" w:rsidRPr="007370BB" w14:paraId="2D79A1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907C48F"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14.</w:t>
            </w:r>
          </w:p>
        </w:tc>
        <w:tc>
          <w:tcPr>
            <w:tcW w:w="3006" w:type="dxa"/>
            <w:shd w:val="clear" w:color="auto" w:fill="auto"/>
          </w:tcPr>
          <w:p w14:paraId="5A0C593F"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 xml:space="preserve">Atskiro veiksmo „Turto tyrimas“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C8A1A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EF30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330911" w14:textId="38CF9B5D" w:rsidR="00770297" w:rsidRPr="007370BB" w:rsidRDefault="008B2D96" w:rsidP="00966567">
            <w:pPr>
              <w:rPr>
                <w:rFonts w:ascii="Calibri Light" w:hAnsi="Calibri Light" w:cs="Calibri Light"/>
                <w:i/>
                <w:sz w:val="20"/>
                <w:szCs w:val="20"/>
                <w:lang w:val="lt-LT"/>
              </w:rPr>
            </w:pPr>
            <w:r w:rsidRPr="008B2D96">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EFCF95" w14:textId="3C6AD30D" w:rsidR="00770297" w:rsidRPr="007370BB" w:rsidRDefault="008B2D96" w:rsidP="00966567">
            <w:pPr>
              <w:rPr>
                <w:rFonts w:ascii="Calibri Light" w:hAnsi="Calibri Light" w:cs="Calibri Light"/>
                <w:i/>
                <w:sz w:val="20"/>
                <w:szCs w:val="20"/>
                <w:lang w:val="lt-LT"/>
              </w:rPr>
            </w:pPr>
            <w:r w:rsidRPr="008B2D96">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FB4B03" w14:textId="0E7CECC5" w:rsidR="00770297" w:rsidRPr="000A40E1" w:rsidRDefault="008C133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5FDCFD4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E3B95B4"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15.</w:t>
            </w:r>
          </w:p>
        </w:tc>
        <w:tc>
          <w:tcPr>
            <w:tcW w:w="3006" w:type="dxa"/>
            <w:shd w:val="clear" w:color="auto" w:fill="auto"/>
          </w:tcPr>
          <w:p w14:paraId="3EEAF4E8"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Funkcionalumo, susijusio su teisių suteikimu veiksme „Atskiras pavedimas“,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C22BF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1C973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1EA94" w14:textId="56439D18" w:rsidR="00770297" w:rsidRPr="007370BB" w:rsidRDefault="00A80F95" w:rsidP="00966567">
            <w:pPr>
              <w:rPr>
                <w:rFonts w:ascii="Calibri Light" w:hAnsi="Calibri Light" w:cs="Calibri Light"/>
                <w:i/>
                <w:sz w:val="20"/>
                <w:szCs w:val="20"/>
                <w:lang w:val="lt-LT"/>
              </w:rPr>
            </w:pPr>
            <w:r w:rsidRPr="00A80F95">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F10242" w14:textId="17D0AA83" w:rsidR="00770297" w:rsidRPr="007370BB" w:rsidRDefault="00A80F95" w:rsidP="00966567">
            <w:pPr>
              <w:rPr>
                <w:rFonts w:ascii="Calibri Light" w:hAnsi="Calibri Light" w:cs="Calibri Light"/>
                <w:i/>
                <w:sz w:val="20"/>
                <w:szCs w:val="20"/>
                <w:lang w:val="lt-LT"/>
              </w:rPr>
            </w:pPr>
            <w:r w:rsidRPr="00A80F95">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F09DA8" w14:textId="7F749ABD" w:rsidR="00770297" w:rsidRPr="000A40E1" w:rsidRDefault="003F6CC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28FE49D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BEDCFC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16.</w:t>
            </w:r>
          </w:p>
        </w:tc>
        <w:tc>
          <w:tcPr>
            <w:tcW w:w="3006" w:type="dxa"/>
            <w:shd w:val="clear" w:color="auto" w:fill="auto"/>
          </w:tcPr>
          <w:p w14:paraId="2D48111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Sukurti galimybę suteikti teises nustatytą laikotarpį į IT, TP bylas ir medžiagas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C410A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C0593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2C99A8" w14:textId="624D0C67" w:rsidR="00770297" w:rsidRPr="007370BB" w:rsidRDefault="006A4D72" w:rsidP="00966567">
            <w:pPr>
              <w:rPr>
                <w:rFonts w:ascii="Calibri Light" w:hAnsi="Calibri Light" w:cs="Calibri Light"/>
                <w:i/>
                <w:sz w:val="20"/>
                <w:szCs w:val="20"/>
                <w:lang w:val="lt-LT"/>
              </w:rPr>
            </w:pPr>
            <w:r w:rsidRPr="006A4D72">
              <w:rPr>
                <w:rFonts w:ascii="Calibri Light" w:hAnsi="Calibri Light" w:cs="Calibri Light"/>
                <w:bCs/>
                <w:i/>
                <w:sz w:val="20"/>
                <w:szCs w:val="20"/>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0F9EB7" w14:textId="6F16C412" w:rsidR="00770297" w:rsidRPr="007370BB" w:rsidRDefault="006A4D72" w:rsidP="00966567">
            <w:pPr>
              <w:rPr>
                <w:rFonts w:ascii="Calibri Light" w:hAnsi="Calibri Light" w:cs="Calibri Light"/>
                <w:i/>
                <w:sz w:val="20"/>
                <w:szCs w:val="20"/>
                <w:lang w:val="lt-LT"/>
              </w:rPr>
            </w:pPr>
            <w:r w:rsidRPr="006A4D72">
              <w:rPr>
                <w:rFonts w:ascii="Calibri Light" w:hAnsi="Calibri Light" w:cs="Calibri Light"/>
                <w:bCs/>
                <w:i/>
                <w:sz w:val="20"/>
                <w:szCs w:val="20"/>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48C6C5" w14:textId="26890E93" w:rsidR="00770297" w:rsidRPr="000A40E1" w:rsidRDefault="00C32D8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26 087,60</w:t>
            </w:r>
          </w:p>
        </w:tc>
      </w:tr>
      <w:tr w:rsidR="00770297" w:rsidRPr="007370BB" w14:paraId="3706338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6266A9"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17.</w:t>
            </w:r>
          </w:p>
        </w:tc>
        <w:tc>
          <w:tcPr>
            <w:tcW w:w="3006" w:type="dxa"/>
            <w:shd w:val="clear" w:color="auto" w:fill="auto"/>
          </w:tcPr>
          <w:p w14:paraId="600940C7"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Nutarimo patikslinimo/taisymo funkcionalumo sukūrimas ir papildomas duomenų perdavimas į ĮKNR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06F4E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EDF6E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2572C8" w14:textId="4BB95E2A" w:rsidR="00770297" w:rsidRPr="007370BB" w:rsidRDefault="009814EF" w:rsidP="00966567">
            <w:pPr>
              <w:rPr>
                <w:rFonts w:ascii="Calibri Light" w:hAnsi="Calibri Light" w:cs="Calibri Light"/>
                <w:i/>
                <w:sz w:val="20"/>
                <w:szCs w:val="20"/>
                <w:lang w:val="lt-LT"/>
              </w:rPr>
            </w:pPr>
            <w:r w:rsidRPr="009814EF">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B10FFD" w14:textId="3C2C327D" w:rsidR="00770297" w:rsidRPr="007370BB" w:rsidRDefault="009814EF" w:rsidP="00966567">
            <w:pPr>
              <w:rPr>
                <w:rFonts w:ascii="Calibri Light" w:hAnsi="Calibri Light" w:cs="Calibri Light"/>
                <w:i/>
                <w:sz w:val="20"/>
                <w:szCs w:val="20"/>
                <w:lang w:val="lt-LT"/>
              </w:rPr>
            </w:pPr>
            <w:r w:rsidRPr="009814EF">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BF32A1" w14:textId="3106C121" w:rsidR="00770297" w:rsidRPr="000A40E1" w:rsidRDefault="007C3467"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6C8C100F"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3F4021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18.</w:t>
            </w:r>
          </w:p>
        </w:tc>
        <w:tc>
          <w:tcPr>
            <w:tcW w:w="3006" w:type="dxa"/>
            <w:shd w:val="clear" w:color="auto" w:fill="auto"/>
          </w:tcPr>
          <w:p w14:paraId="4300CE6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Dokumentų komentarų rodymo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F9FE3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992B9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A0384" w14:textId="20E04E2D" w:rsidR="00770297" w:rsidRPr="007370BB" w:rsidRDefault="009F04C0" w:rsidP="00966567">
            <w:pPr>
              <w:rPr>
                <w:rFonts w:ascii="Calibri Light" w:hAnsi="Calibri Light" w:cs="Calibri Light"/>
                <w:i/>
                <w:sz w:val="20"/>
                <w:szCs w:val="20"/>
                <w:lang w:val="lt-LT"/>
              </w:rPr>
            </w:pPr>
            <w:r w:rsidRPr="009F04C0">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5B99F" w14:textId="50364FB2" w:rsidR="00770297" w:rsidRPr="007370BB" w:rsidRDefault="009F04C0" w:rsidP="00966567">
            <w:pPr>
              <w:rPr>
                <w:rFonts w:ascii="Calibri Light" w:hAnsi="Calibri Light" w:cs="Calibri Light"/>
                <w:i/>
                <w:sz w:val="20"/>
                <w:szCs w:val="20"/>
                <w:lang w:val="lt-LT"/>
              </w:rPr>
            </w:pPr>
            <w:r w:rsidRPr="009F04C0">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3EB3FE" w14:textId="1364ED12" w:rsidR="00770297" w:rsidRPr="000A40E1" w:rsidRDefault="00D37FB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54FA33F6"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50F8C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19.</w:t>
            </w:r>
          </w:p>
        </w:tc>
        <w:tc>
          <w:tcPr>
            <w:tcW w:w="3006" w:type="dxa"/>
            <w:shd w:val="clear" w:color="auto" w:fill="auto"/>
          </w:tcPr>
          <w:p w14:paraId="416592EF"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Naujos rezoliucijos sukūrimas ir esamų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C2B91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4347C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64FFA" w14:textId="09F05594" w:rsidR="00770297" w:rsidRPr="007370BB" w:rsidRDefault="00104018" w:rsidP="00966567">
            <w:pPr>
              <w:rPr>
                <w:rFonts w:ascii="Calibri Light" w:hAnsi="Calibri Light" w:cs="Calibri Light"/>
                <w:i/>
                <w:sz w:val="20"/>
                <w:szCs w:val="20"/>
                <w:lang w:val="lt-LT"/>
              </w:rPr>
            </w:pPr>
            <w:r w:rsidRPr="00104018">
              <w:rPr>
                <w:rFonts w:ascii="Calibri Light" w:hAnsi="Calibri Light" w:cs="Calibri Light"/>
                <w:bCs/>
                <w:i/>
                <w:sz w:val="20"/>
                <w:szCs w:val="20"/>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D6EED4" w14:textId="7D1979A1" w:rsidR="00770297" w:rsidRPr="007370BB" w:rsidRDefault="00104018" w:rsidP="00966567">
            <w:pPr>
              <w:rPr>
                <w:rFonts w:ascii="Calibri Light" w:hAnsi="Calibri Light" w:cs="Calibri Light"/>
                <w:i/>
                <w:sz w:val="20"/>
                <w:szCs w:val="20"/>
                <w:lang w:val="lt-LT"/>
              </w:rPr>
            </w:pPr>
            <w:r w:rsidRPr="00104018">
              <w:rPr>
                <w:rFonts w:ascii="Calibri Light" w:hAnsi="Calibri Light" w:cs="Calibri Light"/>
                <w:bCs/>
                <w:i/>
                <w:sz w:val="20"/>
                <w:szCs w:val="20"/>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952005" w14:textId="1FD97BCD" w:rsidR="00770297" w:rsidRPr="000A40E1" w:rsidRDefault="00F50B8A"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31 677,80</w:t>
            </w:r>
          </w:p>
        </w:tc>
      </w:tr>
      <w:tr w:rsidR="00770297" w:rsidRPr="007370BB" w14:paraId="046F623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DA83D89"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20.</w:t>
            </w:r>
          </w:p>
        </w:tc>
        <w:tc>
          <w:tcPr>
            <w:tcW w:w="3006" w:type="dxa"/>
            <w:shd w:val="clear" w:color="auto" w:fill="auto"/>
          </w:tcPr>
          <w:p w14:paraId="5A4D6A17"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integracijos su PADIS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EBCC7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1008C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ED8A6" w14:textId="5FC8AABB" w:rsidR="00770297" w:rsidRPr="007370BB" w:rsidRDefault="00CC207E" w:rsidP="00966567">
            <w:pPr>
              <w:rPr>
                <w:rFonts w:ascii="Calibri Light" w:hAnsi="Calibri Light" w:cs="Calibri Light"/>
                <w:i/>
                <w:sz w:val="20"/>
                <w:szCs w:val="20"/>
                <w:lang w:val="lt-LT"/>
              </w:rPr>
            </w:pPr>
            <w:r w:rsidRPr="00CC207E">
              <w:rPr>
                <w:rFonts w:ascii="Calibri Light" w:hAnsi="Calibri Light" w:cs="Calibri Light"/>
                <w:bCs/>
                <w:i/>
                <w:sz w:val="20"/>
                <w:szCs w:val="20"/>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3A1E11" w14:textId="0345F106" w:rsidR="00770297" w:rsidRPr="007370BB" w:rsidRDefault="00CC207E" w:rsidP="00966567">
            <w:pPr>
              <w:rPr>
                <w:rFonts w:ascii="Calibri Light" w:hAnsi="Calibri Light" w:cs="Calibri Light"/>
                <w:i/>
                <w:sz w:val="20"/>
                <w:szCs w:val="20"/>
                <w:lang w:val="lt-LT"/>
              </w:rPr>
            </w:pPr>
            <w:r w:rsidRPr="00CC207E">
              <w:rPr>
                <w:rFonts w:ascii="Calibri Light" w:hAnsi="Calibri Light" w:cs="Calibri Light"/>
                <w:bCs/>
                <w:i/>
                <w:sz w:val="20"/>
                <w:szCs w:val="20"/>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A029C5" w14:textId="1221BEE3" w:rsidR="00770297" w:rsidRPr="000A40E1" w:rsidRDefault="00821B3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33 541,20</w:t>
            </w:r>
          </w:p>
        </w:tc>
      </w:tr>
      <w:tr w:rsidR="00770297" w:rsidRPr="007370BB" w14:paraId="2C0251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18280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21.</w:t>
            </w:r>
          </w:p>
        </w:tc>
        <w:tc>
          <w:tcPr>
            <w:tcW w:w="3006" w:type="dxa"/>
            <w:shd w:val="clear" w:color="auto" w:fill="auto"/>
          </w:tcPr>
          <w:p w14:paraId="79C58AE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Naujų automatinių užduočių medžiagose ir IT bylose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6DEC3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0C24B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EA654A" w14:textId="4040AA40" w:rsidR="00770297" w:rsidRPr="007370BB" w:rsidRDefault="0047490D" w:rsidP="00966567">
            <w:pPr>
              <w:rPr>
                <w:rFonts w:ascii="Calibri Light" w:hAnsi="Calibri Light" w:cs="Calibri Light"/>
                <w:i/>
                <w:sz w:val="20"/>
                <w:szCs w:val="20"/>
                <w:lang w:val="lt-LT"/>
              </w:rPr>
            </w:pPr>
            <w:r w:rsidRPr="0047490D">
              <w:rPr>
                <w:rFonts w:ascii="Calibri Light" w:hAnsi="Calibri Light" w:cs="Calibri Light"/>
                <w:bCs/>
                <w:i/>
                <w:sz w:val="20"/>
                <w:szCs w:val="20"/>
              </w:rPr>
              <w:t>3990,00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3CA0AB" w14:textId="4C267837" w:rsidR="00770297" w:rsidRPr="007370BB" w:rsidRDefault="009376BF" w:rsidP="00966567">
            <w:pPr>
              <w:rPr>
                <w:rFonts w:ascii="Calibri Light" w:hAnsi="Calibri Light" w:cs="Calibri Light"/>
                <w:i/>
                <w:sz w:val="20"/>
                <w:szCs w:val="20"/>
                <w:lang w:val="lt-LT"/>
              </w:rPr>
            </w:pPr>
            <w:r w:rsidRPr="0047490D">
              <w:rPr>
                <w:rFonts w:ascii="Calibri Light" w:hAnsi="Calibri Light" w:cs="Calibri Light"/>
                <w:bCs/>
                <w:i/>
                <w:sz w:val="20"/>
                <w:szCs w:val="20"/>
              </w:rPr>
              <w:t>3990,00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CC9B1" w14:textId="57E82652" w:rsidR="00770297" w:rsidRPr="000A40E1" w:rsidRDefault="009376B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4 827,90</w:t>
            </w:r>
          </w:p>
        </w:tc>
      </w:tr>
      <w:tr w:rsidR="00770297" w:rsidRPr="007370BB" w14:paraId="30739F8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03895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22.</w:t>
            </w:r>
          </w:p>
        </w:tc>
        <w:tc>
          <w:tcPr>
            <w:tcW w:w="3006" w:type="dxa"/>
            <w:shd w:val="clear" w:color="auto" w:fill="auto"/>
          </w:tcPr>
          <w:p w14:paraId="52B9FE91"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Asmens giminystės ryšių gavimo integracijos sukūrimas ir parodymas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67E0A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2810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BC7D8D" w14:textId="5DFC860B" w:rsidR="00770297" w:rsidRPr="007370BB" w:rsidRDefault="009131CE" w:rsidP="00966567">
            <w:pPr>
              <w:rPr>
                <w:rFonts w:ascii="Calibri Light" w:hAnsi="Calibri Light" w:cs="Calibri Light"/>
                <w:i/>
                <w:sz w:val="20"/>
                <w:szCs w:val="20"/>
                <w:lang w:val="lt-LT"/>
              </w:rPr>
            </w:pPr>
            <w:r w:rsidRPr="009131CE">
              <w:rPr>
                <w:rFonts w:ascii="Calibri Light" w:hAnsi="Calibri Light" w:cs="Calibri Light"/>
                <w:bCs/>
                <w:i/>
                <w:sz w:val="20"/>
                <w:szCs w:val="20"/>
              </w:rPr>
              <w:t>26950,00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2950CF" w14:textId="4DB2EABE" w:rsidR="00770297" w:rsidRPr="007370BB" w:rsidRDefault="009131CE" w:rsidP="00966567">
            <w:pPr>
              <w:rPr>
                <w:rFonts w:ascii="Calibri Light" w:hAnsi="Calibri Light" w:cs="Calibri Light"/>
                <w:i/>
                <w:sz w:val="20"/>
                <w:szCs w:val="20"/>
                <w:lang w:val="lt-LT"/>
              </w:rPr>
            </w:pPr>
            <w:r w:rsidRPr="009131CE">
              <w:rPr>
                <w:rFonts w:ascii="Calibri Light" w:hAnsi="Calibri Light" w:cs="Calibri Light"/>
                <w:bCs/>
                <w:i/>
                <w:sz w:val="20"/>
                <w:szCs w:val="20"/>
              </w:rPr>
              <w:t>26950,00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0DCCB8" w14:textId="50F7AC69" w:rsidR="00770297" w:rsidRPr="000A40E1" w:rsidRDefault="00C528D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32 609,50</w:t>
            </w:r>
          </w:p>
        </w:tc>
      </w:tr>
      <w:tr w:rsidR="00770297" w:rsidRPr="007370BB" w14:paraId="252D02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BC2BCD"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23.</w:t>
            </w:r>
          </w:p>
        </w:tc>
        <w:tc>
          <w:tcPr>
            <w:tcW w:w="3006" w:type="dxa"/>
            <w:shd w:val="clear" w:color="auto" w:fill="auto"/>
          </w:tcPr>
          <w:p w14:paraId="73E939ED"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TP bylų procesų, dokumentų ir veiksmų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602CD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A5E62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7C995A" w14:textId="0F238887" w:rsidR="00770297" w:rsidRPr="007370BB" w:rsidRDefault="00575740" w:rsidP="00966567">
            <w:pPr>
              <w:rPr>
                <w:rFonts w:ascii="Calibri Light" w:hAnsi="Calibri Light" w:cs="Calibri Light"/>
                <w:i/>
                <w:sz w:val="20"/>
                <w:szCs w:val="20"/>
                <w:lang w:val="lt-LT"/>
              </w:rPr>
            </w:pPr>
            <w:r w:rsidRPr="00575740">
              <w:rPr>
                <w:rFonts w:ascii="Calibri Light" w:hAnsi="Calibri Light" w:cs="Calibri Light"/>
                <w:bCs/>
                <w:i/>
                <w:sz w:val="20"/>
                <w:szCs w:val="20"/>
              </w:rPr>
              <w:t>49000,00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13EA56" w14:textId="5331894E" w:rsidR="00770297" w:rsidRPr="007370BB" w:rsidRDefault="00575740" w:rsidP="00966567">
            <w:pPr>
              <w:rPr>
                <w:rFonts w:ascii="Calibri Light" w:hAnsi="Calibri Light" w:cs="Calibri Light"/>
                <w:i/>
                <w:sz w:val="20"/>
                <w:szCs w:val="20"/>
                <w:lang w:val="lt-LT"/>
              </w:rPr>
            </w:pPr>
            <w:r w:rsidRPr="00575740">
              <w:rPr>
                <w:rFonts w:ascii="Calibri Light" w:hAnsi="Calibri Light" w:cs="Calibri Light"/>
                <w:bCs/>
                <w:i/>
                <w:sz w:val="20"/>
                <w:szCs w:val="20"/>
              </w:rPr>
              <w:t>49000,00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11BA83" w14:textId="3C3F72DB" w:rsidR="00770297" w:rsidRPr="000A40E1" w:rsidRDefault="002557F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59 290,00</w:t>
            </w:r>
          </w:p>
        </w:tc>
      </w:tr>
      <w:tr w:rsidR="00770297" w:rsidRPr="007370BB" w14:paraId="09846C7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AB9DA0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24.</w:t>
            </w:r>
          </w:p>
        </w:tc>
        <w:tc>
          <w:tcPr>
            <w:tcW w:w="3006" w:type="dxa"/>
            <w:shd w:val="clear" w:color="auto" w:fill="auto"/>
          </w:tcPr>
          <w:p w14:paraId="56EE42A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Bylos įspėjimų atvaizdavimas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7F705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05562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6F7E1" w14:textId="10F352E8" w:rsidR="00770297" w:rsidRPr="007370BB" w:rsidRDefault="00583E55" w:rsidP="00966567">
            <w:pPr>
              <w:rPr>
                <w:rFonts w:ascii="Calibri Light" w:hAnsi="Calibri Light" w:cs="Calibri Light"/>
                <w:i/>
                <w:sz w:val="20"/>
                <w:szCs w:val="20"/>
                <w:lang w:val="lt-LT"/>
              </w:rPr>
            </w:pPr>
            <w:r w:rsidRPr="00583E55">
              <w:rPr>
                <w:rFonts w:ascii="Calibri Light" w:hAnsi="Calibri Light" w:cs="Calibri Light"/>
                <w:bCs/>
                <w:i/>
                <w:sz w:val="20"/>
                <w:szCs w:val="20"/>
              </w:rPr>
              <w:t>10150,00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C2020D1" w14:textId="7E1D49F5" w:rsidR="00770297" w:rsidRPr="007370BB" w:rsidRDefault="00583E55" w:rsidP="00966567">
            <w:pPr>
              <w:rPr>
                <w:rFonts w:ascii="Calibri Light" w:hAnsi="Calibri Light" w:cs="Calibri Light"/>
                <w:i/>
                <w:sz w:val="20"/>
                <w:szCs w:val="20"/>
                <w:lang w:val="lt-LT"/>
              </w:rPr>
            </w:pPr>
            <w:r w:rsidRPr="00583E55">
              <w:rPr>
                <w:rFonts w:ascii="Calibri Light" w:hAnsi="Calibri Light" w:cs="Calibri Light"/>
                <w:bCs/>
                <w:i/>
                <w:sz w:val="20"/>
                <w:szCs w:val="20"/>
              </w:rPr>
              <w:t>10150,00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97E6F7" w14:textId="66AA1660" w:rsidR="00770297" w:rsidRPr="000A40E1" w:rsidRDefault="002519F9"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12 281,50</w:t>
            </w:r>
          </w:p>
        </w:tc>
      </w:tr>
      <w:tr w:rsidR="00770297" w:rsidRPr="007370BB" w14:paraId="5D3540B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842102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25.</w:t>
            </w:r>
          </w:p>
        </w:tc>
        <w:tc>
          <w:tcPr>
            <w:tcW w:w="3006" w:type="dxa"/>
            <w:shd w:val="clear" w:color="auto" w:fill="auto"/>
          </w:tcPr>
          <w:p w14:paraId="5972C33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Sisteminių IBPS užduočių vykdymo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B727E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81F75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9E60B" w14:textId="40FAF9F5" w:rsidR="00770297" w:rsidRPr="007370BB" w:rsidRDefault="004C49DE" w:rsidP="00966567">
            <w:pPr>
              <w:rPr>
                <w:rFonts w:ascii="Calibri Light" w:hAnsi="Calibri Light" w:cs="Calibri Light"/>
                <w:i/>
                <w:sz w:val="20"/>
                <w:szCs w:val="20"/>
                <w:lang w:val="lt-LT"/>
              </w:rPr>
            </w:pPr>
            <w:r w:rsidRPr="004C49DE">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FB2B5C" w14:textId="5CEBDBEB" w:rsidR="00770297" w:rsidRPr="007370BB" w:rsidRDefault="004C49DE" w:rsidP="00966567">
            <w:pPr>
              <w:rPr>
                <w:rFonts w:ascii="Calibri Light" w:hAnsi="Calibri Light" w:cs="Calibri Light"/>
                <w:i/>
                <w:sz w:val="20"/>
                <w:szCs w:val="20"/>
                <w:lang w:val="lt-LT"/>
              </w:rPr>
            </w:pPr>
            <w:r w:rsidRPr="004C49DE">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BB2989" w14:textId="056D5E12" w:rsidR="00770297" w:rsidRPr="000A40E1" w:rsidRDefault="00741B8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6BB0E28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FF8A8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26.</w:t>
            </w:r>
          </w:p>
        </w:tc>
        <w:tc>
          <w:tcPr>
            <w:tcW w:w="3006" w:type="dxa"/>
            <w:shd w:val="clear" w:color="auto" w:fill="auto"/>
          </w:tcPr>
          <w:p w14:paraId="0C737C00"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EPP dokumento, kuriam teikiamas skundas ar atsakymas, peržiūra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68BCA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1941E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023DD2" w14:textId="692AEB7D" w:rsidR="00770297" w:rsidRPr="007370BB" w:rsidRDefault="00C320A1" w:rsidP="00966567">
            <w:pPr>
              <w:rPr>
                <w:rFonts w:ascii="Calibri Light" w:hAnsi="Calibri Light" w:cs="Calibri Light"/>
                <w:i/>
                <w:sz w:val="20"/>
                <w:szCs w:val="20"/>
                <w:lang w:val="lt-LT"/>
              </w:rPr>
            </w:pPr>
            <w:r w:rsidRPr="00C320A1">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0A6148" w14:textId="256B60F5" w:rsidR="00770297" w:rsidRPr="007370BB" w:rsidRDefault="00C320A1" w:rsidP="00966567">
            <w:pPr>
              <w:rPr>
                <w:rFonts w:ascii="Calibri Light" w:hAnsi="Calibri Light" w:cs="Calibri Light"/>
                <w:i/>
                <w:sz w:val="20"/>
                <w:szCs w:val="20"/>
                <w:lang w:val="lt-LT"/>
              </w:rPr>
            </w:pPr>
            <w:r w:rsidRPr="00C320A1">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42BF48" w14:textId="04A64E0B" w:rsidR="00770297" w:rsidRPr="000A40E1" w:rsidRDefault="00D87C5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32157A6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BEE554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27.</w:t>
            </w:r>
          </w:p>
        </w:tc>
        <w:tc>
          <w:tcPr>
            <w:tcW w:w="3006" w:type="dxa"/>
            <w:shd w:val="clear" w:color="auto" w:fill="auto"/>
          </w:tcPr>
          <w:p w14:paraId="014ADD6A"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Pareigūnų pasirinkimas įstaigų medyje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1CE3C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5B32F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E313D" w14:textId="2EC2A2F1" w:rsidR="00770297" w:rsidRPr="007370BB" w:rsidRDefault="001C7340" w:rsidP="00966567">
            <w:pPr>
              <w:rPr>
                <w:rFonts w:ascii="Calibri Light" w:hAnsi="Calibri Light" w:cs="Calibri Light"/>
                <w:i/>
                <w:sz w:val="20"/>
                <w:szCs w:val="20"/>
                <w:lang w:val="lt-LT"/>
              </w:rPr>
            </w:pPr>
            <w:r w:rsidRPr="001C7340">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73BFAF" w14:textId="22D5D16D" w:rsidR="00770297" w:rsidRPr="007370BB" w:rsidRDefault="001C7340" w:rsidP="00966567">
            <w:pPr>
              <w:rPr>
                <w:rFonts w:ascii="Calibri Light" w:hAnsi="Calibri Light" w:cs="Calibri Light"/>
                <w:i/>
                <w:sz w:val="20"/>
                <w:szCs w:val="20"/>
                <w:lang w:val="lt-LT"/>
              </w:rPr>
            </w:pPr>
            <w:r w:rsidRPr="001C7340">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8D8433" w14:textId="7F1CEDD2" w:rsidR="00770297" w:rsidRPr="000A40E1" w:rsidRDefault="00487C2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59890DE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04E3F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28.</w:t>
            </w:r>
          </w:p>
        </w:tc>
        <w:tc>
          <w:tcPr>
            <w:tcW w:w="3006" w:type="dxa"/>
            <w:shd w:val="clear" w:color="auto" w:fill="auto"/>
          </w:tcPr>
          <w:p w14:paraId="3FAB00FB"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ĮKNR išrašo užklausos formos papildymas ILTU kodo paieškos kriterijumi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516D2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D483E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D5D504" w14:textId="00419D51" w:rsidR="00770297" w:rsidRPr="007370BB" w:rsidRDefault="0031667A" w:rsidP="00966567">
            <w:pPr>
              <w:rPr>
                <w:rFonts w:ascii="Calibri Light" w:hAnsi="Calibri Light" w:cs="Calibri Light"/>
                <w:i/>
                <w:sz w:val="20"/>
                <w:szCs w:val="20"/>
                <w:lang w:val="lt-LT"/>
              </w:rPr>
            </w:pPr>
            <w:r w:rsidRPr="0031667A">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9E3F4" w14:textId="1A24B535" w:rsidR="00770297" w:rsidRPr="007370BB" w:rsidRDefault="0031667A" w:rsidP="00966567">
            <w:pPr>
              <w:rPr>
                <w:rFonts w:ascii="Calibri Light" w:hAnsi="Calibri Light" w:cs="Calibri Light"/>
                <w:i/>
                <w:sz w:val="20"/>
                <w:szCs w:val="20"/>
                <w:lang w:val="lt-LT"/>
              </w:rPr>
            </w:pPr>
            <w:r w:rsidRPr="0031667A">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8AD7E4" w14:textId="2B8C91F2" w:rsidR="00770297" w:rsidRPr="000A40E1" w:rsidRDefault="0006485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197238E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9E7737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29.</w:t>
            </w:r>
          </w:p>
        </w:tc>
        <w:tc>
          <w:tcPr>
            <w:tcW w:w="3006" w:type="dxa"/>
            <w:shd w:val="clear" w:color="auto" w:fill="auto"/>
          </w:tcPr>
          <w:p w14:paraId="3F44A10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Duomenų teikiamų į ĮKNR papildymas ILTU kodu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E331E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FD93D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1DE97C" w14:textId="5AB20348" w:rsidR="00770297" w:rsidRPr="007370BB" w:rsidRDefault="00A41709" w:rsidP="00966567">
            <w:pPr>
              <w:rPr>
                <w:rFonts w:ascii="Calibri Light" w:hAnsi="Calibri Light" w:cs="Calibri Light"/>
                <w:i/>
                <w:sz w:val="20"/>
                <w:szCs w:val="20"/>
                <w:lang w:val="lt-LT"/>
              </w:rPr>
            </w:pPr>
            <w:r w:rsidRPr="00A41709">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932B57" w14:textId="2AB61D97" w:rsidR="00770297" w:rsidRPr="007370BB" w:rsidRDefault="00A41709" w:rsidP="00966567">
            <w:pPr>
              <w:rPr>
                <w:rFonts w:ascii="Calibri Light" w:hAnsi="Calibri Light" w:cs="Calibri Light"/>
                <w:i/>
                <w:sz w:val="20"/>
                <w:szCs w:val="20"/>
                <w:lang w:val="lt-LT"/>
              </w:rPr>
            </w:pPr>
            <w:r w:rsidRPr="00A41709">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F274A8" w14:textId="0881DFB2" w:rsidR="00770297" w:rsidRPr="000A40E1" w:rsidRDefault="00A2215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7E07963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FD068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30.</w:t>
            </w:r>
          </w:p>
        </w:tc>
        <w:tc>
          <w:tcPr>
            <w:tcW w:w="3006" w:type="dxa"/>
            <w:shd w:val="clear" w:color="auto" w:fill="auto"/>
          </w:tcPr>
          <w:p w14:paraId="7EEF328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audito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71DF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A659D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D128D4" w14:textId="47D778A1" w:rsidR="00770297" w:rsidRPr="007370BB" w:rsidRDefault="0091399A" w:rsidP="00966567">
            <w:pPr>
              <w:rPr>
                <w:rFonts w:ascii="Calibri Light" w:hAnsi="Calibri Light" w:cs="Calibri Light"/>
                <w:i/>
                <w:sz w:val="20"/>
                <w:szCs w:val="20"/>
                <w:lang w:val="lt-LT"/>
              </w:rPr>
            </w:pPr>
            <w:r w:rsidRPr="0091399A">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182ECC" w14:textId="43FDD731" w:rsidR="00770297" w:rsidRPr="007370BB" w:rsidRDefault="0091399A" w:rsidP="00966567">
            <w:pPr>
              <w:rPr>
                <w:rFonts w:ascii="Calibri Light" w:hAnsi="Calibri Light" w:cs="Calibri Light"/>
                <w:i/>
                <w:sz w:val="20"/>
                <w:szCs w:val="20"/>
                <w:lang w:val="lt-LT"/>
              </w:rPr>
            </w:pPr>
            <w:r w:rsidRPr="0091399A">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C82386" w14:textId="1D92F444" w:rsidR="00770297" w:rsidRPr="000A40E1" w:rsidRDefault="00964B7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56E1769F"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1B4B6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31.</w:t>
            </w:r>
          </w:p>
        </w:tc>
        <w:tc>
          <w:tcPr>
            <w:tcW w:w="3006" w:type="dxa"/>
            <w:shd w:val="clear" w:color="auto" w:fill="auto"/>
          </w:tcPr>
          <w:p w14:paraId="262751C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Sąrašo „Mano atsisakyta pradėti IT“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78359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AC27C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F2CA0" w14:textId="361178D2" w:rsidR="00770297" w:rsidRPr="007370BB" w:rsidRDefault="00A609E2" w:rsidP="00966567">
            <w:pPr>
              <w:rPr>
                <w:rFonts w:ascii="Calibri Light" w:hAnsi="Calibri Light" w:cs="Calibri Light"/>
                <w:i/>
                <w:sz w:val="20"/>
                <w:szCs w:val="20"/>
                <w:lang w:val="lt-LT"/>
              </w:rPr>
            </w:pPr>
            <w:r w:rsidRPr="00A609E2">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DFD177" w14:textId="0B766480" w:rsidR="00770297" w:rsidRPr="007370BB" w:rsidRDefault="00A609E2" w:rsidP="00966567">
            <w:pPr>
              <w:rPr>
                <w:rFonts w:ascii="Calibri Light" w:hAnsi="Calibri Light" w:cs="Calibri Light"/>
                <w:i/>
                <w:sz w:val="20"/>
                <w:szCs w:val="20"/>
                <w:lang w:val="lt-LT"/>
              </w:rPr>
            </w:pPr>
            <w:r w:rsidRPr="00A609E2">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7385D0" w14:textId="5E547BB6" w:rsidR="00770297" w:rsidRPr="000A40E1" w:rsidRDefault="002779B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24F478A4"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90877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32.</w:t>
            </w:r>
          </w:p>
        </w:tc>
        <w:tc>
          <w:tcPr>
            <w:tcW w:w="3006" w:type="dxa"/>
            <w:shd w:val="clear" w:color="auto" w:fill="auto"/>
          </w:tcPr>
          <w:p w14:paraId="1DAA4BB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Įrašo apie nekilnojamąjį turtą iš Nekilnojamojo turto registro (NTR)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281AC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990A7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32F821" w14:textId="11CF0F5B" w:rsidR="00770297" w:rsidRPr="007370BB" w:rsidRDefault="001B711F" w:rsidP="00966567">
            <w:pPr>
              <w:rPr>
                <w:rFonts w:ascii="Calibri Light" w:hAnsi="Calibri Light" w:cs="Calibri Light"/>
                <w:i/>
                <w:sz w:val="20"/>
                <w:szCs w:val="20"/>
                <w:lang w:val="lt-LT"/>
              </w:rPr>
            </w:pPr>
            <w:r w:rsidRPr="001B711F">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65EAB8" w14:textId="0545F60F" w:rsidR="00770297" w:rsidRPr="007370BB" w:rsidRDefault="001B711F" w:rsidP="00966567">
            <w:pPr>
              <w:rPr>
                <w:rFonts w:ascii="Calibri Light" w:hAnsi="Calibri Light" w:cs="Calibri Light"/>
                <w:i/>
                <w:sz w:val="20"/>
                <w:szCs w:val="20"/>
                <w:lang w:val="lt-LT"/>
              </w:rPr>
            </w:pPr>
            <w:r w:rsidRPr="001B711F">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EA98CB" w14:textId="2214EE4C" w:rsidR="00770297" w:rsidRPr="000A40E1" w:rsidRDefault="00C413D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0469897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1C4FDB3"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33.</w:t>
            </w:r>
          </w:p>
        </w:tc>
        <w:tc>
          <w:tcPr>
            <w:tcW w:w="3006" w:type="dxa"/>
            <w:shd w:val="clear" w:color="auto" w:fill="auto"/>
          </w:tcPr>
          <w:p w14:paraId="0D4598DE"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Dokumento „Pranešimas apie kaltinamojo akto ir baudžiamosios bylos medžiagos perdavimą teismui“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06322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BEA9C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85210B" w14:textId="62FD5400" w:rsidR="00770297" w:rsidRPr="007370BB" w:rsidRDefault="00010A7F" w:rsidP="00966567">
            <w:pPr>
              <w:rPr>
                <w:rFonts w:ascii="Calibri Light" w:hAnsi="Calibri Light" w:cs="Calibri Light"/>
                <w:i/>
                <w:sz w:val="20"/>
                <w:szCs w:val="20"/>
                <w:lang w:val="lt-LT"/>
              </w:rPr>
            </w:pPr>
            <w:r w:rsidRPr="00010A7F">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51A1B3" w14:textId="3237623E" w:rsidR="00770297" w:rsidRPr="007370BB" w:rsidRDefault="00010A7F" w:rsidP="00966567">
            <w:pPr>
              <w:rPr>
                <w:rFonts w:ascii="Calibri Light" w:hAnsi="Calibri Light" w:cs="Calibri Light"/>
                <w:i/>
                <w:sz w:val="20"/>
                <w:szCs w:val="20"/>
                <w:lang w:val="lt-LT"/>
              </w:rPr>
            </w:pPr>
            <w:r w:rsidRPr="00010A7F">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B546CA" w14:textId="2CA165DE" w:rsidR="00770297" w:rsidRPr="000A40E1" w:rsidRDefault="004E4BB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04B343A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FCBDBD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34.</w:t>
            </w:r>
          </w:p>
        </w:tc>
        <w:tc>
          <w:tcPr>
            <w:tcW w:w="3006" w:type="dxa"/>
            <w:shd w:val="clear" w:color="auto" w:fill="auto"/>
          </w:tcPr>
          <w:p w14:paraId="2ABDD51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Ataskaitos „Veiksmų trukmės ataskaita“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A4DB9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8878C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8E7D74" w14:textId="6211DFAF" w:rsidR="00770297" w:rsidRPr="007370BB" w:rsidRDefault="004B2CD2" w:rsidP="00966567">
            <w:pPr>
              <w:rPr>
                <w:rFonts w:ascii="Calibri Light" w:hAnsi="Calibri Light" w:cs="Calibri Light"/>
                <w:i/>
                <w:sz w:val="20"/>
                <w:szCs w:val="20"/>
                <w:lang w:val="lt-LT"/>
              </w:rPr>
            </w:pPr>
            <w:r w:rsidRPr="004B2CD2">
              <w:rPr>
                <w:rFonts w:ascii="Calibri Light" w:hAnsi="Calibri Light" w:cs="Calibri Light"/>
                <w:bCs/>
                <w:i/>
                <w:sz w:val="20"/>
                <w:szCs w:val="20"/>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6F9B18" w14:textId="6835E0E2" w:rsidR="00770297" w:rsidRPr="007370BB" w:rsidRDefault="004B2CD2" w:rsidP="00966567">
            <w:pPr>
              <w:rPr>
                <w:rFonts w:ascii="Calibri Light" w:hAnsi="Calibri Light" w:cs="Calibri Light"/>
                <w:i/>
                <w:sz w:val="20"/>
                <w:szCs w:val="20"/>
                <w:lang w:val="lt-LT"/>
              </w:rPr>
            </w:pPr>
            <w:r w:rsidRPr="004B2CD2">
              <w:rPr>
                <w:rFonts w:ascii="Calibri Light" w:hAnsi="Calibri Light" w:cs="Calibri Light"/>
                <w:bCs/>
                <w:i/>
                <w:sz w:val="20"/>
                <w:szCs w:val="20"/>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9DAAEE" w14:textId="4E265A6E" w:rsidR="00770297" w:rsidRPr="000A40E1" w:rsidRDefault="00900AE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8 215,90</w:t>
            </w:r>
          </w:p>
        </w:tc>
      </w:tr>
      <w:tr w:rsidR="00770297" w:rsidRPr="007370BB" w14:paraId="25F90DB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C382E2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35.</w:t>
            </w:r>
          </w:p>
        </w:tc>
        <w:tc>
          <w:tcPr>
            <w:tcW w:w="3006" w:type="dxa"/>
            <w:shd w:val="clear" w:color="auto" w:fill="auto"/>
          </w:tcPr>
          <w:p w14:paraId="42501E28"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Papildyti poveiksmių „Nutartis dėl perdavimo/išdavimo“, „Nutartis dėl ribų išplėtimo“ funkcionalumą.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A1CC2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21FC6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DC4459" w14:textId="1233D790" w:rsidR="00770297" w:rsidRPr="007370BB" w:rsidRDefault="008443F9" w:rsidP="00966567">
            <w:pPr>
              <w:rPr>
                <w:rFonts w:ascii="Calibri Light" w:hAnsi="Calibri Light" w:cs="Calibri Light"/>
                <w:i/>
                <w:sz w:val="20"/>
                <w:szCs w:val="20"/>
                <w:lang w:val="lt-LT"/>
              </w:rPr>
            </w:pPr>
            <w:r w:rsidRPr="008443F9">
              <w:rPr>
                <w:rFonts w:ascii="Calibri Light" w:hAnsi="Calibri Light" w:cs="Calibri Light"/>
                <w:bCs/>
                <w:i/>
                <w:sz w:val="20"/>
                <w:szCs w:val="20"/>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36D0C3" w14:textId="41567CF6" w:rsidR="00770297" w:rsidRPr="007370BB" w:rsidRDefault="008443F9" w:rsidP="00966567">
            <w:pPr>
              <w:rPr>
                <w:rFonts w:ascii="Calibri Light" w:hAnsi="Calibri Light" w:cs="Calibri Light"/>
                <w:i/>
                <w:sz w:val="20"/>
                <w:szCs w:val="20"/>
                <w:lang w:val="lt-LT"/>
              </w:rPr>
            </w:pPr>
            <w:r w:rsidRPr="008443F9">
              <w:rPr>
                <w:rFonts w:ascii="Calibri Light" w:hAnsi="Calibri Light" w:cs="Calibri Light"/>
                <w:bCs/>
                <w:i/>
                <w:sz w:val="20"/>
                <w:szCs w:val="20"/>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F3BF27" w14:textId="06A00F54" w:rsidR="00770297" w:rsidRPr="000A40E1" w:rsidRDefault="007D1A6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5 929,00</w:t>
            </w:r>
          </w:p>
        </w:tc>
      </w:tr>
      <w:tr w:rsidR="00770297" w:rsidRPr="007370BB" w14:paraId="508A6F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90EBF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36.</w:t>
            </w:r>
          </w:p>
        </w:tc>
        <w:tc>
          <w:tcPr>
            <w:tcW w:w="3006" w:type="dxa"/>
            <w:shd w:val="clear" w:color="auto" w:fill="auto"/>
          </w:tcPr>
          <w:p w14:paraId="78B8660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Siuntimo per e. Pristatymo sistemą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2FD0F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70A89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0165CD" w14:textId="5C7FBF20" w:rsidR="00770297" w:rsidRPr="007370BB" w:rsidRDefault="006520CA" w:rsidP="00966567">
            <w:pPr>
              <w:rPr>
                <w:rFonts w:ascii="Calibri Light" w:hAnsi="Calibri Light" w:cs="Calibri Light"/>
                <w:i/>
                <w:sz w:val="20"/>
                <w:szCs w:val="20"/>
                <w:lang w:val="lt-LT"/>
              </w:rPr>
            </w:pPr>
            <w:r w:rsidRPr="006520CA">
              <w:rPr>
                <w:rFonts w:ascii="Calibri Light" w:hAnsi="Calibri Light" w:cs="Calibri Light"/>
                <w:bCs/>
                <w:i/>
                <w:sz w:val="20"/>
                <w:szCs w:val="20"/>
              </w:rPr>
              <w:t>7980,00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AB505A" w14:textId="50D32853" w:rsidR="00770297" w:rsidRPr="007370BB" w:rsidRDefault="006520CA" w:rsidP="00966567">
            <w:pPr>
              <w:rPr>
                <w:rFonts w:ascii="Calibri Light" w:hAnsi="Calibri Light" w:cs="Calibri Light"/>
                <w:i/>
                <w:sz w:val="20"/>
                <w:szCs w:val="20"/>
                <w:lang w:val="lt-LT"/>
              </w:rPr>
            </w:pPr>
            <w:r w:rsidRPr="006520CA">
              <w:rPr>
                <w:rFonts w:ascii="Calibri Light" w:hAnsi="Calibri Light" w:cs="Calibri Light"/>
                <w:bCs/>
                <w:i/>
                <w:sz w:val="20"/>
                <w:szCs w:val="20"/>
              </w:rPr>
              <w:t>7980,00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364F3B" w14:textId="31689030" w:rsidR="00770297" w:rsidRPr="000A40E1" w:rsidRDefault="00E5260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9 655,80</w:t>
            </w:r>
          </w:p>
        </w:tc>
      </w:tr>
      <w:tr w:rsidR="00770297" w:rsidRPr="007370BB" w14:paraId="273035A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EA8F7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37.</w:t>
            </w:r>
          </w:p>
        </w:tc>
        <w:tc>
          <w:tcPr>
            <w:tcW w:w="3006" w:type="dxa"/>
            <w:shd w:val="clear" w:color="auto" w:fill="auto"/>
          </w:tcPr>
          <w:p w14:paraId="668DD53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 xml:space="preserve">Veiksmus/poveiksmius, kuriuose turi būti įkeliamas dokumento failas, papildymas pasirašymo užduotimi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397FC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835E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69EB96" w14:textId="54B8981B" w:rsidR="00770297" w:rsidRPr="007370BB" w:rsidRDefault="00144E0D" w:rsidP="00966567">
            <w:pPr>
              <w:rPr>
                <w:rFonts w:ascii="Calibri Light" w:hAnsi="Calibri Light" w:cs="Calibri Light"/>
                <w:i/>
                <w:sz w:val="20"/>
                <w:szCs w:val="20"/>
                <w:lang w:val="lt-LT"/>
              </w:rPr>
            </w:pPr>
            <w:r w:rsidRPr="00144E0D">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7FCA8E" w14:textId="135A353E" w:rsidR="00770297" w:rsidRPr="007370BB" w:rsidRDefault="00144E0D" w:rsidP="00966567">
            <w:pPr>
              <w:rPr>
                <w:rFonts w:ascii="Calibri Light" w:hAnsi="Calibri Light" w:cs="Calibri Light"/>
                <w:i/>
                <w:sz w:val="20"/>
                <w:szCs w:val="20"/>
                <w:lang w:val="lt-LT"/>
              </w:rPr>
            </w:pPr>
            <w:r w:rsidRPr="00144E0D">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8AAD8A" w14:textId="15021A33" w:rsidR="00770297" w:rsidRPr="000A40E1" w:rsidRDefault="00C6342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098244C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F878CE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38.</w:t>
            </w:r>
          </w:p>
        </w:tc>
        <w:tc>
          <w:tcPr>
            <w:tcW w:w="3006" w:type="dxa"/>
            <w:shd w:val="clear" w:color="auto" w:fill="auto"/>
          </w:tcPr>
          <w:p w14:paraId="0E34709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ADOC failo įkėlimo į IBPS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CF935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54459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FDF17E" w14:textId="458B2D75" w:rsidR="00770297" w:rsidRPr="007370BB" w:rsidRDefault="00E47972" w:rsidP="00966567">
            <w:pPr>
              <w:rPr>
                <w:rFonts w:ascii="Calibri Light" w:hAnsi="Calibri Light" w:cs="Calibri Light"/>
                <w:i/>
                <w:sz w:val="20"/>
                <w:szCs w:val="20"/>
                <w:lang w:val="lt-LT"/>
              </w:rPr>
            </w:pPr>
            <w:r w:rsidRPr="00E47972">
              <w:rPr>
                <w:rFonts w:ascii="Calibri Light" w:hAnsi="Calibri Light" w:cs="Calibri Light"/>
                <w:bCs/>
                <w:i/>
                <w:sz w:val="20"/>
                <w:szCs w:val="20"/>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26477D" w14:textId="4EAD0AAA" w:rsidR="00770297" w:rsidRPr="007370BB" w:rsidRDefault="00E47972" w:rsidP="00966567">
            <w:pPr>
              <w:rPr>
                <w:rFonts w:ascii="Calibri Light" w:hAnsi="Calibri Light" w:cs="Calibri Light"/>
                <w:i/>
                <w:sz w:val="20"/>
                <w:szCs w:val="20"/>
                <w:lang w:val="lt-LT"/>
              </w:rPr>
            </w:pPr>
            <w:r w:rsidRPr="00E47972">
              <w:rPr>
                <w:rFonts w:ascii="Calibri Light" w:hAnsi="Calibri Light" w:cs="Calibri Light"/>
                <w:bCs/>
                <w:i/>
                <w:sz w:val="20"/>
                <w:szCs w:val="20"/>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9162A5" w14:textId="385090B8" w:rsidR="00770297" w:rsidRPr="000A40E1" w:rsidRDefault="0003764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31 677,80</w:t>
            </w:r>
          </w:p>
        </w:tc>
      </w:tr>
      <w:tr w:rsidR="00770297" w:rsidRPr="007370BB" w14:paraId="1979E324"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959BA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39.</w:t>
            </w:r>
          </w:p>
        </w:tc>
        <w:tc>
          <w:tcPr>
            <w:tcW w:w="3006" w:type="dxa"/>
            <w:shd w:val="clear" w:color="auto" w:fill="auto"/>
          </w:tcPr>
          <w:p w14:paraId="3780235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Integracinės sąsajos tarp IBPS EPP ir IRD Elektroninių dokumentų valdymo komponento (EDVK)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D88EC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E96D4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11736F" w14:textId="489BE2B7" w:rsidR="00770297" w:rsidRPr="007370BB" w:rsidRDefault="009C1282" w:rsidP="00966567">
            <w:pPr>
              <w:rPr>
                <w:rFonts w:ascii="Calibri Light" w:hAnsi="Calibri Light" w:cs="Calibri Light"/>
                <w:i/>
                <w:sz w:val="20"/>
                <w:szCs w:val="20"/>
                <w:lang w:val="lt-LT"/>
              </w:rPr>
            </w:pPr>
            <w:r w:rsidRPr="009C1282">
              <w:rPr>
                <w:rFonts w:ascii="Calibri Light" w:hAnsi="Calibri Light" w:cs="Calibri Light"/>
                <w:bCs/>
                <w:i/>
                <w:sz w:val="20"/>
                <w:szCs w:val="20"/>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867033" w14:textId="50DADEDA" w:rsidR="00770297" w:rsidRPr="007370BB" w:rsidRDefault="009C1282" w:rsidP="00966567">
            <w:pPr>
              <w:rPr>
                <w:rFonts w:ascii="Calibri Light" w:hAnsi="Calibri Light" w:cs="Calibri Light"/>
                <w:i/>
                <w:sz w:val="20"/>
                <w:szCs w:val="20"/>
                <w:lang w:val="lt-LT"/>
              </w:rPr>
            </w:pPr>
            <w:r w:rsidRPr="009C1282">
              <w:rPr>
                <w:rFonts w:ascii="Calibri Light" w:hAnsi="Calibri Light" w:cs="Calibri Light"/>
                <w:bCs/>
                <w:i/>
                <w:sz w:val="20"/>
                <w:szCs w:val="20"/>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B0635" w14:textId="19F9D6DC" w:rsidR="00770297" w:rsidRPr="000A40E1" w:rsidRDefault="00A7763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5 929,00</w:t>
            </w:r>
          </w:p>
        </w:tc>
      </w:tr>
      <w:tr w:rsidR="00770297" w:rsidRPr="007370BB" w14:paraId="0392812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40BA54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40.</w:t>
            </w:r>
          </w:p>
        </w:tc>
        <w:tc>
          <w:tcPr>
            <w:tcW w:w="3006" w:type="dxa"/>
            <w:shd w:val="clear" w:color="auto" w:fill="auto"/>
          </w:tcPr>
          <w:p w14:paraId="7DD0A6C0"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Pavaduojančiam asmeniui rodomos informacijos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9A0DA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0AD44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7D7C83" w14:textId="4D92354E" w:rsidR="00770297" w:rsidRPr="007370BB" w:rsidRDefault="00374881" w:rsidP="00966567">
            <w:pPr>
              <w:rPr>
                <w:rFonts w:ascii="Calibri Light" w:hAnsi="Calibri Light" w:cs="Calibri Light"/>
                <w:i/>
                <w:sz w:val="20"/>
                <w:szCs w:val="20"/>
                <w:lang w:val="lt-LT"/>
              </w:rPr>
            </w:pPr>
            <w:r w:rsidRPr="00374881">
              <w:rPr>
                <w:rFonts w:ascii="Calibri Light" w:hAnsi="Calibri Light" w:cs="Calibri Light"/>
                <w:bCs/>
                <w:i/>
                <w:sz w:val="20"/>
                <w:szCs w:val="2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1E5839" w14:textId="4CDEF7C2" w:rsidR="00770297" w:rsidRPr="007370BB" w:rsidRDefault="00374881" w:rsidP="00966567">
            <w:pPr>
              <w:rPr>
                <w:rFonts w:ascii="Calibri Light" w:hAnsi="Calibri Light" w:cs="Calibri Light"/>
                <w:i/>
                <w:sz w:val="20"/>
                <w:szCs w:val="20"/>
                <w:lang w:val="lt-LT"/>
              </w:rPr>
            </w:pPr>
            <w:r w:rsidRPr="00374881">
              <w:rPr>
                <w:rFonts w:ascii="Calibri Light" w:hAnsi="Calibri Light" w:cs="Calibri Light"/>
                <w:bCs/>
                <w:i/>
                <w:sz w:val="20"/>
                <w:szCs w:val="2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2B6A1C" w14:textId="18D4A6AA"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9 317,00</w:t>
            </w:r>
          </w:p>
        </w:tc>
      </w:tr>
      <w:tr w:rsidR="00770297" w:rsidRPr="007370BB" w14:paraId="32AC16F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707102"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41.</w:t>
            </w:r>
          </w:p>
        </w:tc>
        <w:tc>
          <w:tcPr>
            <w:tcW w:w="3006" w:type="dxa"/>
            <w:shd w:val="clear" w:color="auto" w:fill="auto"/>
          </w:tcPr>
          <w:p w14:paraId="42AC1F0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Pavadavimų byloje audito duomenų rodymo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2F76C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ECC0A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A8ADDF" w14:textId="2D6D889E" w:rsidR="00770297" w:rsidRPr="007370BB" w:rsidRDefault="00644B01" w:rsidP="00966567">
            <w:pPr>
              <w:rPr>
                <w:rFonts w:ascii="Calibri Light" w:hAnsi="Calibri Light" w:cs="Calibri Light"/>
                <w:i/>
                <w:sz w:val="20"/>
                <w:szCs w:val="20"/>
                <w:lang w:val="lt-LT"/>
              </w:rPr>
            </w:pPr>
            <w:r w:rsidRPr="00644B01">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233BFA" w14:textId="11BAB94F" w:rsidR="00770297" w:rsidRPr="007370BB" w:rsidRDefault="00644B01" w:rsidP="00966567">
            <w:pPr>
              <w:rPr>
                <w:rFonts w:ascii="Calibri Light" w:hAnsi="Calibri Light" w:cs="Calibri Light"/>
                <w:i/>
                <w:sz w:val="20"/>
                <w:szCs w:val="20"/>
                <w:lang w:val="lt-LT"/>
              </w:rPr>
            </w:pPr>
            <w:r w:rsidRPr="00644B01">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091F3" w14:textId="6CEADF65" w:rsidR="00770297" w:rsidRPr="000A40E1" w:rsidRDefault="00ED7B5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644E08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EF97C44"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42.</w:t>
            </w:r>
          </w:p>
        </w:tc>
        <w:tc>
          <w:tcPr>
            <w:tcW w:w="3006" w:type="dxa"/>
            <w:shd w:val="clear" w:color="auto" w:fill="auto"/>
          </w:tcPr>
          <w:p w14:paraId="1420E63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Patobulinti IBPS funkcionalumą susijusį su dokumentų gavimu/siuntimu iš/į PAIS/DBSIS/DVS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2C979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C0138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BA3187" w14:textId="61C8D484" w:rsidR="00770297" w:rsidRPr="007370BB" w:rsidRDefault="00E342D2" w:rsidP="00966567">
            <w:pPr>
              <w:rPr>
                <w:rFonts w:ascii="Calibri Light" w:hAnsi="Calibri Light" w:cs="Calibri Light"/>
                <w:i/>
                <w:sz w:val="20"/>
                <w:szCs w:val="20"/>
                <w:lang w:val="lt-LT"/>
              </w:rPr>
            </w:pPr>
            <w:r w:rsidRPr="00E342D2">
              <w:rPr>
                <w:rFonts w:ascii="Calibri Light" w:hAnsi="Calibri Light" w:cs="Calibri Light"/>
                <w:bCs/>
                <w:i/>
                <w:sz w:val="20"/>
                <w:szCs w:val="20"/>
              </w:rPr>
              <w:t>17220,00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0B022D" w14:textId="7B66FA58" w:rsidR="00770297" w:rsidRPr="007370BB" w:rsidRDefault="00E342D2" w:rsidP="00966567">
            <w:pPr>
              <w:rPr>
                <w:rFonts w:ascii="Calibri Light" w:hAnsi="Calibri Light" w:cs="Calibri Light"/>
                <w:i/>
                <w:sz w:val="20"/>
                <w:szCs w:val="20"/>
                <w:lang w:val="lt-LT"/>
              </w:rPr>
            </w:pPr>
            <w:r w:rsidRPr="00E342D2">
              <w:rPr>
                <w:rFonts w:ascii="Calibri Light" w:hAnsi="Calibri Light" w:cs="Calibri Light"/>
                <w:bCs/>
                <w:i/>
                <w:sz w:val="20"/>
                <w:szCs w:val="20"/>
              </w:rPr>
              <w:t>17220,00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5F550A" w14:textId="641B43D7" w:rsidR="00770297" w:rsidRPr="000A40E1" w:rsidRDefault="0056180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20 836,20</w:t>
            </w:r>
          </w:p>
        </w:tc>
      </w:tr>
      <w:tr w:rsidR="00770297" w:rsidRPr="007370BB" w14:paraId="73B66DD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09D3C6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43.</w:t>
            </w:r>
          </w:p>
        </w:tc>
        <w:tc>
          <w:tcPr>
            <w:tcW w:w="3006" w:type="dxa"/>
            <w:shd w:val="clear" w:color="auto" w:fill="auto"/>
          </w:tcPr>
          <w:p w14:paraId="4B234CA1"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Modifikuoti tekstą IBPS pranešimuose apie IBPS užduotį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3F971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93A4E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29BBBB" w14:textId="1845AD77" w:rsidR="00770297" w:rsidRPr="007370BB" w:rsidRDefault="00493CCF" w:rsidP="00966567">
            <w:pPr>
              <w:rPr>
                <w:rFonts w:ascii="Calibri Light" w:hAnsi="Calibri Light" w:cs="Calibri Light"/>
                <w:i/>
                <w:sz w:val="20"/>
                <w:szCs w:val="20"/>
                <w:lang w:val="lt-LT"/>
              </w:rPr>
            </w:pPr>
            <w:r w:rsidRPr="00493CCF">
              <w:rPr>
                <w:rFonts w:ascii="Calibri Light" w:hAnsi="Calibri Light" w:cs="Calibri Light"/>
                <w:bCs/>
                <w:i/>
                <w:sz w:val="20"/>
                <w:szCs w:val="20"/>
              </w:rPr>
              <w:t>2450,00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13ED45" w14:textId="38C5FE78" w:rsidR="00770297" w:rsidRPr="007370BB" w:rsidRDefault="00493CCF" w:rsidP="00966567">
            <w:pPr>
              <w:rPr>
                <w:rFonts w:ascii="Calibri Light" w:hAnsi="Calibri Light" w:cs="Calibri Light"/>
                <w:i/>
                <w:sz w:val="20"/>
                <w:szCs w:val="20"/>
                <w:lang w:val="lt-LT"/>
              </w:rPr>
            </w:pPr>
            <w:r w:rsidRPr="00493CCF">
              <w:rPr>
                <w:rFonts w:ascii="Calibri Light" w:hAnsi="Calibri Light" w:cs="Calibri Light"/>
                <w:bCs/>
                <w:i/>
                <w:sz w:val="20"/>
                <w:szCs w:val="20"/>
              </w:rPr>
              <w:t>2450,00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823EF7" w14:textId="417B43D1" w:rsidR="00770297" w:rsidRPr="000A40E1" w:rsidRDefault="009462A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2 964,50</w:t>
            </w:r>
          </w:p>
        </w:tc>
      </w:tr>
      <w:tr w:rsidR="00770297" w:rsidRPr="007370BB" w14:paraId="7594DC6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8A077FE"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44.</w:t>
            </w:r>
          </w:p>
        </w:tc>
        <w:tc>
          <w:tcPr>
            <w:tcW w:w="3006" w:type="dxa"/>
            <w:shd w:val="clear" w:color="auto" w:fill="auto"/>
          </w:tcPr>
          <w:p w14:paraId="7F282F9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Modifikuoti IBPS pirmo lango kortelę „Dalyviai laukiantys patvirtinimo“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B7091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E5027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9D394B" w14:textId="759F719E" w:rsidR="00770297" w:rsidRPr="007370BB" w:rsidRDefault="00F939A4" w:rsidP="00966567">
            <w:pPr>
              <w:rPr>
                <w:rFonts w:ascii="Calibri Light" w:hAnsi="Calibri Light" w:cs="Calibri Light"/>
                <w:i/>
                <w:sz w:val="20"/>
                <w:szCs w:val="20"/>
                <w:lang w:val="lt-LT"/>
              </w:rPr>
            </w:pPr>
            <w:r w:rsidRPr="00F939A4">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ABE1D0" w14:textId="7E446EFC" w:rsidR="00770297" w:rsidRPr="007370BB" w:rsidRDefault="00F939A4" w:rsidP="00966567">
            <w:pPr>
              <w:rPr>
                <w:rFonts w:ascii="Calibri Light" w:hAnsi="Calibri Light" w:cs="Calibri Light"/>
                <w:i/>
                <w:sz w:val="20"/>
                <w:szCs w:val="20"/>
                <w:lang w:val="lt-LT"/>
              </w:rPr>
            </w:pPr>
            <w:r w:rsidRPr="00F939A4">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02D43C" w14:textId="695B4264" w:rsidR="00770297" w:rsidRPr="000A40E1" w:rsidRDefault="008C3BD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4EACAAE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AD78C97"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45.</w:t>
            </w:r>
          </w:p>
        </w:tc>
        <w:tc>
          <w:tcPr>
            <w:tcW w:w="3006" w:type="dxa"/>
            <w:shd w:val="clear" w:color="auto" w:fill="auto"/>
          </w:tcPr>
          <w:p w14:paraId="6A3979C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Papildyti ataskaitų „Duomenys policijai“ ir „FNTT duomenys“ rezultatus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00FFE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657D5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8605DC" w14:textId="1B9FB234" w:rsidR="00770297" w:rsidRPr="007370BB" w:rsidRDefault="00641CAF" w:rsidP="00966567">
            <w:pPr>
              <w:rPr>
                <w:rFonts w:ascii="Calibri Light" w:hAnsi="Calibri Light" w:cs="Calibri Light"/>
                <w:i/>
                <w:sz w:val="20"/>
                <w:szCs w:val="20"/>
                <w:lang w:val="lt-LT"/>
              </w:rPr>
            </w:pPr>
            <w:r w:rsidRPr="00641CAF">
              <w:rPr>
                <w:rFonts w:ascii="Calibri Light" w:hAnsi="Calibri Light" w:cs="Calibri Light"/>
                <w:bCs/>
                <w:i/>
                <w:sz w:val="20"/>
                <w:szCs w:val="20"/>
              </w:rPr>
              <w:t>8610,00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9BBCE9" w14:textId="6D605D57" w:rsidR="00770297" w:rsidRPr="007370BB" w:rsidRDefault="00641CAF" w:rsidP="00966567">
            <w:pPr>
              <w:rPr>
                <w:rFonts w:ascii="Calibri Light" w:hAnsi="Calibri Light" w:cs="Calibri Light"/>
                <w:i/>
                <w:sz w:val="20"/>
                <w:szCs w:val="20"/>
                <w:lang w:val="lt-LT"/>
              </w:rPr>
            </w:pPr>
            <w:r w:rsidRPr="00641CAF">
              <w:rPr>
                <w:rFonts w:ascii="Calibri Light" w:hAnsi="Calibri Light" w:cs="Calibri Light"/>
                <w:bCs/>
                <w:i/>
                <w:sz w:val="20"/>
                <w:szCs w:val="20"/>
              </w:rPr>
              <w:t>8610,00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AB1760" w14:textId="3EDF6478" w:rsidR="00770297" w:rsidRPr="000A40E1" w:rsidRDefault="006033BE"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10 418,10</w:t>
            </w:r>
          </w:p>
        </w:tc>
      </w:tr>
      <w:tr w:rsidR="00770297" w:rsidRPr="007370BB" w14:paraId="4D2042A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124F80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46.</w:t>
            </w:r>
          </w:p>
        </w:tc>
        <w:tc>
          <w:tcPr>
            <w:tcW w:w="3006" w:type="dxa"/>
            <w:shd w:val="clear" w:color="auto" w:fill="auto"/>
          </w:tcPr>
          <w:p w14:paraId="124CAA92"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Modifikuoti EPP užduotis, skirtas pasirašyti arba susipažinti su dokumentu „Supažindinimas su bylos medžiaga baigus ikiteisminį tyrimą protokolas“.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385E1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7E2A9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33B578" w14:textId="509A50F2" w:rsidR="00770297" w:rsidRPr="007370BB" w:rsidRDefault="007729FB" w:rsidP="00966567">
            <w:pPr>
              <w:rPr>
                <w:rFonts w:ascii="Calibri Light" w:hAnsi="Calibri Light" w:cs="Calibri Light"/>
                <w:i/>
                <w:sz w:val="20"/>
                <w:szCs w:val="20"/>
                <w:lang w:val="lt-LT"/>
              </w:rPr>
            </w:pPr>
            <w:r w:rsidRPr="007729FB">
              <w:rPr>
                <w:rFonts w:ascii="Calibri Light" w:hAnsi="Calibri Light" w:cs="Calibri Light"/>
                <w:bCs/>
                <w:i/>
                <w:sz w:val="20"/>
                <w:szCs w:val="20"/>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C5B0A8" w14:textId="36441E89" w:rsidR="00770297" w:rsidRPr="007370BB" w:rsidRDefault="00666E0B" w:rsidP="00966567">
            <w:pPr>
              <w:rPr>
                <w:rFonts w:ascii="Calibri Light" w:hAnsi="Calibri Light" w:cs="Calibri Light"/>
                <w:i/>
                <w:sz w:val="20"/>
                <w:szCs w:val="20"/>
                <w:lang w:val="lt-LT"/>
              </w:rPr>
            </w:pPr>
            <w:r w:rsidRPr="00666E0B">
              <w:rPr>
                <w:rFonts w:ascii="Calibri Light" w:hAnsi="Calibri Light" w:cs="Calibri Light"/>
                <w:bCs/>
                <w:i/>
                <w:sz w:val="20"/>
                <w:szCs w:val="20"/>
              </w:rPr>
              <w:t>8215,90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1704CE" w14:textId="74D6AC09" w:rsidR="00770297" w:rsidRPr="000A40E1" w:rsidRDefault="006241D5"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8 215,90</w:t>
            </w:r>
          </w:p>
        </w:tc>
      </w:tr>
      <w:tr w:rsidR="00770297" w:rsidRPr="007370BB" w14:paraId="7270D7FC"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A8F4A0"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47.</w:t>
            </w:r>
          </w:p>
        </w:tc>
        <w:tc>
          <w:tcPr>
            <w:tcW w:w="3006" w:type="dxa"/>
            <w:shd w:val="clear" w:color="auto" w:fill="auto"/>
          </w:tcPr>
          <w:p w14:paraId="11BD8BA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IBPS ataskaitos „Vadovo kontrolė“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A40E6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C8E20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94F0C1" w14:textId="58432BAC" w:rsidR="00770297" w:rsidRPr="007370BB" w:rsidRDefault="00CE763F" w:rsidP="00966567">
            <w:pPr>
              <w:rPr>
                <w:rFonts w:ascii="Calibri Light" w:hAnsi="Calibri Light" w:cs="Calibri Light"/>
                <w:i/>
                <w:sz w:val="20"/>
                <w:szCs w:val="20"/>
                <w:lang w:val="lt-LT"/>
              </w:rPr>
            </w:pPr>
            <w:r w:rsidRPr="00CE763F">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E4E265" w14:textId="11D959D6" w:rsidR="00770297" w:rsidRPr="007370BB" w:rsidRDefault="00CE763F" w:rsidP="00966567">
            <w:pPr>
              <w:rPr>
                <w:rFonts w:ascii="Calibri Light" w:hAnsi="Calibri Light" w:cs="Calibri Light"/>
                <w:i/>
                <w:sz w:val="20"/>
                <w:szCs w:val="20"/>
                <w:lang w:val="lt-LT"/>
              </w:rPr>
            </w:pPr>
            <w:r w:rsidRPr="00CE763F">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CE2512" w14:textId="5B5B86EC" w:rsidR="00770297" w:rsidRPr="000A40E1" w:rsidRDefault="003F4CA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474D562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E1AE47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48.</w:t>
            </w:r>
          </w:p>
        </w:tc>
        <w:tc>
          <w:tcPr>
            <w:tcW w:w="3006" w:type="dxa"/>
            <w:shd w:val="clear" w:color="auto" w:fill="auto"/>
          </w:tcPr>
          <w:p w14:paraId="18BAB3A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IBPS ataskaitos „IT tyrimo trukmės ataskaita“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8B814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EAAE8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361395" w14:textId="25A5E9B8" w:rsidR="00770297" w:rsidRPr="007370BB" w:rsidRDefault="001A570F" w:rsidP="00966567">
            <w:pPr>
              <w:rPr>
                <w:rFonts w:ascii="Calibri Light" w:hAnsi="Calibri Light" w:cs="Calibri Light"/>
                <w:i/>
                <w:sz w:val="20"/>
                <w:szCs w:val="20"/>
                <w:lang w:val="lt-LT"/>
              </w:rPr>
            </w:pPr>
            <w:r w:rsidRPr="001A570F">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9A314B" w14:textId="72930BC9" w:rsidR="00770297" w:rsidRPr="007370BB" w:rsidRDefault="001A570F" w:rsidP="00966567">
            <w:pPr>
              <w:rPr>
                <w:rFonts w:ascii="Calibri Light" w:hAnsi="Calibri Light" w:cs="Calibri Light"/>
                <w:i/>
                <w:sz w:val="20"/>
                <w:szCs w:val="20"/>
                <w:lang w:val="lt-LT"/>
              </w:rPr>
            </w:pPr>
            <w:r w:rsidRPr="001A570F">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61CEF4" w14:textId="0BA7F609" w:rsidR="00770297" w:rsidRPr="000A40E1" w:rsidRDefault="002F6EB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55770B2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EE3AFA"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49.</w:t>
            </w:r>
          </w:p>
        </w:tc>
        <w:tc>
          <w:tcPr>
            <w:tcW w:w="3006" w:type="dxa"/>
            <w:shd w:val="clear" w:color="auto" w:fill="auto"/>
          </w:tcPr>
          <w:p w14:paraId="5A5986D9"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dokumentų užpildymą kitų dokumentų duomenimis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9720C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D0517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D3569E" w14:textId="462E361D" w:rsidR="00770297" w:rsidRPr="007370BB" w:rsidRDefault="00506574" w:rsidP="00966567">
            <w:pPr>
              <w:rPr>
                <w:rFonts w:ascii="Calibri Light" w:hAnsi="Calibri Light" w:cs="Calibri Light"/>
                <w:i/>
                <w:sz w:val="20"/>
                <w:szCs w:val="20"/>
                <w:lang w:val="lt-LT"/>
              </w:rPr>
            </w:pPr>
            <w:r w:rsidRPr="00506574">
              <w:rPr>
                <w:rFonts w:ascii="Calibri Light" w:hAnsi="Calibri Light" w:cs="Calibri Light"/>
                <w:bCs/>
                <w:i/>
                <w:sz w:val="20"/>
                <w:szCs w:val="20"/>
              </w:rPr>
              <w:t>13580,00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ED14D" w14:textId="2BB20797" w:rsidR="00770297" w:rsidRPr="007370BB" w:rsidRDefault="00506574" w:rsidP="00966567">
            <w:pPr>
              <w:rPr>
                <w:rFonts w:ascii="Calibri Light" w:hAnsi="Calibri Light" w:cs="Calibri Light"/>
                <w:i/>
                <w:sz w:val="20"/>
                <w:szCs w:val="20"/>
                <w:lang w:val="lt-LT"/>
              </w:rPr>
            </w:pPr>
            <w:r w:rsidRPr="00506574">
              <w:rPr>
                <w:rFonts w:ascii="Calibri Light" w:hAnsi="Calibri Light" w:cs="Calibri Light"/>
                <w:bCs/>
                <w:i/>
                <w:sz w:val="20"/>
                <w:szCs w:val="20"/>
              </w:rPr>
              <w:t>13580,00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A05203" w14:textId="11D9B184"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16431,80</w:t>
            </w:r>
          </w:p>
        </w:tc>
      </w:tr>
      <w:tr w:rsidR="00770297" w:rsidRPr="007370BB" w14:paraId="09AEE9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2F42E70"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50.</w:t>
            </w:r>
          </w:p>
        </w:tc>
        <w:tc>
          <w:tcPr>
            <w:tcW w:w="3006" w:type="dxa"/>
            <w:shd w:val="clear" w:color="auto" w:fill="auto"/>
          </w:tcPr>
          <w:p w14:paraId="7CA652E7"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Modifikuoti dokumentų pavadinimus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C76E6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E3B42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82CEE7" w14:textId="72519B54" w:rsidR="00770297" w:rsidRPr="007370BB" w:rsidRDefault="000E0438" w:rsidP="00966567">
            <w:pPr>
              <w:rPr>
                <w:rFonts w:ascii="Calibri Light" w:hAnsi="Calibri Light" w:cs="Calibri Light"/>
                <w:i/>
                <w:sz w:val="20"/>
                <w:szCs w:val="20"/>
                <w:lang w:val="lt-LT"/>
              </w:rPr>
            </w:pPr>
            <w:r w:rsidRPr="000E0438">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483721" w14:textId="2E91B1A6" w:rsidR="00770297" w:rsidRPr="007370BB" w:rsidRDefault="000E0438" w:rsidP="00966567">
            <w:pPr>
              <w:rPr>
                <w:rFonts w:ascii="Calibri Light" w:hAnsi="Calibri Light" w:cs="Calibri Light"/>
                <w:i/>
                <w:sz w:val="20"/>
                <w:szCs w:val="20"/>
                <w:lang w:val="lt-LT"/>
              </w:rPr>
            </w:pPr>
            <w:r w:rsidRPr="000E0438">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77C435" w14:textId="29D89340" w:rsidR="00770297" w:rsidRPr="000A40E1" w:rsidRDefault="00596CA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79B7558D"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635B32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51.</w:t>
            </w:r>
          </w:p>
        </w:tc>
        <w:tc>
          <w:tcPr>
            <w:tcW w:w="3006" w:type="dxa"/>
            <w:shd w:val="clear" w:color="auto" w:fill="auto"/>
          </w:tcPr>
          <w:p w14:paraId="2526C6A5"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Sukurti funkcionalumą skirtą IBPS naudotojų informavimui, kai nėra nustatytas automatinės užduoties gavėjas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9F7BD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5F918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5F6D8B" w14:textId="25E25107" w:rsidR="00770297" w:rsidRPr="007370BB" w:rsidRDefault="002408BB" w:rsidP="00966567">
            <w:pPr>
              <w:rPr>
                <w:rFonts w:ascii="Calibri Light" w:hAnsi="Calibri Light" w:cs="Calibri Light"/>
                <w:i/>
                <w:sz w:val="20"/>
                <w:szCs w:val="20"/>
                <w:lang w:val="lt-LT"/>
              </w:rPr>
            </w:pPr>
            <w:r w:rsidRPr="002408BB">
              <w:rPr>
                <w:rFonts w:ascii="Calibri Light" w:hAnsi="Calibri Light" w:cs="Calibri Light"/>
                <w:bCs/>
                <w:i/>
                <w:sz w:val="20"/>
                <w:szCs w:val="20"/>
              </w:rPr>
              <w:t>7420,00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FA447E" w14:textId="6170FE1A" w:rsidR="00770297" w:rsidRPr="007370BB" w:rsidRDefault="002408BB" w:rsidP="00966567">
            <w:pPr>
              <w:rPr>
                <w:rFonts w:ascii="Calibri Light" w:hAnsi="Calibri Light" w:cs="Calibri Light"/>
                <w:i/>
                <w:sz w:val="20"/>
                <w:szCs w:val="20"/>
                <w:lang w:val="lt-LT"/>
              </w:rPr>
            </w:pPr>
            <w:r w:rsidRPr="002408BB">
              <w:rPr>
                <w:rFonts w:ascii="Calibri Light" w:hAnsi="Calibri Light" w:cs="Calibri Light"/>
                <w:bCs/>
                <w:i/>
                <w:sz w:val="20"/>
                <w:szCs w:val="20"/>
              </w:rPr>
              <w:t>7420,00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2244D3" w14:textId="0DA11BA1" w:rsidR="00770297" w:rsidRPr="000A40E1" w:rsidRDefault="00A62C5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8 978,20</w:t>
            </w:r>
          </w:p>
        </w:tc>
      </w:tr>
      <w:tr w:rsidR="00770297" w:rsidRPr="007370BB" w14:paraId="2E9665F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959E8A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52.</w:t>
            </w:r>
          </w:p>
        </w:tc>
        <w:tc>
          <w:tcPr>
            <w:tcW w:w="3006" w:type="dxa"/>
            <w:shd w:val="clear" w:color="auto" w:fill="auto"/>
          </w:tcPr>
          <w:p w14:paraId="593F0DD5"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 xml:space="preserve">Sukurti priminimus prokuratūrai apie paskirtas įstaigai užduotis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0282F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6613D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150DF4" w14:textId="31D422C4" w:rsidR="00770297" w:rsidRPr="007370BB" w:rsidRDefault="00C267D9" w:rsidP="00966567">
            <w:pPr>
              <w:rPr>
                <w:rFonts w:ascii="Calibri Light" w:hAnsi="Calibri Light" w:cs="Calibri Light"/>
                <w:i/>
                <w:sz w:val="20"/>
                <w:szCs w:val="20"/>
                <w:lang w:val="lt-LT"/>
              </w:rPr>
            </w:pPr>
            <w:r w:rsidRPr="00C267D9">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C52F78" w14:textId="30A653A4" w:rsidR="00770297" w:rsidRPr="007370BB" w:rsidRDefault="00C267D9" w:rsidP="00966567">
            <w:pPr>
              <w:rPr>
                <w:rFonts w:ascii="Calibri Light" w:hAnsi="Calibri Light" w:cs="Calibri Light"/>
                <w:i/>
                <w:sz w:val="20"/>
                <w:szCs w:val="20"/>
                <w:lang w:val="lt-LT"/>
              </w:rPr>
            </w:pPr>
            <w:r w:rsidRPr="00C267D9">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BAE2AA" w14:textId="60568583" w:rsidR="00770297" w:rsidRPr="000A40E1" w:rsidRDefault="00A234F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16988A7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AD2257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53.</w:t>
            </w:r>
          </w:p>
        </w:tc>
        <w:tc>
          <w:tcPr>
            <w:tcW w:w="3006" w:type="dxa"/>
            <w:shd w:val="clear" w:color="auto" w:fill="auto"/>
          </w:tcPr>
          <w:p w14:paraId="4AF35E28"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Teisėjo pirmo lango funkcionalumų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6FF2E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C687F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5B1F44" w14:textId="67D3F8B0" w:rsidR="00770297" w:rsidRPr="007370BB" w:rsidRDefault="00BE6627" w:rsidP="00966567">
            <w:pPr>
              <w:rPr>
                <w:rFonts w:ascii="Calibri Light" w:hAnsi="Calibri Light" w:cs="Calibri Light"/>
                <w:i/>
                <w:sz w:val="20"/>
                <w:szCs w:val="20"/>
                <w:lang w:val="lt-LT"/>
              </w:rPr>
            </w:pPr>
            <w:r w:rsidRPr="00BE6627">
              <w:rPr>
                <w:rFonts w:ascii="Calibri Light" w:hAnsi="Calibri Light" w:cs="Calibri Light"/>
                <w:bCs/>
                <w:i/>
                <w:sz w:val="20"/>
                <w:szCs w:val="20"/>
              </w:rPr>
              <w:t>9240,00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CB5C4E" w14:textId="02DFDA59" w:rsidR="00770297" w:rsidRPr="007370BB" w:rsidRDefault="00BE6627" w:rsidP="00966567">
            <w:pPr>
              <w:rPr>
                <w:rFonts w:ascii="Calibri Light" w:hAnsi="Calibri Light" w:cs="Calibri Light"/>
                <w:i/>
                <w:sz w:val="20"/>
                <w:szCs w:val="20"/>
                <w:lang w:val="lt-LT"/>
              </w:rPr>
            </w:pPr>
            <w:r w:rsidRPr="00BE6627">
              <w:rPr>
                <w:rFonts w:ascii="Calibri Light" w:hAnsi="Calibri Light" w:cs="Calibri Light"/>
                <w:bCs/>
                <w:i/>
                <w:sz w:val="20"/>
                <w:szCs w:val="20"/>
              </w:rPr>
              <w:t>9240,00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A0E5B0" w14:textId="7B7843B7" w:rsidR="00770297" w:rsidRPr="000A40E1" w:rsidRDefault="00850BE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11 180,40</w:t>
            </w:r>
          </w:p>
        </w:tc>
      </w:tr>
      <w:tr w:rsidR="00770297" w:rsidRPr="007370BB" w14:paraId="1367D2B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050F6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54.</w:t>
            </w:r>
          </w:p>
        </w:tc>
        <w:tc>
          <w:tcPr>
            <w:tcW w:w="3006" w:type="dxa"/>
            <w:shd w:val="clear" w:color="auto" w:fill="auto"/>
          </w:tcPr>
          <w:p w14:paraId="5E2D059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Sąrašo „Mano nepaskelbtos nutartys“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3D233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7BC96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EA032E" w14:textId="0989722D" w:rsidR="00770297" w:rsidRPr="007370BB" w:rsidRDefault="00AE16E9" w:rsidP="00966567">
            <w:pPr>
              <w:rPr>
                <w:rFonts w:ascii="Calibri Light" w:hAnsi="Calibri Light" w:cs="Calibri Light"/>
                <w:i/>
                <w:sz w:val="20"/>
                <w:szCs w:val="20"/>
                <w:lang w:val="lt-LT"/>
              </w:rPr>
            </w:pPr>
            <w:r w:rsidRPr="00AE16E9">
              <w:rPr>
                <w:rFonts w:ascii="Calibri Light" w:hAnsi="Calibri Light" w:cs="Calibri Light"/>
                <w:bCs/>
                <w:i/>
                <w:sz w:val="20"/>
                <w:szCs w:val="20"/>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88DB9F" w14:textId="1892CA4B" w:rsidR="00770297" w:rsidRPr="007370BB" w:rsidRDefault="007C64DB" w:rsidP="00966567">
            <w:pPr>
              <w:rPr>
                <w:rFonts w:ascii="Calibri Light" w:hAnsi="Calibri Light" w:cs="Calibri Light"/>
                <w:i/>
                <w:sz w:val="20"/>
                <w:szCs w:val="20"/>
                <w:lang w:val="lt-LT"/>
              </w:rPr>
            </w:pPr>
            <w:r w:rsidRPr="007C64DB">
              <w:rPr>
                <w:rFonts w:ascii="Calibri Light" w:hAnsi="Calibri Light" w:cs="Calibri Light"/>
                <w:bCs/>
                <w:i/>
                <w:sz w:val="20"/>
                <w:szCs w:val="20"/>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5E296C" w14:textId="0E80D239" w:rsidR="00770297" w:rsidRPr="000A40E1" w:rsidRDefault="008D35FE"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2 202,20</w:t>
            </w:r>
          </w:p>
        </w:tc>
      </w:tr>
      <w:tr w:rsidR="00770297" w:rsidRPr="007370BB" w14:paraId="286EE22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10BEFC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55.</w:t>
            </w:r>
          </w:p>
        </w:tc>
        <w:tc>
          <w:tcPr>
            <w:tcW w:w="3006" w:type="dxa"/>
            <w:shd w:val="clear" w:color="auto" w:fill="auto"/>
          </w:tcPr>
          <w:p w14:paraId="11FA86B4"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Gauto Skundo/prašymo persiuntimas pagal kompetenciją teismui per sistemą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0E5FF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843F8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85EBBF" w14:textId="565F83A5" w:rsidR="00770297" w:rsidRPr="007370BB" w:rsidRDefault="00AD6A3B" w:rsidP="00966567">
            <w:pPr>
              <w:rPr>
                <w:rFonts w:ascii="Calibri Light" w:hAnsi="Calibri Light" w:cs="Calibri Light"/>
                <w:i/>
                <w:sz w:val="20"/>
                <w:szCs w:val="20"/>
                <w:lang w:val="lt-LT"/>
              </w:rPr>
            </w:pPr>
            <w:r w:rsidRPr="00AD6A3B">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B1BFB9" w14:textId="4B375F1B" w:rsidR="00770297" w:rsidRPr="007370BB" w:rsidRDefault="00AD6A3B" w:rsidP="00966567">
            <w:pPr>
              <w:rPr>
                <w:rFonts w:ascii="Calibri Light" w:hAnsi="Calibri Light" w:cs="Calibri Light"/>
                <w:i/>
                <w:sz w:val="20"/>
                <w:szCs w:val="20"/>
                <w:lang w:val="lt-LT"/>
              </w:rPr>
            </w:pPr>
            <w:r w:rsidRPr="00AD6A3B">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150509" w14:textId="198D7681" w:rsidR="00770297" w:rsidRPr="000A40E1" w:rsidRDefault="005A556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3CAD57B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E7526E"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56.</w:t>
            </w:r>
          </w:p>
        </w:tc>
        <w:tc>
          <w:tcPr>
            <w:tcW w:w="3006" w:type="dxa"/>
            <w:shd w:val="clear" w:color="auto" w:fill="auto"/>
          </w:tcPr>
          <w:p w14:paraId="05521264"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Pasirašymo užduočių įvykdymo pakeitimai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98444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80D36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3AEE50" w14:textId="53DBFF80" w:rsidR="00770297" w:rsidRPr="007370BB" w:rsidRDefault="008558CA" w:rsidP="00966567">
            <w:pPr>
              <w:rPr>
                <w:rFonts w:ascii="Calibri Light" w:hAnsi="Calibri Light" w:cs="Calibri Light"/>
                <w:i/>
                <w:sz w:val="20"/>
                <w:szCs w:val="20"/>
                <w:lang w:val="lt-LT"/>
              </w:rPr>
            </w:pPr>
            <w:r w:rsidRPr="008558CA">
              <w:rPr>
                <w:rFonts w:ascii="Calibri Light" w:hAnsi="Calibri Light" w:cs="Calibri Light"/>
                <w:bCs/>
                <w:i/>
                <w:sz w:val="20"/>
                <w:szCs w:val="20"/>
              </w:rPr>
              <w:t>770,00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D52902" w14:textId="1901215D" w:rsidR="00770297" w:rsidRPr="007370BB" w:rsidRDefault="008558CA" w:rsidP="00966567">
            <w:pPr>
              <w:rPr>
                <w:rFonts w:ascii="Calibri Light" w:hAnsi="Calibri Light" w:cs="Calibri Light"/>
                <w:i/>
                <w:sz w:val="20"/>
                <w:szCs w:val="20"/>
                <w:lang w:val="lt-LT"/>
              </w:rPr>
            </w:pPr>
            <w:r w:rsidRPr="008558CA">
              <w:rPr>
                <w:rFonts w:ascii="Calibri Light" w:hAnsi="Calibri Light" w:cs="Calibri Light"/>
                <w:bCs/>
                <w:i/>
                <w:sz w:val="20"/>
                <w:szCs w:val="20"/>
              </w:rPr>
              <w:t>770,00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93298A" w14:textId="6C418CCD" w:rsidR="00770297" w:rsidRPr="000A40E1" w:rsidRDefault="0005460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931,70</w:t>
            </w:r>
          </w:p>
        </w:tc>
      </w:tr>
      <w:tr w:rsidR="00770297" w:rsidRPr="007370BB" w14:paraId="6D90767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10A02D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57.</w:t>
            </w:r>
          </w:p>
        </w:tc>
        <w:tc>
          <w:tcPr>
            <w:tcW w:w="3006" w:type="dxa"/>
            <w:shd w:val="clear" w:color="auto" w:fill="auto"/>
          </w:tcPr>
          <w:p w14:paraId="581C786E"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Išplėsti automatinės užduoties skyrimą bylų sujungimo/atskyrimo atvejais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44EA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F3883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C7A18" w14:textId="1F3935B6" w:rsidR="00770297" w:rsidRPr="007370BB" w:rsidRDefault="00CB13C2" w:rsidP="00966567">
            <w:pPr>
              <w:rPr>
                <w:rFonts w:ascii="Calibri Light" w:hAnsi="Calibri Light" w:cs="Calibri Light"/>
                <w:i/>
                <w:sz w:val="20"/>
                <w:szCs w:val="20"/>
                <w:lang w:val="lt-LT"/>
              </w:rPr>
            </w:pPr>
            <w:r w:rsidRPr="00CB13C2">
              <w:rPr>
                <w:rFonts w:ascii="Calibri Light" w:hAnsi="Calibri Light" w:cs="Calibri Light"/>
                <w:bCs/>
                <w:i/>
                <w:sz w:val="20"/>
                <w:szCs w:val="20"/>
              </w:rPr>
              <w:t>10780,00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A4D0B1" w14:textId="0FBE52D7" w:rsidR="00770297" w:rsidRPr="007370BB" w:rsidRDefault="00CB13C2" w:rsidP="00966567">
            <w:pPr>
              <w:rPr>
                <w:rFonts w:ascii="Calibri Light" w:hAnsi="Calibri Light" w:cs="Calibri Light"/>
                <w:i/>
                <w:sz w:val="20"/>
                <w:szCs w:val="20"/>
                <w:lang w:val="lt-LT"/>
              </w:rPr>
            </w:pPr>
            <w:r w:rsidRPr="00CB13C2">
              <w:rPr>
                <w:rFonts w:ascii="Calibri Light" w:hAnsi="Calibri Light" w:cs="Calibri Light"/>
                <w:bCs/>
                <w:i/>
                <w:sz w:val="20"/>
                <w:szCs w:val="20"/>
              </w:rPr>
              <w:t>10780,00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E71EAB" w14:textId="221F1733" w:rsidR="00770297" w:rsidRPr="000A40E1" w:rsidRDefault="00EB242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13 043,80</w:t>
            </w:r>
          </w:p>
        </w:tc>
      </w:tr>
      <w:tr w:rsidR="00770297" w:rsidRPr="007370BB" w14:paraId="2056669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A1C8B5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58.</w:t>
            </w:r>
          </w:p>
        </w:tc>
        <w:tc>
          <w:tcPr>
            <w:tcW w:w="3006" w:type="dxa"/>
            <w:shd w:val="clear" w:color="auto" w:fill="auto"/>
          </w:tcPr>
          <w:p w14:paraId="14197A2B"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Paieškos Mokesčių mokėtojų registre auditavimo informacijos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7091F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9DBD5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750340" w14:textId="493BE190" w:rsidR="00770297" w:rsidRPr="007370BB" w:rsidRDefault="00B21B06" w:rsidP="00966567">
            <w:pPr>
              <w:rPr>
                <w:rFonts w:ascii="Calibri Light" w:hAnsi="Calibri Light" w:cs="Calibri Light"/>
                <w:i/>
                <w:sz w:val="20"/>
                <w:szCs w:val="20"/>
                <w:lang w:val="lt-LT"/>
              </w:rPr>
            </w:pPr>
            <w:r w:rsidRPr="00B21B06">
              <w:rPr>
                <w:rFonts w:ascii="Calibri Light" w:hAnsi="Calibri Light" w:cs="Calibri Light"/>
                <w:bCs/>
                <w:i/>
                <w:sz w:val="20"/>
                <w:szCs w:val="20"/>
              </w:rPr>
              <w:t>350,00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0A8FE2" w14:textId="19DA79E6" w:rsidR="00770297" w:rsidRPr="007370BB" w:rsidRDefault="00B21B06" w:rsidP="00966567">
            <w:pPr>
              <w:rPr>
                <w:rFonts w:ascii="Calibri Light" w:hAnsi="Calibri Light" w:cs="Calibri Light"/>
                <w:i/>
                <w:sz w:val="20"/>
                <w:szCs w:val="20"/>
                <w:lang w:val="lt-LT"/>
              </w:rPr>
            </w:pPr>
            <w:r w:rsidRPr="00B21B06">
              <w:rPr>
                <w:rFonts w:ascii="Calibri Light" w:hAnsi="Calibri Light" w:cs="Calibri Light"/>
                <w:bCs/>
                <w:i/>
                <w:sz w:val="20"/>
                <w:szCs w:val="20"/>
              </w:rPr>
              <w:t>350,00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E9E93" w14:textId="491DF711" w:rsidR="00770297" w:rsidRPr="000A40E1" w:rsidRDefault="00AB1C9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423,50</w:t>
            </w:r>
          </w:p>
        </w:tc>
      </w:tr>
      <w:tr w:rsidR="00962717" w:rsidRPr="007370BB" w14:paraId="33733370" w14:textId="77777777" w:rsidTr="00A90493">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1EA6F4E2" w14:textId="4A5FF3DB" w:rsidR="00962717" w:rsidRPr="007370BB" w:rsidRDefault="00A90493" w:rsidP="00962717">
            <w:pPr>
              <w:jc w:val="right"/>
              <w:rPr>
                <w:rFonts w:ascii="Calibri Light" w:hAnsi="Calibri Light" w:cs="Calibri Light"/>
                <w:i/>
                <w:sz w:val="20"/>
                <w:szCs w:val="20"/>
                <w:lang w:val="lt-LT"/>
              </w:rPr>
            </w:pPr>
            <w:r w:rsidRPr="00A90493">
              <w:rPr>
                <w:rFonts w:ascii="Calibri Light" w:hAnsi="Calibri Light" w:cs="Calibri Light"/>
                <w:b/>
                <w:bCs/>
                <w:i/>
                <w:iCs/>
                <w:sz w:val="20"/>
                <w:szCs w:val="20"/>
                <w:lang w:val="lt-LT"/>
              </w:rPr>
              <w:t>Iš viso (1-</w:t>
            </w:r>
            <w:r>
              <w:rPr>
                <w:rFonts w:ascii="Calibri Light" w:hAnsi="Calibri Light" w:cs="Calibri Light"/>
                <w:b/>
                <w:bCs/>
                <w:i/>
                <w:iCs/>
                <w:sz w:val="20"/>
                <w:szCs w:val="20"/>
                <w:lang w:val="lt-LT"/>
              </w:rPr>
              <w:t>58</w:t>
            </w:r>
            <w:r w:rsidRPr="00A90493">
              <w:rPr>
                <w:rFonts w:ascii="Calibri Light" w:hAnsi="Calibri Light" w:cs="Calibri Light"/>
                <w:b/>
                <w:bCs/>
                <w:i/>
                <w:iCs/>
                <w:sz w:val="20"/>
                <w:szCs w:val="20"/>
                <w:lang w:val="lt-LT"/>
              </w:rPr>
              <w:t xml:space="preserve">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60D52CE" w14:textId="2292E170" w:rsidR="00962717" w:rsidRPr="000F5F35" w:rsidRDefault="000F5F35" w:rsidP="00966567">
            <w:pPr>
              <w:rPr>
                <w:rFonts w:ascii="Calibri Light" w:hAnsi="Calibri Light" w:cs="Calibri Light"/>
                <w:i/>
                <w:sz w:val="20"/>
                <w:szCs w:val="20"/>
              </w:rPr>
            </w:pPr>
            <w:r>
              <w:rPr>
                <w:rFonts w:ascii="Calibri Light" w:hAnsi="Calibri Light" w:cs="Calibri Light"/>
                <w:i/>
                <w:sz w:val="20"/>
                <w:szCs w:val="20"/>
              </w:rPr>
              <w:t>790</w:t>
            </w:r>
            <w:r w:rsidR="00A90FEE">
              <w:rPr>
                <w:rFonts w:ascii="Calibri Light" w:hAnsi="Calibri Light" w:cs="Calibri Light"/>
                <w:i/>
                <w:sz w:val="20"/>
                <w:szCs w:val="20"/>
              </w:rPr>
              <w:t xml:space="preserve"> </w:t>
            </w:r>
            <w:r>
              <w:rPr>
                <w:rFonts w:ascii="Calibri Light" w:hAnsi="Calibri Light" w:cs="Calibri Light"/>
                <w:i/>
                <w:sz w:val="20"/>
                <w:szCs w:val="20"/>
              </w:rPr>
              <w:t>370,00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82E4E00" w14:textId="3AB42F67" w:rsidR="00962717" w:rsidRPr="007370BB" w:rsidRDefault="000F5F35"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956 347,70</w:t>
            </w:r>
          </w:p>
        </w:tc>
      </w:tr>
      <w:tr w:rsidR="00770297" w:rsidRPr="007370BB" w14:paraId="586908B8" w14:textId="77777777" w:rsidTr="002C2208">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97137" w14:textId="35A578E3" w:rsidR="00770297" w:rsidRPr="007370BB" w:rsidRDefault="00051CF0" w:rsidP="00C45446">
            <w:pPr>
              <w:spacing w:after="0" w:line="240" w:lineRule="auto"/>
              <w:ind w:left="22"/>
              <w:rPr>
                <w:rFonts w:ascii="Calibri Light" w:eastAsia="Times New Roman" w:hAnsi="Calibri Light" w:cs="Calibri Light"/>
                <w:i/>
                <w:sz w:val="20"/>
                <w:szCs w:val="20"/>
                <w:lang w:val="lt-LT"/>
              </w:rPr>
            </w:pPr>
            <w:r w:rsidRPr="00051CF0">
              <w:rPr>
                <w:rFonts w:ascii="Calibri Light" w:hAnsi="Calibri Light" w:cs="Calibri Light"/>
                <w:b/>
                <w:i/>
                <w:iCs/>
                <w:sz w:val="20"/>
                <w:szCs w:val="20"/>
                <w:lang w:val="lt-LT"/>
              </w:rPr>
              <w:t xml:space="preserve">IBPS </w:t>
            </w:r>
            <w:r w:rsidR="001D31D7">
              <w:rPr>
                <w:rFonts w:ascii="Calibri Light" w:hAnsi="Calibri Light" w:cs="Calibri Light"/>
                <w:b/>
                <w:i/>
                <w:iCs/>
                <w:sz w:val="20"/>
                <w:szCs w:val="20"/>
                <w:lang w:val="lt-LT"/>
              </w:rPr>
              <w:t xml:space="preserve">MODERNIZAVIMO IR </w:t>
            </w:r>
            <w:r w:rsidRPr="00051CF0">
              <w:rPr>
                <w:rFonts w:ascii="Calibri Light" w:hAnsi="Calibri Light" w:cs="Calibri Light"/>
                <w:b/>
                <w:i/>
                <w:iCs/>
                <w:sz w:val="20"/>
                <w:szCs w:val="20"/>
                <w:lang w:val="lt-LT"/>
              </w:rPr>
              <w:t>PRIEŽIŪROS PASLAUGOS UŽSAKYTIEMS PAKEITIMAMS ATLIKTI (</w:t>
            </w:r>
            <w:r w:rsidRPr="00051CF0">
              <w:rPr>
                <w:rFonts w:ascii="Calibri Light" w:hAnsi="Calibri Light" w:cs="Calibri Light"/>
                <w:b/>
                <w:bCs/>
                <w:i/>
                <w:iCs/>
                <w:sz w:val="20"/>
                <w:szCs w:val="20"/>
                <w:lang w:val="lt-LT"/>
              </w:rPr>
              <w:t xml:space="preserve">Techninės specifikacijos III skyriaus „Reikalavimai IBPS programinės įrangos </w:t>
            </w:r>
            <w:r w:rsidR="001D31D7" w:rsidRPr="00051CF0">
              <w:rPr>
                <w:rFonts w:ascii="Calibri Light" w:hAnsi="Calibri Light" w:cs="Calibri Light"/>
                <w:b/>
                <w:bCs/>
                <w:i/>
                <w:iCs/>
                <w:sz w:val="20"/>
                <w:szCs w:val="20"/>
                <w:lang w:val="lt-LT"/>
              </w:rPr>
              <w:t xml:space="preserve">modernizavimui </w:t>
            </w:r>
            <w:r w:rsidR="001D31D7">
              <w:rPr>
                <w:rFonts w:ascii="Calibri Light" w:hAnsi="Calibri Light" w:cs="Calibri Light"/>
                <w:b/>
                <w:bCs/>
                <w:i/>
                <w:iCs/>
                <w:sz w:val="20"/>
                <w:szCs w:val="20"/>
                <w:lang w:val="lt-LT"/>
              </w:rPr>
              <w:t xml:space="preserve">ir </w:t>
            </w:r>
            <w:r w:rsidRPr="00051CF0">
              <w:rPr>
                <w:rFonts w:ascii="Calibri Light" w:hAnsi="Calibri Light" w:cs="Calibri Light"/>
                <w:b/>
                <w:bCs/>
                <w:i/>
                <w:iCs/>
                <w:sz w:val="20"/>
                <w:szCs w:val="20"/>
                <w:lang w:val="lt-LT"/>
              </w:rPr>
              <w:t xml:space="preserve">priežiūrai “ </w:t>
            </w:r>
            <w:r w:rsidR="001D31D7">
              <w:rPr>
                <w:rFonts w:ascii="Calibri Light" w:hAnsi="Calibri Light" w:cs="Calibri Light"/>
                <w:b/>
                <w:bCs/>
                <w:i/>
                <w:iCs/>
                <w:sz w:val="20"/>
                <w:szCs w:val="20"/>
                <w:lang w:val="lt-LT"/>
              </w:rPr>
              <w:t>lentelės 5</w:t>
            </w:r>
            <w:r w:rsidRPr="00051CF0">
              <w:rPr>
                <w:rFonts w:ascii="Calibri Light" w:hAnsi="Calibri Light" w:cs="Calibri Light"/>
                <w:b/>
                <w:bCs/>
                <w:i/>
                <w:iCs/>
                <w:sz w:val="20"/>
                <w:szCs w:val="20"/>
                <w:lang w:val="lt-LT"/>
              </w:rPr>
              <w:t>9 punktas</w:t>
            </w:r>
            <w:r w:rsidRPr="00051CF0">
              <w:rPr>
                <w:rFonts w:ascii="Calibri Light" w:hAnsi="Calibri Light" w:cs="Calibri Light"/>
                <w:b/>
                <w:i/>
                <w:iCs/>
                <w:sz w:val="20"/>
                <w:szCs w:val="20"/>
                <w:lang w:val="lt-LT"/>
              </w:rPr>
              <w:t>)</w:t>
            </w:r>
          </w:p>
        </w:tc>
      </w:tr>
      <w:tr w:rsidR="00770297" w:rsidRPr="007370BB" w14:paraId="4A297E4F" w14:textId="77777777" w:rsidTr="00D22360">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806E75"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59.</w:t>
            </w:r>
          </w:p>
        </w:tc>
        <w:tc>
          <w:tcPr>
            <w:tcW w:w="3006" w:type="dxa"/>
            <w:shd w:val="clear" w:color="auto" w:fill="auto"/>
          </w:tcPr>
          <w:p w14:paraId="6A1A62C1" w14:textId="77777777" w:rsidR="00770297" w:rsidRPr="007370BB" w:rsidRDefault="00770297" w:rsidP="00966567">
            <w:pPr>
              <w:spacing w:after="0" w:line="240" w:lineRule="auto"/>
              <w:rPr>
                <w:rFonts w:ascii="Calibri Light" w:hAnsi="Calibri Light" w:cs="Calibri Light"/>
                <w:b/>
                <w:color w:val="000000" w:themeColor="text1"/>
                <w:sz w:val="20"/>
                <w:szCs w:val="20"/>
                <w:lang w:val="lt-LT"/>
              </w:rPr>
            </w:pPr>
            <w:r w:rsidRPr="007370BB">
              <w:rPr>
                <w:rFonts w:ascii="Calibri Light" w:hAnsi="Calibri Light" w:cs="Calibri Light"/>
                <w:b/>
                <w:color w:val="000000" w:themeColor="text1"/>
                <w:sz w:val="20"/>
                <w:szCs w:val="20"/>
                <w:lang w:val="lt-LT"/>
              </w:rPr>
              <w:t xml:space="preserve">IBPS modernizavimo ir priežiūros paslaugos </w:t>
            </w:r>
            <w:r w:rsidRPr="007370BB">
              <w:rPr>
                <w:rFonts w:ascii="Calibri Light" w:hAnsi="Calibri Light" w:cs="Calibri Light"/>
                <w:b/>
                <w:sz w:val="20"/>
                <w:szCs w:val="20"/>
                <w:lang w:val="lt-LT"/>
              </w:rPr>
              <w:t xml:space="preserve">užsakytiems pakeitimams ir patobulinimams </w:t>
            </w:r>
            <w:r w:rsidRPr="007370BB">
              <w:rPr>
                <w:rFonts w:ascii="Calibri Light" w:hAnsi="Calibri Light" w:cs="Calibri Light"/>
                <w:b/>
                <w:sz w:val="20"/>
                <w:szCs w:val="20"/>
                <w:lang w:val="lt-LT"/>
              </w:rPr>
              <w:lastRenderedPageBreak/>
              <w:t>atlikti</w:t>
            </w:r>
            <w:r w:rsidRPr="007370BB">
              <w:rPr>
                <w:rFonts w:ascii="Calibri Light" w:hAnsi="Calibri Light" w:cs="Calibri Light"/>
                <w:b/>
                <w:color w:val="000000" w:themeColor="text1"/>
                <w:sz w:val="20"/>
                <w:szCs w:val="20"/>
                <w:lang w:val="lt-LT"/>
              </w:rPr>
              <w:t xml:space="preserve"> (pagal paslaugų valandinį įkainį</w:t>
            </w:r>
            <w:r w:rsidRPr="007370BB">
              <w:rPr>
                <w:rFonts w:ascii="Calibri Light" w:hAnsi="Calibri Light" w:cs="Calibri Light"/>
                <w:b/>
                <w:sz w:val="20"/>
                <w:szCs w:val="20"/>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4B87AB" w14:textId="75B1EB64"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lastRenderedPageBreak/>
              <w:t>7230</w:t>
            </w:r>
            <w:r w:rsidR="00A96D5A">
              <w:rPr>
                <w:rFonts w:ascii="Calibri Light" w:hAnsi="Calibri Light" w:cs="Calibri Light"/>
                <w:sz w:val="20"/>
                <w:szCs w:val="20"/>
                <w:lang w:val="lt-LT"/>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060C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AD4181" w14:textId="0A470587" w:rsidR="00770297" w:rsidRPr="007370BB" w:rsidRDefault="00A90FEE" w:rsidP="00966567">
            <w:pPr>
              <w:rPr>
                <w:rFonts w:ascii="Calibri Light" w:hAnsi="Calibri Light" w:cs="Calibri Light"/>
                <w:i/>
                <w:sz w:val="20"/>
                <w:szCs w:val="20"/>
                <w:lang w:val="lt-LT"/>
              </w:rPr>
            </w:pPr>
            <w:r>
              <w:rPr>
                <w:rFonts w:ascii="Calibri Light" w:hAnsi="Calibri Light" w:cs="Calibri Light"/>
                <w:i/>
                <w:sz w:val="20"/>
                <w:szCs w:val="20"/>
                <w:lang w:val="lt-LT"/>
              </w:rPr>
              <w:t>70,00</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9B6C6D4" w14:textId="4E1F86C6" w:rsidR="00770297" w:rsidRPr="007370BB" w:rsidRDefault="00A90FEE" w:rsidP="00966567">
            <w:pPr>
              <w:rPr>
                <w:rFonts w:ascii="Calibri Light" w:hAnsi="Calibri Light" w:cs="Calibri Light"/>
                <w:i/>
                <w:sz w:val="20"/>
                <w:szCs w:val="20"/>
                <w:lang w:val="lt-LT"/>
              </w:rPr>
            </w:pPr>
            <w:r>
              <w:rPr>
                <w:rFonts w:ascii="Calibri Light" w:hAnsi="Calibri Light" w:cs="Calibri Light"/>
                <w:i/>
                <w:sz w:val="20"/>
                <w:szCs w:val="20"/>
                <w:lang w:val="lt-LT"/>
              </w:rPr>
              <w:t>506 100,00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3F6B278" w14:textId="58646F53" w:rsidR="00770297" w:rsidRPr="007370BB" w:rsidRDefault="00A90FEE"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612381,00</w:t>
            </w:r>
          </w:p>
        </w:tc>
      </w:tr>
      <w:tr w:rsidR="00C45446" w:rsidRPr="007370BB" w14:paraId="0DD3670B" w14:textId="77777777" w:rsidTr="00156862">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2F59AA" w14:textId="0D38585E" w:rsidR="00C45446" w:rsidRPr="00C45446" w:rsidRDefault="00C45446" w:rsidP="00D22360">
            <w:pPr>
              <w:spacing w:after="0" w:line="240" w:lineRule="auto"/>
              <w:jc w:val="right"/>
              <w:rPr>
                <w:rFonts w:ascii="Calibri Light" w:eastAsia="Times New Roman" w:hAnsi="Calibri Light" w:cs="Calibri Light"/>
                <w:b/>
                <w:bCs/>
                <w:sz w:val="20"/>
                <w:szCs w:val="20"/>
                <w:lang w:val="lt-LT"/>
              </w:rPr>
            </w:pPr>
            <w:r w:rsidRPr="00C45446">
              <w:rPr>
                <w:rFonts w:ascii="Calibri Light" w:eastAsia="Times New Roman" w:hAnsi="Calibri Light" w:cs="Calibri Light"/>
                <w:b/>
                <w:bCs/>
                <w:sz w:val="20"/>
                <w:szCs w:val="20"/>
                <w:lang w:val="lt-LT"/>
              </w:rPr>
              <w:t xml:space="preserve">Bendra pasiūlymo kaina eurais </w:t>
            </w:r>
            <w:r w:rsidRPr="00C45446">
              <w:rPr>
                <w:rFonts w:ascii="Calibri Light" w:eastAsia="Times New Roman" w:hAnsi="Calibri Light" w:cs="Calibri Light"/>
                <w:b/>
                <w:bCs/>
                <w:i/>
                <w:sz w:val="20"/>
                <w:szCs w:val="20"/>
                <w:lang w:val="lt-LT"/>
              </w:rPr>
              <w:t>(</w:t>
            </w:r>
            <w:r w:rsidR="00D22360">
              <w:rPr>
                <w:rFonts w:ascii="Calibri Light" w:eastAsia="Times New Roman" w:hAnsi="Calibri Light" w:cs="Calibri Light"/>
                <w:b/>
                <w:bCs/>
                <w:i/>
                <w:sz w:val="20"/>
                <w:szCs w:val="20"/>
                <w:lang w:val="lt-LT"/>
              </w:rPr>
              <w:t xml:space="preserve">lentelės </w:t>
            </w:r>
            <w:r w:rsidRPr="00C45446">
              <w:rPr>
                <w:rFonts w:ascii="Calibri Light" w:eastAsia="Times New Roman" w:hAnsi="Calibri Light" w:cs="Calibri Light"/>
                <w:b/>
                <w:bCs/>
                <w:i/>
                <w:sz w:val="20"/>
                <w:szCs w:val="20"/>
                <w:lang w:val="lt-LT"/>
              </w:rPr>
              <w:t>1- 5</w:t>
            </w:r>
            <w:r w:rsidR="00D22360">
              <w:rPr>
                <w:rFonts w:ascii="Calibri Light" w:eastAsia="Times New Roman" w:hAnsi="Calibri Light" w:cs="Calibri Light"/>
                <w:b/>
                <w:bCs/>
                <w:i/>
                <w:sz w:val="20"/>
                <w:szCs w:val="20"/>
                <w:lang w:val="lt-LT"/>
              </w:rPr>
              <w:t>8</w:t>
            </w:r>
            <w:r w:rsidRPr="00C45446">
              <w:rPr>
                <w:rFonts w:ascii="Calibri Light" w:eastAsia="Times New Roman" w:hAnsi="Calibri Light" w:cs="Calibri Light"/>
                <w:b/>
                <w:bCs/>
                <w:i/>
                <w:sz w:val="20"/>
                <w:szCs w:val="20"/>
                <w:lang w:val="lt-LT"/>
              </w:rPr>
              <w:t xml:space="preserve"> </w:t>
            </w:r>
            <w:r w:rsidR="00E812E3">
              <w:rPr>
                <w:rFonts w:ascii="Calibri Light" w:eastAsia="Times New Roman" w:hAnsi="Calibri Light" w:cs="Calibri Light"/>
                <w:b/>
                <w:bCs/>
                <w:i/>
                <w:sz w:val="20"/>
                <w:szCs w:val="20"/>
                <w:lang w:val="lt-LT"/>
              </w:rPr>
              <w:t>eilučių</w:t>
            </w:r>
            <w:r w:rsidRPr="00C45446">
              <w:rPr>
                <w:rFonts w:ascii="Calibri Light" w:eastAsia="Times New Roman" w:hAnsi="Calibri Light" w:cs="Calibri Light"/>
                <w:b/>
                <w:bCs/>
                <w:i/>
                <w:sz w:val="20"/>
                <w:szCs w:val="20"/>
                <w:lang w:val="lt-LT"/>
              </w:rPr>
              <w:t xml:space="preserve"> </w:t>
            </w:r>
            <w:r w:rsidR="00D22360">
              <w:rPr>
                <w:rFonts w:ascii="Calibri Light" w:eastAsia="Times New Roman" w:hAnsi="Calibri Light" w:cs="Calibri Light"/>
                <w:b/>
                <w:bCs/>
                <w:i/>
                <w:sz w:val="20"/>
                <w:szCs w:val="20"/>
                <w:lang w:val="lt-LT"/>
              </w:rPr>
              <w:t xml:space="preserve">ir 59 eilutės </w:t>
            </w:r>
            <w:r w:rsidRPr="00C45446">
              <w:rPr>
                <w:rFonts w:ascii="Calibri Light" w:eastAsia="Times New Roman" w:hAnsi="Calibri Light" w:cs="Calibri Light"/>
                <w:b/>
                <w:bCs/>
                <w:i/>
                <w:sz w:val="20"/>
                <w:szCs w:val="20"/>
                <w:lang w:val="lt-LT"/>
              </w:rPr>
              <w:t>suma)</w:t>
            </w:r>
          </w:p>
        </w:tc>
        <w:tc>
          <w:tcPr>
            <w:tcW w:w="141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F8FBDBA" w14:textId="7034BAD8" w:rsidR="00C45446" w:rsidRPr="007370BB" w:rsidRDefault="00046B62" w:rsidP="00966567">
            <w:pPr>
              <w:spacing w:after="0" w:line="240" w:lineRule="auto"/>
              <w:rPr>
                <w:rFonts w:ascii="Calibri Light" w:eastAsia="Times New Roman" w:hAnsi="Calibri Light" w:cs="Calibri Light"/>
                <w:sz w:val="20"/>
                <w:szCs w:val="20"/>
                <w:lang w:val="lt-LT"/>
              </w:rPr>
            </w:pPr>
            <w:r>
              <w:rPr>
                <w:rFonts w:ascii="Calibri Light" w:eastAsia="Times New Roman" w:hAnsi="Calibri Light" w:cs="Calibri Light"/>
                <w:sz w:val="20"/>
                <w:szCs w:val="20"/>
                <w:lang w:val="lt-LT"/>
              </w:rPr>
              <w:t>1 296 470,00</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6E62DD" w14:textId="7137718D" w:rsidR="00C45446" w:rsidRPr="007370BB" w:rsidRDefault="00046B62" w:rsidP="00966567">
            <w:pPr>
              <w:spacing w:after="0" w:line="240" w:lineRule="auto"/>
              <w:rPr>
                <w:rFonts w:ascii="Calibri Light" w:eastAsia="Times New Roman" w:hAnsi="Calibri Light" w:cs="Calibri Light"/>
                <w:sz w:val="20"/>
                <w:szCs w:val="20"/>
                <w:lang w:val="lt-LT"/>
              </w:rPr>
            </w:pPr>
            <w:r>
              <w:rPr>
                <w:rFonts w:ascii="Calibri Light" w:eastAsia="Times New Roman" w:hAnsi="Calibri Light" w:cs="Calibri Light"/>
                <w:sz w:val="20"/>
                <w:szCs w:val="20"/>
                <w:lang w:val="lt-LT"/>
              </w:rPr>
              <w:t>1 568 728,70</w:t>
            </w:r>
          </w:p>
        </w:tc>
      </w:tr>
    </w:tbl>
    <w:p w14:paraId="3F0CF6A9" w14:textId="77777777" w:rsidR="00770297" w:rsidRDefault="00770297" w:rsidP="00C47E4B">
      <w:pPr>
        <w:spacing w:after="0" w:line="240" w:lineRule="auto"/>
        <w:ind w:left="-142" w:firstLine="142"/>
        <w:rPr>
          <w:rFonts w:ascii="Calibri Light" w:hAnsi="Calibri Light" w:cs="Calibri Light"/>
          <w:b/>
          <w:sz w:val="16"/>
          <w:szCs w:val="16"/>
          <w:lang w:val="lt-LT"/>
        </w:rPr>
      </w:pPr>
    </w:p>
    <w:p w14:paraId="58A3E923" w14:textId="49B78E5C" w:rsidR="00E812E3" w:rsidRPr="00986E10" w:rsidRDefault="00E812E3" w:rsidP="00C47E4B">
      <w:pPr>
        <w:spacing w:after="0" w:line="240" w:lineRule="auto"/>
        <w:ind w:left="-142" w:firstLine="142"/>
        <w:rPr>
          <w:rFonts w:ascii="Calibri Light" w:hAnsi="Calibri Light" w:cs="Calibri Light"/>
          <w:b/>
          <w:sz w:val="18"/>
          <w:szCs w:val="18"/>
          <w:lang w:val="lt-LT"/>
        </w:rPr>
      </w:pPr>
      <w:r w:rsidRPr="00986E10">
        <w:rPr>
          <w:rFonts w:ascii="Calibri Light" w:hAnsi="Calibri Light" w:cs="Calibri Light"/>
          <w:b/>
          <w:sz w:val="18"/>
          <w:szCs w:val="18"/>
          <w:lang w:val="lt-LT"/>
        </w:rPr>
        <w:t xml:space="preserve">* </w:t>
      </w:r>
      <w:r w:rsidR="00DC3F35" w:rsidRPr="00986E10">
        <w:rPr>
          <w:rFonts w:ascii="Calibri Light" w:hAnsi="Calibri Light" w:cs="Calibri Light"/>
          <w:b/>
          <w:sz w:val="18"/>
          <w:szCs w:val="18"/>
          <w:lang w:val="lt-LT"/>
        </w:rPr>
        <w:t>Nurodytas maksimalus valandų skaičius. Perkančioji organizacija paslaugas įsigys pagal poreikį ir neįsipareigoja įsigyti viso nurodyto paslaugų kiekio.</w:t>
      </w:r>
    </w:p>
    <w:p w14:paraId="65D8877F" w14:textId="157F88C0" w:rsidR="00D62727" w:rsidRPr="00986E10" w:rsidRDefault="00E812E3" w:rsidP="00C47E4B">
      <w:pPr>
        <w:spacing w:after="0" w:line="240" w:lineRule="auto"/>
        <w:ind w:left="-142" w:firstLine="142"/>
        <w:rPr>
          <w:rFonts w:ascii="Calibri Light" w:hAnsi="Calibri Light" w:cs="Calibri Light"/>
          <w:b/>
          <w:sz w:val="18"/>
          <w:szCs w:val="18"/>
          <w:lang w:val="lt-LT"/>
        </w:rPr>
      </w:pPr>
      <w:r w:rsidRPr="00986E10">
        <w:rPr>
          <w:rFonts w:ascii="Calibri Light" w:hAnsi="Calibri Light" w:cs="Calibri Light"/>
          <w:b/>
          <w:sz w:val="18"/>
          <w:szCs w:val="18"/>
          <w:lang w:val="lt-LT"/>
        </w:rPr>
        <w:t>**</w:t>
      </w:r>
      <w:r w:rsidR="00D62727" w:rsidRPr="00986E10">
        <w:rPr>
          <w:rFonts w:ascii="Calibri Light" w:hAnsi="Calibri Light" w:cs="Calibri Light"/>
          <w:b/>
          <w:sz w:val="18"/>
          <w:szCs w:val="18"/>
          <w:lang w:val="lt-LT"/>
        </w:rPr>
        <w:t>Į kainą turi būti įskaičiuota PVM, kiti mokesčiai</w:t>
      </w:r>
      <w:r w:rsidR="005B1BC4">
        <w:rPr>
          <w:rFonts w:ascii="Calibri Light" w:hAnsi="Calibri Light" w:cs="Calibri Light"/>
          <w:b/>
          <w:sz w:val="18"/>
          <w:szCs w:val="18"/>
          <w:lang w:val="lt-LT"/>
        </w:rPr>
        <w:t>, garantinės priežiūros kaina</w:t>
      </w:r>
      <w:r w:rsidR="00D62727" w:rsidRPr="00986E10">
        <w:rPr>
          <w:rFonts w:ascii="Calibri Light" w:hAnsi="Calibri Light" w:cs="Calibri Light"/>
          <w:b/>
          <w:sz w:val="18"/>
          <w:szCs w:val="18"/>
          <w:lang w:val="lt-LT"/>
        </w:rPr>
        <w:t xml:space="preserve"> bei visos kitos išlaidos</w:t>
      </w:r>
      <w:r w:rsidR="005B1BC4">
        <w:rPr>
          <w:rFonts w:ascii="Calibri Light" w:hAnsi="Calibri Light" w:cs="Calibri Light"/>
          <w:b/>
          <w:sz w:val="18"/>
          <w:szCs w:val="18"/>
          <w:lang w:val="lt-LT"/>
        </w:rPr>
        <w:t xml:space="preserve">, </w:t>
      </w:r>
      <w:r w:rsidR="00D76F1D" w:rsidRPr="00D76F1D">
        <w:rPr>
          <w:rFonts w:ascii="Calibri Light" w:hAnsi="Calibri Light" w:cs="Calibri Light"/>
          <w:b/>
          <w:sz w:val="18"/>
          <w:szCs w:val="18"/>
          <w:lang w:val="lt-LT"/>
        </w:rPr>
        <w:t>susijusios su tinkamu Sutarties vykdymu</w:t>
      </w:r>
      <w:r w:rsidR="00D62727" w:rsidRPr="00986E10">
        <w:rPr>
          <w:rFonts w:ascii="Calibri Light" w:hAnsi="Calibri Light" w:cs="Calibri Light"/>
          <w:b/>
          <w:sz w:val="18"/>
          <w:szCs w:val="18"/>
          <w:lang w:val="lt-LT"/>
        </w:rPr>
        <w:t xml:space="preserve">. </w:t>
      </w:r>
      <w:r w:rsidR="008354EE" w:rsidRPr="00986E10">
        <w:rPr>
          <w:rFonts w:ascii="Calibri Light" w:hAnsi="Calibri Light" w:cs="Calibri Light"/>
          <w:b/>
          <w:sz w:val="18"/>
          <w:szCs w:val="18"/>
          <w:lang w:val="lt-LT"/>
        </w:rPr>
        <w:t>Tiekėjas turi nurodyti kainą EUR be PVM ir EUR su PVM, jei jis yra PVM mokėtojas arba tik EUR be PVM, jei teikėjas yra ne PVM mokėtojas. Kaina nurodoma ne daugiau kaip 2 skaitmenų po kablelio tikslumu</w:t>
      </w:r>
      <w:r w:rsidR="00D62727" w:rsidRPr="00986E10">
        <w:rPr>
          <w:rFonts w:ascii="Calibri Light" w:hAnsi="Calibri Light" w:cs="Calibri Light"/>
          <w:b/>
          <w:sz w:val="18"/>
          <w:szCs w:val="18"/>
          <w:lang w:val="lt-LT"/>
        </w:rPr>
        <w:t>.</w:t>
      </w:r>
    </w:p>
    <w:p w14:paraId="438BDA1A" w14:textId="77777777" w:rsidR="00D62727" w:rsidRPr="00986E10" w:rsidRDefault="00D62727" w:rsidP="00A00C6B">
      <w:pPr>
        <w:spacing w:after="0" w:line="240" w:lineRule="auto"/>
        <w:rPr>
          <w:rFonts w:ascii="Calibri Light" w:hAnsi="Calibri Light" w:cs="Calibri Light"/>
          <w:sz w:val="18"/>
          <w:szCs w:val="18"/>
          <w:lang w:val="lt-LT"/>
        </w:rPr>
      </w:pPr>
    </w:p>
    <w:tbl>
      <w:tblPr>
        <w:tblW w:w="5000" w:type="pct"/>
        <w:tblLook w:val="04A0" w:firstRow="1" w:lastRow="0" w:firstColumn="1" w:lastColumn="0" w:noHBand="0" w:noVBand="1"/>
      </w:tblPr>
      <w:tblGrid>
        <w:gridCol w:w="3136"/>
        <w:gridCol w:w="6502"/>
      </w:tblGrid>
      <w:tr w:rsidR="00D62727" w:rsidRPr="00986E10" w14:paraId="4F42A479" w14:textId="77777777" w:rsidTr="005B1F7F">
        <w:tc>
          <w:tcPr>
            <w:tcW w:w="1627" w:type="pct"/>
            <w:shd w:val="clear" w:color="auto" w:fill="auto"/>
          </w:tcPr>
          <w:p w14:paraId="07621DE4" w14:textId="77777777" w:rsidR="00D62727" w:rsidRPr="00986E10" w:rsidRDefault="00D62727" w:rsidP="00A00C6B">
            <w:pPr>
              <w:spacing w:after="0" w:line="240" w:lineRule="auto"/>
              <w:jc w:val="right"/>
              <w:rPr>
                <w:rFonts w:ascii="Calibri Light" w:eastAsia="Calibri" w:hAnsi="Calibri Light" w:cs="Calibri Light"/>
                <w:i/>
                <w:sz w:val="18"/>
                <w:szCs w:val="18"/>
                <w:lang w:val="lt-LT"/>
              </w:rPr>
            </w:pPr>
            <w:r w:rsidRPr="00986E10">
              <w:rPr>
                <w:rStyle w:val="Emphasis"/>
                <w:rFonts w:ascii="Calibri Light" w:eastAsia="Calibri" w:hAnsi="Calibri Light" w:cs="Calibri Light"/>
                <w:b/>
                <w:bCs/>
                <w:sz w:val="18"/>
                <w:szCs w:val="18"/>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2297C96" w:rsidR="00D62727" w:rsidRPr="00986E10" w:rsidRDefault="00187B0C"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 xml:space="preserve">272 258,70 </w:t>
            </w:r>
            <w:r w:rsidR="009104F4">
              <w:rPr>
                <w:rFonts w:ascii="Calibri Light" w:eastAsia="Calibri" w:hAnsi="Calibri Light" w:cs="Calibri Light"/>
                <w:i/>
                <w:sz w:val="18"/>
                <w:szCs w:val="18"/>
                <w:lang w:val="lt-LT"/>
              </w:rPr>
              <w:t>(du šimtai septyniasdešimt du tūkstančiai du šimtai penkiasdešimt aštuoni eurai ir septyniasdešimt centų)</w:t>
            </w:r>
          </w:p>
        </w:tc>
      </w:tr>
      <w:tr w:rsidR="00D62727" w:rsidRPr="00986E10" w14:paraId="3C618DBB" w14:textId="77777777" w:rsidTr="005B1F7F">
        <w:tc>
          <w:tcPr>
            <w:tcW w:w="1627" w:type="pct"/>
            <w:shd w:val="clear" w:color="auto" w:fill="auto"/>
          </w:tcPr>
          <w:p w14:paraId="4AAC8BE6" w14:textId="77777777" w:rsidR="00D62727" w:rsidRPr="00986E10" w:rsidRDefault="00D62727" w:rsidP="00A00C6B">
            <w:pPr>
              <w:spacing w:after="0" w:line="240" w:lineRule="auto"/>
              <w:jc w:val="right"/>
              <w:rPr>
                <w:rStyle w:val="Emphasis"/>
                <w:rFonts w:ascii="Calibri Light" w:eastAsia="Calibri" w:hAnsi="Calibri Light" w:cs="Calibri Light"/>
                <w:b/>
                <w:bCs/>
                <w:i w:val="0"/>
                <w:iCs w:val="0"/>
                <w:sz w:val="18"/>
                <w:szCs w:val="18"/>
                <w:shd w:val="clear" w:color="auto" w:fill="FFFFFF"/>
                <w:lang w:val="lt-LT"/>
              </w:rPr>
            </w:pPr>
            <w:r w:rsidRPr="00986E10">
              <w:rPr>
                <w:rStyle w:val="Emphasis"/>
                <w:rFonts w:ascii="Calibri Light" w:eastAsia="Calibri" w:hAnsi="Calibri Light" w:cs="Calibri Light"/>
                <w:b/>
                <w:bCs/>
                <w:sz w:val="18"/>
                <w:szCs w:val="18"/>
                <w:shd w:val="clear" w:color="auto" w:fill="FFFFFF"/>
                <w:lang w:val="lt-LT"/>
              </w:rPr>
              <w:t>PVM</w:t>
            </w:r>
            <w:r w:rsidRPr="00986E10">
              <w:rPr>
                <w:rStyle w:val="apple-converted-space"/>
                <w:rFonts w:ascii="Calibri Light" w:eastAsia="Calibri" w:hAnsi="Calibri Light" w:cs="Calibri Light"/>
                <w:b/>
                <w:i/>
                <w:sz w:val="18"/>
                <w:szCs w:val="18"/>
                <w:shd w:val="clear" w:color="auto" w:fill="FFFFFF"/>
                <w:lang w:val="lt-LT"/>
              </w:rPr>
              <w:t> lengvatos/</w:t>
            </w:r>
            <w:r w:rsidRPr="00986E10">
              <w:rPr>
                <w:rFonts w:ascii="Calibri Light" w:eastAsia="Calibri" w:hAnsi="Calibri Light" w:cs="Calibri Light"/>
                <w:b/>
                <w:i/>
                <w:sz w:val="18"/>
                <w:szCs w:val="18"/>
                <w:shd w:val="clear" w:color="auto" w:fill="FFFFFF"/>
                <w:lang w:val="lt-LT"/>
              </w:rPr>
              <w:t>nemokėjimo teisinis</w:t>
            </w:r>
            <w:r w:rsidRPr="00986E10">
              <w:rPr>
                <w:rStyle w:val="apple-converted-space"/>
                <w:rFonts w:ascii="Calibri Light" w:eastAsia="Calibri" w:hAnsi="Calibri Light" w:cs="Calibri Light"/>
                <w:b/>
                <w:i/>
                <w:sz w:val="18"/>
                <w:szCs w:val="18"/>
                <w:shd w:val="clear" w:color="auto" w:fill="FFFFFF"/>
                <w:lang w:val="lt-LT"/>
              </w:rPr>
              <w:t> </w:t>
            </w:r>
            <w:r w:rsidRPr="00986E10">
              <w:rPr>
                <w:rStyle w:val="Emphasis"/>
                <w:rFonts w:ascii="Calibri Light" w:eastAsia="Calibri" w:hAnsi="Calibri Light" w:cs="Calibri Light"/>
                <w:b/>
                <w:bCs/>
                <w:sz w:val="18"/>
                <w:szCs w:val="18"/>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1ED5B25D" w:rsidR="00D62727" w:rsidRPr="00986E10" w:rsidRDefault="008265D0"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netaikoma</w:t>
            </w:r>
          </w:p>
        </w:tc>
      </w:tr>
      <w:tr w:rsidR="00D62727" w:rsidRPr="00986E10" w14:paraId="0C994DBC" w14:textId="77777777" w:rsidTr="005B1F7F">
        <w:tc>
          <w:tcPr>
            <w:tcW w:w="1627" w:type="pct"/>
            <w:shd w:val="clear" w:color="auto" w:fill="auto"/>
          </w:tcPr>
          <w:p w14:paraId="0587200B" w14:textId="77777777" w:rsidR="00D62727" w:rsidRPr="00986E10" w:rsidRDefault="00D62727" w:rsidP="00A00C6B">
            <w:pPr>
              <w:spacing w:after="0" w:line="240" w:lineRule="auto"/>
              <w:jc w:val="right"/>
              <w:rPr>
                <w:rStyle w:val="Emphasis"/>
                <w:rFonts w:ascii="Calibri Light" w:eastAsia="Calibri" w:hAnsi="Calibri Light" w:cs="Calibri Light"/>
                <w:b/>
                <w:bCs/>
                <w:i w:val="0"/>
                <w:sz w:val="18"/>
                <w:szCs w:val="18"/>
                <w:shd w:val="clear" w:color="auto" w:fill="FFFFFF"/>
                <w:lang w:val="lt-LT"/>
              </w:rPr>
            </w:pPr>
            <w:r w:rsidRPr="00986E10">
              <w:rPr>
                <w:rStyle w:val="Emphasis"/>
                <w:rFonts w:ascii="Calibri Light" w:eastAsia="Calibri" w:hAnsi="Calibri Light" w:cs="Calibri Light"/>
                <w:b/>
                <w:bCs/>
                <w:sz w:val="18"/>
                <w:szCs w:val="18"/>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71CCA4B0" w:rsidR="00D62727" w:rsidRPr="00986E10" w:rsidRDefault="008265D0"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Vienas milijonas penki šimtai šešiasdešimt aštuoni tūkstančiai septyni šimtai dvidešimt aštuoni eurai ir septyniasdešimt centų</w:t>
            </w:r>
          </w:p>
        </w:tc>
      </w:tr>
    </w:tbl>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2BD2FB3D" w:rsidR="00D62727" w:rsidRPr="005244DC" w:rsidRDefault="00637E72"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A9E6D12" w:rsidR="00D62727" w:rsidRPr="005244DC" w:rsidRDefault="00637E72"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421EC3">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3217676" w14:textId="77777777" w:rsidR="007865EB" w:rsidRDefault="007865EB">
      <w:pPr>
        <w:spacing w:after="0" w:line="240" w:lineRule="auto"/>
      </w:pPr>
      <w:r>
        <w:separator/>
      </w:r>
    </w:p>
  </w:endnote>
  <w:endnote w:type="continuationSeparator" w:id="0">
    <w:p w14:paraId="1484B4E1" w14:textId="77777777" w:rsidR="007865EB" w:rsidRDefault="00786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D4F57D" w14:textId="77777777" w:rsidR="007865EB" w:rsidRDefault="007865EB">
      <w:pPr>
        <w:spacing w:after="0" w:line="240" w:lineRule="auto"/>
      </w:pPr>
      <w:r>
        <w:separator/>
      </w:r>
    </w:p>
  </w:footnote>
  <w:footnote w:type="continuationSeparator" w:id="0">
    <w:p w14:paraId="7CFA3280" w14:textId="77777777" w:rsidR="007865EB" w:rsidRDefault="007865EB">
      <w:pPr>
        <w:spacing w:after="0" w:line="240" w:lineRule="auto"/>
      </w:pPr>
      <w:r>
        <w:continuationSeparator/>
      </w:r>
    </w:p>
  </w:footnote>
  <w:footnote w:id="1">
    <w:p w14:paraId="2510D42F" w14:textId="77777777" w:rsidR="006941C4" w:rsidRPr="007368B0" w:rsidRDefault="006941C4"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8355C6">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B2D" w14:textId="26AA636D" w:rsidR="00D62727" w:rsidRPr="00692AA6" w:rsidRDefault="005E7595"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4"/>
  </w:num>
  <w:num w:numId="13" w16cid:durableId="865290451">
    <w:abstractNumId w:val="10"/>
  </w:num>
  <w:num w:numId="14" w16cid:durableId="1046680080">
    <w:abstractNumId w:val="9"/>
  </w:num>
  <w:num w:numId="15" w16cid:durableId="14383284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55F9"/>
    <w:rsid w:val="00005966"/>
    <w:rsid w:val="00010A7F"/>
    <w:rsid w:val="000117AF"/>
    <w:rsid w:val="000130D9"/>
    <w:rsid w:val="00014460"/>
    <w:rsid w:val="000173B1"/>
    <w:rsid w:val="00026A54"/>
    <w:rsid w:val="0002718D"/>
    <w:rsid w:val="0003216F"/>
    <w:rsid w:val="0003366F"/>
    <w:rsid w:val="00036DBB"/>
    <w:rsid w:val="00037641"/>
    <w:rsid w:val="0004685E"/>
    <w:rsid w:val="00046B62"/>
    <w:rsid w:val="00051CF0"/>
    <w:rsid w:val="00053617"/>
    <w:rsid w:val="0005460B"/>
    <w:rsid w:val="00054D9B"/>
    <w:rsid w:val="00057983"/>
    <w:rsid w:val="00060659"/>
    <w:rsid w:val="00063C8C"/>
    <w:rsid w:val="0006485B"/>
    <w:rsid w:val="00071C84"/>
    <w:rsid w:val="0007244F"/>
    <w:rsid w:val="00073B3F"/>
    <w:rsid w:val="00074AD5"/>
    <w:rsid w:val="00075EA1"/>
    <w:rsid w:val="00082ABB"/>
    <w:rsid w:val="00084F44"/>
    <w:rsid w:val="00087EFF"/>
    <w:rsid w:val="00097241"/>
    <w:rsid w:val="00097DC9"/>
    <w:rsid w:val="000A1738"/>
    <w:rsid w:val="000A23D3"/>
    <w:rsid w:val="000A29CB"/>
    <w:rsid w:val="000A2A43"/>
    <w:rsid w:val="000A40E1"/>
    <w:rsid w:val="000A4348"/>
    <w:rsid w:val="000B0A6A"/>
    <w:rsid w:val="000B465E"/>
    <w:rsid w:val="000D20F0"/>
    <w:rsid w:val="000D6CE1"/>
    <w:rsid w:val="000E0438"/>
    <w:rsid w:val="000F554D"/>
    <w:rsid w:val="000F5F35"/>
    <w:rsid w:val="00104018"/>
    <w:rsid w:val="00111AF9"/>
    <w:rsid w:val="00132A83"/>
    <w:rsid w:val="00134DD6"/>
    <w:rsid w:val="001372F1"/>
    <w:rsid w:val="00142A37"/>
    <w:rsid w:val="0014465A"/>
    <w:rsid w:val="00144E0D"/>
    <w:rsid w:val="00146BF6"/>
    <w:rsid w:val="0015182B"/>
    <w:rsid w:val="0015224A"/>
    <w:rsid w:val="00153F22"/>
    <w:rsid w:val="00156862"/>
    <w:rsid w:val="0016225E"/>
    <w:rsid w:val="0016293C"/>
    <w:rsid w:val="00165468"/>
    <w:rsid w:val="00171C82"/>
    <w:rsid w:val="0018021B"/>
    <w:rsid w:val="00183CBB"/>
    <w:rsid w:val="00184F6C"/>
    <w:rsid w:val="00187B0C"/>
    <w:rsid w:val="00193240"/>
    <w:rsid w:val="00194FD6"/>
    <w:rsid w:val="001A570F"/>
    <w:rsid w:val="001A7B3F"/>
    <w:rsid w:val="001B0A99"/>
    <w:rsid w:val="001B3B5F"/>
    <w:rsid w:val="001B5052"/>
    <w:rsid w:val="001B711F"/>
    <w:rsid w:val="001C06C0"/>
    <w:rsid w:val="001C466E"/>
    <w:rsid w:val="001C7340"/>
    <w:rsid w:val="001D31D7"/>
    <w:rsid w:val="001E06E2"/>
    <w:rsid w:val="001E2173"/>
    <w:rsid w:val="001F38C5"/>
    <w:rsid w:val="001F3F23"/>
    <w:rsid w:val="001F519C"/>
    <w:rsid w:val="0020085C"/>
    <w:rsid w:val="002101D9"/>
    <w:rsid w:val="00210592"/>
    <w:rsid w:val="00216CC3"/>
    <w:rsid w:val="002206CF"/>
    <w:rsid w:val="0022076E"/>
    <w:rsid w:val="00221CF6"/>
    <w:rsid w:val="00225981"/>
    <w:rsid w:val="002259B3"/>
    <w:rsid w:val="002275EE"/>
    <w:rsid w:val="002307D1"/>
    <w:rsid w:val="00230C9A"/>
    <w:rsid w:val="0023595B"/>
    <w:rsid w:val="002408BB"/>
    <w:rsid w:val="002502B6"/>
    <w:rsid w:val="002519F9"/>
    <w:rsid w:val="002557FD"/>
    <w:rsid w:val="00256EC0"/>
    <w:rsid w:val="00257359"/>
    <w:rsid w:val="00261339"/>
    <w:rsid w:val="00261508"/>
    <w:rsid w:val="00261B88"/>
    <w:rsid w:val="00263108"/>
    <w:rsid w:val="0026413E"/>
    <w:rsid w:val="00266C34"/>
    <w:rsid w:val="00270803"/>
    <w:rsid w:val="00273CFD"/>
    <w:rsid w:val="002742E8"/>
    <w:rsid w:val="00276ADD"/>
    <w:rsid w:val="002779B4"/>
    <w:rsid w:val="0028155B"/>
    <w:rsid w:val="00290944"/>
    <w:rsid w:val="002912FE"/>
    <w:rsid w:val="002A045F"/>
    <w:rsid w:val="002A626E"/>
    <w:rsid w:val="002A7432"/>
    <w:rsid w:val="002B1724"/>
    <w:rsid w:val="002B794C"/>
    <w:rsid w:val="002C2208"/>
    <w:rsid w:val="002C2765"/>
    <w:rsid w:val="002C4E6E"/>
    <w:rsid w:val="002C7F2C"/>
    <w:rsid w:val="002D5539"/>
    <w:rsid w:val="002E058C"/>
    <w:rsid w:val="002E093A"/>
    <w:rsid w:val="002E3A5D"/>
    <w:rsid w:val="002F0D7E"/>
    <w:rsid w:val="002F46BE"/>
    <w:rsid w:val="002F6EBB"/>
    <w:rsid w:val="003137C8"/>
    <w:rsid w:val="00313BF9"/>
    <w:rsid w:val="003150D0"/>
    <w:rsid w:val="0031667A"/>
    <w:rsid w:val="003236D0"/>
    <w:rsid w:val="00325B5C"/>
    <w:rsid w:val="003265DA"/>
    <w:rsid w:val="0032691C"/>
    <w:rsid w:val="0033436F"/>
    <w:rsid w:val="00334A5F"/>
    <w:rsid w:val="00341C69"/>
    <w:rsid w:val="00343B09"/>
    <w:rsid w:val="00347A8A"/>
    <w:rsid w:val="00355B56"/>
    <w:rsid w:val="00357BD5"/>
    <w:rsid w:val="00357EC4"/>
    <w:rsid w:val="00362CAC"/>
    <w:rsid w:val="00363DD1"/>
    <w:rsid w:val="003673D6"/>
    <w:rsid w:val="00370107"/>
    <w:rsid w:val="003727DF"/>
    <w:rsid w:val="0037332E"/>
    <w:rsid w:val="00374881"/>
    <w:rsid w:val="003830BE"/>
    <w:rsid w:val="00383241"/>
    <w:rsid w:val="00385616"/>
    <w:rsid w:val="0039136B"/>
    <w:rsid w:val="00392E68"/>
    <w:rsid w:val="00393743"/>
    <w:rsid w:val="003973EA"/>
    <w:rsid w:val="0039787C"/>
    <w:rsid w:val="003A38A8"/>
    <w:rsid w:val="003A7F1A"/>
    <w:rsid w:val="003B02B2"/>
    <w:rsid w:val="003B0B81"/>
    <w:rsid w:val="003B3ACC"/>
    <w:rsid w:val="003C4B06"/>
    <w:rsid w:val="003D06CC"/>
    <w:rsid w:val="003D0DA8"/>
    <w:rsid w:val="003D40BE"/>
    <w:rsid w:val="003D48AC"/>
    <w:rsid w:val="003D4963"/>
    <w:rsid w:val="003D5439"/>
    <w:rsid w:val="003E3438"/>
    <w:rsid w:val="003E646C"/>
    <w:rsid w:val="003F0669"/>
    <w:rsid w:val="003F2E3F"/>
    <w:rsid w:val="003F4CAC"/>
    <w:rsid w:val="003F6634"/>
    <w:rsid w:val="003F6C42"/>
    <w:rsid w:val="003F6CCD"/>
    <w:rsid w:val="0041527F"/>
    <w:rsid w:val="004157C0"/>
    <w:rsid w:val="004204DE"/>
    <w:rsid w:val="00421EC3"/>
    <w:rsid w:val="0042439A"/>
    <w:rsid w:val="004244DD"/>
    <w:rsid w:val="0042600F"/>
    <w:rsid w:val="00430A6E"/>
    <w:rsid w:val="00443697"/>
    <w:rsid w:val="00452B24"/>
    <w:rsid w:val="00463984"/>
    <w:rsid w:val="00470AB6"/>
    <w:rsid w:val="004718C8"/>
    <w:rsid w:val="0047250A"/>
    <w:rsid w:val="0047490D"/>
    <w:rsid w:val="00475921"/>
    <w:rsid w:val="0047713F"/>
    <w:rsid w:val="004803B4"/>
    <w:rsid w:val="00480F33"/>
    <w:rsid w:val="00483E3A"/>
    <w:rsid w:val="004855EA"/>
    <w:rsid w:val="004865D4"/>
    <w:rsid w:val="00486A08"/>
    <w:rsid w:val="00486B36"/>
    <w:rsid w:val="004877A1"/>
    <w:rsid w:val="00487C2F"/>
    <w:rsid w:val="00493CCF"/>
    <w:rsid w:val="00496825"/>
    <w:rsid w:val="00497429"/>
    <w:rsid w:val="004A2E21"/>
    <w:rsid w:val="004A2F52"/>
    <w:rsid w:val="004A7385"/>
    <w:rsid w:val="004B2CD2"/>
    <w:rsid w:val="004B4AA3"/>
    <w:rsid w:val="004B536B"/>
    <w:rsid w:val="004B53DA"/>
    <w:rsid w:val="004B659E"/>
    <w:rsid w:val="004C0F0E"/>
    <w:rsid w:val="004C49DE"/>
    <w:rsid w:val="004C4DD7"/>
    <w:rsid w:val="004D6457"/>
    <w:rsid w:val="004E2DBF"/>
    <w:rsid w:val="004E4BB4"/>
    <w:rsid w:val="004E5655"/>
    <w:rsid w:val="004E5BCB"/>
    <w:rsid w:val="004F4B43"/>
    <w:rsid w:val="004F568D"/>
    <w:rsid w:val="004F5DA6"/>
    <w:rsid w:val="00506574"/>
    <w:rsid w:val="0050743B"/>
    <w:rsid w:val="00507D04"/>
    <w:rsid w:val="0051168A"/>
    <w:rsid w:val="00511C2B"/>
    <w:rsid w:val="00512F02"/>
    <w:rsid w:val="0051322B"/>
    <w:rsid w:val="00515576"/>
    <w:rsid w:val="005171FE"/>
    <w:rsid w:val="005244DC"/>
    <w:rsid w:val="00524524"/>
    <w:rsid w:val="00525C74"/>
    <w:rsid w:val="00541952"/>
    <w:rsid w:val="00547246"/>
    <w:rsid w:val="005573FA"/>
    <w:rsid w:val="0056180D"/>
    <w:rsid w:val="0057063D"/>
    <w:rsid w:val="00575740"/>
    <w:rsid w:val="005809E0"/>
    <w:rsid w:val="00583E55"/>
    <w:rsid w:val="00585563"/>
    <w:rsid w:val="005907B7"/>
    <w:rsid w:val="005913F8"/>
    <w:rsid w:val="00596CA3"/>
    <w:rsid w:val="005A4FA6"/>
    <w:rsid w:val="005A556F"/>
    <w:rsid w:val="005A725B"/>
    <w:rsid w:val="005B1BC4"/>
    <w:rsid w:val="005B1F7F"/>
    <w:rsid w:val="005B5050"/>
    <w:rsid w:val="005D5040"/>
    <w:rsid w:val="005E425B"/>
    <w:rsid w:val="005E48AC"/>
    <w:rsid w:val="005E7595"/>
    <w:rsid w:val="005F3272"/>
    <w:rsid w:val="005F5E65"/>
    <w:rsid w:val="006033BE"/>
    <w:rsid w:val="006171F1"/>
    <w:rsid w:val="006241D5"/>
    <w:rsid w:val="006253B4"/>
    <w:rsid w:val="0062688A"/>
    <w:rsid w:val="0063093F"/>
    <w:rsid w:val="00637E72"/>
    <w:rsid w:val="00641CAF"/>
    <w:rsid w:val="00642DB3"/>
    <w:rsid w:val="00644B01"/>
    <w:rsid w:val="006453C7"/>
    <w:rsid w:val="00651C9C"/>
    <w:rsid w:val="006520CA"/>
    <w:rsid w:val="00653E9C"/>
    <w:rsid w:val="00660351"/>
    <w:rsid w:val="00665528"/>
    <w:rsid w:val="00666A15"/>
    <w:rsid w:val="00666E0B"/>
    <w:rsid w:val="00666F60"/>
    <w:rsid w:val="00671C08"/>
    <w:rsid w:val="00676E78"/>
    <w:rsid w:val="00681797"/>
    <w:rsid w:val="006878B9"/>
    <w:rsid w:val="00692AA6"/>
    <w:rsid w:val="006937FB"/>
    <w:rsid w:val="006941C4"/>
    <w:rsid w:val="006A0C4F"/>
    <w:rsid w:val="006A2DF1"/>
    <w:rsid w:val="006A4D72"/>
    <w:rsid w:val="006B2576"/>
    <w:rsid w:val="006B3747"/>
    <w:rsid w:val="006B44E6"/>
    <w:rsid w:val="006B5389"/>
    <w:rsid w:val="006B6781"/>
    <w:rsid w:val="006C070D"/>
    <w:rsid w:val="006C2132"/>
    <w:rsid w:val="006C6EF0"/>
    <w:rsid w:val="006D1D86"/>
    <w:rsid w:val="006D305F"/>
    <w:rsid w:val="006E3900"/>
    <w:rsid w:val="006E6000"/>
    <w:rsid w:val="006F599E"/>
    <w:rsid w:val="006F79DD"/>
    <w:rsid w:val="0070014E"/>
    <w:rsid w:val="007028A9"/>
    <w:rsid w:val="00702F99"/>
    <w:rsid w:val="00711888"/>
    <w:rsid w:val="00713468"/>
    <w:rsid w:val="00714454"/>
    <w:rsid w:val="00720AB7"/>
    <w:rsid w:val="0072496A"/>
    <w:rsid w:val="00726957"/>
    <w:rsid w:val="00733BB8"/>
    <w:rsid w:val="007368B0"/>
    <w:rsid w:val="007370BB"/>
    <w:rsid w:val="00741B8D"/>
    <w:rsid w:val="00747A68"/>
    <w:rsid w:val="0075437A"/>
    <w:rsid w:val="007607FF"/>
    <w:rsid w:val="007651CB"/>
    <w:rsid w:val="00765C5F"/>
    <w:rsid w:val="0076788E"/>
    <w:rsid w:val="00770297"/>
    <w:rsid w:val="007729FB"/>
    <w:rsid w:val="00774DB6"/>
    <w:rsid w:val="00775968"/>
    <w:rsid w:val="00784300"/>
    <w:rsid w:val="00784D55"/>
    <w:rsid w:val="007865EB"/>
    <w:rsid w:val="00787D9D"/>
    <w:rsid w:val="00790D19"/>
    <w:rsid w:val="007911B9"/>
    <w:rsid w:val="0079151E"/>
    <w:rsid w:val="00791CCE"/>
    <w:rsid w:val="00795452"/>
    <w:rsid w:val="007A19E7"/>
    <w:rsid w:val="007A1BDD"/>
    <w:rsid w:val="007B2144"/>
    <w:rsid w:val="007C1EB6"/>
    <w:rsid w:val="007C3467"/>
    <w:rsid w:val="007C64DB"/>
    <w:rsid w:val="007C67E7"/>
    <w:rsid w:val="007C6AE7"/>
    <w:rsid w:val="007D1A6F"/>
    <w:rsid w:val="007D3215"/>
    <w:rsid w:val="007D484D"/>
    <w:rsid w:val="007E2095"/>
    <w:rsid w:val="007E41FC"/>
    <w:rsid w:val="007E4AB3"/>
    <w:rsid w:val="007E5C36"/>
    <w:rsid w:val="007E63C0"/>
    <w:rsid w:val="007E7675"/>
    <w:rsid w:val="007F09B8"/>
    <w:rsid w:val="007F29E1"/>
    <w:rsid w:val="007F6E8D"/>
    <w:rsid w:val="00801195"/>
    <w:rsid w:val="00801578"/>
    <w:rsid w:val="00804DA6"/>
    <w:rsid w:val="00806B27"/>
    <w:rsid w:val="00810608"/>
    <w:rsid w:val="008134F2"/>
    <w:rsid w:val="00813E4A"/>
    <w:rsid w:val="00821B34"/>
    <w:rsid w:val="008265D0"/>
    <w:rsid w:val="0082704B"/>
    <w:rsid w:val="008350D3"/>
    <w:rsid w:val="008354EE"/>
    <w:rsid w:val="008355C6"/>
    <w:rsid w:val="00835BA6"/>
    <w:rsid w:val="00841C0A"/>
    <w:rsid w:val="008430BA"/>
    <w:rsid w:val="00843CD9"/>
    <w:rsid w:val="008443F9"/>
    <w:rsid w:val="00847846"/>
    <w:rsid w:val="00850BED"/>
    <w:rsid w:val="00851462"/>
    <w:rsid w:val="00852035"/>
    <w:rsid w:val="008558CA"/>
    <w:rsid w:val="00861471"/>
    <w:rsid w:val="00862EA0"/>
    <w:rsid w:val="0086548A"/>
    <w:rsid w:val="00865BCC"/>
    <w:rsid w:val="008702D5"/>
    <w:rsid w:val="00875FB1"/>
    <w:rsid w:val="008816B6"/>
    <w:rsid w:val="008834CC"/>
    <w:rsid w:val="008841E0"/>
    <w:rsid w:val="008859C7"/>
    <w:rsid w:val="00887272"/>
    <w:rsid w:val="008921E1"/>
    <w:rsid w:val="008946D6"/>
    <w:rsid w:val="00896394"/>
    <w:rsid w:val="00896635"/>
    <w:rsid w:val="00896B6B"/>
    <w:rsid w:val="008B07BD"/>
    <w:rsid w:val="008B13A4"/>
    <w:rsid w:val="008B2D96"/>
    <w:rsid w:val="008B30BA"/>
    <w:rsid w:val="008B3EDA"/>
    <w:rsid w:val="008B517D"/>
    <w:rsid w:val="008B680B"/>
    <w:rsid w:val="008B6BA1"/>
    <w:rsid w:val="008B6DD2"/>
    <w:rsid w:val="008C133B"/>
    <w:rsid w:val="008C2772"/>
    <w:rsid w:val="008C3BD0"/>
    <w:rsid w:val="008D21F0"/>
    <w:rsid w:val="008D35FE"/>
    <w:rsid w:val="008D7E8F"/>
    <w:rsid w:val="008E2DBF"/>
    <w:rsid w:val="008E46E0"/>
    <w:rsid w:val="008F00DF"/>
    <w:rsid w:val="008F41CC"/>
    <w:rsid w:val="008F447B"/>
    <w:rsid w:val="00900AE2"/>
    <w:rsid w:val="0090270D"/>
    <w:rsid w:val="009104F4"/>
    <w:rsid w:val="009123C2"/>
    <w:rsid w:val="009131CE"/>
    <w:rsid w:val="0091399A"/>
    <w:rsid w:val="00921BC6"/>
    <w:rsid w:val="00921E11"/>
    <w:rsid w:val="009260F5"/>
    <w:rsid w:val="009376BF"/>
    <w:rsid w:val="00937C1F"/>
    <w:rsid w:val="009462A6"/>
    <w:rsid w:val="00951BE7"/>
    <w:rsid w:val="00957A69"/>
    <w:rsid w:val="00961E01"/>
    <w:rsid w:val="00961E2D"/>
    <w:rsid w:val="00962717"/>
    <w:rsid w:val="00964B70"/>
    <w:rsid w:val="00967049"/>
    <w:rsid w:val="009727A1"/>
    <w:rsid w:val="00974023"/>
    <w:rsid w:val="009743CE"/>
    <w:rsid w:val="0097508A"/>
    <w:rsid w:val="009814EF"/>
    <w:rsid w:val="00986E10"/>
    <w:rsid w:val="00987327"/>
    <w:rsid w:val="0099199E"/>
    <w:rsid w:val="00993F3E"/>
    <w:rsid w:val="0099572F"/>
    <w:rsid w:val="009B0DD4"/>
    <w:rsid w:val="009B26D3"/>
    <w:rsid w:val="009B6E4F"/>
    <w:rsid w:val="009C1282"/>
    <w:rsid w:val="009C1CB2"/>
    <w:rsid w:val="009C1CD8"/>
    <w:rsid w:val="009C3BD8"/>
    <w:rsid w:val="009C531D"/>
    <w:rsid w:val="009C601C"/>
    <w:rsid w:val="009D0B8C"/>
    <w:rsid w:val="009D334F"/>
    <w:rsid w:val="009D41F2"/>
    <w:rsid w:val="009E0C15"/>
    <w:rsid w:val="009E20CC"/>
    <w:rsid w:val="009E3A5A"/>
    <w:rsid w:val="009F04C0"/>
    <w:rsid w:val="009F1081"/>
    <w:rsid w:val="009F1D08"/>
    <w:rsid w:val="009F47E6"/>
    <w:rsid w:val="009F6EAF"/>
    <w:rsid w:val="00A00C6B"/>
    <w:rsid w:val="00A045C4"/>
    <w:rsid w:val="00A1109D"/>
    <w:rsid w:val="00A12041"/>
    <w:rsid w:val="00A15013"/>
    <w:rsid w:val="00A17716"/>
    <w:rsid w:val="00A22158"/>
    <w:rsid w:val="00A234F2"/>
    <w:rsid w:val="00A25093"/>
    <w:rsid w:val="00A31990"/>
    <w:rsid w:val="00A32A8F"/>
    <w:rsid w:val="00A33D41"/>
    <w:rsid w:val="00A34BF3"/>
    <w:rsid w:val="00A35E45"/>
    <w:rsid w:val="00A41709"/>
    <w:rsid w:val="00A41F62"/>
    <w:rsid w:val="00A43FBF"/>
    <w:rsid w:val="00A45C7F"/>
    <w:rsid w:val="00A50E43"/>
    <w:rsid w:val="00A5617A"/>
    <w:rsid w:val="00A609E2"/>
    <w:rsid w:val="00A62C5C"/>
    <w:rsid w:val="00A63C88"/>
    <w:rsid w:val="00A73048"/>
    <w:rsid w:val="00A750E7"/>
    <w:rsid w:val="00A7763F"/>
    <w:rsid w:val="00A80F95"/>
    <w:rsid w:val="00A851AE"/>
    <w:rsid w:val="00A90493"/>
    <w:rsid w:val="00A90FEE"/>
    <w:rsid w:val="00A91815"/>
    <w:rsid w:val="00A95BE6"/>
    <w:rsid w:val="00A96D5A"/>
    <w:rsid w:val="00AA577D"/>
    <w:rsid w:val="00AB0AA4"/>
    <w:rsid w:val="00AB1C94"/>
    <w:rsid w:val="00AB6DF3"/>
    <w:rsid w:val="00AB71B2"/>
    <w:rsid w:val="00AC48B1"/>
    <w:rsid w:val="00AD21D7"/>
    <w:rsid w:val="00AD6A3B"/>
    <w:rsid w:val="00AD7225"/>
    <w:rsid w:val="00AE16E9"/>
    <w:rsid w:val="00AE3939"/>
    <w:rsid w:val="00AF67C2"/>
    <w:rsid w:val="00AF68CD"/>
    <w:rsid w:val="00B00BCD"/>
    <w:rsid w:val="00B03C2E"/>
    <w:rsid w:val="00B065CB"/>
    <w:rsid w:val="00B071B5"/>
    <w:rsid w:val="00B1115A"/>
    <w:rsid w:val="00B15617"/>
    <w:rsid w:val="00B17059"/>
    <w:rsid w:val="00B20BFE"/>
    <w:rsid w:val="00B21B06"/>
    <w:rsid w:val="00B2421F"/>
    <w:rsid w:val="00B428C8"/>
    <w:rsid w:val="00B46F0F"/>
    <w:rsid w:val="00B47F94"/>
    <w:rsid w:val="00B526D5"/>
    <w:rsid w:val="00B56DE9"/>
    <w:rsid w:val="00B600D3"/>
    <w:rsid w:val="00B658EC"/>
    <w:rsid w:val="00B81E39"/>
    <w:rsid w:val="00B827A5"/>
    <w:rsid w:val="00B90705"/>
    <w:rsid w:val="00B9260E"/>
    <w:rsid w:val="00B97F24"/>
    <w:rsid w:val="00BA2917"/>
    <w:rsid w:val="00BA5251"/>
    <w:rsid w:val="00BA5B69"/>
    <w:rsid w:val="00BA64B4"/>
    <w:rsid w:val="00BA71D1"/>
    <w:rsid w:val="00BB19B8"/>
    <w:rsid w:val="00BB6668"/>
    <w:rsid w:val="00BC1DC5"/>
    <w:rsid w:val="00BC742E"/>
    <w:rsid w:val="00BD0CA9"/>
    <w:rsid w:val="00BD2308"/>
    <w:rsid w:val="00BD665B"/>
    <w:rsid w:val="00BD72CD"/>
    <w:rsid w:val="00BE0EBE"/>
    <w:rsid w:val="00BE31AF"/>
    <w:rsid w:val="00BE589C"/>
    <w:rsid w:val="00BE6627"/>
    <w:rsid w:val="00BF125E"/>
    <w:rsid w:val="00BF1FE9"/>
    <w:rsid w:val="00BF6DB9"/>
    <w:rsid w:val="00BF7E4E"/>
    <w:rsid w:val="00C0304D"/>
    <w:rsid w:val="00C130BC"/>
    <w:rsid w:val="00C15A74"/>
    <w:rsid w:val="00C16318"/>
    <w:rsid w:val="00C163C7"/>
    <w:rsid w:val="00C2041D"/>
    <w:rsid w:val="00C23C40"/>
    <w:rsid w:val="00C25A1A"/>
    <w:rsid w:val="00C267D9"/>
    <w:rsid w:val="00C26E2E"/>
    <w:rsid w:val="00C303CB"/>
    <w:rsid w:val="00C320A1"/>
    <w:rsid w:val="00C32D88"/>
    <w:rsid w:val="00C32E0A"/>
    <w:rsid w:val="00C33EBF"/>
    <w:rsid w:val="00C36C47"/>
    <w:rsid w:val="00C372B8"/>
    <w:rsid w:val="00C410CF"/>
    <w:rsid w:val="00C413D8"/>
    <w:rsid w:val="00C445C2"/>
    <w:rsid w:val="00C4540F"/>
    <w:rsid w:val="00C45446"/>
    <w:rsid w:val="00C47E4B"/>
    <w:rsid w:val="00C503E7"/>
    <w:rsid w:val="00C528CF"/>
    <w:rsid w:val="00C528D1"/>
    <w:rsid w:val="00C52E8B"/>
    <w:rsid w:val="00C54F6C"/>
    <w:rsid w:val="00C55FFF"/>
    <w:rsid w:val="00C56122"/>
    <w:rsid w:val="00C56148"/>
    <w:rsid w:val="00C63426"/>
    <w:rsid w:val="00C6353C"/>
    <w:rsid w:val="00C7470F"/>
    <w:rsid w:val="00C81BB4"/>
    <w:rsid w:val="00C86FB6"/>
    <w:rsid w:val="00C87C79"/>
    <w:rsid w:val="00C91648"/>
    <w:rsid w:val="00C92CAA"/>
    <w:rsid w:val="00C94C02"/>
    <w:rsid w:val="00C9514E"/>
    <w:rsid w:val="00CA634B"/>
    <w:rsid w:val="00CB13C2"/>
    <w:rsid w:val="00CB2DC1"/>
    <w:rsid w:val="00CC03C1"/>
    <w:rsid w:val="00CC0F45"/>
    <w:rsid w:val="00CC207E"/>
    <w:rsid w:val="00CD0DE0"/>
    <w:rsid w:val="00CD184D"/>
    <w:rsid w:val="00CD2D13"/>
    <w:rsid w:val="00CD4779"/>
    <w:rsid w:val="00CD6291"/>
    <w:rsid w:val="00CD68B8"/>
    <w:rsid w:val="00CE3CE7"/>
    <w:rsid w:val="00CE4A8E"/>
    <w:rsid w:val="00CE763F"/>
    <w:rsid w:val="00CE7D24"/>
    <w:rsid w:val="00CF79C3"/>
    <w:rsid w:val="00D00F11"/>
    <w:rsid w:val="00D0377C"/>
    <w:rsid w:val="00D03C18"/>
    <w:rsid w:val="00D04F42"/>
    <w:rsid w:val="00D1524F"/>
    <w:rsid w:val="00D16D82"/>
    <w:rsid w:val="00D17A3F"/>
    <w:rsid w:val="00D2063D"/>
    <w:rsid w:val="00D20746"/>
    <w:rsid w:val="00D21123"/>
    <w:rsid w:val="00D2233A"/>
    <w:rsid w:val="00D22360"/>
    <w:rsid w:val="00D23392"/>
    <w:rsid w:val="00D23D84"/>
    <w:rsid w:val="00D25C2F"/>
    <w:rsid w:val="00D301AC"/>
    <w:rsid w:val="00D37FBC"/>
    <w:rsid w:val="00D419A7"/>
    <w:rsid w:val="00D458C5"/>
    <w:rsid w:val="00D47750"/>
    <w:rsid w:val="00D54445"/>
    <w:rsid w:val="00D5533D"/>
    <w:rsid w:val="00D5722D"/>
    <w:rsid w:val="00D62727"/>
    <w:rsid w:val="00D62C94"/>
    <w:rsid w:val="00D62F10"/>
    <w:rsid w:val="00D76F1D"/>
    <w:rsid w:val="00D83854"/>
    <w:rsid w:val="00D86119"/>
    <w:rsid w:val="00D86E93"/>
    <w:rsid w:val="00D87C5D"/>
    <w:rsid w:val="00D91CCB"/>
    <w:rsid w:val="00D91CF7"/>
    <w:rsid w:val="00D92A1E"/>
    <w:rsid w:val="00D964A7"/>
    <w:rsid w:val="00D96F09"/>
    <w:rsid w:val="00DA471E"/>
    <w:rsid w:val="00DA53AB"/>
    <w:rsid w:val="00DA53B7"/>
    <w:rsid w:val="00DB2CC7"/>
    <w:rsid w:val="00DC3F35"/>
    <w:rsid w:val="00DC4E34"/>
    <w:rsid w:val="00DD2695"/>
    <w:rsid w:val="00DE2EDF"/>
    <w:rsid w:val="00DE33DB"/>
    <w:rsid w:val="00DE70F1"/>
    <w:rsid w:val="00DE7873"/>
    <w:rsid w:val="00DF3F41"/>
    <w:rsid w:val="00E1224D"/>
    <w:rsid w:val="00E241BC"/>
    <w:rsid w:val="00E2482E"/>
    <w:rsid w:val="00E2594B"/>
    <w:rsid w:val="00E27DFD"/>
    <w:rsid w:val="00E32E0E"/>
    <w:rsid w:val="00E342D2"/>
    <w:rsid w:val="00E35EAA"/>
    <w:rsid w:val="00E37313"/>
    <w:rsid w:val="00E42229"/>
    <w:rsid w:val="00E47972"/>
    <w:rsid w:val="00E5260D"/>
    <w:rsid w:val="00E53358"/>
    <w:rsid w:val="00E54DB8"/>
    <w:rsid w:val="00E566D8"/>
    <w:rsid w:val="00E70FD5"/>
    <w:rsid w:val="00E80144"/>
    <w:rsid w:val="00E811EB"/>
    <w:rsid w:val="00E812E3"/>
    <w:rsid w:val="00E87826"/>
    <w:rsid w:val="00E92E0D"/>
    <w:rsid w:val="00E93FF6"/>
    <w:rsid w:val="00E95770"/>
    <w:rsid w:val="00E97782"/>
    <w:rsid w:val="00E97B36"/>
    <w:rsid w:val="00EA0899"/>
    <w:rsid w:val="00EA245B"/>
    <w:rsid w:val="00EA650B"/>
    <w:rsid w:val="00EB01C2"/>
    <w:rsid w:val="00EB2420"/>
    <w:rsid w:val="00EB2E3F"/>
    <w:rsid w:val="00EC1EC7"/>
    <w:rsid w:val="00EC4889"/>
    <w:rsid w:val="00EC6E16"/>
    <w:rsid w:val="00ED1195"/>
    <w:rsid w:val="00ED24C3"/>
    <w:rsid w:val="00ED7B53"/>
    <w:rsid w:val="00EE37C0"/>
    <w:rsid w:val="00EE50A1"/>
    <w:rsid w:val="00F01E04"/>
    <w:rsid w:val="00F01F3B"/>
    <w:rsid w:val="00F048F2"/>
    <w:rsid w:val="00F22BDF"/>
    <w:rsid w:val="00F25B9A"/>
    <w:rsid w:val="00F268B6"/>
    <w:rsid w:val="00F31DF7"/>
    <w:rsid w:val="00F33DD2"/>
    <w:rsid w:val="00F43DA9"/>
    <w:rsid w:val="00F47A5C"/>
    <w:rsid w:val="00F5081D"/>
    <w:rsid w:val="00F50B8A"/>
    <w:rsid w:val="00F54C3C"/>
    <w:rsid w:val="00F6372C"/>
    <w:rsid w:val="00F63E39"/>
    <w:rsid w:val="00F64268"/>
    <w:rsid w:val="00F652FF"/>
    <w:rsid w:val="00F65750"/>
    <w:rsid w:val="00F678FF"/>
    <w:rsid w:val="00F7042D"/>
    <w:rsid w:val="00F70CBD"/>
    <w:rsid w:val="00F769B8"/>
    <w:rsid w:val="00F82409"/>
    <w:rsid w:val="00F939A4"/>
    <w:rsid w:val="00FA6295"/>
    <w:rsid w:val="00FB0496"/>
    <w:rsid w:val="00FB46C5"/>
    <w:rsid w:val="00FB764C"/>
    <w:rsid w:val="00FC044B"/>
    <w:rsid w:val="00FC2D9C"/>
    <w:rsid w:val="00FC31CE"/>
    <w:rsid w:val="00FC72ED"/>
    <w:rsid w:val="00FD04F5"/>
    <w:rsid w:val="00FE0816"/>
    <w:rsid w:val="00FE55BE"/>
    <w:rsid w:val="00FF1D00"/>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99"/>
    <w:rsid w:val="005A725B"/>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2414">
      <w:bodyDiv w:val="1"/>
      <w:marLeft w:val="0"/>
      <w:marRight w:val="0"/>
      <w:marTop w:val="0"/>
      <w:marBottom w:val="0"/>
      <w:divBdr>
        <w:top w:val="none" w:sz="0" w:space="0" w:color="auto"/>
        <w:left w:val="none" w:sz="0" w:space="0" w:color="auto"/>
        <w:bottom w:val="none" w:sz="0" w:space="0" w:color="auto"/>
        <w:right w:val="none" w:sz="0" w:space="0" w:color="auto"/>
      </w:divBdr>
    </w:div>
    <w:div w:id="365450035">
      <w:bodyDiv w:val="1"/>
      <w:marLeft w:val="0"/>
      <w:marRight w:val="0"/>
      <w:marTop w:val="0"/>
      <w:marBottom w:val="0"/>
      <w:divBdr>
        <w:top w:val="none" w:sz="0" w:space="0" w:color="auto"/>
        <w:left w:val="none" w:sz="0" w:space="0" w:color="auto"/>
        <w:bottom w:val="none" w:sz="0" w:space="0" w:color="auto"/>
        <w:right w:val="none" w:sz="0" w:space="0" w:color="auto"/>
      </w:divBdr>
    </w:div>
    <w:div w:id="436759213">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80934372">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158689652">
      <w:bodyDiv w:val="1"/>
      <w:marLeft w:val="0"/>
      <w:marRight w:val="0"/>
      <w:marTop w:val="0"/>
      <w:marBottom w:val="0"/>
      <w:divBdr>
        <w:top w:val="none" w:sz="0" w:space="0" w:color="auto"/>
        <w:left w:val="none" w:sz="0" w:space="0" w:color="auto"/>
        <w:bottom w:val="none" w:sz="0" w:space="0" w:color="auto"/>
        <w:right w:val="none" w:sz="0" w:space="0" w:color="auto"/>
      </w:divBdr>
    </w:div>
    <w:div w:id="1371034897">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580360029">
      <w:bodyDiv w:val="1"/>
      <w:marLeft w:val="0"/>
      <w:marRight w:val="0"/>
      <w:marTop w:val="0"/>
      <w:marBottom w:val="0"/>
      <w:divBdr>
        <w:top w:val="none" w:sz="0" w:space="0" w:color="auto"/>
        <w:left w:val="none" w:sz="0" w:space="0" w:color="auto"/>
        <w:bottom w:val="none" w:sz="0" w:space="0" w:color="auto"/>
        <w:right w:val="none" w:sz="0" w:space="0" w:color="auto"/>
      </w:divBdr>
    </w:div>
    <w:div w:id="1582642091">
      <w:bodyDiv w:val="1"/>
      <w:marLeft w:val="0"/>
      <w:marRight w:val="0"/>
      <w:marTop w:val="0"/>
      <w:marBottom w:val="0"/>
      <w:divBdr>
        <w:top w:val="none" w:sz="0" w:space="0" w:color="auto"/>
        <w:left w:val="none" w:sz="0" w:space="0" w:color="auto"/>
        <w:bottom w:val="none" w:sz="0" w:space="0" w:color="auto"/>
        <w:right w:val="none" w:sz="0" w:space="0" w:color="auto"/>
      </w:divBdr>
    </w:div>
    <w:div w:id="1722753188">
      <w:bodyDiv w:val="1"/>
      <w:marLeft w:val="0"/>
      <w:marRight w:val="0"/>
      <w:marTop w:val="0"/>
      <w:marBottom w:val="0"/>
      <w:divBdr>
        <w:top w:val="none" w:sz="0" w:space="0" w:color="auto"/>
        <w:left w:val="none" w:sz="0" w:space="0" w:color="auto"/>
        <w:bottom w:val="none" w:sz="0" w:space="0" w:color="auto"/>
        <w:right w:val="none" w:sz="0" w:space="0" w:color="auto"/>
      </w:divBdr>
    </w:div>
    <w:div w:id="1760638350">
      <w:bodyDiv w:val="1"/>
      <w:marLeft w:val="0"/>
      <w:marRight w:val="0"/>
      <w:marTop w:val="0"/>
      <w:marBottom w:val="0"/>
      <w:divBdr>
        <w:top w:val="none" w:sz="0" w:space="0" w:color="auto"/>
        <w:left w:val="none" w:sz="0" w:space="0" w:color="auto"/>
        <w:bottom w:val="none" w:sz="0" w:space="0" w:color="auto"/>
        <w:right w:val="none" w:sz="0" w:space="0" w:color="auto"/>
      </w:divBdr>
    </w:div>
    <w:div w:id="1786732813">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12152508">
      <w:bodyDiv w:val="1"/>
      <w:marLeft w:val="0"/>
      <w:marRight w:val="0"/>
      <w:marTop w:val="0"/>
      <w:marBottom w:val="0"/>
      <w:divBdr>
        <w:top w:val="none" w:sz="0" w:space="0" w:color="auto"/>
        <w:left w:val="none" w:sz="0" w:space="0" w:color="auto"/>
        <w:bottom w:val="none" w:sz="0" w:space="0" w:color="auto"/>
        <w:right w:val="none" w:sz="0" w:space="0" w:color="auto"/>
      </w:divBdr>
    </w:div>
    <w:div w:id="202501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info@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220</TotalTime>
  <Pages>8</Pages>
  <Words>11175</Words>
  <Characters>6370</Characters>
  <Application>Microsoft Office Word</Application>
  <DocSecurity>0</DocSecurity>
  <Lines>53</Lines>
  <Paragraphs>35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2023-01-03T07:26:00Z</dcterms:created>
  <dc:creator>Rasa Vaitiekūnaitė</dc:creator>
  <cp:lastModifiedBy>Valda Gecevičiūtė</cp:lastModifiedBy>
  <cp:lastPrinted>2018-03-07T08:06:00Z</cp:lastPrinted>
  <dcterms:modified xsi:type="dcterms:W3CDTF">2025-02-20T13:51:00Z</dcterms:modified>
  <cp:revision>295</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