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bookmarkStart w:id="0" w:name="_GoBack"/>
      <w:bookmarkEnd w:id="0"/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19D6735D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>
        <w:rPr>
          <w:rFonts w:eastAsia="Arial"/>
          <w:b/>
          <w:sz w:val="18"/>
          <w:szCs w:val="18"/>
          <w:lang w:val="lt-LT"/>
        </w:rPr>
        <w:t>(parengta pagal Bendrųjų sąlygų 2022-02-04 redakciją)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1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1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CEDA8" w14:textId="77777777" w:rsidR="00560699" w:rsidRDefault="00560699" w:rsidP="009A684C">
      <w:r>
        <w:separator/>
      </w:r>
    </w:p>
    <w:p w14:paraId="3BD6221E" w14:textId="77777777" w:rsidR="00560699" w:rsidRDefault="00560699"/>
  </w:endnote>
  <w:endnote w:type="continuationSeparator" w:id="0">
    <w:p w14:paraId="751C9EAE" w14:textId="77777777" w:rsidR="00560699" w:rsidRDefault="00560699" w:rsidP="009A684C">
      <w:r>
        <w:continuationSeparator/>
      </w:r>
    </w:p>
    <w:p w14:paraId="66007909" w14:textId="77777777" w:rsidR="00560699" w:rsidRDefault="00560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r w:rsidR="009A6C34">
          <w:fldChar w:fldCharType="begin"/>
        </w:r>
        <w:r w:rsidR="009A6C34">
          <w:instrText xml:space="preserve"> NUMPAGES  \* Arabic  \* MERGEFORMAT </w:instrText>
        </w:r>
        <w:r w:rsidR="009A6C34">
          <w:fldChar w:fldCharType="separate"/>
        </w:r>
        <w:r>
          <w:t>108</w:t>
        </w:r>
        <w:r w:rsidR="009A6C34">
          <w:fldChar w:fldCharType="end"/>
        </w:r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="009A6C34">
          <w:rPr>
            <w:noProof/>
            <w:sz w:val="18"/>
            <w:szCs w:val="18"/>
          </w:rPr>
          <w:t>1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="009A6C34">
          <w:rPr>
            <w:noProof/>
            <w:sz w:val="18"/>
            <w:szCs w:val="18"/>
          </w:rPr>
          <w:t>1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CF200" w14:textId="77777777" w:rsidR="00560699" w:rsidRDefault="00560699" w:rsidP="009A684C">
      <w:r>
        <w:separator/>
      </w:r>
    </w:p>
    <w:p w14:paraId="6F5CDC57" w14:textId="77777777" w:rsidR="00560699" w:rsidRDefault="00560699"/>
  </w:footnote>
  <w:footnote w:type="continuationSeparator" w:id="0">
    <w:p w14:paraId="6E9A4E00" w14:textId="77777777" w:rsidR="00560699" w:rsidRDefault="00560699" w:rsidP="009A684C">
      <w:r>
        <w:continuationSeparator/>
      </w:r>
    </w:p>
    <w:p w14:paraId="30AF58FA" w14:textId="77777777" w:rsidR="00560699" w:rsidRDefault="005606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03DC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5247F"/>
    <w:rsid w:val="00982449"/>
    <w:rsid w:val="00990BE6"/>
    <w:rsid w:val="00996084"/>
    <w:rsid w:val="009A028E"/>
    <w:rsid w:val="009A684C"/>
    <w:rsid w:val="009A6C34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AF847-ACEC-4B60-934A-AB8660E64A1B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44A387D8-14A3-4832-B469-17BB0CD4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1238B341</Template>
  <TotalTime>0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Sonata Skominienė</cp:lastModifiedBy>
  <cp:revision>2</cp:revision>
  <dcterms:created xsi:type="dcterms:W3CDTF">2025-05-07T08:51:00Z</dcterms:created>
  <dcterms:modified xsi:type="dcterms:W3CDTF">2025-05-07T08:51:00Z</dcterms:modified>
</cp:coreProperties>
</file>