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32621" w14:textId="77777777" w:rsidR="00DC0EC9" w:rsidRPr="00FB6A78" w:rsidRDefault="00DC0EC9" w:rsidP="00DC0EC9">
      <w:pPr>
        <w:jc w:val="right"/>
        <w:rPr>
          <w:szCs w:val="24"/>
        </w:rPr>
      </w:pPr>
      <w:bookmarkStart w:id="0" w:name="_GoBack"/>
      <w:bookmarkEnd w:id="0"/>
      <w:r w:rsidRPr="00FB6A78">
        <w:rPr>
          <w:szCs w:val="24"/>
        </w:rPr>
        <w:t>201</w:t>
      </w:r>
      <w:r>
        <w:rPr>
          <w:szCs w:val="24"/>
        </w:rPr>
        <w:t>9</w:t>
      </w:r>
      <w:r w:rsidRPr="00FB6A78">
        <w:rPr>
          <w:szCs w:val="24"/>
        </w:rPr>
        <w:t xml:space="preserve"> m.                  d. sutarties Nr.  </w:t>
      </w:r>
      <w:r w:rsidRPr="00FB6A78">
        <w:rPr>
          <w:szCs w:val="24"/>
        </w:rPr>
        <w:tab/>
      </w:r>
      <w:r w:rsidRPr="00FB6A78">
        <w:rPr>
          <w:szCs w:val="24"/>
        </w:rPr>
        <w:tab/>
      </w:r>
    </w:p>
    <w:p w14:paraId="1774C9A2" w14:textId="55131F20" w:rsidR="00A1687C" w:rsidRDefault="00DC0EC9" w:rsidP="00DC0EC9">
      <w:pPr>
        <w:jc w:val="right"/>
        <w:rPr>
          <w:szCs w:val="24"/>
        </w:rPr>
      </w:pPr>
      <w:r w:rsidRPr="00FB6A78">
        <w:rPr>
          <w:szCs w:val="24"/>
        </w:rPr>
        <w:t>Priedas Nr.</w:t>
      </w:r>
      <w:r>
        <w:rPr>
          <w:szCs w:val="24"/>
        </w:rPr>
        <w:t xml:space="preserve"> 2</w:t>
      </w:r>
    </w:p>
    <w:p w14:paraId="599DF0DB" w14:textId="77777777" w:rsidR="00DC0EC9" w:rsidRDefault="00DC0EC9" w:rsidP="00DC0EC9">
      <w:pPr>
        <w:jc w:val="right"/>
        <w:rPr>
          <w:rFonts w:ascii="Calibri" w:hAnsi="Calibri"/>
          <w:b/>
          <w:szCs w:val="24"/>
        </w:rPr>
      </w:pPr>
    </w:p>
    <w:p w14:paraId="766810A2" w14:textId="77777777" w:rsidR="00D97E6A" w:rsidRPr="00C008F1" w:rsidRDefault="001A11E8" w:rsidP="008B1AC1">
      <w:pPr>
        <w:jc w:val="center"/>
        <w:rPr>
          <w:rFonts w:ascii="Calibri" w:hAnsi="Calibri"/>
          <w:b/>
          <w:szCs w:val="24"/>
        </w:rPr>
      </w:pPr>
      <w:r w:rsidRPr="00C008F1">
        <w:rPr>
          <w:rFonts w:ascii="Calibri" w:hAnsi="Calibri"/>
          <w:b/>
          <w:szCs w:val="24"/>
        </w:rPr>
        <w:t>VAIDOTŲ</w:t>
      </w:r>
      <w:r w:rsidR="00F231FD" w:rsidRPr="00C008F1">
        <w:rPr>
          <w:rFonts w:ascii="Calibri" w:hAnsi="Calibri"/>
          <w:b/>
          <w:szCs w:val="24"/>
        </w:rPr>
        <w:t xml:space="preserve"> GS </w:t>
      </w:r>
      <w:r w:rsidR="00F10765" w:rsidRPr="00C008F1">
        <w:rPr>
          <w:rFonts w:ascii="Calibri" w:hAnsi="Calibri"/>
          <w:b/>
          <w:szCs w:val="24"/>
        </w:rPr>
        <w:t>PREKINIŲ VAGONŲ EINAMOJO REMONTO</w:t>
      </w:r>
      <w:r w:rsidRPr="00C008F1">
        <w:rPr>
          <w:rFonts w:ascii="Calibri" w:hAnsi="Calibri"/>
          <w:b/>
          <w:szCs w:val="24"/>
        </w:rPr>
        <w:t xml:space="preserve"> </w:t>
      </w:r>
      <w:r w:rsidR="00F10765" w:rsidRPr="00C008F1">
        <w:rPr>
          <w:rFonts w:ascii="Calibri" w:hAnsi="Calibri"/>
          <w:b/>
          <w:szCs w:val="24"/>
        </w:rPr>
        <w:t>PUNKTE</w:t>
      </w:r>
      <w:r w:rsidRPr="00C008F1">
        <w:rPr>
          <w:rFonts w:ascii="Calibri" w:hAnsi="Calibri"/>
          <w:b/>
          <w:szCs w:val="24"/>
        </w:rPr>
        <w:t xml:space="preserve"> </w:t>
      </w:r>
      <w:r w:rsidR="00E50BF3" w:rsidRPr="00C008F1">
        <w:rPr>
          <w:rFonts w:ascii="Calibri" w:hAnsi="Calibri"/>
          <w:b/>
          <w:szCs w:val="24"/>
        </w:rPr>
        <w:t>PRIVAŽIUO</w:t>
      </w:r>
      <w:r w:rsidRPr="00C008F1">
        <w:rPr>
          <w:rFonts w:ascii="Calibri" w:hAnsi="Calibri"/>
          <w:b/>
          <w:szCs w:val="24"/>
        </w:rPr>
        <w:t>JAMŲJŲ GELEŽINKELIO KELIŲ NR. 310, 311</w:t>
      </w:r>
      <w:r w:rsidR="00E50BF3" w:rsidRPr="00C008F1">
        <w:rPr>
          <w:rFonts w:ascii="Calibri" w:hAnsi="Calibri"/>
          <w:b/>
          <w:szCs w:val="24"/>
        </w:rPr>
        <w:t xml:space="preserve"> </w:t>
      </w:r>
      <w:r w:rsidR="00DC1030">
        <w:rPr>
          <w:rFonts w:ascii="Calibri" w:hAnsi="Calibri"/>
          <w:b/>
          <w:szCs w:val="24"/>
        </w:rPr>
        <w:t xml:space="preserve">IR IEŠMŲ NR. 305, 306 </w:t>
      </w:r>
      <w:r w:rsidR="00E50BF3" w:rsidRPr="00C008F1">
        <w:rPr>
          <w:rFonts w:ascii="Calibri" w:hAnsi="Calibri"/>
          <w:b/>
          <w:szCs w:val="24"/>
        </w:rPr>
        <w:t>REMONTO</w:t>
      </w:r>
    </w:p>
    <w:p w14:paraId="11530D51" w14:textId="77777777" w:rsidR="008B1AC1" w:rsidRPr="00C008F1" w:rsidRDefault="007F0CE8" w:rsidP="008B1AC1">
      <w:pPr>
        <w:jc w:val="center"/>
        <w:rPr>
          <w:rFonts w:ascii="Calibri" w:hAnsi="Calibri"/>
          <w:b/>
          <w:szCs w:val="24"/>
        </w:rPr>
      </w:pPr>
      <w:r w:rsidRPr="00C008F1">
        <w:rPr>
          <w:rFonts w:ascii="Calibri" w:hAnsi="Calibri"/>
          <w:b/>
          <w:szCs w:val="24"/>
        </w:rPr>
        <w:t>TECHNINĖ</w:t>
      </w:r>
      <w:r w:rsidR="008B1AC1" w:rsidRPr="00C008F1">
        <w:rPr>
          <w:rFonts w:ascii="Calibri" w:hAnsi="Calibri"/>
          <w:b/>
          <w:szCs w:val="24"/>
        </w:rPr>
        <w:t xml:space="preserve"> S</w:t>
      </w:r>
      <w:r w:rsidRPr="00C008F1">
        <w:rPr>
          <w:rFonts w:ascii="Calibri" w:hAnsi="Calibri"/>
          <w:b/>
          <w:szCs w:val="24"/>
        </w:rPr>
        <w:t>PECIFIKACIJA</w:t>
      </w:r>
    </w:p>
    <w:p w14:paraId="3A3296A5" w14:textId="77777777" w:rsidR="0095619D" w:rsidRPr="00C008F1" w:rsidRDefault="0095619D" w:rsidP="008B1AC1">
      <w:pPr>
        <w:jc w:val="center"/>
        <w:rPr>
          <w:rFonts w:ascii="Calibri" w:hAnsi="Calibri"/>
          <w:szCs w:val="24"/>
        </w:rPr>
      </w:pPr>
    </w:p>
    <w:p w14:paraId="41CA16F3" w14:textId="77777777" w:rsidR="00862CC9" w:rsidRPr="00C008F1" w:rsidRDefault="00E50BF3" w:rsidP="00862CC9">
      <w:pPr>
        <w:numPr>
          <w:ilvl w:val="0"/>
          <w:numId w:val="2"/>
        </w:numPr>
        <w:rPr>
          <w:rFonts w:ascii="Calibri" w:hAnsi="Calibri"/>
          <w:b/>
          <w:szCs w:val="24"/>
        </w:rPr>
      </w:pPr>
      <w:r w:rsidRPr="00C008F1">
        <w:rPr>
          <w:rFonts w:ascii="Calibri" w:hAnsi="Calibri"/>
          <w:b/>
          <w:szCs w:val="24"/>
        </w:rPr>
        <w:t>PIRKIMO OBJE</w:t>
      </w:r>
      <w:r w:rsidR="0095619D" w:rsidRPr="00C008F1">
        <w:rPr>
          <w:rFonts w:ascii="Calibri" w:hAnsi="Calibri"/>
          <w:b/>
          <w:szCs w:val="24"/>
        </w:rPr>
        <w:t>KTAS</w:t>
      </w:r>
    </w:p>
    <w:p w14:paraId="00DF4E69" w14:textId="77777777" w:rsidR="001D6475" w:rsidRPr="00A1687C" w:rsidRDefault="001D6475" w:rsidP="001D6475">
      <w:pPr>
        <w:ind w:left="360"/>
        <w:rPr>
          <w:rFonts w:ascii="Calibri" w:hAnsi="Calibri"/>
          <w:b/>
          <w:sz w:val="22"/>
          <w:szCs w:val="22"/>
        </w:rPr>
      </w:pPr>
    </w:p>
    <w:p w14:paraId="11CFB55D" w14:textId="77777777" w:rsidR="003D16C2" w:rsidRPr="00C008F1" w:rsidRDefault="001A11E8" w:rsidP="00F10765">
      <w:pPr>
        <w:ind w:firstLine="709"/>
        <w:jc w:val="both"/>
        <w:rPr>
          <w:rFonts w:ascii="Calibri" w:hAnsi="Calibri"/>
          <w:szCs w:val="24"/>
        </w:rPr>
      </w:pPr>
      <w:r w:rsidRPr="00C008F1">
        <w:rPr>
          <w:rFonts w:ascii="Calibri" w:hAnsi="Calibri"/>
          <w:szCs w:val="24"/>
        </w:rPr>
        <w:t xml:space="preserve">Vaidotų GS </w:t>
      </w:r>
      <w:r w:rsidR="00F10765" w:rsidRPr="00C008F1">
        <w:rPr>
          <w:rFonts w:ascii="Calibri" w:hAnsi="Calibri"/>
          <w:szCs w:val="24"/>
        </w:rPr>
        <w:t xml:space="preserve">prekinių vagonų einamojo remonto punkte </w:t>
      </w:r>
      <w:r w:rsidR="00E74FEC" w:rsidRPr="00C008F1">
        <w:rPr>
          <w:rFonts w:ascii="Calibri" w:hAnsi="Calibri"/>
          <w:szCs w:val="24"/>
        </w:rPr>
        <w:t xml:space="preserve">privažiuojamųjų geležinkelio kelių </w:t>
      </w:r>
      <w:r w:rsidR="00DC1030">
        <w:rPr>
          <w:rFonts w:ascii="Calibri" w:hAnsi="Calibri"/>
          <w:szCs w:val="24"/>
        </w:rPr>
        <w:t xml:space="preserve">ir iešmų </w:t>
      </w:r>
      <w:r w:rsidR="00E74FEC" w:rsidRPr="00C008F1">
        <w:rPr>
          <w:rFonts w:ascii="Calibri" w:hAnsi="Calibri"/>
          <w:szCs w:val="24"/>
        </w:rPr>
        <w:t>remonto darbai.</w:t>
      </w:r>
    </w:p>
    <w:p w14:paraId="686D727F" w14:textId="77777777" w:rsidR="00140625" w:rsidRPr="00C008F1" w:rsidRDefault="004C0973" w:rsidP="00140625">
      <w:pPr>
        <w:ind w:left="360"/>
        <w:rPr>
          <w:rFonts w:ascii="Calibri" w:hAnsi="Calibri"/>
          <w:szCs w:val="24"/>
        </w:rPr>
      </w:pPr>
      <w:r w:rsidRPr="00C008F1">
        <w:rPr>
          <w:rFonts w:ascii="Calibri" w:hAnsi="Calibri"/>
          <w:szCs w:val="24"/>
        </w:rPr>
        <w:t xml:space="preserve">      </w:t>
      </w:r>
      <w:r w:rsidR="00140625" w:rsidRPr="00C008F1">
        <w:rPr>
          <w:rFonts w:ascii="Calibri" w:hAnsi="Calibri"/>
          <w:szCs w:val="24"/>
        </w:rPr>
        <w:t xml:space="preserve">BVPŽ kodas – </w:t>
      </w:r>
      <w:r w:rsidR="00F10765" w:rsidRPr="00C008F1">
        <w:rPr>
          <w:rFonts w:ascii="Calibri" w:hAnsi="Calibri"/>
          <w:szCs w:val="24"/>
        </w:rPr>
        <w:t>45234100-7.</w:t>
      </w:r>
    </w:p>
    <w:p w14:paraId="49CE62F1" w14:textId="77777777" w:rsidR="00DB06B2" w:rsidRPr="00C008F1" w:rsidRDefault="00DB06B2" w:rsidP="00140625">
      <w:pPr>
        <w:ind w:left="360"/>
        <w:rPr>
          <w:rFonts w:ascii="Calibri" w:hAnsi="Calibri"/>
          <w:szCs w:val="24"/>
        </w:rPr>
      </w:pPr>
    </w:p>
    <w:p w14:paraId="0DB68FD2" w14:textId="77777777" w:rsidR="00513564" w:rsidRPr="00C008F1" w:rsidRDefault="00513564" w:rsidP="00513564">
      <w:pPr>
        <w:numPr>
          <w:ilvl w:val="0"/>
          <w:numId w:val="2"/>
        </w:numPr>
        <w:rPr>
          <w:rFonts w:ascii="Calibri" w:hAnsi="Calibri"/>
          <w:b/>
          <w:szCs w:val="24"/>
        </w:rPr>
      </w:pPr>
      <w:r w:rsidRPr="00C008F1">
        <w:rPr>
          <w:rFonts w:ascii="Calibri" w:hAnsi="Calibri"/>
          <w:b/>
          <w:szCs w:val="24"/>
        </w:rPr>
        <w:t>PIRKIMO OBJEKTO PRITAIKYMO SRITIS</w:t>
      </w:r>
    </w:p>
    <w:p w14:paraId="2FB81DB8" w14:textId="77777777" w:rsidR="001D6475" w:rsidRPr="00A1687C" w:rsidRDefault="001D6475" w:rsidP="001D6475">
      <w:pPr>
        <w:ind w:left="360"/>
        <w:rPr>
          <w:rFonts w:ascii="Calibri" w:hAnsi="Calibri"/>
          <w:b/>
          <w:sz w:val="22"/>
          <w:szCs w:val="22"/>
        </w:rPr>
      </w:pPr>
    </w:p>
    <w:p w14:paraId="4558D8AF" w14:textId="77777777" w:rsidR="003066DA" w:rsidRPr="00C008F1" w:rsidRDefault="001A11E8" w:rsidP="00F10765">
      <w:pPr>
        <w:ind w:firstLine="709"/>
        <w:jc w:val="both"/>
        <w:rPr>
          <w:rFonts w:ascii="Calibri" w:hAnsi="Calibri"/>
          <w:szCs w:val="24"/>
        </w:rPr>
      </w:pPr>
      <w:r w:rsidRPr="00C008F1">
        <w:rPr>
          <w:rFonts w:ascii="Calibri" w:hAnsi="Calibri"/>
          <w:szCs w:val="24"/>
        </w:rPr>
        <w:t xml:space="preserve">Suremontuoti Vaidotų GS </w:t>
      </w:r>
      <w:r w:rsidR="00F10765" w:rsidRPr="00F10765">
        <w:rPr>
          <w:rFonts w:ascii="Calibri" w:hAnsi="Calibri"/>
          <w:szCs w:val="24"/>
        </w:rPr>
        <w:t xml:space="preserve">prekinių vagonų einamojo remonto punkte </w:t>
      </w:r>
      <w:r w:rsidR="000B76C2" w:rsidRPr="00C008F1">
        <w:rPr>
          <w:rFonts w:ascii="Calibri" w:hAnsi="Calibri"/>
          <w:szCs w:val="24"/>
        </w:rPr>
        <w:t>privažiuojamuosius ge</w:t>
      </w:r>
      <w:r w:rsidR="00DC1030">
        <w:rPr>
          <w:rFonts w:ascii="Calibri" w:hAnsi="Calibri"/>
          <w:szCs w:val="24"/>
        </w:rPr>
        <w:t xml:space="preserve">ležinkelio kelius Nr. 310, </w:t>
      </w:r>
      <w:r w:rsidRPr="00C008F1">
        <w:rPr>
          <w:rFonts w:ascii="Calibri" w:hAnsi="Calibri"/>
          <w:szCs w:val="24"/>
        </w:rPr>
        <w:t>311</w:t>
      </w:r>
      <w:r w:rsidR="00DC1030">
        <w:rPr>
          <w:rFonts w:ascii="Calibri" w:hAnsi="Calibri"/>
          <w:szCs w:val="24"/>
        </w:rPr>
        <w:t xml:space="preserve"> ir iešmus Nr. 305, 306.</w:t>
      </w:r>
    </w:p>
    <w:p w14:paraId="7C7D9E4B" w14:textId="77777777" w:rsidR="00051A19" w:rsidRPr="00C008F1" w:rsidRDefault="00051A19" w:rsidP="003066DA">
      <w:pPr>
        <w:ind w:left="720"/>
        <w:rPr>
          <w:rFonts w:ascii="Calibri" w:hAnsi="Calibri"/>
          <w:szCs w:val="24"/>
        </w:rPr>
      </w:pPr>
    </w:p>
    <w:p w14:paraId="7A2E9296" w14:textId="77777777" w:rsidR="00051A19" w:rsidRPr="00C008F1" w:rsidRDefault="00051A19" w:rsidP="00F10765">
      <w:pPr>
        <w:numPr>
          <w:ilvl w:val="0"/>
          <w:numId w:val="2"/>
        </w:numPr>
        <w:tabs>
          <w:tab w:val="left" w:pos="-142"/>
        </w:tabs>
        <w:spacing w:line="276" w:lineRule="auto"/>
        <w:ind w:left="-142" w:firstLine="568"/>
        <w:contextualSpacing/>
        <w:rPr>
          <w:rFonts w:ascii="Calibri" w:hAnsi="Calibri"/>
          <w:b/>
          <w:lang w:eastAsia="lt-LT"/>
        </w:rPr>
      </w:pPr>
      <w:r w:rsidRPr="00C008F1">
        <w:rPr>
          <w:rFonts w:ascii="Calibri" w:hAnsi="Calibri"/>
          <w:b/>
        </w:rPr>
        <w:t>TEISĖS AKTAI, KURIUOSE NUSTATYTUS REIKALAVIMUS TURI ATITIKTI DARBAI</w:t>
      </w:r>
    </w:p>
    <w:p w14:paraId="67BA81B2" w14:textId="77777777" w:rsidR="00051A19" w:rsidRPr="00A1687C" w:rsidRDefault="00051A19" w:rsidP="00A1687C">
      <w:pPr>
        <w:ind w:left="360"/>
        <w:rPr>
          <w:rFonts w:ascii="Calibri" w:hAnsi="Calibri"/>
          <w:sz w:val="22"/>
          <w:szCs w:val="22"/>
        </w:rPr>
      </w:pPr>
    </w:p>
    <w:p w14:paraId="790E7795" w14:textId="77777777" w:rsidR="00051A19" w:rsidRPr="00C008F1" w:rsidRDefault="00051A19" w:rsidP="00F10765">
      <w:pPr>
        <w:numPr>
          <w:ilvl w:val="1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>Darbai turi būti atlikti vadovaujantis:</w:t>
      </w:r>
    </w:p>
    <w:p w14:paraId="3B0E7AE0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STR 1.06.01:2016 „Statybos darbai. Statinio statybos priežiūra“;</w:t>
      </w:r>
    </w:p>
    <w:p w14:paraId="358CC502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STR 1.05.01:2017 „Statybą leidžiantys dokumentai. Statybos užbaigimas. Statybos sustabdymas. Savavališkos statybos padarinių šalinimas. Statybos pagal neteisėtai išduotą statybą leidžiantį dokumentą padarinių šalinimas“;</w:t>
      </w:r>
    </w:p>
    <w:p w14:paraId="746EAB33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Geležinkelio kelio priežiūros taisyklės K/111;</w:t>
      </w:r>
    </w:p>
    <w:p w14:paraId="54AABCAF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Geležinkelio kelio remonto darbų priėmimo taisyklėmis K/138;</w:t>
      </w:r>
    </w:p>
    <w:p w14:paraId="35157AD7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Saugaus traukinių eismo užtikrinimo instrukcija remontuojant kelia K/078;</w:t>
      </w:r>
    </w:p>
    <w:p w14:paraId="141647D9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Geležinkelio eismo taisyklėmis ADV/003;</w:t>
      </w:r>
    </w:p>
    <w:p w14:paraId="35CF1D16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Geležinkelių transporto eismo signalizacijos taisyklės ADV/002;</w:t>
      </w:r>
    </w:p>
    <w:p w14:paraId="659B92E2" w14:textId="77777777" w:rsidR="00051A19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</w:t>
      </w:r>
      <w:r w:rsidR="00051A19" w:rsidRPr="00C008F1">
        <w:rPr>
          <w:rFonts w:ascii="Calibri" w:hAnsi="Calibri"/>
        </w:rPr>
        <w:t>Techninio geležinkelių naudojimo nuostatais ADV/001;</w:t>
      </w:r>
    </w:p>
    <w:p w14:paraId="1C5EC34B" w14:textId="77777777" w:rsidR="00F10765" w:rsidRPr="00C008F1" w:rsidRDefault="00F10765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  <w:lang w:eastAsia="lt-LT"/>
        </w:rPr>
      </w:pPr>
      <w:r w:rsidRPr="00C008F1">
        <w:rPr>
          <w:rFonts w:ascii="Calibri" w:hAnsi="Calibri"/>
        </w:rPr>
        <w:t xml:space="preserve"> </w:t>
      </w:r>
      <w:r w:rsidR="00103908" w:rsidRPr="00C008F1">
        <w:rPr>
          <w:rFonts w:ascii="Calibri" w:hAnsi="Calibri"/>
        </w:rPr>
        <w:t>Pervažų įrengimo ir naudojimo taisyklės LG/12;</w:t>
      </w:r>
    </w:p>
    <w:p w14:paraId="7A76C9E4" w14:textId="77777777" w:rsidR="00103908" w:rsidRPr="00C008F1" w:rsidRDefault="00103908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  <w:lang w:eastAsia="lt-LT"/>
        </w:rPr>
      </w:pPr>
      <w:r w:rsidRPr="00C008F1">
        <w:rPr>
          <w:rFonts w:ascii="Calibri" w:hAnsi="Calibri"/>
        </w:rPr>
        <w:t>Statinių artumo gabaritų taikymo instrukcija 163/K;</w:t>
      </w:r>
    </w:p>
    <w:p w14:paraId="3A2C3221" w14:textId="77777777" w:rsidR="00103908" w:rsidRPr="00C008F1" w:rsidRDefault="00103908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>Iešmų elementų defektų ir pažeidimų klasifikatorius 55/K;</w:t>
      </w:r>
    </w:p>
    <w:p w14:paraId="4C8BF108" w14:textId="77777777" w:rsidR="00103908" w:rsidRPr="00C008F1" w:rsidRDefault="00103908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>Bėgių defektų ir pažeidimų klasifikatorius 71/K;</w:t>
      </w:r>
    </w:p>
    <w:p w14:paraId="2FAA9FF7" w14:textId="77777777" w:rsidR="00103908" w:rsidRPr="00C008F1" w:rsidRDefault="00103908" w:rsidP="00F10765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>SD 13 standarto iešmų įrengimo ir priežiūros taisyklės 113/K;</w:t>
      </w:r>
    </w:p>
    <w:p w14:paraId="3FC79B53" w14:textId="77777777" w:rsidR="00103908" w:rsidRPr="00C008F1" w:rsidRDefault="00103908" w:rsidP="00025F7D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Iešmo, visiškai parengto įtaisymui kelyje, pervežimo į statybvietę ir įtaisymo technologija </w:t>
      </w:r>
      <w:r w:rsidR="00F10765" w:rsidRPr="00C008F1">
        <w:rPr>
          <w:rFonts w:ascii="Calibri" w:hAnsi="Calibri"/>
        </w:rPr>
        <w:t xml:space="preserve">ir LST TS 2008 ir LST EN 13232 </w:t>
      </w:r>
      <w:r w:rsidRPr="00C008F1">
        <w:rPr>
          <w:rFonts w:ascii="Calibri" w:hAnsi="Calibri"/>
        </w:rPr>
        <w:t>techninėmis specifikacijomis;</w:t>
      </w:r>
    </w:p>
    <w:p w14:paraId="679E9BC3" w14:textId="77777777" w:rsidR="00103908" w:rsidRPr="00C008F1" w:rsidRDefault="00A46AEC" w:rsidP="00025F7D">
      <w:pPr>
        <w:ind w:firstLine="851"/>
        <w:mirrorIndents/>
        <w:jc w:val="both"/>
        <w:rPr>
          <w:rFonts w:ascii="Calibri" w:eastAsia="Calibri" w:hAnsi="Calibri"/>
        </w:rPr>
      </w:pPr>
      <w:r w:rsidRPr="00C008F1">
        <w:rPr>
          <w:rFonts w:ascii="Calibri" w:eastAsia="Calibri" w:hAnsi="Calibri"/>
        </w:rPr>
        <w:t>3.1.15.</w:t>
      </w:r>
      <w:r w:rsidR="00F10765" w:rsidRPr="00C008F1">
        <w:rPr>
          <w:rFonts w:ascii="Calibri" w:eastAsia="Calibri" w:hAnsi="Calibri"/>
        </w:rPr>
        <w:t xml:space="preserve"> </w:t>
      </w:r>
      <w:r w:rsidR="00103908" w:rsidRPr="00C008F1">
        <w:rPr>
          <w:rFonts w:ascii="Calibri" w:eastAsia="Calibri" w:hAnsi="Calibri"/>
        </w:rPr>
        <w:t xml:space="preserve">Techninio geležinkelių naudojimo </w:t>
      </w:r>
      <w:r w:rsidR="00F81551" w:rsidRPr="00C008F1">
        <w:rPr>
          <w:rFonts w:ascii="Calibri" w:eastAsia="Calibri" w:hAnsi="Calibri"/>
        </w:rPr>
        <w:t xml:space="preserve">nuostatai, patvirtinti Lietuvos </w:t>
      </w:r>
      <w:r w:rsidR="00103908" w:rsidRPr="00C008F1">
        <w:rPr>
          <w:rFonts w:ascii="Calibri" w:eastAsia="Calibri" w:hAnsi="Calibri"/>
        </w:rPr>
        <w:t>Respublikos susisiekimo ministro Lietuvos Respublik</w:t>
      </w:r>
      <w:r w:rsidR="00F81551" w:rsidRPr="00C008F1">
        <w:rPr>
          <w:rFonts w:ascii="Calibri" w:eastAsia="Calibri" w:hAnsi="Calibri"/>
        </w:rPr>
        <w:t>os susisiekimo ministro 1996 m. r</w:t>
      </w:r>
      <w:r w:rsidR="00103908" w:rsidRPr="00C008F1">
        <w:rPr>
          <w:rFonts w:ascii="Calibri" w:eastAsia="Calibri" w:hAnsi="Calibri"/>
        </w:rPr>
        <w:t>ugsėjo 20 d. įsakymu Nr. 297;</w:t>
      </w:r>
    </w:p>
    <w:p w14:paraId="4ACA7529" w14:textId="77777777" w:rsidR="00103908" w:rsidRPr="00C008F1" w:rsidRDefault="00A46AEC" w:rsidP="00025F7D">
      <w:pPr>
        <w:ind w:firstLine="851"/>
        <w:mirrorIndents/>
        <w:jc w:val="both"/>
        <w:rPr>
          <w:rFonts w:ascii="Calibri" w:eastAsia="Calibri" w:hAnsi="Calibri"/>
        </w:rPr>
      </w:pPr>
      <w:r w:rsidRPr="00C008F1">
        <w:rPr>
          <w:rFonts w:ascii="Calibri" w:eastAsia="Calibri" w:hAnsi="Calibri"/>
        </w:rPr>
        <w:t>3.1.16.</w:t>
      </w:r>
      <w:r w:rsidR="00F10765" w:rsidRPr="00C008F1">
        <w:rPr>
          <w:rFonts w:ascii="Calibri" w:eastAsia="Calibri" w:hAnsi="Calibri"/>
        </w:rPr>
        <w:t xml:space="preserve"> </w:t>
      </w:r>
      <w:r w:rsidR="00103908" w:rsidRPr="00C008F1">
        <w:rPr>
          <w:rFonts w:ascii="Calibri" w:eastAsia="Calibri" w:hAnsi="Calibri"/>
        </w:rPr>
        <w:t>Eismo pertraukų suteikimo tvarka; patvirtinta AB „Lietuvos geležinkeliai“ generalinio direktoriaus 2014 m. lapkričio 25 d. įsakymu Nr. Į-1062;</w:t>
      </w:r>
    </w:p>
    <w:p w14:paraId="53FD8042" w14:textId="77777777" w:rsidR="00103908" w:rsidRPr="00C008F1" w:rsidRDefault="00A46AEC" w:rsidP="00025F7D">
      <w:pPr>
        <w:ind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>3.1.17.</w:t>
      </w:r>
      <w:r w:rsidR="00F10765" w:rsidRPr="00C008F1">
        <w:rPr>
          <w:rFonts w:ascii="Calibri" w:hAnsi="Calibri"/>
        </w:rPr>
        <w:t xml:space="preserve"> </w:t>
      </w:r>
      <w:r w:rsidR="00103908" w:rsidRPr="00C008F1">
        <w:rPr>
          <w:rFonts w:ascii="Calibri" w:hAnsi="Calibri"/>
        </w:rPr>
        <w:t>Kitais galiojančiais teisės aktais ir norminiais dokumentais, kiek jų reguliavimo sritis yra susijusi su Pirkimo objektu.</w:t>
      </w:r>
    </w:p>
    <w:p w14:paraId="3F2E4010" w14:textId="77777777" w:rsidR="006C35D7" w:rsidRPr="00C008F1" w:rsidRDefault="006C35D7" w:rsidP="00025F7D">
      <w:pPr>
        <w:ind w:firstLine="851"/>
        <w:jc w:val="both"/>
        <w:rPr>
          <w:rFonts w:ascii="Calibri" w:hAnsi="Calibri"/>
        </w:rPr>
      </w:pPr>
    </w:p>
    <w:p w14:paraId="6C5C88B7" w14:textId="77777777" w:rsidR="002D6401" w:rsidRPr="00C008F1" w:rsidRDefault="00466EC8" w:rsidP="001B2C19">
      <w:pPr>
        <w:numPr>
          <w:ilvl w:val="0"/>
          <w:numId w:val="2"/>
        </w:numPr>
        <w:rPr>
          <w:rFonts w:ascii="Calibri" w:hAnsi="Calibri"/>
          <w:b/>
          <w:szCs w:val="24"/>
        </w:rPr>
      </w:pPr>
      <w:r w:rsidRPr="00C008F1">
        <w:rPr>
          <w:rFonts w:ascii="Calibri" w:hAnsi="Calibri"/>
          <w:b/>
          <w:szCs w:val="24"/>
        </w:rPr>
        <w:t>TECHNINIAI REIKALAVIMAI</w:t>
      </w:r>
      <w:r w:rsidR="00F10765" w:rsidRPr="00C008F1">
        <w:rPr>
          <w:rFonts w:ascii="Calibri" w:hAnsi="Calibri"/>
          <w:b/>
          <w:szCs w:val="24"/>
        </w:rPr>
        <w:t>,</w:t>
      </w:r>
      <w:r w:rsidR="006C35D7" w:rsidRPr="00C008F1">
        <w:rPr>
          <w:rFonts w:ascii="Calibri" w:hAnsi="Calibri"/>
          <w:b/>
          <w:szCs w:val="24"/>
        </w:rPr>
        <w:t xml:space="preserve"> KURIUOS TURI ATITIKTI PERKAMI</w:t>
      </w:r>
      <w:r w:rsidR="002D6401" w:rsidRPr="00C008F1">
        <w:rPr>
          <w:rFonts w:ascii="Calibri" w:hAnsi="Calibri"/>
          <w:b/>
          <w:szCs w:val="24"/>
        </w:rPr>
        <w:t xml:space="preserve"> </w:t>
      </w:r>
      <w:r w:rsidRPr="00C008F1">
        <w:rPr>
          <w:rFonts w:ascii="Calibri" w:hAnsi="Calibri"/>
          <w:b/>
          <w:szCs w:val="24"/>
        </w:rPr>
        <w:t>DARBAI</w:t>
      </w:r>
    </w:p>
    <w:p w14:paraId="34F5CBB1" w14:textId="77777777" w:rsidR="00F10765" w:rsidRPr="00C008F1" w:rsidRDefault="00F10765" w:rsidP="00F10765">
      <w:pPr>
        <w:tabs>
          <w:tab w:val="left" w:pos="1418"/>
        </w:tabs>
        <w:jc w:val="both"/>
        <w:rPr>
          <w:rFonts w:ascii="Calibri" w:eastAsia="Calibri" w:hAnsi="Calibri"/>
          <w:szCs w:val="22"/>
        </w:rPr>
      </w:pPr>
    </w:p>
    <w:p w14:paraId="54941ED7" w14:textId="77777777" w:rsidR="001D16D2" w:rsidRPr="00C008F1" w:rsidRDefault="00706DAE" w:rsidP="00706DAE">
      <w:pPr>
        <w:tabs>
          <w:tab w:val="left" w:pos="900"/>
        </w:tabs>
        <w:jc w:val="both"/>
        <w:rPr>
          <w:rFonts w:ascii="Calibri" w:hAnsi="Calibri"/>
        </w:rPr>
      </w:pPr>
      <w:r>
        <w:rPr>
          <w:rFonts w:ascii="Calibri" w:eastAsia="Calibri" w:hAnsi="Calibri"/>
          <w:szCs w:val="22"/>
        </w:rPr>
        <w:tab/>
      </w:r>
      <w:r w:rsidR="00F10765" w:rsidRPr="00C008F1">
        <w:rPr>
          <w:rFonts w:ascii="Calibri" w:eastAsia="Calibri" w:hAnsi="Calibri"/>
          <w:szCs w:val="22"/>
        </w:rPr>
        <w:t xml:space="preserve">4.1. </w:t>
      </w:r>
      <w:r w:rsidR="001D6475" w:rsidRPr="00C008F1">
        <w:rPr>
          <w:rFonts w:ascii="Calibri" w:eastAsia="Calibri" w:hAnsi="Calibri"/>
        </w:rPr>
        <w:t xml:space="preserve">Kelio </w:t>
      </w:r>
      <w:r w:rsidR="002D1EB4" w:rsidRPr="00C008F1">
        <w:rPr>
          <w:rFonts w:ascii="Calibri" w:hAnsi="Calibri"/>
        </w:rPr>
        <w:t>Nr. 310</w:t>
      </w:r>
      <w:r w:rsidR="001D16D2" w:rsidRPr="00C008F1">
        <w:rPr>
          <w:rFonts w:ascii="Calibri" w:hAnsi="Calibri"/>
        </w:rPr>
        <w:t xml:space="preserve"> remonto darbai:</w:t>
      </w:r>
    </w:p>
    <w:p w14:paraId="516FFA44" w14:textId="77777777" w:rsidR="001D16D2" w:rsidRPr="00C008F1" w:rsidRDefault="00706DAE" w:rsidP="00706DAE">
      <w:pPr>
        <w:tabs>
          <w:tab w:val="left" w:pos="1418"/>
        </w:tabs>
        <w:ind w:left="1418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ab/>
      </w:r>
      <w:r w:rsidR="00F10765" w:rsidRPr="00C008F1">
        <w:rPr>
          <w:rFonts w:ascii="Calibri" w:hAnsi="Calibri"/>
        </w:rPr>
        <w:t xml:space="preserve">4.1.1. </w:t>
      </w:r>
      <w:r w:rsidR="001D16D2" w:rsidRPr="00C008F1">
        <w:rPr>
          <w:rFonts w:ascii="Calibri" w:hAnsi="Calibri"/>
        </w:rPr>
        <w:t>Eksploatacijai netinkamų pabėgių keitimas į</w:t>
      </w:r>
      <w:r w:rsidR="002D1EB4" w:rsidRPr="00C008F1">
        <w:rPr>
          <w:rFonts w:ascii="Calibri" w:hAnsi="Calibri"/>
        </w:rPr>
        <w:t xml:space="preserve"> naujus (spygliuočių medienos) 125</w:t>
      </w:r>
      <w:r w:rsidR="001D16D2" w:rsidRPr="00C008F1">
        <w:rPr>
          <w:rFonts w:ascii="Calibri" w:hAnsi="Calibri"/>
        </w:rPr>
        <w:t xml:space="preserve"> vnt.</w:t>
      </w:r>
    </w:p>
    <w:p w14:paraId="4FE0EC93" w14:textId="77777777" w:rsidR="001D16D2" w:rsidRPr="00C008F1" w:rsidRDefault="00706DAE" w:rsidP="00706DAE">
      <w:pPr>
        <w:tabs>
          <w:tab w:val="left" w:pos="1418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F10765" w:rsidRPr="00C008F1">
        <w:rPr>
          <w:rFonts w:ascii="Calibri" w:hAnsi="Calibri"/>
        </w:rPr>
        <w:t xml:space="preserve">4.1.2. </w:t>
      </w:r>
      <w:r w:rsidR="002D1EB4" w:rsidRPr="00C008F1">
        <w:rPr>
          <w:rFonts w:ascii="Calibri" w:hAnsi="Calibri"/>
        </w:rPr>
        <w:t>Pervažoje vėžės pločio reguliavimas</w:t>
      </w:r>
      <w:r w:rsidR="001D16D2" w:rsidRPr="00C008F1">
        <w:rPr>
          <w:rFonts w:ascii="Calibri" w:hAnsi="Calibri"/>
        </w:rPr>
        <w:t>.</w:t>
      </w:r>
    </w:p>
    <w:p w14:paraId="02E0B67F" w14:textId="77777777" w:rsidR="00BF78D2" w:rsidRPr="00C008F1" w:rsidRDefault="00706DAE" w:rsidP="00706DAE">
      <w:pPr>
        <w:tabs>
          <w:tab w:val="left" w:pos="900"/>
        </w:tabs>
        <w:jc w:val="both"/>
        <w:rPr>
          <w:rFonts w:ascii="Calibri" w:hAnsi="Calibri"/>
        </w:rPr>
      </w:pPr>
      <w:r>
        <w:rPr>
          <w:rFonts w:ascii="Calibri" w:eastAsia="Calibri" w:hAnsi="Calibri"/>
        </w:rPr>
        <w:tab/>
      </w:r>
      <w:r w:rsidR="00F10765" w:rsidRPr="00C008F1">
        <w:rPr>
          <w:rFonts w:ascii="Calibri" w:eastAsia="Calibri" w:hAnsi="Calibri"/>
        </w:rPr>
        <w:t xml:space="preserve">4.2. </w:t>
      </w:r>
      <w:r w:rsidR="00BF78D2" w:rsidRPr="00C008F1">
        <w:rPr>
          <w:rFonts w:ascii="Calibri" w:eastAsia="Calibri" w:hAnsi="Calibri"/>
        </w:rPr>
        <w:t xml:space="preserve">Kelio </w:t>
      </w:r>
      <w:r w:rsidR="002D1EB4" w:rsidRPr="00C008F1">
        <w:rPr>
          <w:rFonts w:ascii="Calibri" w:hAnsi="Calibri"/>
        </w:rPr>
        <w:t>Nr. 311</w:t>
      </w:r>
      <w:r w:rsidR="00BF78D2" w:rsidRPr="00C008F1">
        <w:rPr>
          <w:rFonts w:ascii="Calibri" w:hAnsi="Calibri"/>
        </w:rPr>
        <w:t xml:space="preserve"> remonto darbai:</w:t>
      </w:r>
    </w:p>
    <w:p w14:paraId="01C5D99E" w14:textId="77777777" w:rsidR="00BF78D2" w:rsidRPr="00C008F1" w:rsidRDefault="00706DAE" w:rsidP="00706DAE">
      <w:pPr>
        <w:tabs>
          <w:tab w:val="left" w:pos="1418"/>
        </w:tabs>
        <w:ind w:left="1418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BF78D2" w:rsidRPr="00C008F1">
        <w:rPr>
          <w:rFonts w:ascii="Calibri" w:hAnsi="Calibri"/>
        </w:rPr>
        <w:t xml:space="preserve">4.2.1. Eksploatacijai netinkamų pabėgių keitimas į </w:t>
      </w:r>
      <w:r w:rsidR="002D1EB4" w:rsidRPr="00C008F1">
        <w:rPr>
          <w:rFonts w:ascii="Calibri" w:hAnsi="Calibri"/>
        </w:rPr>
        <w:t>naujus (spygliuočių medienos) 130</w:t>
      </w:r>
      <w:r w:rsidR="00BF78D2" w:rsidRPr="00C008F1">
        <w:rPr>
          <w:rFonts w:ascii="Calibri" w:hAnsi="Calibri"/>
        </w:rPr>
        <w:t xml:space="preserve"> vnt.</w:t>
      </w:r>
    </w:p>
    <w:p w14:paraId="1E3A2DB6" w14:textId="77777777" w:rsidR="00BF78D2" w:rsidRPr="00C008F1" w:rsidRDefault="00706DAE" w:rsidP="00BF78D2">
      <w:pPr>
        <w:tabs>
          <w:tab w:val="left" w:pos="1418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BF78D2" w:rsidRPr="00C008F1">
        <w:rPr>
          <w:rFonts w:ascii="Calibri" w:hAnsi="Calibri"/>
        </w:rPr>
        <w:t>4.2.2</w:t>
      </w:r>
      <w:r w:rsidR="002D1EB4" w:rsidRPr="00C008F1">
        <w:rPr>
          <w:rFonts w:ascii="Calibri" w:hAnsi="Calibri"/>
        </w:rPr>
        <w:t xml:space="preserve"> Vėžės pločio reguliavimas</w:t>
      </w:r>
      <w:r w:rsidR="00BF78D2" w:rsidRPr="00C008F1">
        <w:rPr>
          <w:rFonts w:ascii="Calibri" w:hAnsi="Calibri"/>
        </w:rPr>
        <w:t>.</w:t>
      </w:r>
    </w:p>
    <w:p w14:paraId="38F86924" w14:textId="77777777" w:rsidR="00820ED3" w:rsidRPr="00C008F1" w:rsidRDefault="00706DAE" w:rsidP="00706DAE">
      <w:pPr>
        <w:tabs>
          <w:tab w:val="left" w:pos="90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D1548B" w:rsidRPr="00C008F1">
        <w:rPr>
          <w:rFonts w:ascii="Calibri" w:hAnsi="Calibri"/>
        </w:rPr>
        <w:t>4.3</w:t>
      </w:r>
      <w:r w:rsidR="00F10765" w:rsidRPr="00C008F1">
        <w:rPr>
          <w:rFonts w:ascii="Calibri" w:hAnsi="Calibri"/>
        </w:rPr>
        <w:t>.</w:t>
      </w:r>
      <w:r w:rsidR="00D1548B" w:rsidRPr="00C008F1">
        <w:rPr>
          <w:rFonts w:ascii="Calibri" w:hAnsi="Calibri"/>
        </w:rPr>
        <w:t xml:space="preserve"> Iešmo Nr. 305</w:t>
      </w:r>
      <w:r w:rsidR="00820ED3" w:rsidRPr="00C008F1">
        <w:rPr>
          <w:rFonts w:ascii="Calibri" w:hAnsi="Calibri"/>
        </w:rPr>
        <w:t xml:space="preserve"> remonto darbai:</w:t>
      </w:r>
    </w:p>
    <w:p w14:paraId="2CE66DF6" w14:textId="77777777" w:rsidR="00820ED3" w:rsidRPr="00C008F1" w:rsidRDefault="00706DAE" w:rsidP="00706DAE">
      <w:pPr>
        <w:tabs>
          <w:tab w:val="left" w:pos="1418"/>
        </w:tabs>
        <w:ind w:left="1418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820ED3" w:rsidRPr="00C008F1">
        <w:rPr>
          <w:rFonts w:ascii="Calibri" w:hAnsi="Calibri"/>
        </w:rPr>
        <w:t xml:space="preserve">4.3.1. Eksploatacijai netinkamų pabėgių keitimas į </w:t>
      </w:r>
      <w:r w:rsidR="00D1548B" w:rsidRPr="00C008F1">
        <w:rPr>
          <w:rFonts w:ascii="Calibri" w:hAnsi="Calibri"/>
        </w:rPr>
        <w:t>naujus (spygliuočių medienos) 21</w:t>
      </w:r>
      <w:r w:rsidR="00820ED3" w:rsidRPr="00C008F1">
        <w:rPr>
          <w:rFonts w:ascii="Calibri" w:hAnsi="Calibri"/>
        </w:rPr>
        <w:t xml:space="preserve"> vnt.</w:t>
      </w:r>
    </w:p>
    <w:p w14:paraId="1F152EB7" w14:textId="77777777" w:rsidR="00D1548B" w:rsidRPr="00C008F1" w:rsidRDefault="00706DAE" w:rsidP="00D1548B">
      <w:pPr>
        <w:tabs>
          <w:tab w:val="left" w:pos="1418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D1548B" w:rsidRPr="00C008F1">
        <w:rPr>
          <w:rFonts w:ascii="Calibri" w:hAnsi="Calibri"/>
        </w:rPr>
        <w:t>4.3.</w:t>
      </w:r>
      <w:r w:rsidR="001B2C19" w:rsidRPr="00C008F1">
        <w:rPr>
          <w:rFonts w:ascii="Calibri" w:hAnsi="Calibri"/>
        </w:rPr>
        <w:t>2</w:t>
      </w:r>
      <w:r w:rsidR="00D1548B" w:rsidRPr="00C008F1">
        <w:rPr>
          <w:rFonts w:ascii="Calibri" w:hAnsi="Calibri"/>
        </w:rPr>
        <w:t>. Iešmo Nr. 306 remonto darbai:</w:t>
      </w:r>
    </w:p>
    <w:p w14:paraId="0AADECBD" w14:textId="77777777" w:rsidR="00D1548B" w:rsidRDefault="00706DAE" w:rsidP="00706DAE">
      <w:pPr>
        <w:tabs>
          <w:tab w:val="left" w:pos="1418"/>
        </w:tabs>
        <w:ind w:left="1418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D1548B" w:rsidRPr="00C008F1">
        <w:rPr>
          <w:rFonts w:ascii="Calibri" w:hAnsi="Calibri"/>
        </w:rPr>
        <w:t>4.3.</w:t>
      </w:r>
      <w:r w:rsidR="001B2C19" w:rsidRPr="00C008F1">
        <w:rPr>
          <w:rFonts w:ascii="Calibri" w:hAnsi="Calibri"/>
        </w:rPr>
        <w:t>3</w:t>
      </w:r>
      <w:r w:rsidR="00D1548B" w:rsidRPr="00C008F1">
        <w:rPr>
          <w:rFonts w:ascii="Calibri" w:hAnsi="Calibri"/>
        </w:rPr>
        <w:t>. Eksploatacijai netinkamų pabėgių keitimas į naujus (spygliuočių medienos) 14 vnt.</w:t>
      </w:r>
    </w:p>
    <w:p w14:paraId="4D5FC25C" w14:textId="77777777" w:rsidR="00706DAE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  <w:t>4.4. Pabėgių tvirtinimo elementai naudojami esami, išskyrus apžiūros metu ir remonto darbų metu nustatytus negalimus naudoti tvirtinimo elementus.</w:t>
      </w:r>
    </w:p>
    <w:p w14:paraId="6DB029FF" w14:textId="77777777" w:rsidR="001D6475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820ED3" w:rsidRPr="00C008F1">
        <w:rPr>
          <w:rFonts w:ascii="Calibri" w:hAnsi="Calibri"/>
        </w:rPr>
        <w:t>4.</w:t>
      </w:r>
      <w:r>
        <w:rPr>
          <w:rFonts w:ascii="Calibri" w:hAnsi="Calibri"/>
        </w:rPr>
        <w:t>5</w:t>
      </w:r>
      <w:r w:rsidR="00820ED3" w:rsidRPr="00C008F1">
        <w:rPr>
          <w:rFonts w:ascii="Calibri" w:hAnsi="Calibri"/>
        </w:rPr>
        <w:t xml:space="preserve">. </w:t>
      </w:r>
      <w:r w:rsidR="001D6475" w:rsidRPr="00C008F1">
        <w:rPr>
          <w:rFonts w:ascii="Calibri" w:hAnsi="Calibri"/>
        </w:rPr>
        <w:t>Rangovas iš Užsakovo prieš darbų pradžią turi gauti aktą-leidimą vykdyti darbus veikiančioje geležinkelio zonoje. Aktas-leidimas išduodamas visam darbų vykdymo laikotarpiui.</w:t>
      </w:r>
    </w:p>
    <w:p w14:paraId="1A480F07" w14:textId="77777777" w:rsidR="00820ED3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820ED3" w:rsidRPr="00C008F1">
        <w:rPr>
          <w:rFonts w:ascii="Calibri" w:hAnsi="Calibri"/>
        </w:rPr>
        <w:t>4.</w:t>
      </w:r>
      <w:r>
        <w:rPr>
          <w:rFonts w:ascii="Calibri" w:hAnsi="Calibri"/>
        </w:rPr>
        <w:t>6</w:t>
      </w:r>
      <w:r w:rsidR="00820ED3" w:rsidRPr="00C008F1">
        <w:rPr>
          <w:rFonts w:ascii="Calibri" w:hAnsi="Calibri"/>
        </w:rPr>
        <w:t xml:space="preserve">. </w:t>
      </w:r>
      <w:r w:rsidR="001D6475" w:rsidRPr="00C008F1">
        <w:rPr>
          <w:rFonts w:ascii="Calibri" w:hAnsi="Calibri"/>
        </w:rPr>
        <w:t xml:space="preserve">Vykdant kelių priežiūros darbus traukinių eismą uždarys ir atidarys AB „Lietuvos geležinkeliai“ atsakingas darbuotojas. </w:t>
      </w:r>
    </w:p>
    <w:p w14:paraId="59754EE4" w14:textId="77777777" w:rsidR="001D6475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820ED3" w:rsidRPr="00C008F1">
        <w:rPr>
          <w:rFonts w:ascii="Calibri" w:hAnsi="Calibri"/>
        </w:rPr>
        <w:t>4.</w:t>
      </w:r>
      <w:r>
        <w:rPr>
          <w:rFonts w:ascii="Calibri" w:hAnsi="Calibri"/>
        </w:rPr>
        <w:t>7</w:t>
      </w:r>
      <w:r w:rsidR="00820ED3" w:rsidRPr="00C008F1">
        <w:rPr>
          <w:rFonts w:ascii="Calibri" w:hAnsi="Calibri"/>
        </w:rPr>
        <w:t xml:space="preserve">. </w:t>
      </w:r>
      <w:r w:rsidR="001D6475" w:rsidRPr="00C008F1">
        <w:rPr>
          <w:rFonts w:ascii="Calibri" w:hAnsi="Calibri"/>
        </w:rPr>
        <w:t>Kelio priežiūros darbams atlikti naudojamos Rangovo medžiagos. Rangovas perka ir transportuoja medžiagas savo lėšomis.</w:t>
      </w:r>
    </w:p>
    <w:p w14:paraId="04606862" w14:textId="77777777" w:rsidR="001D6475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820ED3" w:rsidRPr="00C008F1">
        <w:rPr>
          <w:rFonts w:ascii="Calibri" w:hAnsi="Calibri"/>
        </w:rPr>
        <w:t>4.</w:t>
      </w:r>
      <w:r>
        <w:rPr>
          <w:rFonts w:ascii="Calibri" w:hAnsi="Calibri"/>
        </w:rPr>
        <w:t>8</w:t>
      </w:r>
      <w:r w:rsidR="00820ED3" w:rsidRPr="00C008F1">
        <w:rPr>
          <w:rFonts w:ascii="Calibri" w:hAnsi="Calibri"/>
        </w:rPr>
        <w:t>.</w:t>
      </w:r>
      <w:r w:rsidR="006C0699" w:rsidRPr="00C008F1">
        <w:rPr>
          <w:rFonts w:ascii="Calibri" w:hAnsi="Calibri"/>
        </w:rPr>
        <w:t xml:space="preserve"> </w:t>
      </w:r>
      <w:r w:rsidR="001D6475" w:rsidRPr="00C008F1">
        <w:rPr>
          <w:rFonts w:ascii="Calibri" w:hAnsi="Calibri"/>
        </w:rPr>
        <w:t>Rangovas atlieka kilnojamųjų signalinių keli</w:t>
      </w:r>
      <w:r w:rsidR="001B2C19" w:rsidRPr="00C008F1">
        <w:rPr>
          <w:rFonts w:ascii="Calibri" w:hAnsi="Calibri"/>
        </w:rPr>
        <w:t xml:space="preserve">o ženklų pastatymą/nuėmimą bei </w:t>
      </w:r>
      <w:r w:rsidR="001D6475" w:rsidRPr="00C008F1">
        <w:rPr>
          <w:rFonts w:ascii="Calibri" w:hAnsi="Calibri"/>
        </w:rPr>
        <w:t>skiria signalininkus vadovaudamasis „Saugaus traukinių eismo užtikrinimo instrukcijos remontuojant kelią“ K/078 reikalavimais.</w:t>
      </w:r>
    </w:p>
    <w:p w14:paraId="01912C21" w14:textId="77777777" w:rsidR="002A05E3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2A05E3" w:rsidRPr="00C008F1">
        <w:rPr>
          <w:rFonts w:ascii="Calibri" w:hAnsi="Calibri"/>
        </w:rPr>
        <w:t>4.</w:t>
      </w:r>
      <w:r>
        <w:rPr>
          <w:rFonts w:ascii="Calibri" w:hAnsi="Calibri"/>
        </w:rPr>
        <w:t>9</w:t>
      </w:r>
      <w:r w:rsidR="002A05E3" w:rsidRPr="00C008F1">
        <w:rPr>
          <w:rFonts w:ascii="Calibri" w:hAnsi="Calibri"/>
        </w:rPr>
        <w:t>. Rangovas organizuoja kelio mašinų, platformų, pusvagonių, vagonų, kitos reikalingos statybos darbams specialiosios technikos panaudojimą ir įformina visus reikiamus dokumentus.</w:t>
      </w:r>
    </w:p>
    <w:p w14:paraId="3956AE21" w14:textId="77777777" w:rsidR="002A05E3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2A05E3" w:rsidRPr="00C008F1">
        <w:rPr>
          <w:rFonts w:ascii="Calibri" w:hAnsi="Calibri"/>
        </w:rPr>
        <w:t>4.</w:t>
      </w:r>
      <w:r>
        <w:rPr>
          <w:rFonts w:ascii="Calibri" w:hAnsi="Calibri"/>
        </w:rPr>
        <w:t>10</w:t>
      </w:r>
      <w:r w:rsidR="002A05E3" w:rsidRPr="00C008F1">
        <w:rPr>
          <w:rFonts w:ascii="Calibri" w:hAnsi="Calibri"/>
        </w:rPr>
        <w:t xml:space="preserve">. Kelio remonto darbus Rangovas privalo atlikti laiku ir kokybiškai, užtikrindamas eismo saugą ir darbų saugos taisyklių laikymąsi. </w:t>
      </w:r>
    </w:p>
    <w:p w14:paraId="4D62EE0C" w14:textId="77777777" w:rsidR="002A05E3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A4DA5" w:rsidRPr="00C008F1">
        <w:rPr>
          <w:rFonts w:ascii="Calibri" w:hAnsi="Calibri"/>
        </w:rPr>
        <w:t>4.1</w:t>
      </w:r>
      <w:r>
        <w:rPr>
          <w:rFonts w:ascii="Calibri" w:hAnsi="Calibri"/>
        </w:rPr>
        <w:t>1</w:t>
      </w:r>
      <w:r w:rsidR="004A4DA5" w:rsidRPr="00C008F1">
        <w:rPr>
          <w:rFonts w:ascii="Calibri" w:hAnsi="Calibri"/>
        </w:rPr>
        <w:t>. Atlikęs kelio remonto</w:t>
      </w:r>
      <w:r w:rsidR="002A05E3" w:rsidRPr="00C008F1">
        <w:rPr>
          <w:rFonts w:ascii="Calibri" w:hAnsi="Calibri"/>
        </w:rPr>
        <w:t xml:space="preserve"> darbus Rangovas pateikia Užsakovo atsakingam už remontuojamojo ruožo priežiūrą darb</w:t>
      </w:r>
      <w:r w:rsidR="004A4DA5" w:rsidRPr="00C008F1">
        <w:rPr>
          <w:rFonts w:ascii="Calibri" w:hAnsi="Calibri"/>
        </w:rPr>
        <w:t>uotojui atliktų kelio remonto</w:t>
      </w:r>
      <w:r w:rsidR="002A05E3" w:rsidRPr="00C008F1">
        <w:rPr>
          <w:rFonts w:ascii="Calibri" w:hAnsi="Calibri"/>
        </w:rPr>
        <w:t xml:space="preserve"> da</w:t>
      </w:r>
      <w:r w:rsidR="004A4DA5" w:rsidRPr="00C008F1">
        <w:rPr>
          <w:rFonts w:ascii="Calibri" w:hAnsi="Calibri"/>
        </w:rPr>
        <w:t>rbų aktą</w:t>
      </w:r>
      <w:r w:rsidR="002A05E3" w:rsidRPr="00C008F1">
        <w:rPr>
          <w:rFonts w:ascii="Calibri" w:hAnsi="Calibri"/>
        </w:rPr>
        <w:t xml:space="preserve"> su žymomis apie atliktus darbus, nurodydamas medžiagų s</w:t>
      </w:r>
      <w:r w:rsidR="004A4DA5" w:rsidRPr="00C008F1">
        <w:rPr>
          <w:rFonts w:ascii="Calibri" w:hAnsi="Calibri"/>
        </w:rPr>
        <w:t>ąnaudas.</w:t>
      </w:r>
    </w:p>
    <w:p w14:paraId="6753214B" w14:textId="77777777" w:rsidR="002A05E3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A4DA5" w:rsidRPr="00C008F1">
        <w:rPr>
          <w:rFonts w:ascii="Calibri" w:hAnsi="Calibri"/>
        </w:rPr>
        <w:t>4.1</w:t>
      </w:r>
      <w:r>
        <w:rPr>
          <w:rFonts w:ascii="Calibri" w:hAnsi="Calibri"/>
        </w:rPr>
        <w:t>2</w:t>
      </w:r>
      <w:r w:rsidR="004A4DA5" w:rsidRPr="00C008F1">
        <w:rPr>
          <w:rFonts w:ascii="Calibri" w:hAnsi="Calibri"/>
        </w:rPr>
        <w:t xml:space="preserve">. </w:t>
      </w:r>
      <w:r w:rsidR="002A05E3" w:rsidRPr="00C008F1">
        <w:rPr>
          <w:rFonts w:ascii="Calibri" w:hAnsi="Calibri"/>
        </w:rPr>
        <w:t>Rangovas grąžina visas metalines ir kitas tinkamas tolimesnei eksploatacijai viršutinės kelio konstrukcijos medžiagas. Medžiagos grąžinamos į atitinkamo padalinio sandėliavimo vietas.</w:t>
      </w:r>
    </w:p>
    <w:p w14:paraId="7B311967" w14:textId="77777777" w:rsidR="002A05E3" w:rsidRPr="00C008F1" w:rsidRDefault="00706DAE" w:rsidP="00706DAE">
      <w:pPr>
        <w:tabs>
          <w:tab w:val="left" w:pos="990"/>
        </w:tabs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A4DA5" w:rsidRPr="00C008F1">
        <w:rPr>
          <w:rFonts w:ascii="Calibri" w:hAnsi="Calibri"/>
        </w:rPr>
        <w:t>4.1</w:t>
      </w:r>
      <w:r>
        <w:rPr>
          <w:rFonts w:ascii="Calibri" w:hAnsi="Calibri"/>
        </w:rPr>
        <w:t>3</w:t>
      </w:r>
      <w:r w:rsidR="004A4DA5" w:rsidRPr="00C008F1">
        <w:rPr>
          <w:rFonts w:ascii="Calibri" w:hAnsi="Calibri"/>
        </w:rPr>
        <w:t xml:space="preserve">. </w:t>
      </w:r>
      <w:r w:rsidR="002A05E3" w:rsidRPr="00C008F1">
        <w:rPr>
          <w:rFonts w:ascii="Calibri" w:hAnsi="Calibri"/>
        </w:rPr>
        <w:t>Utilizuojamas medžiagas Rangovas pristato į įmonę, turinčią teisę utilizuoti tokio tipo atliekas, ir pateikia Užsakovui pažymą apie priimtų medžiagų utilizavimui kiekį ir rūšį. Medžiagų utilizavimo išlaidos turi būti įtrauktos į darbų kainą.</w:t>
      </w:r>
    </w:p>
    <w:p w14:paraId="25A8787C" w14:textId="77777777" w:rsidR="008362CD" w:rsidRPr="00C008F1" w:rsidRDefault="008362CD" w:rsidP="004A4DA5">
      <w:pPr>
        <w:tabs>
          <w:tab w:val="left" w:pos="1418"/>
        </w:tabs>
        <w:jc w:val="both"/>
        <w:rPr>
          <w:rFonts w:ascii="Calibri" w:hAnsi="Calibri"/>
        </w:rPr>
      </w:pPr>
    </w:p>
    <w:p w14:paraId="4B22EE75" w14:textId="77777777" w:rsidR="008362CD" w:rsidRPr="00C008F1" w:rsidRDefault="008362CD" w:rsidP="001B2C19">
      <w:pPr>
        <w:numPr>
          <w:ilvl w:val="0"/>
          <w:numId w:val="2"/>
        </w:numPr>
        <w:tabs>
          <w:tab w:val="left" w:pos="284"/>
        </w:tabs>
        <w:spacing w:line="276" w:lineRule="auto"/>
        <w:contextualSpacing/>
        <w:rPr>
          <w:rFonts w:ascii="Calibri" w:hAnsi="Calibri"/>
          <w:b/>
          <w:lang w:eastAsia="lt-LT"/>
        </w:rPr>
      </w:pPr>
      <w:r w:rsidRPr="00C008F1">
        <w:rPr>
          <w:rFonts w:ascii="Calibri" w:hAnsi="Calibri"/>
          <w:b/>
          <w:spacing w:val="3"/>
        </w:rPr>
        <w:t>DOKUMENTAI, KURIUOS REIKIA PATEIKTI PERDUODANT ATLIKTUS DARBUS</w:t>
      </w:r>
    </w:p>
    <w:p w14:paraId="1622EE4D" w14:textId="77777777" w:rsidR="008362CD" w:rsidRPr="00C008F1" w:rsidRDefault="008362CD" w:rsidP="008362CD">
      <w:pPr>
        <w:pStyle w:val="NoSpacing"/>
        <w:spacing w:line="276" w:lineRule="auto"/>
        <w:jc w:val="both"/>
        <w:rPr>
          <w:b/>
          <w:sz w:val="24"/>
          <w:szCs w:val="24"/>
        </w:rPr>
      </w:pPr>
    </w:p>
    <w:p w14:paraId="551CB3BF" w14:textId="77777777" w:rsidR="008362CD" w:rsidRPr="00C008F1" w:rsidRDefault="008362CD" w:rsidP="008362CD">
      <w:pPr>
        <w:numPr>
          <w:ilvl w:val="1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  <w:szCs w:val="24"/>
        </w:rPr>
      </w:pPr>
      <w:r w:rsidRPr="00C008F1">
        <w:rPr>
          <w:rFonts w:ascii="Calibri" w:hAnsi="Calibri"/>
        </w:rPr>
        <w:t>Perduodant atliktus darbus pateikiami šie dokumentai:</w:t>
      </w:r>
    </w:p>
    <w:p w14:paraId="492893EF" w14:textId="77777777" w:rsidR="008362CD" w:rsidRPr="00C008F1" w:rsidRDefault="008362CD" w:rsidP="008362CD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 </w:t>
      </w:r>
      <w:r w:rsidR="00FA4536" w:rsidRPr="00C008F1">
        <w:rPr>
          <w:rFonts w:ascii="Calibri" w:hAnsi="Calibri"/>
        </w:rPr>
        <w:t>atliktų darbų aktai</w:t>
      </w:r>
      <w:r w:rsidRPr="00C008F1">
        <w:rPr>
          <w:rFonts w:ascii="Calibri" w:hAnsi="Calibri"/>
        </w:rPr>
        <w:t xml:space="preserve"> 3 egz.;</w:t>
      </w:r>
    </w:p>
    <w:p w14:paraId="34C000BB" w14:textId="77777777" w:rsidR="008362CD" w:rsidRPr="00C008F1" w:rsidRDefault="008362CD" w:rsidP="008362CD">
      <w:pPr>
        <w:numPr>
          <w:ilvl w:val="2"/>
          <w:numId w:val="2"/>
        </w:numPr>
        <w:tabs>
          <w:tab w:val="left" w:pos="1418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 xml:space="preserve">  utilizuotų medžiagų pažymos*;</w:t>
      </w:r>
    </w:p>
    <w:p w14:paraId="44E8D5A8" w14:textId="77777777" w:rsidR="008362CD" w:rsidRPr="00C008F1" w:rsidRDefault="008362CD" w:rsidP="008362CD">
      <w:pPr>
        <w:numPr>
          <w:ilvl w:val="2"/>
          <w:numId w:val="2"/>
        </w:numPr>
        <w:tabs>
          <w:tab w:val="left" w:pos="1276"/>
          <w:tab w:val="left" w:pos="1560"/>
          <w:tab w:val="left" w:pos="1701"/>
          <w:tab w:val="left" w:pos="1843"/>
        </w:tabs>
        <w:ind w:left="0" w:firstLine="851"/>
        <w:mirrorIndents/>
        <w:jc w:val="both"/>
        <w:rPr>
          <w:rFonts w:ascii="Calibri" w:eastAsia="Calibri" w:hAnsi="Calibri"/>
        </w:rPr>
      </w:pPr>
      <w:r w:rsidRPr="00C008F1">
        <w:rPr>
          <w:rFonts w:ascii="Calibri" w:eastAsia="Calibri" w:hAnsi="Calibri"/>
        </w:rPr>
        <w:t>išpildomoji dokumentacija, reikalaujama pateikti pagal Geležinkelio kelio remonto darbų priėmimo taisykles K/138;</w:t>
      </w:r>
    </w:p>
    <w:p w14:paraId="33597210" w14:textId="77777777" w:rsidR="008362CD" w:rsidRPr="00C008F1" w:rsidRDefault="008362CD" w:rsidP="008362CD">
      <w:pPr>
        <w:numPr>
          <w:ilvl w:val="2"/>
          <w:numId w:val="2"/>
        </w:numPr>
        <w:tabs>
          <w:tab w:val="left" w:pos="1530"/>
        </w:tabs>
        <w:ind w:left="0" w:firstLine="851"/>
        <w:jc w:val="both"/>
        <w:rPr>
          <w:rFonts w:ascii="Calibri" w:hAnsi="Calibri"/>
        </w:rPr>
      </w:pPr>
      <w:r w:rsidRPr="00C008F1">
        <w:rPr>
          <w:rFonts w:ascii="Calibri" w:hAnsi="Calibri"/>
        </w:rPr>
        <w:t>kiti dokumentai pagal STR ir AB „Lietuvos geležinkeliai“ normi</w:t>
      </w:r>
      <w:r w:rsidR="00386506" w:rsidRPr="00C008F1">
        <w:rPr>
          <w:rFonts w:ascii="Calibri" w:hAnsi="Calibri"/>
        </w:rPr>
        <w:t>nių ir teisės aktų reikalavimus.</w:t>
      </w:r>
    </w:p>
    <w:p w14:paraId="09799619" w14:textId="77777777" w:rsidR="008362CD" w:rsidRPr="00C008F1" w:rsidRDefault="008362CD" w:rsidP="008362CD">
      <w:pPr>
        <w:pStyle w:val="NoSpacing"/>
        <w:spacing w:line="276" w:lineRule="auto"/>
        <w:ind w:firstLine="851"/>
        <w:jc w:val="both"/>
        <w:rPr>
          <w:sz w:val="20"/>
        </w:rPr>
      </w:pPr>
      <w:r w:rsidRPr="00C008F1">
        <w:rPr>
          <w:sz w:val="20"/>
        </w:rPr>
        <w:t xml:space="preserve">* dokumentai pateikiami, jeigu pagal atliktų darbų specifiką jie yra reikalingi. </w:t>
      </w:r>
    </w:p>
    <w:sectPr w:rsidR="008362CD" w:rsidRPr="00C008F1" w:rsidSect="00A1687C">
      <w:footerReference w:type="default" r:id="rId8"/>
      <w:pgSz w:w="11906" w:h="16838" w:code="9"/>
      <w:pgMar w:top="1134" w:right="567" w:bottom="1134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CFD50" w14:textId="77777777" w:rsidR="00507D83" w:rsidRDefault="00507D83">
      <w:r>
        <w:separator/>
      </w:r>
    </w:p>
  </w:endnote>
  <w:endnote w:type="continuationSeparator" w:id="0">
    <w:p w14:paraId="30445636" w14:textId="77777777" w:rsidR="00507D83" w:rsidRDefault="00507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AD70" w14:textId="77777777" w:rsidR="00682125" w:rsidRPr="00060080" w:rsidRDefault="00A04873" w:rsidP="00060080">
    <w:pPr>
      <w:pStyle w:val="Footer"/>
    </w:pPr>
    <w:r>
      <w:t xml:space="preserve"> </w:t>
    </w:r>
    <w:r w:rsidR="00E01BD6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F9D73" w14:textId="77777777" w:rsidR="00507D83" w:rsidRDefault="00507D83">
      <w:r>
        <w:separator/>
      </w:r>
    </w:p>
  </w:footnote>
  <w:footnote w:type="continuationSeparator" w:id="0">
    <w:p w14:paraId="28B79298" w14:textId="77777777" w:rsidR="00507D83" w:rsidRDefault="00507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2647"/>
    <w:multiLevelType w:val="hybridMultilevel"/>
    <w:tmpl w:val="5C825614"/>
    <w:lvl w:ilvl="0" w:tplc="69A8C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8388B"/>
    <w:multiLevelType w:val="multilevel"/>
    <w:tmpl w:val="FD30D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C93FBA"/>
    <w:multiLevelType w:val="multilevel"/>
    <w:tmpl w:val="E3724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" w15:restartNumberingAfterBreak="0">
    <w:nsid w:val="0C111263"/>
    <w:multiLevelType w:val="hybridMultilevel"/>
    <w:tmpl w:val="3606CC5E"/>
    <w:lvl w:ilvl="0" w:tplc="77C064D0">
      <w:start w:val="1"/>
      <w:numFmt w:val="decimal"/>
      <w:lvlText w:val="9.4.%1."/>
      <w:lvlJc w:val="left"/>
      <w:pPr>
        <w:ind w:left="14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88" w:hanging="360"/>
      </w:pPr>
    </w:lvl>
    <w:lvl w:ilvl="2" w:tplc="0427001B" w:tentative="1">
      <w:start w:val="1"/>
      <w:numFmt w:val="lowerRoman"/>
      <w:lvlText w:val="%3."/>
      <w:lvlJc w:val="right"/>
      <w:pPr>
        <w:ind w:left="2908" w:hanging="180"/>
      </w:pPr>
    </w:lvl>
    <w:lvl w:ilvl="3" w:tplc="0427000F" w:tentative="1">
      <w:start w:val="1"/>
      <w:numFmt w:val="decimal"/>
      <w:lvlText w:val="%4."/>
      <w:lvlJc w:val="left"/>
      <w:pPr>
        <w:ind w:left="3628" w:hanging="360"/>
      </w:pPr>
    </w:lvl>
    <w:lvl w:ilvl="4" w:tplc="04270019" w:tentative="1">
      <w:start w:val="1"/>
      <w:numFmt w:val="lowerLetter"/>
      <w:lvlText w:val="%5."/>
      <w:lvlJc w:val="left"/>
      <w:pPr>
        <w:ind w:left="4348" w:hanging="360"/>
      </w:pPr>
    </w:lvl>
    <w:lvl w:ilvl="5" w:tplc="0427001B" w:tentative="1">
      <w:start w:val="1"/>
      <w:numFmt w:val="lowerRoman"/>
      <w:lvlText w:val="%6."/>
      <w:lvlJc w:val="right"/>
      <w:pPr>
        <w:ind w:left="5068" w:hanging="180"/>
      </w:pPr>
    </w:lvl>
    <w:lvl w:ilvl="6" w:tplc="0427000F" w:tentative="1">
      <w:start w:val="1"/>
      <w:numFmt w:val="decimal"/>
      <w:lvlText w:val="%7."/>
      <w:lvlJc w:val="left"/>
      <w:pPr>
        <w:ind w:left="5788" w:hanging="360"/>
      </w:pPr>
    </w:lvl>
    <w:lvl w:ilvl="7" w:tplc="04270019" w:tentative="1">
      <w:start w:val="1"/>
      <w:numFmt w:val="lowerLetter"/>
      <w:lvlText w:val="%8."/>
      <w:lvlJc w:val="left"/>
      <w:pPr>
        <w:ind w:left="6508" w:hanging="360"/>
      </w:pPr>
    </w:lvl>
    <w:lvl w:ilvl="8" w:tplc="0427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4" w15:restartNumberingAfterBreak="0">
    <w:nsid w:val="0F4C77A7"/>
    <w:multiLevelType w:val="multilevel"/>
    <w:tmpl w:val="401A84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1582082"/>
    <w:multiLevelType w:val="hybridMultilevel"/>
    <w:tmpl w:val="3E6C302C"/>
    <w:lvl w:ilvl="0" w:tplc="82206C96">
      <w:start w:val="1"/>
      <w:numFmt w:val="decimal"/>
      <w:lvlText w:val="7.2.%1."/>
      <w:lvlJc w:val="left"/>
      <w:pPr>
        <w:ind w:left="146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88" w:hanging="360"/>
      </w:pPr>
    </w:lvl>
    <w:lvl w:ilvl="2" w:tplc="0427001B" w:tentative="1">
      <w:start w:val="1"/>
      <w:numFmt w:val="lowerRoman"/>
      <w:lvlText w:val="%3."/>
      <w:lvlJc w:val="right"/>
      <w:pPr>
        <w:ind w:left="2908" w:hanging="180"/>
      </w:pPr>
    </w:lvl>
    <w:lvl w:ilvl="3" w:tplc="0427000F" w:tentative="1">
      <w:start w:val="1"/>
      <w:numFmt w:val="decimal"/>
      <w:lvlText w:val="%4."/>
      <w:lvlJc w:val="left"/>
      <w:pPr>
        <w:ind w:left="3628" w:hanging="360"/>
      </w:pPr>
    </w:lvl>
    <w:lvl w:ilvl="4" w:tplc="04270019" w:tentative="1">
      <w:start w:val="1"/>
      <w:numFmt w:val="lowerLetter"/>
      <w:lvlText w:val="%5."/>
      <w:lvlJc w:val="left"/>
      <w:pPr>
        <w:ind w:left="4348" w:hanging="360"/>
      </w:pPr>
    </w:lvl>
    <w:lvl w:ilvl="5" w:tplc="0427001B" w:tentative="1">
      <w:start w:val="1"/>
      <w:numFmt w:val="lowerRoman"/>
      <w:lvlText w:val="%6."/>
      <w:lvlJc w:val="right"/>
      <w:pPr>
        <w:ind w:left="5068" w:hanging="180"/>
      </w:pPr>
    </w:lvl>
    <w:lvl w:ilvl="6" w:tplc="0427000F" w:tentative="1">
      <w:start w:val="1"/>
      <w:numFmt w:val="decimal"/>
      <w:lvlText w:val="%7."/>
      <w:lvlJc w:val="left"/>
      <w:pPr>
        <w:ind w:left="5788" w:hanging="360"/>
      </w:pPr>
    </w:lvl>
    <w:lvl w:ilvl="7" w:tplc="04270019" w:tentative="1">
      <w:start w:val="1"/>
      <w:numFmt w:val="lowerLetter"/>
      <w:lvlText w:val="%8."/>
      <w:lvlJc w:val="left"/>
      <w:pPr>
        <w:ind w:left="6508" w:hanging="360"/>
      </w:pPr>
    </w:lvl>
    <w:lvl w:ilvl="8" w:tplc="0427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6" w15:restartNumberingAfterBreak="0">
    <w:nsid w:val="134B492B"/>
    <w:multiLevelType w:val="multilevel"/>
    <w:tmpl w:val="E3724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 w15:restartNumberingAfterBreak="0">
    <w:nsid w:val="1511600C"/>
    <w:multiLevelType w:val="hybridMultilevel"/>
    <w:tmpl w:val="2330361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6A2055A"/>
    <w:multiLevelType w:val="multilevel"/>
    <w:tmpl w:val="D4F667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9" w15:restartNumberingAfterBreak="0">
    <w:nsid w:val="18506991"/>
    <w:multiLevelType w:val="hybridMultilevel"/>
    <w:tmpl w:val="851613C4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7A5FC4"/>
    <w:multiLevelType w:val="multilevel"/>
    <w:tmpl w:val="CF266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1" w15:restartNumberingAfterBreak="0">
    <w:nsid w:val="1CC85D92"/>
    <w:multiLevelType w:val="multilevel"/>
    <w:tmpl w:val="811EE8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CEB18A4"/>
    <w:multiLevelType w:val="multilevel"/>
    <w:tmpl w:val="8E06FDEE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Calibri" w:hint="default"/>
      </w:rPr>
    </w:lvl>
  </w:abstractNum>
  <w:abstractNum w:abstractNumId="13" w15:restartNumberingAfterBreak="0">
    <w:nsid w:val="1E170129"/>
    <w:multiLevelType w:val="multilevel"/>
    <w:tmpl w:val="A07E8D66"/>
    <w:lvl w:ilvl="0">
      <w:start w:val="1"/>
      <w:numFmt w:val="decimal"/>
      <w:lvlText w:val="9.3.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4" w15:restartNumberingAfterBreak="0">
    <w:nsid w:val="1F8A2A70"/>
    <w:multiLevelType w:val="multilevel"/>
    <w:tmpl w:val="EBB4ED8E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 w15:restartNumberingAfterBreak="0">
    <w:nsid w:val="21AC05E4"/>
    <w:multiLevelType w:val="hybridMultilevel"/>
    <w:tmpl w:val="C4B4E100"/>
    <w:lvl w:ilvl="0" w:tplc="B7C8E5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CD187E"/>
    <w:multiLevelType w:val="multilevel"/>
    <w:tmpl w:val="C33C5CD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7" w15:restartNumberingAfterBreak="0">
    <w:nsid w:val="38A316EE"/>
    <w:multiLevelType w:val="hybridMultilevel"/>
    <w:tmpl w:val="E0F24BD6"/>
    <w:lvl w:ilvl="0" w:tplc="77C064D0">
      <w:start w:val="1"/>
      <w:numFmt w:val="decimal"/>
      <w:lvlText w:val="9.4.%1."/>
      <w:lvlJc w:val="left"/>
      <w:pPr>
        <w:ind w:left="1353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A1F060F"/>
    <w:multiLevelType w:val="multilevel"/>
    <w:tmpl w:val="CF266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9" w15:restartNumberingAfterBreak="0">
    <w:nsid w:val="3C053BE3"/>
    <w:multiLevelType w:val="multilevel"/>
    <w:tmpl w:val="CB8A0958"/>
    <w:lvl w:ilvl="0">
      <w:start w:val="1"/>
      <w:numFmt w:val="decimal"/>
      <w:lvlText w:val="%1."/>
      <w:lvlJc w:val="left"/>
      <w:pPr>
        <w:ind w:left="5889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C5D93"/>
    <w:multiLevelType w:val="hybridMultilevel"/>
    <w:tmpl w:val="230608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242242"/>
    <w:multiLevelType w:val="hybridMultilevel"/>
    <w:tmpl w:val="1042170C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6242293"/>
    <w:multiLevelType w:val="multilevel"/>
    <w:tmpl w:val="11647A3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D1A3215"/>
    <w:multiLevelType w:val="hybridMultilevel"/>
    <w:tmpl w:val="2FFE8404"/>
    <w:lvl w:ilvl="0" w:tplc="0427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4" w15:restartNumberingAfterBreak="0">
    <w:nsid w:val="4FD856CA"/>
    <w:multiLevelType w:val="multilevel"/>
    <w:tmpl w:val="CF266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5" w15:restartNumberingAfterBreak="0">
    <w:nsid w:val="55F44020"/>
    <w:multiLevelType w:val="hybridMultilevel"/>
    <w:tmpl w:val="B928C08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1436CA"/>
    <w:multiLevelType w:val="multilevel"/>
    <w:tmpl w:val="23329B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 w15:restartNumberingAfterBreak="0">
    <w:nsid w:val="5CF16087"/>
    <w:multiLevelType w:val="multilevel"/>
    <w:tmpl w:val="C9FAFF4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E0A017F"/>
    <w:multiLevelType w:val="multilevel"/>
    <w:tmpl w:val="22463E5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07A7FB0"/>
    <w:multiLevelType w:val="multilevel"/>
    <w:tmpl w:val="CF266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0" w15:restartNumberingAfterBreak="0">
    <w:nsid w:val="613B6D8F"/>
    <w:multiLevelType w:val="hybridMultilevel"/>
    <w:tmpl w:val="C3C874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5E74BB"/>
    <w:multiLevelType w:val="multilevel"/>
    <w:tmpl w:val="CF266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2" w15:restartNumberingAfterBreak="0">
    <w:nsid w:val="64431BF3"/>
    <w:multiLevelType w:val="hybridMultilevel"/>
    <w:tmpl w:val="488CA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FD1357"/>
    <w:multiLevelType w:val="hybridMultilevel"/>
    <w:tmpl w:val="90C66D2C"/>
    <w:lvl w:ilvl="0" w:tplc="2E70CC00">
      <w:start w:val="1"/>
      <w:numFmt w:val="decimal"/>
      <w:lvlText w:val="%1."/>
      <w:lvlJc w:val="left"/>
      <w:pPr>
        <w:ind w:left="2008" w:hanging="5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48" w:hanging="360"/>
      </w:pPr>
    </w:lvl>
    <w:lvl w:ilvl="2" w:tplc="0427001B" w:tentative="1">
      <w:start w:val="1"/>
      <w:numFmt w:val="lowerRoman"/>
      <w:lvlText w:val="%3."/>
      <w:lvlJc w:val="right"/>
      <w:pPr>
        <w:ind w:left="3268" w:hanging="180"/>
      </w:pPr>
    </w:lvl>
    <w:lvl w:ilvl="3" w:tplc="0427000F" w:tentative="1">
      <w:start w:val="1"/>
      <w:numFmt w:val="decimal"/>
      <w:lvlText w:val="%4."/>
      <w:lvlJc w:val="left"/>
      <w:pPr>
        <w:ind w:left="3988" w:hanging="360"/>
      </w:pPr>
    </w:lvl>
    <w:lvl w:ilvl="4" w:tplc="04270019" w:tentative="1">
      <w:start w:val="1"/>
      <w:numFmt w:val="lowerLetter"/>
      <w:lvlText w:val="%5."/>
      <w:lvlJc w:val="left"/>
      <w:pPr>
        <w:ind w:left="4708" w:hanging="360"/>
      </w:pPr>
    </w:lvl>
    <w:lvl w:ilvl="5" w:tplc="0427001B" w:tentative="1">
      <w:start w:val="1"/>
      <w:numFmt w:val="lowerRoman"/>
      <w:lvlText w:val="%6."/>
      <w:lvlJc w:val="right"/>
      <w:pPr>
        <w:ind w:left="5428" w:hanging="180"/>
      </w:pPr>
    </w:lvl>
    <w:lvl w:ilvl="6" w:tplc="0427000F" w:tentative="1">
      <w:start w:val="1"/>
      <w:numFmt w:val="decimal"/>
      <w:lvlText w:val="%7."/>
      <w:lvlJc w:val="left"/>
      <w:pPr>
        <w:ind w:left="6148" w:hanging="360"/>
      </w:pPr>
    </w:lvl>
    <w:lvl w:ilvl="7" w:tplc="04270019" w:tentative="1">
      <w:start w:val="1"/>
      <w:numFmt w:val="lowerLetter"/>
      <w:lvlText w:val="%8."/>
      <w:lvlJc w:val="left"/>
      <w:pPr>
        <w:ind w:left="6868" w:hanging="360"/>
      </w:pPr>
    </w:lvl>
    <w:lvl w:ilvl="8" w:tplc="0427001B" w:tentative="1">
      <w:start w:val="1"/>
      <w:numFmt w:val="lowerRoman"/>
      <w:lvlText w:val="%9."/>
      <w:lvlJc w:val="right"/>
      <w:pPr>
        <w:ind w:left="7588" w:hanging="180"/>
      </w:pPr>
    </w:lvl>
  </w:abstractNum>
  <w:abstractNum w:abstractNumId="34" w15:restartNumberingAfterBreak="0">
    <w:nsid w:val="6A7F6760"/>
    <w:multiLevelType w:val="multilevel"/>
    <w:tmpl w:val="1898EF6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0042346"/>
    <w:multiLevelType w:val="multilevel"/>
    <w:tmpl w:val="F0BCF11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466877"/>
    <w:multiLevelType w:val="hybridMultilevel"/>
    <w:tmpl w:val="F61A0B50"/>
    <w:lvl w:ilvl="0" w:tplc="BDA01A2A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5F6316C"/>
    <w:multiLevelType w:val="hybridMultilevel"/>
    <w:tmpl w:val="8D7A04CC"/>
    <w:lvl w:ilvl="0" w:tplc="0427000F">
      <w:start w:val="1"/>
      <w:numFmt w:val="decimal"/>
      <w:lvlText w:val="%1."/>
      <w:lvlJc w:val="left"/>
      <w:pPr>
        <w:ind w:left="2160" w:hanging="360"/>
      </w:pPr>
    </w:lvl>
    <w:lvl w:ilvl="1" w:tplc="04270019" w:tentative="1">
      <w:start w:val="1"/>
      <w:numFmt w:val="lowerLetter"/>
      <w:lvlText w:val="%2."/>
      <w:lvlJc w:val="left"/>
      <w:pPr>
        <w:ind w:left="2880" w:hanging="360"/>
      </w:pPr>
    </w:lvl>
    <w:lvl w:ilvl="2" w:tplc="0427001B" w:tentative="1">
      <w:start w:val="1"/>
      <w:numFmt w:val="lowerRoman"/>
      <w:lvlText w:val="%3."/>
      <w:lvlJc w:val="right"/>
      <w:pPr>
        <w:ind w:left="3600" w:hanging="180"/>
      </w:pPr>
    </w:lvl>
    <w:lvl w:ilvl="3" w:tplc="0427000F" w:tentative="1">
      <w:start w:val="1"/>
      <w:numFmt w:val="decimal"/>
      <w:lvlText w:val="%4."/>
      <w:lvlJc w:val="left"/>
      <w:pPr>
        <w:ind w:left="4320" w:hanging="360"/>
      </w:pPr>
    </w:lvl>
    <w:lvl w:ilvl="4" w:tplc="04270019" w:tentative="1">
      <w:start w:val="1"/>
      <w:numFmt w:val="lowerLetter"/>
      <w:lvlText w:val="%5."/>
      <w:lvlJc w:val="left"/>
      <w:pPr>
        <w:ind w:left="5040" w:hanging="360"/>
      </w:pPr>
    </w:lvl>
    <w:lvl w:ilvl="5" w:tplc="0427001B" w:tentative="1">
      <w:start w:val="1"/>
      <w:numFmt w:val="lowerRoman"/>
      <w:lvlText w:val="%6."/>
      <w:lvlJc w:val="right"/>
      <w:pPr>
        <w:ind w:left="5760" w:hanging="180"/>
      </w:pPr>
    </w:lvl>
    <w:lvl w:ilvl="6" w:tplc="0427000F" w:tentative="1">
      <w:start w:val="1"/>
      <w:numFmt w:val="decimal"/>
      <w:lvlText w:val="%7."/>
      <w:lvlJc w:val="left"/>
      <w:pPr>
        <w:ind w:left="6480" w:hanging="360"/>
      </w:pPr>
    </w:lvl>
    <w:lvl w:ilvl="7" w:tplc="04270019" w:tentative="1">
      <w:start w:val="1"/>
      <w:numFmt w:val="lowerLetter"/>
      <w:lvlText w:val="%8."/>
      <w:lvlJc w:val="left"/>
      <w:pPr>
        <w:ind w:left="7200" w:hanging="360"/>
      </w:pPr>
    </w:lvl>
    <w:lvl w:ilvl="8" w:tplc="042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78EE171D"/>
    <w:multiLevelType w:val="multilevel"/>
    <w:tmpl w:val="DAA0D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9" w15:restartNumberingAfterBreak="0">
    <w:nsid w:val="7D1E2F67"/>
    <w:multiLevelType w:val="multilevel"/>
    <w:tmpl w:val="E3724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40" w15:restartNumberingAfterBreak="0">
    <w:nsid w:val="7DDF3A06"/>
    <w:multiLevelType w:val="multilevel"/>
    <w:tmpl w:val="A782A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41" w15:restartNumberingAfterBreak="0">
    <w:nsid w:val="7DF02873"/>
    <w:multiLevelType w:val="multilevel"/>
    <w:tmpl w:val="E3724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42" w15:restartNumberingAfterBreak="0">
    <w:nsid w:val="7E93260B"/>
    <w:multiLevelType w:val="multilevel"/>
    <w:tmpl w:val="74926CF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4F4F8C"/>
    <w:multiLevelType w:val="multilevel"/>
    <w:tmpl w:val="E37245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468"/>
        </w:tabs>
        <w:ind w:left="1468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7"/>
  </w:num>
  <w:num w:numId="4">
    <w:abstractNumId w:val="23"/>
  </w:num>
  <w:num w:numId="5">
    <w:abstractNumId w:val="5"/>
  </w:num>
  <w:num w:numId="6">
    <w:abstractNumId w:val="3"/>
  </w:num>
  <w:num w:numId="7">
    <w:abstractNumId w:val="0"/>
  </w:num>
  <w:num w:numId="8">
    <w:abstractNumId w:val="33"/>
  </w:num>
  <w:num w:numId="9">
    <w:abstractNumId w:val="13"/>
  </w:num>
  <w:num w:numId="10">
    <w:abstractNumId w:val="7"/>
  </w:num>
  <w:num w:numId="11">
    <w:abstractNumId w:val="25"/>
  </w:num>
  <w:num w:numId="12">
    <w:abstractNumId w:val="20"/>
  </w:num>
  <w:num w:numId="13">
    <w:abstractNumId w:val="2"/>
  </w:num>
  <w:num w:numId="14">
    <w:abstractNumId w:val="41"/>
  </w:num>
  <w:num w:numId="15">
    <w:abstractNumId w:val="6"/>
  </w:num>
  <w:num w:numId="16">
    <w:abstractNumId w:val="43"/>
  </w:num>
  <w:num w:numId="17">
    <w:abstractNumId w:val="39"/>
  </w:num>
  <w:num w:numId="18">
    <w:abstractNumId w:val="30"/>
  </w:num>
  <w:num w:numId="19">
    <w:abstractNumId w:val="21"/>
  </w:num>
  <w:num w:numId="20">
    <w:abstractNumId w:val="38"/>
  </w:num>
  <w:num w:numId="21">
    <w:abstractNumId w:val="36"/>
  </w:num>
  <w:num w:numId="22">
    <w:abstractNumId w:val="40"/>
  </w:num>
  <w:num w:numId="23">
    <w:abstractNumId w:val="14"/>
  </w:num>
  <w:num w:numId="24">
    <w:abstractNumId w:val="9"/>
  </w:num>
  <w:num w:numId="25">
    <w:abstractNumId w:val="15"/>
  </w:num>
  <w:num w:numId="26">
    <w:abstractNumId w:val="8"/>
  </w:num>
  <w:num w:numId="27">
    <w:abstractNumId w:val="10"/>
  </w:num>
  <w:num w:numId="28">
    <w:abstractNumId w:val="31"/>
  </w:num>
  <w:num w:numId="29">
    <w:abstractNumId w:val="18"/>
  </w:num>
  <w:num w:numId="30">
    <w:abstractNumId w:val="37"/>
  </w:num>
  <w:num w:numId="31">
    <w:abstractNumId w:val="29"/>
  </w:num>
  <w:num w:numId="32">
    <w:abstractNumId w:val="11"/>
  </w:num>
  <w:num w:numId="33">
    <w:abstractNumId w:val="42"/>
  </w:num>
  <w:num w:numId="34">
    <w:abstractNumId w:val="4"/>
  </w:num>
  <w:num w:numId="35">
    <w:abstractNumId w:val="35"/>
  </w:num>
  <w:num w:numId="36">
    <w:abstractNumId w:val="22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  <w:num w:numId="40">
    <w:abstractNumId w:val="12"/>
  </w:num>
  <w:num w:numId="41">
    <w:abstractNumId w:val="26"/>
  </w:num>
  <w:num w:numId="42">
    <w:abstractNumId w:val="1"/>
  </w:num>
  <w:num w:numId="43">
    <w:abstractNumId w:val="27"/>
  </w:num>
  <w:num w:numId="44">
    <w:abstractNumId w:val="34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evenAndOddHeaders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9EE"/>
    <w:rsid w:val="0000460F"/>
    <w:rsid w:val="000135FB"/>
    <w:rsid w:val="00014B1D"/>
    <w:rsid w:val="00015866"/>
    <w:rsid w:val="00025F7D"/>
    <w:rsid w:val="00027BE7"/>
    <w:rsid w:val="000315ED"/>
    <w:rsid w:val="000357ED"/>
    <w:rsid w:val="00041556"/>
    <w:rsid w:val="00041C96"/>
    <w:rsid w:val="000434F4"/>
    <w:rsid w:val="00043E69"/>
    <w:rsid w:val="00051A19"/>
    <w:rsid w:val="00060080"/>
    <w:rsid w:val="00064012"/>
    <w:rsid w:val="00064C20"/>
    <w:rsid w:val="00076728"/>
    <w:rsid w:val="00081B94"/>
    <w:rsid w:val="00084607"/>
    <w:rsid w:val="000854F7"/>
    <w:rsid w:val="0008627B"/>
    <w:rsid w:val="00087481"/>
    <w:rsid w:val="000904BC"/>
    <w:rsid w:val="000A5318"/>
    <w:rsid w:val="000B242B"/>
    <w:rsid w:val="000B544D"/>
    <w:rsid w:val="000B6629"/>
    <w:rsid w:val="000B76C2"/>
    <w:rsid w:val="000C1E29"/>
    <w:rsid w:val="000C398F"/>
    <w:rsid w:val="000C3AA9"/>
    <w:rsid w:val="000C5D47"/>
    <w:rsid w:val="000D262D"/>
    <w:rsid w:val="000E2826"/>
    <w:rsid w:val="000E2B93"/>
    <w:rsid w:val="000E4E61"/>
    <w:rsid w:val="000E7F04"/>
    <w:rsid w:val="000F07A1"/>
    <w:rsid w:val="000F0F06"/>
    <w:rsid w:val="000F21B1"/>
    <w:rsid w:val="00101E85"/>
    <w:rsid w:val="00103908"/>
    <w:rsid w:val="00104879"/>
    <w:rsid w:val="00105FC3"/>
    <w:rsid w:val="00111354"/>
    <w:rsid w:val="00114FE1"/>
    <w:rsid w:val="00120070"/>
    <w:rsid w:val="00136145"/>
    <w:rsid w:val="00136E46"/>
    <w:rsid w:val="00140625"/>
    <w:rsid w:val="00140F94"/>
    <w:rsid w:val="001422C5"/>
    <w:rsid w:val="00143B3A"/>
    <w:rsid w:val="0015004B"/>
    <w:rsid w:val="00152E6E"/>
    <w:rsid w:val="0015587D"/>
    <w:rsid w:val="00157870"/>
    <w:rsid w:val="00160D89"/>
    <w:rsid w:val="00161B09"/>
    <w:rsid w:val="00161F60"/>
    <w:rsid w:val="0016295F"/>
    <w:rsid w:val="001666FB"/>
    <w:rsid w:val="00171317"/>
    <w:rsid w:val="00180582"/>
    <w:rsid w:val="001807E3"/>
    <w:rsid w:val="0018409C"/>
    <w:rsid w:val="00186042"/>
    <w:rsid w:val="00187713"/>
    <w:rsid w:val="001A11E8"/>
    <w:rsid w:val="001B2C19"/>
    <w:rsid w:val="001C33A6"/>
    <w:rsid w:val="001C3BD9"/>
    <w:rsid w:val="001C7CA7"/>
    <w:rsid w:val="001D16D2"/>
    <w:rsid w:val="001D361F"/>
    <w:rsid w:val="001D6475"/>
    <w:rsid w:val="001D6511"/>
    <w:rsid w:val="001D7044"/>
    <w:rsid w:val="001E3162"/>
    <w:rsid w:val="001E3D99"/>
    <w:rsid w:val="001E55A1"/>
    <w:rsid w:val="001E6B6D"/>
    <w:rsid w:val="001F01A2"/>
    <w:rsid w:val="001F1203"/>
    <w:rsid w:val="001F2F1B"/>
    <w:rsid w:val="0020507A"/>
    <w:rsid w:val="00210425"/>
    <w:rsid w:val="00211782"/>
    <w:rsid w:val="00213D6A"/>
    <w:rsid w:val="00214B53"/>
    <w:rsid w:val="002201E2"/>
    <w:rsid w:val="00222C7B"/>
    <w:rsid w:val="00224F38"/>
    <w:rsid w:val="0022622C"/>
    <w:rsid w:val="002265EE"/>
    <w:rsid w:val="00230383"/>
    <w:rsid w:val="002303A6"/>
    <w:rsid w:val="0023596E"/>
    <w:rsid w:val="00241F15"/>
    <w:rsid w:val="0024222B"/>
    <w:rsid w:val="00244851"/>
    <w:rsid w:val="00244A21"/>
    <w:rsid w:val="00247710"/>
    <w:rsid w:val="0025186A"/>
    <w:rsid w:val="002527A3"/>
    <w:rsid w:val="00256D97"/>
    <w:rsid w:val="00257025"/>
    <w:rsid w:val="00266D4F"/>
    <w:rsid w:val="002679EE"/>
    <w:rsid w:val="0027069D"/>
    <w:rsid w:val="00270F1E"/>
    <w:rsid w:val="00282098"/>
    <w:rsid w:val="002829AF"/>
    <w:rsid w:val="00287F69"/>
    <w:rsid w:val="00295326"/>
    <w:rsid w:val="002A05E3"/>
    <w:rsid w:val="002A2367"/>
    <w:rsid w:val="002A27D4"/>
    <w:rsid w:val="002B4302"/>
    <w:rsid w:val="002C1134"/>
    <w:rsid w:val="002C2AC9"/>
    <w:rsid w:val="002D1EB4"/>
    <w:rsid w:val="002D6401"/>
    <w:rsid w:val="002E289C"/>
    <w:rsid w:val="002E3593"/>
    <w:rsid w:val="002E62E3"/>
    <w:rsid w:val="002E6D14"/>
    <w:rsid w:val="002F46F1"/>
    <w:rsid w:val="00301C66"/>
    <w:rsid w:val="003066DA"/>
    <w:rsid w:val="00310063"/>
    <w:rsid w:val="00325D65"/>
    <w:rsid w:val="0034265C"/>
    <w:rsid w:val="003474F4"/>
    <w:rsid w:val="0035650B"/>
    <w:rsid w:val="00356884"/>
    <w:rsid w:val="00364F63"/>
    <w:rsid w:val="00366734"/>
    <w:rsid w:val="00366A57"/>
    <w:rsid w:val="00371B85"/>
    <w:rsid w:val="00374826"/>
    <w:rsid w:val="00380216"/>
    <w:rsid w:val="00382ECE"/>
    <w:rsid w:val="00384458"/>
    <w:rsid w:val="00386506"/>
    <w:rsid w:val="00391C9A"/>
    <w:rsid w:val="003932BC"/>
    <w:rsid w:val="003958DC"/>
    <w:rsid w:val="003A5487"/>
    <w:rsid w:val="003B24B1"/>
    <w:rsid w:val="003B41C2"/>
    <w:rsid w:val="003B42B6"/>
    <w:rsid w:val="003C7451"/>
    <w:rsid w:val="003D16C2"/>
    <w:rsid w:val="003D4216"/>
    <w:rsid w:val="003D500A"/>
    <w:rsid w:val="003D6250"/>
    <w:rsid w:val="003E28BB"/>
    <w:rsid w:val="003F1AFF"/>
    <w:rsid w:val="00411082"/>
    <w:rsid w:val="0041204A"/>
    <w:rsid w:val="004242C1"/>
    <w:rsid w:val="00426263"/>
    <w:rsid w:val="004320E8"/>
    <w:rsid w:val="00432341"/>
    <w:rsid w:val="00434E2D"/>
    <w:rsid w:val="004424AA"/>
    <w:rsid w:val="0045542F"/>
    <w:rsid w:val="00456C38"/>
    <w:rsid w:val="0046034A"/>
    <w:rsid w:val="00460382"/>
    <w:rsid w:val="00460E80"/>
    <w:rsid w:val="00461572"/>
    <w:rsid w:val="00461D40"/>
    <w:rsid w:val="00463D11"/>
    <w:rsid w:val="00466389"/>
    <w:rsid w:val="00466393"/>
    <w:rsid w:val="00466EC8"/>
    <w:rsid w:val="00467F5F"/>
    <w:rsid w:val="00471FB5"/>
    <w:rsid w:val="00485BF7"/>
    <w:rsid w:val="0049231B"/>
    <w:rsid w:val="00494AF7"/>
    <w:rsid w:val="004A142A"/>
    <w:rsid w:val="004A3AF3"/>
    <w:rsid w:val="004A4DA5"/>
    <w:rsid w:val="004B2301"/>
    <w:rsid w:val="004B27D8"/>
    <w:rsid w:val="004B5523"/>
    <w:rsid w:val="004B5D93"/>
    <w:rsid w:val="004B6619"/>
    <w:rsid w:val="004B7E14"/>
    <w:rsid w:val="004C0973"/>
    <w:rsid w:val="004D0D7C"/>
    <w:rsid w:val="004D1087"/>
    <w:rsid w:val="004D6842"/>
    <w:rsid w:val="004D6AB3"/>
    <w:rsid w:val="004E3851"/>
    <w:rsid w:val="004E60E0"/>
    <w:rsid w:val="004E75EB"/>
    <w:rsid w:val="004F1C4B"/>
    <w:rsid w:val="004F25B5"/>
    <w:rsid w:val="004F364D"/>
    <w:rsid w:val="004F6F94"/>
    <w:rsid w:val="00500FA2"/>
    <w:rsid w:val="00501A8E"/>
    <w:rsid w:val="0050367A"/>
    <w:rsid w:val="00507D83"/>
    <w:rsid w:val="00513564"/>
    <w:rsid w:val="00513DED"/>
    <w:rsid w:val="005142EC"/>
    <w:rsid w:val="00516BAB"/>
    <w:rsid w:val="00521D66"/>
    <w:rsid w:val="005329E8"/>
    <w:rsid w:val="00534EA9"/>
    <w:rsid w:val="00537FD7"/>
    <w:rsid w:val="005423EB"/>
    <w:rsid w:val="005622BB"/>
    <w:rsid w:val="0056394E"/>
    <w:rsid w:val="0056528F"/>
    <w:rsid w:val="005655E6"/>
    <w:rsid w:val="00567C84"/>
    <w:rsid w:val="00577368"/>
    <w:rsid w:val="005817AB"/>
    <w:rsid w:val="00586087"/>
    <w:rsid w:val="005A3577"/>
    <w:rsid w:val="005A3894"/>
    <w:rsid w:val="005B148A"/>
    <w:rsid w:val="005B2EE5"/>
    <w:rsid w:val="005C0179"/>
    <w:rsid w:val="005D0F79"/>
    <w:rsid w:val="005D295E"/>
    <w:rsid w:val="005D3D91"/>
    <w:rsid w:val="005D58F2"/>
    <w:rsid w:val="005D6687"/>
    <w:rsid w:val="005D7F42"/>
    <w:rsid w:val="005E036A"/>
    <w:rsid w:val="005E3535"/>
    <w:rsid w:val="005E5C01"/>
    <w:rsid w:val="005E64B4"/>
    <w:rsid w:val="005F2612"/>
    <w:rsid w:val="005F366A"/>
    <w:rsid w:val="005F4BA1"/>
    <w:rsid w:val="005F4D9E"/>
    <w:rsid w:val="005F7B69"/>
    <w:rsid w:val="006001B6"/>
    <w:rsid w:val="0060241B"/>
    <w:rsid w:val="006064CE"/>
    <w:rsid w:val="0061245B"/>
    <w:rsid w:val="00612D1A"/>
    <w:rsid w:val="00613FDE"/>
    <w:rsid w:val="006141A1"/>
    <w:rsid w:val="0061764A"/>
    <w:rsid w:val="00617DD2"/>
    <w:rsid w:val="00622520"/>
    <w:rsid w:val="0062592D"/>
    <w:rsid w:val="00626973"/>
    <w:rsid w:val="006276BE"/>
    <w:rsid w:val="006277E1"/>
    <w:rsid w:val="00627AFF"/>
    <w:rsid w:val="00630D22"/>
    <w:rsid w:val="006341F7"/>
    <w:rsid w:val="006350AC"/>
    <w:rsid w:val="006423E9"/>
    <w:rsid w:val="006442F7"/>
    <w:rsid w:val="00655B0F"/>
    <w:rsid w:val="00663A68"/>
    <w:rsid w:val="0067290E"/>
    <w:rsid w:val="0067415B"/>
    <w:rsid w:val="00676710"/>
    <w:rsid w:val="006768D4"/>
    <w:rsid w:val="00680237"/>
    <w:rsid w:val="00682125"/>
    <w:rsid w:val="00686B42"/>
    <w:rsid w:val="0069342B"/>
    <w:rsid w:val="00696E0A"/>
    <w:rsid w:val="006B41F0"/>
    <w:rsid w:val="006B6879"/>
    <w:rsid w:val="006B7227"/>
    <w:rsid w:val="006C0699"/>
    <w:rsid w:val="006C2FE6"/>
    <w:rsid w:val="006C35D7"/>
    <w:rsid w:val="006C79FF"/>
    <w:rsid w:val="006D2483"/>
    <w:rsid w:val="006D3CF6"/>
    <w:rsid w:val="006E1766"/>
    <w:rsid w:val="006E212B"/>
    <w:rsid w:val="006E2990"/>
    <w:rsid w:val="006E71BA"/>
    <w:rsid w:val="006F273A"/>
    <w:rsid w:val="006F27AC"/>
    <w:rsid w:val="006F5989"/>
    <w:rsid w:val="0070016C"/>
    <w:rsid w:val="00700486"/>
    <w:rsid w:val="007026FD"/>
    <w:rsid w:val="00705BD0"/>
    <w:rsid w:val="007065FF"/>
    <w:rsid w:val="00706DAE"/>
    <w:rsid w:val="00710FF0"/>
    <w:rsid w:val="007138A7"/>
    <w:rsid w:val="00717D8F"/>
    <w:rsid w:val="00724CC7"/>
    <w:rsid w:val="00743C0C"/>
    <w:rsid w:val="00754060"/>
    <w:rsid w:val="00754730"/>
    <w:rsid w:val="0075618C"/>
    <w:rsid w:val="0075673A"/>
    <w:rsid w:val="00757D8D"/>
    <w:rsid w:val="007607BF"/>
    <w:rsid w:val="0076420A"/>
    <w:rsid w:val="00766FC2"/>
    <w:rsid w:val="0077383E"/>
    <w:rsid w:val="00776116"/>
    <w:rsid w:val="00780268"/>
    <w:rsid w:val="007804F2"/>
    <w:rsid w:val="007853FA"/>
    <w:rsid w:val="007969B3"/>
    <w:rsid w:val="007A0189"/>
    <w:rsid w:val="007B1EB1"/>
    <w:rsid w:val="007B1FBE"/>
    <w:rsid w:val="007B4646"/>
    <w:rsid w:val="007D6D23"/>
    <w:rsid w:val="007D6E39"/>
    <w:rsid w:val="007E6633"/>
    <w:rsid w:val="007F0CE8"/>
    <w:rsid w:val="007F0CED"/>
    <w:rsid w:val="007F4238"/>
    <w:rsid w:val="0080392F"/>
    <w:rsid w:val="00804753"/>
    <w:rsid w:val="00804B30"/>
    <w:rsid w:val="00810DB6"/>
    <w:rsid w:val="00820ED3"/>
    <w:rsid w:val="008215C3"/>
    <w:rsid w:val="008362CD"/>
    <w:rsid w:val="0084012F"/>
    <w:rsid w:val="0084143A"/>
    <w:rsid w:val="00851F59"/>
    <w:rsid w:val="00855E76"/>
    <w:rsid w:val="00856328"/>
    <w:rsid w:val="008603B6"/>
    <w:rsid w:val="0086102A"/>
    <w:rsid w:val="00862AFD"/>
    <w:rsid w:val="00862CC9"/>
    <w:rsid w:val="00864F61"/>
    <w:rsid w:val="00872A84"/>
    <w:rsid w:val="00877DE2"/>
    <w:rsid w:val="00877E1F"/>
    <w:rsid w:val="00882510"/>
    <w:rsid w:val="00885A88"/>
    <w:rsid w:val="008976FE"/>
    <w:rsid w:val="008A3493"/>
    <w:rsid w:val="008B1AC1"/>
    <w:rsid w:val="008B42FF"/>
    <w:rsid w:val="008B4B08"/>
    <w:rsid w:val="008C3611"/>
    <w:rsid w:val="008C75B3"/>
    <w:rsid w:val="008D16EE"/>
    <w:rsid w:val="008D7289"/>
    <w:rsid w:val="008E00F6"/>
    <w:rsid w:val="008E05D4"/>
    <w:rsid w:val="008F3759"/>
    <w:rsid w:val="00914309"/>
    <w:rsid w:val="009146CF"/>
    <w:rsid w:val="00926039"/>
    <w:rsid w:val="00930551"/>
    <w:rsid w:val="009324A2"/>
    <w:rsid w:val="0094206A"/>
    <w:rsid w:val="009435C7"/>
    <w:rsid w:val="00944D00"/>
    <w:rsid w:val="009461C0"/>
    <w:rsid w:val="009507A0"/>
    <w:rsid w:val="009520BD"/>
    <w:rsid w:val="0095619D"/>
    <w:rsid w:val="00960ADD"/>
    <w:rsid w:val="00962EA3"/>
    <w:rsid w:val="00970978"/>
    <w:rsid w:val="009709BB"/>
    <w:rsid w:val="00972F91"/>
    <w:rsid w:val="00983F3A"/>
    <w:rsid w:val="00984AC0"/>
    <w:rsid w:val="0099785D"/>
    <w:rsid w:val="009A025F"/>
    <w:rsid w:val="009A4383"/>
    <w:rsid w:val="009A6477"/>
    <w:rsid w:val="009A768D"/>
    <w:rsid w:val="009C2494"/>
    <w:rsid w:val="009C3F78"/>
    <w:rsid w:val="009D1512"/>
    <w:rsid w:val="009D2F82"/>
    <w:rsid w:val="009D3867"/>
    <w:rsid w:val="009D4E43"/>
    <w:rsid w:val="009D62A8"/>
    <w:rsid w:val="009D7827"/>
    <w:rsid w:val="009E6746"/>
    <w:rsid w:val="009E7A99"/>
    <w:rsid w:val="009F308A"/>
    <w:rsid w:val="009F76F3"/>
    <w:rsid w:val="00A01FCA"/>
    <w:rsid w:val="00A04873"/>
    <w:rsid w:val="00A04F9E"/>
    <w:rsid w:val="00A1687C"/>
    <w:rsid w:val="00A223FE"/>
    <w:rsid w:val="00A31C42"/>
    <w:rsid w:val="00A34D7E"/>
    <w:rsid w:val="00A37DDD"/>
    <w:rsid w:val="00A4023A"/>
    <w:rsid w:val="00A46137"/>
    <w:rsid w:val="00A46AEC"/>
    <w:rsid w:val="00A47224"/>
    <w:rsid w:val="00A5166F"/>
    <w:rsid w:val="00A51795"/>
    <w:rsid w:val="00A5367F"/>
    <w:rsid w:val="00A56C95"/>
    <w:rsid w:val="00A64AE9"/>
    <w:rsid w:val="00A64EB3"/>
    <w:rsid w:val="00A71963"/>
    <w:rsid w:val="00A741BF"/>
    <w:rsid w:val="00A80BBB"/>
    <w:rsid w:val="00A825D0"/>
    <w:rsid w:val="00A87563"/>
    <w:rsid w:val="00A9398F"/>
    <w:rsid w:val="00A952FB"/>
    <w:rsid w:val="00AA6143"/>
    <w:rsid w:val="00AA7E45"/>
    <w:rsid w:val="00AB1B22"/>
    <w:rsid w:val="00AB4832"/>
    <w:rsid w:val="00AC1839"/>
    <w:rsid w:val="00AC2933"/>
    <w:rsid w:val="00AC72E3"/>
    <w:rsid w:val="00AD3EC8"/>
    <w:rsid w:val="00AD75F0"/>
    <w:rsid w:val="00AF0895"/>
    <w:rsid w:val="00B02ED0"/>
    <w:rsid w:val="00B1271D"/>
    <w:rsid w:val="00B222B6"/>
    <w:rsid w:val="00B31101"/>
    <w:rsid w:val="00B32174"/>
    <w:rsid w:val="00B33CF0"/>
    <w:rsid w:val="00B37273"/>
    <w:rsid w:val="00B37DB9"/>
    <w:rsid w:val="00B37EA3"/>
    <w:rsid w:val="00B401A6"/>
    <w:rsid w:val="00B413FB"/>
    <w:rsid w:val="00B512EF"/>
    <w:rsid w:val="00B54377"/>
    <w:rsid w:val="00B638C5"/>
    <w:rsid w:val="00B67BB4"/>
    <w:rsid w:val="00B701F5"/>
    <w:rsid w:val="00B7137F"/>
    <w:rsid w:val="00B76FAB"/>
    <w:rsid w:val="00B82E83"/>
    <w:rsid w:val="00B831A7"/>
    <w:rsid w:val="00B87882"/>
    <w:rsid w:val="00B87E90"/>
    <w:rsid w:val="00B91683"/>
    <w:rsid w:val="00BA152D"/>
    <w:rsid w:val="00BA1D35"/>
    <w:rsid w:val="00BA4D5B"/>
    <w:rsid w:val="00BA5001"/>
    <w:rsid w:val="00BA5988"/>
    <w:rsid w:val="00BB36B3"/>
    <w:rsid w:val="00BB472C"/>
    <w:rsid w:val="00BC34F3"/>
    <w:rsid w:val="00BC75F5"/>
    <w:rsid w:val="00BD2338"/>
    <w:rsid w:val="00BD3113"/>
    <w:rsid w:val="00BE0DFC"/>
    <w:rsid w:val="00BE2546"/>
    <w:rsid w:val="00BE26C9"/>
    <w:rsid w:val="00BE26FD"/>
    <w:rsid w:val="00BE75DE"/>
    <w:rsid w:val="00BF0770"/>
    <w:rsid w:val="00BF0A37"/>
    <w:rsid w:val="00BF16A4"/>
    <w:rsid w:val="00BF3FDF"/>
    <w:rsid w:val="00BF78D2"/>
    <w:rsid w:val="00BF7CA5"/>
    <w:rsid w:val="00C008F1"/>
    <w:rsid w:val="00C01E0F"/>
    <w:rsid w:val="00C06D11"/>
    <w:rsid w:val="00C10357"/>
    <w:rsid w:val="00C14A14"/>
    <w:rsid w:val="00C25A21"/>
    <w:rsid w:val="00C33237"/>
    <w:rsid w:val="00C35802"/>
    <w:rsid w:val="00C44AE0"/>
    <w:rsid w:val="00C47249"/>
    <w:rsid w:val="00C5017C"/>
    <w:rsid w:val="00C5286F"/>
    <w:rsid w:val="00C65604"/>
    <w:rsid w:val="00C65C33"/>
    <w:rsid w:val="00C665FF"/>
    <w:rsid w:val="00C70413"/>
    <w:rsid w:val="00C74C2F"/>
    <w:rsid w:val="00C77541"/>
    <w:rsid w:val="00C95620"/>
    <w:rsid w:val="00C96CE8"/>
    <w:rsid w:val="00CA1E84"/>
    <w:rsid w:val="00CB3787"/>
    <w:rsid w:val="00CB4C23"/>
    <w:rsid w:val="00CB563C"/>
    <w:rsid w:val="00CC4801"/>
    <w:rsid w:val="00CC6B02"/>
    <w:rsid w:val="00CD015C"/>
    <w:rsid w:val="00CD07CA"/>
    <w:rsid w:val="00CD5D78"/>
    <w:rsid w:val="00CE4D46"/>
    <w:rsid w:val="00D040C4"/>
    <w:rsid w:val="00D05259"/>
    <w:rsid w:val="00D07448"/>
    <w:rsid w:val="00D105A5"/>
    <w:rsid w:val="00D1548B"/>
    <w:rsid w:val="00D24873"/>
    <w:rsid w:val="00D306EF"/>
    <w:rsid w:val="00D3084D"/>
    <w:rsid w:val="00D345B1"/>
    <w:rsid w:val="00D362DC"/>
    <w:rsid w:val="00D45BC4"/>
    <w:rsid w:val="00D50BE3"/>
    <w:rsid w:val="00D51DCC"/>
    <w:rsid w:val="00D53BD4"/>
    <w:rsid w:val="00D61CE5"/>
    <w:rsid w:val="00D6433B"/>
    <w:rsid w:val="00D74594"/>
    <w:rsid w:val="00D779B0"/>
    <w:rsid w:val="00D85E33"/>
    <w:rsid w:val="00D8638A"/>
    <w:rsid w:val="00D875C7"/>
    <w:rsid w:val="00D90E5C"/>
    <w:rsid w:val="00D97E6A"/>
    <w:rsid w:val="00DA04B2"/>
    <w:rsid w:val="00DA2D15"/>
    <w:rsid w:val="00DA3A64"/>
    <w:rsid w:val="00DA417A"/>
    <w:rsid w:val="00DB0345"/>
    <w:rsid w:val="00DB06B2"/>
    <w:rsid w:val="00DB3B23"/>
    <w:rsid w:val="00DB7021"/>
    <w:rsid w:val="00DC0EC9"/>
    <w:rsid w:val="00DC1030"/>
    <w:rsid w:val="00DC23FC"/>
    <w:rsid w:val="00DC51F8"/>
    <w:rsid w:val="00DD1304"/>
    <w:rsid w:val="00DD227C"/>
    <w:rsid w:val="00DD3864"/>
    <w:rsid w:val="00DE0363"/>
    <w:rsid w:val="00DE322A"/>
    <w:rsid w:val="00DE35FA"/>
    <w:rsid w:val="00DE5408"/>
    <w:rsid w:val="00DE7D79"/>
    <w:rsid w:val="00E005CE"/>
    <w:rsid w:val="00E01BD6"/>
    <w:rsid w:val="00E01FE3"/>
    <w:rsid w:val="00E056D0"/>
    <w:rsid w:val="00E129BA"/>
    <w:rsid w:val="00E21A87"/>
    <w:rsid w:val="00E245F9"/>
    <w:rsid w:val="00E250E4"/>
    <w:rsid w:val="00E26EA4"/>
    <w:rsid w:val="00E27FDF"/>
    <w:rsid w:val="00E30BCA"/>
    <w:rsid w:val="00E32A28"/>
    <w:rsid w:val="00E3676E"/>
    <w:rsid w:val="00E406CE"/>
    <w:rsid w:val="00E50BF3"/>
    <w:rsid w:val="00E50C98"/>
    <w:rsid w:val="00E52FB9"/>
    <w:rsid w:val="00E57DB0"/>
    <w:rsid w:val="00E609E4"/>
    <w:rsid w:val="00E62094"/>
    <w:rsid w:val="00E6233E"/>
    <w:rsid w:val="00E626FA"/>
    <w:rsid w:val="00E64F9F"/>
    <w:rsid w:val="00E7346E"/>
    <w:rsid w:val="00E74F62"/>
    <w:rsid w:val="00E74FEC"/>
    <w:rsid w:val="00E81D9F"/>
    <w:rsid w:val="00E83614"/>
    <w:rsid w:val="00E8705D"/>
    <w:rsid w:val="00E900E4"/>
    <w:rsid w:val="00E90BCD"/>
    <w:rsid w:val="00E94913"/>
    <w:rsid w:val="00EA24A7"/>
    <w:rsid w:val="00EB0939"/>
    <w:rsid w:val="00EB241D"/>
    <w:rsid w:val="00EB646B"/>
    <w:rsid w:val="00ED3D8C"/>
    <w:rsid w:val="00ED5905"/>
    <w:rsid w:val="00ED7DBD"/>
    <w:rsid w:val="00EE014E"/>
    <w:rsid w:val="00EE5438"/>
    <w:rsid w:val="00EE68BF"/>
    <w:rsid w:val="00EF6467"/>
    <w:rsid w:val="00F029E7"/>
    <w:rsid w:val="00F03116"/>
    <w:rsid w:val="00F10765"/>
    <w:rsid w:val="00F13C55"/>
    <w:rsid w:val="00F16CAB"/>
    <w:rsid w:val="00F17594"/>
    <w:rsid w:val="00F231FD"/>
    <w:rsid w:val="00F234EB"/>
    <w:rsid w:val="00F24B4A"/>
    <w:rsid w:val="00F3188F"/>
    <w:rsid w:val="00F32367"/>
    <w:rsid w:val="00F345F7"/>
    <w:rsid w:val="00F40439"/>
    <w:rsid w:val="00F4325D"/>
    <w:rsid w:val="00F529EE"/>
    <w:rsid w:val="00F53106"/>
    <w:rsid w:val="00F60C24"/>
    <w:rsid w:val="00F6268C"/>
    <w:rsid w:val="00F67569"/>
    <w:rsid w:val="00F70FC1"/>
    <w:rsid w:val="00F718D8"/>
    <w:rsid w:val="00F81551"/>
    <w:rsid w:val="00F81D3C"/>
    <w:rsid w:val="00F84112"/>
    <w:rsid w:val="00F87C4F"/>
    <w:rsid w:val="00F9165B"/>
    <w:rsid w:val="00F92AEC"/>
    <w:rsid w:val="00F95390"/>
    <w:rsid w:val="00F95B2C"/>
    <w:rsid w:val="00F977E4"/>
    <w:rsid w:val="00FA4536"/>
    <w:rsid w:val="00FB6622"/>
    <w:rsid w:val="00FC10D7"/>
    <w:rsid w:val="00FD555A"/>
    <w:rsid w:val="00FD56EF"/>
    <w:rsid w:val="00FD5CB0"/>
    <w:rsid w:val="00FE14C3"/>
    <w:rsid w:val="00FE4F36"/>
    <w:rsid w:val="00FE5231"/>
    <w:rsid w:val="00FE6F72"/>
    <w:rsid w:val="00FF06EB"/>
    <w:rsid w:val="00FF6B68"/>
    <w:rsid w:val="00FF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574A81"/>
  <w15:chartTrackingRefBased/>
  <w15:docId w15:val="{AEC278F4-B8EC-45E1-8789-981C83EB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lang w:val="lt-LT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  <w:lang w:val="de-D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odyTextIndent">
    <w:name w:val="Body Text Indent"/>
    <w:basedOn w:val="Normal"/>
    <w:pPr>
      <w:ind w:firstLine="720"/>
      <w:jc w:val="both"/>
    </w:pPr>
    <w:rPr>
      <w:b/>
      <w:bCs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720"/>
      <w:jc w:val="both"/>
    </w:pPr>
  </w:style>
  <w:style w:type="table" w:styleId="TableGrid">
    <w:name w:val="Table Grid"/>
    <w:basedOn w:val="TableNormal"/>
    <w:rsid w:val="0001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43E69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EA24A7"/>
    <w:rPr>
      <w:b/>
      <w:bCs/>
    </w:rPr>
  </w:style>
  <w:style w:type="paragraph" w:styleId="ListParagraph">
    <w:name w:val="List Paragraph"/>
    <w:basedOn w:val="Normal"/>
    <w:uiPriority w:val="34"/>
    <w:qFormat/>
    <w:rsid w:val="000158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rsid w:val="00D24873"/>
  </w:style>
  <w:style w:type="character" w:customStyle="1" w:styleId="Bodytext0">
    <w:name w:val="Body text_"/>
    <w:link w:val="BodyText4"/>
    <w:rsid w:val="002527A3"/>
    <w:rPr>
      <w:shd w:val="clear" w:color="auto" w:fill="FFFFFF"/>
    </w:rPr>
  </w:style>
  <w:style w:type="paragraph" w:customStyle="1" w:styleId="BodyText4">
    <w:name w:val="Body Text4"/>
    <w:basedOn w:val="Normal"/>
    <w:link w:val="Bodytext0"/>
    <w:rsid w:val="002527A3"/>
    <w:pPr>
      <w:shd w:val="clear" w:color="auto" w:fill="FFFFFF"/>
      <w:spacing w:line="274" w:lineRule="exact"/>
      <w:jc w:val="both"/>
    </w:pPr>
    <w:rPr>
      <w:sz w:val="20"/>
      <w:lang w:val="x-none" w:eastAsia="x-none"/>
    </w:rPr>
  </w:style>
  <w:style w:type="character" w:styleId="CommentReference">
    <w:name w:val="annotation reference"/>
    <w:uiPriority w:val="99"/>
    <w:unhideWhenUsed/>
    <w:rsid w:val="00E25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50E4"/>
    <w:pPr>
      <w:spacing w:after="200"/>
    </w:pPr>
    <w:rPr>
      <w:rFonts w:ascii="Calibri" w:hAnsi="Calibri"/>
      <w:sz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250E4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4242C1"/>
    <w:pPr>
      <w:spacing w:after="0"/>
    </w:pPr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4242C1"/>
    <w:rPr>
      <w:rFonts w:ascii="Calibri" w:hAnsi="Calibri"/>
      <w:b/>
      <w:bCs/>
      <w:lang w:eastAsia="en-US"/>
    </w:rPr>
  </w:style>
  <w:style w:type="paragraph" w:styleId="NoSpacing">
    <w:name w:val="No Spacing"/>
    <w:uiPriority w:val="1"/>
    <w:qFormat/>
    <w:rsid w:val="00051A19"/>
    <w:rPr>
      <w:rFonts w:ascii="Calibri" w:eastAsia="Calibri" w:hAnsi="Calibri"/>
      <w:sz w:val="22"/>
      <w:szCs w:val="22"/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A1687C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9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26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aujas%20firmins%20valdybo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572A-4651-4FB1-BF34-4F08313C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Naujas firmins valdybos</Template>
  <TotalTime>0</TotalTime>
  <Pages>2</Pages>
  <Words>636</Words>
  <Characters>4436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SPABLG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Inga</dc:creator>
  <cp:keywords/>
  <cp:lastModifiedBy>Eglė Skučienė</cp:lastModifiedBy>
  <cp:revision>2</cp:revision>
  <cp:lastPrinted>2018-03-07T08:25:00Z</cp:lastPrinted>
  <dcterms:created xsi:type="dcterms:W3CDTF">2019-10-23T06:08:00Z</dcterms:created>
  <dcterms:modified xsi:type="dcterms:W3CDTF">2019-10-23T06:08:00Z</dcterms:modified>
</cp:coreProperties>
</file>